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EF2B5E" w14:textId="1F99717D" w:rsidR="00935585" w:rsidRPr="000E15EE" w:rsidRDefault="00935585" w:rsidP="00935585">
      <w:pPr>
        <w:pStyle w:val="OZNPROJEKTUwskazaniedatylubwersjiprojektu"/>
      </w:pPr>
      <w:bookmarkStart w:id="0" w:name="_Toc88838085"/>
      <w:bookmarkStart w:id="1" w:name="_Toc88838101"/>
      <w:bookmarkStart w:id="2" w:name="_Toc107829948"/>
      <w:r w:rsidRPr="000E15EE">
        <w:t>Projekt z dnia</w:t>
      </w:r>
      <w:r w:rsidR="00744C80">
        <w:t xml:space="preserve"> </w:t>
      </w:r>
      <w:r w:rsidR="00703EE1">
        <w:t>1</w:t>
      </w:r>
      <w:r w:rsidR="008C3C42">
        <w:t>4</w:t>
      </w:r>
      <w:r w:rsidR="00744C80">
        <w:t>.08</w:t>
      </w:r>
      <w:r w:rsidR="00CB3483" w:rsidRPr="000E15EE">
        <w:t>.2024</w:t>
      </w:r>
      <w:r w:rsidRPr="000E15EE">
        <w:t> r.</w:t>
      </w:r>
      <w:bookmarkEnd w:id="0"/>
    </w:p>
    <w:p w14:paraId="0F5F8DF1" w14:textId="77777777" w:rsidR="00935585" w:rsidRPr="000E15EE" w:rsidRDefault="00935585" w:rsidP="00935585">
      <w:pPr>
        <w:pStyle w:val="OZNRODZAKTUtznustawalubrozporzdzenieiorganwydajcy"/>
      </w:pPr>
      <w:r w:rsidRPr="000E15EE">
        <w:t>USTAWA</w:t>
      </w:r>
    </w:p>
    <w:p w14:paraId="5FD51364" w14:textId="77777777" w:rsidR="00935585" w:rsidRPr="000E15EE" w:rsidRDefault="00935585" w:rsidP="00935585">
      <w:pPr>
        <w:pStyle w:val="DATAAKTUdatauchwalenialubwydaniaaktu"/>
      </w:pPr>
      <w:r w:rsidRPr="000E15EE">
        <w:t>z dnia …… 202</w:t>
      </w:r>
      <w:r w:rsidR="00E11EBE" w:rsidRPr="000E15EE">
        <w:t>4</w:t>
      </w:r>
      <w:r w:rsidRPr="000E15EE">
        <w:t> r.</w:t>
      </w:r>
    </w:p>
    <w:p w14:paraId="3D33788A" w14:textId="22FC58D6" w:rsidR="00935585" w:rsidRPr="00906122" w:rsidRDefault="00955E1D" w:rsidP="00935585">
      <w:pPr>
        <w:pStyle w:val="TYTUAKTUprzedmiotregulacjiustawylubrozporzdzenia"/>
      </w:pPr>
      <w:r w:rsidRPr="00906122">
        <w:t xml:space="preserve">o warunkach </w:t>
      </w:r>
      <w:r w:rsidR="006077E4">
        <w:t xml:space="preserve">dopuszczalności powierzania </w:t>
      </w:r>
      <w:r w:rsidRPr="00906122">
        <w:t xml:space="preserve">pracy </w:t>
      </w:r>
      <w:r w:rsidR="008C3C42" w:rsidRPr="008C3C42">
        <w:t xml:space="preserve">cudzoziemcom </w:t>
      </w:r>
      <w:r w:rsidRPr="00906122">
        <w:t xml:space="preserve">na terytorium Rzeczypospolitej Polskiej </w:t>
      </w:r>
      <w:r w:rsidR="00935585" w:rsidRPr="00906122">
        <w:rPr>
          <w:rStyle w:val="Odwoanieprzypisudolnego"/>
        </w:rPr>
        <w:footnoteReference w:id="1"/>
      </w:r>
      <w:r w:rsidR="00935585" w:rsidRPr="00906122">
        <w:rPr>
          <w:rStyle w:val="IGindeksgrny"/>
        </w:rPr>
        <w:t xml:space="preserve">), </w:t>
      </w:r>
      <w:r w:rsidR="00935585" w:rsidRPr="00906122">
        <w:rPr>
          <w:rStyle w:val="Odwoanieprzypisudolnego"/>
        </w:rPr>
        <w:footnoteReference w:id="2"/>
      </w:r>
      <w:r w:rsidR="00935585" w:rsidRPr="00906122">
        <w:rPr>
          <w:rStyle w:val="IGindeksgrny"/>
        </w:rPr>
        <w:t>)</w:t>
      </w:r>
    </w:p>
    <w:p w14:paraId="7AA40CC9" w14:textId="77777777" w:rsidR="00935585" w:rsidRPr="000E15EE" w:rsidRDefault="00935585" w:rsidP="00935585">
      <w:pPr>
        <w:pStyle w:val="ROZDZODDZOZNoznaczenierozdziauluboddziau"/>
      </w:pPr>
      <w:r w:rsidRPr="000E15EE">
        <w:t>Rozdział 1</w:t>
      </w:r>
    </w:p>
    <w:p w14:paraId="028B863E" w14:textId="77777777" w:rsidR="00935585" w:rsidRPr="000E15EE" w:rsidRDefault="00935585" w:rsidP="00935585">
      <w:pPr>
        <w:pStyle w:val="ROZDZODDZPRZEDMprzedmiotregulacjirozdziauluboddziau"/>
      </w:pPr>
      <w:bookmarkStart w:id="3" w:name="_Toc531165029"/>
      <w:bookmarkStart w:id="4" w:name="_Toc88838087"/>
      <w:bookmarkStart w:id="5" w:name="_Toc107829935"/>
      <w:r w:rsidRPr="000E15EE">
        <w:t>Przepisy ogólne</w:t>
      </w:r>
      <w:bookmarkEnd w:id="3"/>
      <w:bookmarkEnd w:id="4"/>
      <w:bookmarkEnd w:id="5"/>
    </w:p>
    <w:p w14:paraId="3DA99885" w14:textId="77777777" w:rsidR="00935585" w:rsidRPr="000E15EE" w:rsidRDefault="00935585" w:rsidP="00935585">
      <w:pPr>
        <w:pStyle w:val="ARTartustawynprozporzdzenia"/>
      </w:pPr>
      <w:bookmarkStart w:id="6" w:name="_Toc88838088"/>
      <w:bookmarkStart w:id="7" w:name="_Toc107829936"/>
      <w:r w:rsidRPr="000E15EE">
        <w:rPr>
          <w:rStyle w:val="Ppogrubienie"/>
        </w:rPr>
        <w:t>Art. 1.</w:t>
      </w:r>
      <w:r w:rsidRPr="000E15EE">
        <w:t xml:space="preserve"> 1. Ustawa określa </w:t>
      </w:r>
      <w:r w:rsidR="006E0BD8" w:rsidRPr="000E15EE">
        <w:t>warunki dostępu cudzoziemców do rynku pracy</w:t>
      </w:r>
      <w:r w:rsidRPr="000E15EE">
        <w:t>, organy właściwe oraz tryb postępowania w tych sprawach.</w:t>
      </w:r>
      <w:bookmarkEnd w:id="6"/>
      <w:bookmarkEnd w:id="7"/>
    </w:p>
    <w:p w14:paraId="2E4CEF4D" w14:textId="77777777" w:rsidR="00935585" w:rsidRPr="000E15EE" w:rsidRDefault="00935585" w:rsidP="00765683">
      <w:pPr>
        <w:pStyle w:val="USTustnpkodeksu"/>
      </w:pPr>
      <w:r w:rsidRPr="000E15EE">
        <w:lastRenderedPageBreak/>
        <w:t>2. Zasady wjazdu i pobytu cudzoziemców na terytorium Rzeczypospolitej Polskiej w związku z wykonywaniem pracy oraz skutki powierzenia pracy cudzoziemcowi przebywającemu nielegalnie na terytorium Rzeczypospolitej Polskiej,</w:t>
      </w:r>
      <w:r w:rsidRPr="000E15EE">
        <w:rPr>
          <w:rStyle w:val="IDindeksdolny"/>
          <w:vertAlign w:val="baseline"/>
        </w:rPr>
        <w:t xml:space="preserve"> inne niż kary za wykroczenia określone w przepisach art. </w:t>
      </w:r>
      <w:r w:rsidR="00D5646A">
        <w:rPr>
          <w:rStyle w:val="IDindeksdolny"/>
          <w:vertAlign w:val="baseline"/>
        </w:rPr>
        <w:t xml:space="preserve"> 82 </w:t>
      </w:r>
      <w:r w:rsidRPr="000E15EE">
        <w:rPr>
          <w:rStyle w:val="IDindeksdolny"/>
          <w:vertAlign w:val="baseline"/>
        </w:rPr>
        <w:t>ust. 1 i 3,</w:t>
      </w:r>
      <w:r w:rsidRPr="000E15EE">
        <w:t xml:space="preserve"> określają przepisy odrębne.</w:t>
      </w:r>
    </w:p>
    <w:p w14:paraId="5885244E" w14:textId="77777777" w:rsidR="00D76E3F" w:rsidRPr="000E15EE" w:rsidRDefault="009E2E0C" w:rsidP="002D5BBC">
      <w:pPr>
        <w:pStyle w:val="USTustnpkodeksu"/>
      </w:pPr>
      <w:r w:rsidRPr="000E15EE">
        <w:t>3</w:t>
      </w:r>
      <w:r w:rsidR="005C5A8F" w:rsidRPr="000E15EE">
        <w:t xml:space="preserve">. Ustawa określa również </w:t>
      </w:r>
      <w:r w:rsidR="00082BCA" w:rsidRPr="000E15EE">
        <w:t xml:space="preserve">szczególne </w:t>
      </w:r>
      <w:r w:rsidR="00A145D5" w:rsidRPr="000E15EE">
        <w:t xml:space="preserve">działania w zakresie </w:t>
      </w:r>
      <w:r w:rsidR="005C5A8F" w:rsidRPr="000E15EE">
        <w:t xml:space="preserve">aktywizacji zawodowej </w:t>
      </w:r>
      <w:r w:rsidR="00A145D5" w:rsidRPr="000E15EE">
        <w:t>i</w:t>
      </w:r>
      <w:r w:rsidR="009968C6" w:rsidRPr="000E15EE">
        <w:t> </w:t>
      </w:r>
      <w:r w:rsidR="005C5A8F" w:rsidRPr="000E15EE">
        <w:t xml:space="preserve">integracji społecznej </w:t>
      </w:r>
      <w:r w:rsidR="009968C6" w:rsidRPr="000E15EE">
        <w:t xml:space="preserve">cudzoziemców </w:t>
      </w:r>
      <w:r w:rsidR="00A145D5" w:rsidRPr="000E15EE">
        <w:t>finansowane ze środków Funduszu Pracy, o</w:t>
      </w:r>
      <w:r w:rsidR="009968C6" w:rsidRPr="000E15EE">
        <w:t> </w:t>
      </w:r>
      <w:r w:rsidR="00A145D5" w:rsidRPr="000E15EE">
        <w:t>którym mowa w … ustawy z</w:t>
      </w:r>
      <w:r w:rsidR="009968C6" w:rsidRPr="000E15EE">
        <w:t> </w:t>
      </w:r>
      <w:r w:rsidR="00A145D5" w:rsidRPr="000E15EE">
        <w:t>dnia … o</w:t>
      </w:r>
      <w:r w:rsidR="009968C6" w:rsidRPr="000E15EE">
        <w:t> </w:t>
      </w:r>
      <w:r w:rsidR="00A145D5" w:rsidRPr="000E15EE">
        <w:t>rynku pracy i</w:t>
      </w:r>
      <w:r w:rsidR="009968C6" w:rsidRPr="000E15EE">
        <w:t> </w:t>
      </w:r>
      <w:r w:rsidR="00A145D5" w:rsidRPr="000E15EE">
        <w:t>służbach zatrudnienia (Dz. U. …)</w:t>
      </w:r>
      <w:r w:rsidR="005C5A8F" w:rsidRPr="000E15EE">
        <w:t>.</w:t>
      </w:r>
    </w:p>
    <w:p w14:paraId="06CE9B2F" w14:textId="77777777" w:rsidR="00935585" w:rsidRPr="000E15EE" w:rsidRDefault="009E2E0C" w:rsidP="00935585">
      <w:pPr>
        <w:pStyle w:val="USTustnpkodeksu"/>
      </w:pPr>
      <w:r w:rsidRPr="000E15EE">
        <w:t>4</w:t>
      </w:r>
      <w:r w:rsidR="00935585" w:rsidRPr="000E15EE">
        <w:t>. Ustawy nie stosuje się do:</w:t>
      </w:r>
    </w:p>
    <w:p w14:paraId="3F23FB31" w14:textId="77777777" w:rsidR="00935585" w:rsidRPr="000E15EE" w:rsidRDefault="00935585" w:rsidP="00935585">
      <w:pPr>
        <w:pStyle w:val="PKTpunkt"/>
      </w:pPr>
      <w:r w:rsidRPr="000E15EE">
        <w:t>1)</w:t>
      </w:r>
      <w:r w:rsidRPr="000E15EE">
        <w:tab/>
        <w:t>pracy cudzoziemca, który jest przedsiębiorcą wpisanym do Centralnej Ewidencji i Informacji o Działalności Gospodarczej, wykonywanej na podstawie umowy cywilnoprawnej w ramach jego działalności gospodarczej;</w:t>
      </w:r>
    </w:p>
    <w:p w14:paraId="62686B94" w14:textId="77777777" w:rsidR="00935585" w:rsidRPr="000E15EE" w:rsidRDefault="00935585" w:rsidP="00935585">
      <w:pPr>
        <w:pStyle w:val="PKTpunkt"/>
      </w:pPr>
      <w:r w:rsidRPr="000E15EE">
        <w:t>2)</w:t>
      </w:r>
      <w:r w:rsidRPr="000E15EE">
        <w:tab/>
        <w:t>pełnienia funkcji przez członków misji dyplomatycznych i urzędów konsularnych państw obcych oraz innych osób zrównanych z nimi na podstawie ustaw, umów lub powszechnie ustalonych zwyczajów międzynarodowych;</w:t>
      </w:r>
    </w:p>
    <w:p w14:paraId="5AF3F25E" w14:textId="34ED4C1F" w:rsidR="00935585" w:rsidRPr="000E15EE" w:rsidRDefault="00935585" w:rsidP="00935585">
      <w:pPr>
        <w:pStyle w:val="PKTpunkt"/>
      </w:pPr>
      <w:r w:rsidRPr="000E15EE">
        <w:t>3)</w:t>
      </w:r>
      <w:r w:rsidRPr="000E15EE">
        <w:tab/>
        <w:t xml:space="preserve">świadczeń wolontariuszy </w:t>
      </w:r>
      <w:bookmarkStart w:id="8" w:name="_Hlk120537801"/>
      <w:r w:rsidRPr="000E15EE">
        <w:t>wykonywanych na zasadach określonych w ustawie z dnia 24 kwietnia 2003 r. o działalności pożytku publicznego i o wolontariacie</w:t>
      </w:r>
      <w:bookmarkEnd w:id="8"/>
      <w:r w:rsidRPr="000E15EE">
        <w:t xml:space="preserve"> (Dz. U. z </w:t>
      </w:r>
      <w:r w:rsidR="00C23B4D" w:rsidRPr="000E15EE">
        <w:t xml:space="preserve">2023 r. </w:t>
      </w:r>
      <w:r w:rsidR="00271888" w:rsidRPr="000E15EE">
        <w:t>poz. </w:t>
      </w:r>
      <w:r w:rsidR="00C23B4D" w:rsidRPr="000E15EE">
        <w:t>571</w:t>
      </w:r>
      <w:r w:rsidR="00590D28">
        <w:t xml:space="preserve"> oraz z 2024 r. poz. 834</w:t>
      </w:r>
      <w:r w:rsidRPr="000E15EE">
        <w:t>);</w:t>
      </w:r>
    </w:p>
    <w:p w14:paraId="5BA5E5AD" w14:textId="6834CC9C" w:rsidR="00935585" w:rsidRPr="000E15EE" w:rsidRDefault="00935585" w:rsidP="00935585">
      <w:pPr>
        <w:pStyle w:val="PKTpunkt"/>
      </w:pPr>
      <w:r w:rsidRPr="000E15EE">
        <w:t>4)</w:t>
      </w:r>
      <w:r w:rsidRPr="000E15EE">
        <w:tab/>
      </w:r>
      <w:bookmarkStart w:id="9" w:name="_Hlk120538335"/>
      <w:r w:rsidRPr="000E15EE">
        <w:t xml:space="preserve">wykonywania zadań w ramach stażu, o którym mowa w art. 3 pkt 16a ustawy z dnia 12 grudnia 2013 r. o cudzoziemcach </w:t>
      </w:r>
      <w:bookmarkEnd w:id="9"/>
      <w:r w:rsidRPr="000E15EE">
        <w:t>(Dz. U. z </w:t>
      </w:r>
      <w:r w:rsidR="007E44AC" w:rsidRPr="007E44AC">
        <w:t>2024</w:t>
      </w:r>
      <w:r w:rsidR="007E44AC">
        <w:t> </w:t>
      </w:r>
      <w:r w:rsidR="007E44AC" w:rsidRPr="007E44AC">
        <w:t>r. poz.</w:t>
      </w:r>
      <w:r w:rsidR="007E44AC">
        <w:t> </w:t>
      </w:r>
      <w:r w:rsidR="007E44AC" w:rsidRPr="007E44AC">
        <w:t>769</w:t>
      </w:r>
      <w:r w:rsidR="00590D28">
        <w:t xml:space="preserve"> i 1222</w:t>
      </w:r>
      <w:r w:rsidRPr="000E15EE">
        <w:t xml:space="preserve">), przez cudzoziemca, który </w:t>
      </w:r>
      <w:r w:rsidR="008508A0" w:rsidRPr="008508A0">
        <w:t xml:space="preserve">przebywa na terytorium Rzeczypospolitej Polskiej na podstawie wizy wydanej w celu, o którym mowa w art. 60 ust. 1 pkt </w:t>
      </w:r>
      <w:r w:rsidR="008508A0">
        <w:t>13a</w:t>
      </w:r>
      <w:r w:rsidR="008508A0" w:rsidRPr="008508A0">
        <w:t xml:space="preserve"> tej ustawy,</w:t>
      </w:r>
      <w:r w:rsidR="008508A0">
        <w:t xml:space="preserve"> lub </w:t>
      </w:r>
      <w:r w:rsidRPr="000E15EE">
        <w:t>posiada zezwolenie na pobyt czasowy dla stażysty, o którym mowa w art. 157a tej ustawy;</w:t>
      </w:r>
    </w:p>
    <w:p w14:paraId="0668FC69" w14:textId="77777777" w:rsidR="00935585" w:rsidRPr="000E15EE" w:rsidRDefault="00935585" w:rsidP="00935585">
      <w:pPr>
        <w:pStyle w:val="PKTpunkt"/>
      </w:pPr>
      <w:r w:rsidRPr="000E15EE">
        <w:t>5)</w:t>
      </w:r>
      <w:r w:rsidRPr="000E15EE">
        <w:tab/>
      </w:r>
      <w:bookmarkStart w:id="10" w:name="_Hlk120538745"/>
      <w:r w:rsidRPr="000E15EE">
        <w:t xml:space="preserve">okazjonalnego, incydentalnego wykonywania czynności na rzecz </w:t>
      </w:r>
      <w:r w:rsidR="001503C9">
        <w:t xml:space="preserve">podmiotu </w:t>
      </w:r>
      <w:r w:rsidRPr="000E15EE">
        <w:t xml:space="preserve">zagranicznego, niemających związku z rynkiem pracy i gospodarką Rzeczypospolitej Polskiej, przez cudzoziemca, który przebywa na terytorium Rzeczypospolitej Polskiej w innym celu niż wykonywanie tych czynności, </w:t>
      </w:r>
      <w:bookmarkEnd w:id="10"/>
      <w:r w:rsidRPr="000E15EE">
        <w:t xml:space="preserve">w szczególności jeżeli czynności te nie mają na celu świadczenia usług przez </w:t>
      </w:r>
      <w:r w:rsidR="001503C9">
        <w:t xml:space="preserve">podmiot </w:t>
      </w:r>
      <w:r w:rsidRPr="000E15EE">
        <w:t xml:space="preserve">zagraniczny z lub na terytorium Rzeczypospolitej Polskiej i ich wykonywanie nie jest organizowane bezpośrednio lub pośrednio przez </w:t>
      </w:r>
      <w:r w:rsidR="001503C9">
        <w:t xml:space="preserve">podmiot </w:t>
      </w:r>
      <w:r w:rsidRPr="000E15EE">
        <w:t>zagraniczn</w:t>
      </w:r>
      <w:r w:rsidR="001503C9">
        <w:t>y</w:t>
      </w:r>
      <w:r w:rsidRPr="000E15EE">
        <w:t>;</w:t>
      </w:r>
    </w:p>
    <w:p w14:paraId="04A80477" w14:textId="77777777" w:rsidR="00935585" w:rsidRPr="000E15EE" w:rsidRDefault="00935585" w:rsidP="00935585">
      <w:pPr>
        <w:pStyle w:val="PKTpunkt"/>
      </w:pPr>
      <w:r w:rsidRPr="000E15EE">
        <w:lastRenderedPageBreak/>
        <w:t>6)</w:t>
      </w:r>
      <w:r w:rsidRPr="000E15EE">
        <w:tab/>
      </w:r>
      <w:r w:rsidR="001503C9">
        <w:t>powierzania pracy</w:t>
      </w:r>
      <w:r w:rsidRPr="000E15EE">
        <w:t>:</w:t>
      </w:r>
    </w:p>
    <w:p w14:paraId="3CC0052C" w14:textId="77777777" w:rsidR="00935585" w:rsidRPr="000E15EE" w:rsidRDefault="00935585" w:rsidP="00935585">
      <w:pPr>
        <w:pStyle w:val="LITlitera"/>
      </w:pPr>
      <w:r w:rsidRPr="000E15EE">
        <w:t>a)</w:t>
      </w:r>
      <w:r w:rsidRPr="000E15EE">
        <w:tab/>
        <w:t>obywatel</w:t>
      </w:r>
      <w:r w:rsidR="001503C9">
        <w:t>om</w:t>
      </w:r>
      <w:r w:rsidRPr="000E15EE">
        <w:t xml:space="preserve"> państw członkowskich Unii Europejskiej </w:t>
      </w:r>
      <w:r w:rsidR="000835D2" w:rsidRPr="000E15EE">
        <w:t>lub</w:t>
      </w:r>
      <w:r w:rsidR="00C23B4D" w:rsidRPr="000E15EE">
        <w:t xml:space="preserve"> </w:t>
      </w:r>
      <w:r w:rsidRPr="000E15EE">
        <w:t>państw członkowskich Europejskiego Stowarzyszenia Wolnego Handlu (EFTA) – stron umowy o Europejskim Obszarze Gospodarczym</w:t>
      </w:r>
      <w:r w:rsidR="00015977" w:rsidRPr="000E15EE">
        <w:t>,</w:t>
      </w:r>
    </w:p>
    <w:p w14:paraId="2D934ED0" w14:textId="77777777" w:rsidR="00935585" w:rsidRPr="000E15EE" w:rsidRDefault="009D48FA" w:rsidP="00935585">
      <w:pPr>
        <w:pStyle w:val="LITlitera"/>
      </w:pPr>
      <w:r w:rsidRPr="000E15EE">
        <w:t>b)</w:t>
      </w:r>
      <w:r w:rsidR="00935585" w:rsidRPr="000E15EE">
        <w:tab/>
      </w:r>
      <w:bookmarkStart w:id="11" w:name="_Hlk120525980"/>
      <w:r w:rsidR="00935585" w:rsidRPr="000E15EE">
        <w:t>obywatel</w:t>
      </w:r>
      <w:r w:rsidR="001503C9">
        <w:t>om</w:t>
      </w:r>
      <w:r w:rsidR="00935585" w:rsidRPr="000E15EE">
        <w:t xml:space="preserve"> Zjednoczonego Królestwa Wielkiej Brytanii i Irlandii Północnej, o których mowa w art. 10 ust. 1 lit. b oraz d Umowy o Wystąpieniu Zjednoczonego Królestwa Wielkiej Brytanii i Irlandii Północnej z Unii Europejskiej i Europejskiej Wspólnoty Energii Atomowej (Dz. Urz. UE L 29 z 31.01.2020, str. 7, z późn. zm.</w:t>
      </w:r>
      <w:r w:rsidR="00935585" w:rsidRPr="000E15EE">
        <w:rPr>
          <w:rStyle w:val="Odwoanieprzypisudolnego"/>
        </w:rPr>
        <w:footnoteReference w:id="3"/>
      </w:r>
      <w:r w:rsidR="00935585" w:rsidRPr="000E15EE">
        <w:rPr>
          <w:rStyle w:val="IGindeksgrny"/>
        </w:rPr>
        <w:t>)</w:t>
      </w:r>
      <w:r w:rsidR="00935585" w:rsidRPr="000E15EE">
        <w:t xml:space="preserve">) zwanej dalej </w:t>
      </w:r>
      <w:r w:rsidR="006C00D6" w:rsidRPr="000E15EE">
        <w:t>„</w:t>
      </w:r>
      <w:r w:rsidR="00935585" w:rsidRPr="000E15EE">
        <w:t>Umową Wystąpienia</w:t>
      </w:r>
      <w:r w:rsidR="006C00D6" w:rsidRPr="000E15EE">
        <w:t>”</w:t>
      </w:r>
      <w:r w:rsidR="00935585" w:rsidRPr="000E15EE">
        <w:t>, oraz członk</w:t>
      </w:r>
      <w:r w:rsidR="001503C9">
        <w:t>om</w:t>
      </w:r>
      <w:r w:rsidR="00935585" w:rsidRPr="000E15EE">
        <w:t xml:space="preserve"> ich rodzin, o których mowa w art. 10 ust. 1 lit. e oraz f Umowy Wystąpienia</w:t>
      </w:r>
      <w:bookmarkEnd w:id="11"/>
      <w:r w:rsidR="00935585" w:rsidRPr="000E15EE">
        <w:t>.</w:t>
      </w:r>
    </w:p>
    <w:p w14:paraId="074355A3" w14:textId="77777777" w:rsidR="0068585F" w:rsidRPr="000E15EE" w:rsidRDefault="009E2E0C" w:rsidP="0068585F">
      <w:pPr>
        <w:pStyle w:val="USTustnpkodeksu"/>
      </w:pPr>
      <w:bookmarkStart w:id="12" w:name="_Toc88838090"/>
      <w:bookmarkStart w:id="13" w:name="_Toc107829937"/>
      <w:r w:rsidRPr="000E15EE">
        <w:t>5</w:t>
      </w:r>
      <w:r w:rsidR="0068585F" w:rsidRPr="000E15EE">
        <w:t>. </w:t>
      </w:r>
      <w:r w:rsidR="003A6DA9" w:rsidRPr="000E15EE">
        <w:t>Minister właściwy do spraw pracy udziela wyjaśnień dotyczących stosowania przepisów ustawy w celu zapewnienia </w:t>
      </w:r>
      <w:bookmarkStart w:id="14" w:name="highlightHit_0"/>
      <w:bookmarkEnd w:id="14"/>
      <w:r w:rsidR="003A6DA9" w:rsidRPr="000E15EE">
        <w:t xml:space="preserve">jednolitości </w:t>
      </w:r>
      <w:r w:rsidR="004B5E5C" w:rsidRPr="000E15EE">
        <w:t xml:space="preserve">jej </w:t>
      </w:r>
      <w:r w:rsidR="003A6DA9" w:rsidRPr="000E15EE">
        <w:t>stosowania.</w:t>
      </w:r>
    </w:p>
    <w:p w14:paraId="3D38FA0C" w14:textId="77777777" w:rsidR="00935585" w:rsidRPr="000E15EE" w:rsidRDefault="00935585" w:rsidP="00935585">
      <w:pPr>
        <w:pStyle w:val="ARTartustawynprozporzdzenia"/>
      </w:pPr>
      <w:r w:rsidRPr="000E15EE">
        <w:rPr>
          <w:rStyle w:val="Ppogrubienie"/>
        </w:rPr>
        <w:t>Art. </w:t>
      </w:r>
      <w:r w:rsidR="00195F48" w:rsidRPr="000E15EE">
        <w:rPr>
          <w:rStyle w:val="Ppogrubienie"/>
        </w:rPr>
        <w:t>2</w:t>
      </w:r>
      <w:r w:rsidRPr="000E15EE">
        <w:rPr>
          <w:rStyle w:val="Ppogrubienie"/>
        </w:rPr>
        <w:t>.</w:t>
      </w:r>
      <w:r w:rsidRPr="000E15EE">
        <w:t> Ilekroć w ustawie jest mowa o:</w:t>
      </w:r>
      <w:bookmarkEnd w:id="12"/>
      <w:bookmarkEnd w:id="13"/>
    </w:p>
    <w:p w14:paraId="4DDD822A" w14:textId="77777777" w:rsidR="00935585" w:rsidRPr="000E15EE" w:rsidRDefault="00935585" w:rsidP="00935585">
      <w:pPr>
        <w:pStyle w:val="PKTpunkt"/>
      </w:pPr>
      <w:r w:rsidRPr="000E15EE">
        <w:t>1)</w:t>
      </w:r>
      <w:r w:rsidRPr="000E15EE">
        <w:tab/>
        <w:t>cudzoziemcu – oznacza to każdego, kto nie posiada obywatelstwa polskiego;</w:t>
      </w:r>
    </w:p>
    <w:p w14:paraId="45D75D00" w14:textId="77777777" w:rsidR="00935585" w:rsidRPr="000E15EE" w:rsidRDefault="00935585" w:rsidP="00935585">
      <w:pPr>
        <w:pStyle w:val="PKTpunkt"/>
      </w:pPr>
      <w:r w:rsidRPr="000E15EE">
        <w:t>2)</w:t>
      </w:r>
      <w:r w:rsidRPr="000E15EE">
        <w:tab/>
        <w:t xml:space="preserve">nielegalnym </w:t>
      </w:r>
      <w:r w:rsidR="00095EB2">
        <w:t xml:space="preserve">powierzeniu pracy cudzoziemcowi </w:t>
      </w:r>
      <w:r w:rsidRPr="000E15EE">
        <w:t xml:space="preserve">– oznacza to </w:t>
      </w:r>
      <w:r w:rsidR="001503C9" w:rsidRPr="001503C9">
        <w:t xml:space="preserve"> </w:t>
      </w:r>
      <w:r w:rsidR="001503C9">
        <w:t xml:space="preserve">powierzenie pracy </w:t>
      </w:r>
      <w:r w:rsidR="001503C9" w:rsidRPr="000E15EE">
        <w:t>cudzoziemc</w:t>
      </w:r>
      <w:r w:rsidR="001503C9">
        <w:t>owi</w:t>
      </w:r>
      <w:r w:rsidRPr="000E15EE">
        <w:t>:</w:t>
      </w:r>
    </w:p>
    <w:p w14:paraId="62F9E7B5" w14:textId="4A945051" w:rsidR="00EE1675" w:rsidRDefault="00935585" w:rsidP="00935585">
      <w:pPr>
        <w:pStyle w:val="LITlitera"/>
      </w:pPr>
      <w:r w:rsidRPr="000E15EE">
        <w:t>a)</w:t>
      </w:r>
      <w:r w:rsidR="009E2E0C" w:rsidRPr="000E15EE">
        <w:tab/>
      </w:r>
      <w:r w:rsidR="00EE1675" w:rsidRPr="00EE1675">
        <w:t xml:space="preserve">który </w:t>
      </w:r>
      <w:r w:rsidR="00EE1675">
        <w:t>nielegalnie przebywa</w:t>
      </w:r>
      <w:r w:rsidR="00EE1675" w:rsidRPr="00EE1675">
        <w:t xml:space="preserve"> na terytorium Rzeczypospolitej Polskiej lub</w:t>
      </w:r>
    </w:p>
    <w:p w14:paraId="3D04F09D" w14:textId="77777777" w:rsidR="00EE1675" w:rsidRPr="000E15EE" w:rsidRDefault="00EE1675" w:rsidP="00EE1675">
      <w:pPr>
        <w:pStyle w:val="LITlitera"/>
      </w:pPr>
      <w:r w:rsidRPr="000E15EE">
        <w:t>b)</w:t>
      </w:r>
      <w:r w:rsidRPr="000E15EE">
        <w:tab/>
        <w:t xml:space="preserve">którego podstawa pobytu nie uprawnia do wykonywania pracy, lub </w:t>
      </w:r>
    </w:p>
    <w:p w14:paraId="7217975F" w14:textId="79C7973B" w:rsidR="00935585" w:rsidRPr="000E15EE" w:rsidRDefault="00EE1675" w:rsidP="00935585">
      <w:pPr>
        <w:pStyle w:val="LITlitera"/>
      </w:pPr>
      <w:r>
        <w:t>c)</w:t>
      </w:r>
      <w:r>
        <w:tab/>
      </w:r>
      <w:r w:rsidR="00790475">
        <w:t xml:space="preserve">bez </w:t>
      </w:r>
      <w:r w:rsidR="00935585" w:rsidRPr="000E15EE">
        <w:t>zezwolenia na pracę lub oświadczenia o </w:t>
      </w:r>
      <w:r w:rsidR="001503C9">
        <w:t xml:space="preserve">powierzeniu pracy cudzoziemcowi </w:t>
      </w:r>
      <w:r w:rsidR="00790475">
        <w:t>wpisane</w:t>
      </w:r>
      <w:r w:rsidR="006652C9">
        <w:t>go</w:t>
      </w:r>
      <w:r w:rsidR="00790475">
        <w:t xml:space="preserve"> do ewidencji oświadczeń</w:t>
      </w:r>
      <w:r w:rsidR="00935585" w:rsidRPr="000E15EE">
        <w:t xml:space="preserve">, jeżeli </w:t>
      </w:r>
      <w:r w:rsidR="00790475">
        <w:t xml:space="preserve">są </w:t>
      </w:r>
      <w:r w:rsidR="00571C8C">
        <w:t xml:space="preserve">one </w:t>
      </w:r>
      <w:r w:rsidR="00935585" w:rsidRPr="000E15EE">
        <w:t xml:space="preserve">wymagane, lub </w:t>
      </w:r>
    </w:p>
    <w:p w14:paraId="26EFD97D" w14:textId="73D5EBA4" w:rsidR="00935585" w:rsidRPr="000E15EE" w:rsidRDefault="00EE1675" w:rsidP="00935585">
      <w:pPr>
        <w:pStyle w:val="LITlitera"/>
      </w:pPr>
      <w:r>
        <w:t>d</w:t>
      </w:r>
      <w:r w:rsidR="00935585" w:rsidRPr="000E15EE">
        <w:t>)</w:t>
      </w:r>
      <w:r w:rsidR="00935585" w:rsidRPr="000E15EE">
        <w:tab/>
      </w:r>
      <w:r w:rsidR="00744C80">
        <w:t xml:space="preserve">na </w:t>
      </w:r>
      <w:r w:rsidR="00935585" w:rsidRPr="000E15EE">
        <w:t xml:space="preserve">innych warunkach lub na innym stanowisku niż określone w odpowiednim zezwoleniu na pracę lub oświadczeniu </w:t>
      </w:r>
      <w:r w:rsidR="001503C9">
        <w:t xml:space="preserve">o powierzeniu pracy </w:t>
      </w:r>
      <w:r w:rsidR="00DC5A53">
        <w:t>cudzoziemcowi wpisanym</w:t>
      </w:r>
      <w:r w:rsidR="00571C8C">
        <w:t xml:space="preserve"> do ewidencji oświadczeń</w:t>
      </w:r>
      <w:r w:rsidR="00935585" w:rsidRPr="000E15EE">
        <w:t>, chyba że przepisy prawa dopuszczają ich zmianę</w:t>
      </w:r>
      <w:r w:rsidR="004D3EFD" w:rsidRPr="004D3EFD">
        <w:t xml:space="preserve"> </w:t>
      </w:r>
      <w:r w:rsidR="004D3EFD" w:rsidRPr="000E15EE">
        <w:t xml:space="preserve">lub </w:t>
      </w:r>
      <w:r w:rsidR="004D3EFD">
        <w:t>chyba że</w:t>
      </w:r>
      <w:r w:rsidR="004D3EFD" w:rsidRPr="000E15EE">
        <w:t xml:space="preserve"> cudzoziemiec jest uprawniony do wykonywania pracy na innej podstawie</w:t>
      </w:r>
      <w:r w:rsidR="00935585" w:rsidRPr="000E15EE">
        <w:t xml:space="preserve">, lub </w:t>
      </w:r>
    </w:p>
    <w:p w14:paraId="5A7752A5" w14:textId="70BDDD33" w:rsidR="00935585" w:rsidRPr="000E15EE" w:rsidRDefault="00EE1675" w:rsidP="00935585">
      <w:pPr>
        <w:pStyle w:val="LITlitera"/>
      </w:pPr>
      <w:r>
        <w:t>e</w:t>
      </w:r>
      <w:r w:rsidR="00935585" w:rsidRPr="000E15EE">
        <w:t>)</w:t>
      </w:r>
      <w:r w:rsidR="00935585" w:rsidRPr="000E15EE">
        <w:tab/>
        <w:t>na innych warunkach lub na innym stanowisku niż określone w zezwoleniu na pobyt czasowy, o którym mowa w art. 114, art. 126, art. 127</w:t>
      </w:r>
      <w:r w:rsidR="00490E9C" w:rsidRPr="000E15EE">
        <w:t>, art.</w:t>
      </w:r>
      <w:r w:rsidR="00A435D5">
        <w:t> </w:t>
      </w:r>
      <w:r w:rsidR="00490E9C" w:rsidRPr="000E15EE">
        <w:t>139a ust. 1, art. 139o ust. 1</w:t>
      </w:r>
      <w:r w:rsidR="00935585" w:rsidRPr="000E15EE">
        <w:t xml:space="preserve"> lub art. 142 ust. 3, z zastrzeżeniem art. 119 i art. 135 ust. 3 ustawy z dnia 12 grudnia 2013 r. o cudzoziemcach, chyba że przepisy prawa dopuszczają ich zmianę</w:t>
      </w:r>
      <w:r w:rsidR="00015977" w:rsidRPr="000E15EE">
        <w:t xml:space="preserve"> </w:t>
      </w:r>
      <w:r w:rsidR="00015977" w:rsidRPr="000E15EE">
        <w:lastRenderedPageBreak/>
        <w:t xml:space="preserve">lub </w:t>
      </w:r>
      <w:r w:rsidR="004D3EFD">
        <w:t>chyba że</w:t>
      </w:r>
      <w:r w:rsidR="00015977" w:rsidRPr="000E15EE">
        <w:t xml:space="preserve"> cudzoziemiec jest uprawniony do wykonywania pracy na innej podstawie</w:t>
      </w:r>
      <w:r w:rsidR="00967C91" w:rsidRPr="000E15EE">
        <w:t>,</w:t>
      </w:r>
      <w:r w:rsidR="004D3EFD">
        <w:t xml:space="preserve"> lub</w:t>
      </w:r>
    </w:p>
    <w:p w14:paraId="2EAA73A9" w14:textId="0E8615BB" w:rsidR="00967C91" w:rsidRPr="000E15EE" w:rsidRDefault="00EE1675" w:rsidP="00967C91">
      <w:pPr>
        <w:pStyle w:val="LITlitera"/>
      </w:pPr>
      <w:r>
        <w:t>f</w:t>
      </w:r>
      <w:r w:rsidR="00967C91" w:rsidRPr="000E15EE">
        <w:t>)</w:t>
      </w:r>
      <w:r w:rsidR="00967C91" w:rsidRPr="000E15EE">
        <w:tab/>
        <w:t>bez zawarcia umowy w formie pisemnej, z wyjątkiem przypadków, o których mowa w art. 6 ust. 1 pkt 2;</w:t>
      </w:r>
    </w:p>
    <w:p w14:paraId="5C23ED90" w14:textId="77777777" w:rsidR="00935585" w:rsidRPr="000E15EE" w:rsidRDefault="00935585" w:rsidP="00935585">
      <w:pPr>
        <w:pStyle w:val="PKTpunkt"/>
      </w:pPr>
      <w:r w:rsidRPr="000E15EE">
        <w:t>3)</w:t>
      </w:r>
      <w:r w:rsidRPr="000E15EE">
        <w:tab/>
        <w:t>nielegalnym wykonywaniu pracy przez cudzoziemca – oznacza to wykonywanie pracy przez cudzoziemca:</w:t>
      </w:r>
    </w:p>
    <w:p w14:paraId="3C5F80A1" w14:textId="14B694E3" w:rsidR="00EE1675" w:rsidRDefault="00935585" w:rsidP="00935585">
      <w:pPr>
        <w:pStyle w:val="LITlitera"/>
      </w:pPr>
      <w:r w:rsidRPr="000E15EE">
        <w:t>a)</w:t>
      </w:r>
      <w:r w:rsidRPr="000E15EE">
        <w:tab/>
      </w:r>
      <w:r w:rsidR="00EE1675" w:rsidRPr="00EE1675">
        <w:t>który nielegalnie przebywa na terytorium Rzeczypospolitej Polskiej</w:t>
      </w:r>
      <w:r w:rsidR="00EE1675">
        <w:t xml:space="preserve"> lub</w:t>
      </w:r>
    </w:p>
    <w:p w14:paraId="47A8CBB7" w14:textId="42F1FC34" w:rsidR="00935585" w:rsidRPr="000E15EE" w:rsidRDefault="00F60E60" w:rsidP="00935585">
      <w:pPr>
        <w:pStyle w:val="LITlitera"/>
      </w:pPr>
      <w:r w:rsidRPr="000E15EE">
        <w:t>b</w:t>
      </w:r>
      <w:r w:rsidR="00935585" w:rsidRPr="000E15EE">
        <w:t>)</w:t>
      </w:r>
      <w:r w:rsidR="00935585" w:rsidRPr="000E15EE">
        <w:tab/>
        <w:t>którego podstawa pobytu nie uprawnia do wykonywania pracy</w:t>
      </w:r>
      <w:r w:rsidR="00D15A07">
        <w:t>, lub</w:t>
      </w:r>
    </w:p>
    <w:p w14:paraId="36D66A25" w14:textId="3E0DFBF7" w:rsidR="00EE1675" w:rsidRPr="000E15EE" w:rsidRDefault="00EE1675" w:rsidP="00EE1675">
      <w:pPr>
        <w:pStyle w:val="LITlitera"/>
      </w:pPr>
      <w:r>
        <w:t>c)</w:t>
      </w:r>
      <w:r>
        <w:tab/>
      </w:r>
      <w:r w:rsidRPr="000E15EE">
        <w:t>który nie posiada odpowiedniego zezwolenia na pracę lub oświadczenia o </w:t>
      </w:r>
      <w:r>
        <w:t>powierzeniu pracy cudzoziemcowi</w:t>
      </w:r>
      <w:r w:rsidRPr="000E15EE">
        <w:t>, jeżeli jest wymagane</w:t>
      </w:r>
      <w:r>
        <w:t>;</w:t>
      </w:r>
    </w:p>
    <w:p w14:paraId="319BFEBA" w14:textId="77777777" w:rsidR="00935585" w:rsidRPr="000E15EE" w:rsidRDefault="00935585" w:rsidP="00935585">
      <w:pPr>
        <w:pStyle w:val="PKTpunkt"/>
      </w:pPr>
      <w:r w:rsidRPr="000E15EE">
        <w:t>4)</w:t>
      </w:r>
      <w:r w:rsidRPr="000E15EE">
        <w:tab/>
        <w:t xml:space="preserve">podmiocie </w:t>
      </w:r>
      <w:r w:rsidR="00DC5A53">
        <w:t>powierzającym pracę cudzoziemcowi</w:t>
      </w:r>
      <w:r w:rsidR="00DC5A53" w:rsidRPr="000E15EE">
        <w:t xml:space="preserve"> </w:t>
      </w:r>
      <w:r w:rsidRPr="000E15EE">
        <w:t xml:space="preserve">– oznacza to jednostkę organizacyjną, chociażby nie posiadała osobowości prawnej, lub osobę fizyczną, które na podstawie umowy lub innego stosunku prawnego </w:t>
      </w:r>
      <w:r w:rsidR="00823452">
        <w:t xml:space="preserve">powierzają </w:t>
      </w:r>
      <w:r w:rsidR="00823452" w:rsidRPr="000E15EE">
        <w:t xml:space="preserve">lub zamierzają </w:t>
      </w:r>
      <w:r w:rsidR="00823452">
        <w:t xml:space="preserve">powierzyć pracę </w:t>
      </w:r>
      <w:r w:rsidR="00823452" w:rsidRPr="000E15EE">
        <w:t>cudzoziemc</w:t>
      </w:r>
      <w:r w:rsidR="00823452">
        <w:t>owi</w:t>
      </w:r>
      <w:r w:rsidRPr="000E15EE">
        <w:t>;</w:t>
      </w:r>
    </w:p>
    <w:p w14:paraId="35F9AE6F" w14:textId="77777777" w:rsidR="00EF0A05" w:rsidRPr="000E15EE" w:rsidRDefault="00EF0A05" w:rsidP="00EF0A05">
      <w:pPr>
        <w:pStyle w:val="PKTpunkt"/>
      </w:pPr>
      <w:bookmarkStart w:id="15" w:name="_Hlk121408176"/>
      <w:r w:rsidRPr="000E15EE">
        <w:t>8)</w:t>
      </w:r>
      <w:r w:rsidRPr="000E15EE">
        <w:tab/>
      </w:r>
      <w:bookmarkStart w:id="16" w:name="_Hlk125646022"/>
      <w:bookmarkEnd w:id="15"/>
      <w:r>
        <w:t xml:space="preserve">podmiocie </w:t>
      </w:r>
      <w:r w:rsidRPr="000E15EE">
        <w:t xml:space="preserve">zagranicznym – oznacza to </w:t>
      </w:r>
      <w:r>
        <w:t>podmiot powierzający pracę cudzoziemcowi,</w:t>
      </w:r>
      <w:r w:rsidRPr="000E15EE">
        <w:t xml:space="preserve"> niemający siedziby albo miejsca zamieszkania na terytorium Rzeczypospolitej Polskiej, który w innym państwie ma siedzibę albo miejsce </w:t>
      </w:r>
      <w:r>
        <w:t xml:space="preserve">stałego pobytu </w:t>
      </w:r>
      <w:r w:rsidRPr="000E15EE">
        <w:t>oraz prowadzi na jego terytorium działalność gospodarczą;</w:t>
      </w:r>
    </w:p>
    <w:bookmarkEnd w:id="16"/>
    <w:p w14:paraId="4887F7D7" w14:textId="77777777" w:rsidR="00935585" w:rsidRPr="000E15EE" w:rsidRDefault="00935585" w:rsidP="00935585">
      <w:pPr>
        <w:pStyle w:val="PKTpunkt"/>
      </w:pPr>
      <w:r w:rsidRPr="000E15EE">
        <w:t>5)</w:t>
      </w:r>
      <w:r w:rsidRPr="000E15EE">
        <w:tab/>
      </w:r>
      <w:r w:rsidRPr="008F5454">
        <w:t xml:space="preserve">polskim podmiocie </w:t>
      </w:r>
      <w:r w:rsidR="00DC5A53" w:rsidRPr="008F5454">
        <w:t xml:space="preserve">powierzającym pracę cudzoziemcowi </w:t>
      </w:r>
      <w:r w:rsidRPr="008F5454">
        <w:t xml:space="preserve">– oznacza to </w:t>
      </w:r>
      <w:r w:rsidR="00725D78" w:rsidRPr="008F5454">
        <w:t>podmiot powierzający pracę cudzoziemcowi</w:t>
      </w:r>
      <w:r w:rsidR="00DC5A53" w:rsidRPr="008F5454">
        <w:t xml:space="preserve">, </w:t>
      </w:r>
      <w:r w:rsidRPr="008F5454">
        <w:t xml:space="preserve">mający siedzibę albo miejsce </w:t>
      </w:r>
      <w:r w:rsidR="00725D78" w:rsidRPr="008F5454">
        <w:t xml:space="preserve">stałego pobytu </w:t>
      </w:r>
      <w:r w:rsidRPr="008F5454">
        <w:t>na terytorium Rzeczypospolitej Polskiej</w:t>
      </w:r>
      <w:r w:rsidR="009439B1" w:rsidRPr="008F5454">
        <w:t xml:space="preserve">, </w:t>
      </w:r>
      <w:r w:rsidR="009439B1" w:rsidRPr="000E15EE">
        <w:t xml:space="preserve">w tym oddział lub przedstawicielstwo </w:t>
      </w:r>
      <w:r w:rsidR="00975BB6">
        <w:t xml:space="preserve">podmiotu </w:t>
      </w:r>
      <w:r w:rsidR="009439B1" w:rsidRPr="000E15EE">
        <w:t>zagranicznego</w:t>
      </w:r>
      <w:r w:rsidRPr="000E15EE">
        <w:t>;</w:t>
      </w:r>
    </w:p>
    <w:p w14:paraId="233BDDE1" w14:textId="77777777" w:rsidR="00935585" w:rsidRPr="000E15EE" w:rsidRDefault="00935585" w:rsidP="00935585">
      <w:pPr>
        <w:pStyle w:val="PKTpunkt"/>
      </w:pPr>
      <w:r w:rsidRPr="000E15EE">
        <w:t>6)</w:t>
      </w:r>
      <w:r w:rsidRPr="000E15EE">
        <w:tab/>
        <w:t xml:space="preserve">pracodawcy użytkowniku </w:t>
      </w:r>
      <w:r w:rsidR="00970CB6" w:rsidRPr="000E15EE">
        <w:t>–</w:t>
      </w:r>
      <w:r w:rsidRPr="000E15EE">
        <w:t xml:space="preserve"> oznacza to pracodawcę użytkownika w rozumieniu art. 2 pkt 1 ustawy z dnia 9 lipca 2003 r. o zatrudnianiu pracowników tymczasowych (Dz.</w:t>
      </w:r>
      <w:r w:rsidR="00650DE6">
        <w:t xml:space="preserve"> </w:t>
      </w:r>
      <w:r w:rsidRPr="000E15EE">
        <w:t>U. z </w:t>
      </w:r>
      <w:r w:rsidR="00452462" w:rsidRPr="000E15EE">
        <w:t xml:space="preserve">2023 r. </w:t>
      </w:r>
      <w:r w:rsidR="00271888" w:rsidRPr="000E15EE">
        <w:t>poz. </w:t>
      </w:r>
      <w:r w:rsidR="00452462" w:rsidRPr="000E15EE">
        <w:t>1110</w:t>
      </w:r>
      <w:r w:rsidRPr="000E15EE">
        <w:t>);</w:t>
      </w:r>
    </w:p>
    <w:p w14:paraId="4ABBD45C" w14:textId="77777777" w:rsidR="00935585" w:rsidRPr="000E15EE" w:rsidRDefault="00935585" w:rsidP="00935585">
      <w:pPr>
        <w:pStyle w:val="PKTpunkt"/>
      </w:pPr>
      <w:r w:rsidRPr="000E15EE">
        <w:t>7)</w:t>
      </w:r>
      <w:r w:rsidRPr="000E15EE">
        <w:tab/>
        <w:t xml:space="preserve">pracowniku tymczasowym </w:t>
      </w:r>
      <w:r w:rsidR="00970CB6" w:rsidRPr="000E15EE">
        <w:t>–</w:t>
      </w:r>
      <w:r w:rsidRPr="000E15EE">
        <w:t xml:space="preserve"> oznacza to pracownika tymczasowego lub osobę skierowaną na podstawie umowy cywilnoprawnej do wykonywania pracy tymczasowej w rozumieniu art. 2 pkt 2 i 3 ustawy z dnia 9 lipca 2003 r. o zatrudnianiu pracowników tymczasowych;</w:t>
      </w:r>
    </w:p>
    <w:p w14:paraId="6B4A1A26" w14:textId="77777777" w:rsidR="00935585" w:rsidRPr="00823452" w:rsidRDefault="009E2E0C" w:rsidP="00935585">
      <w:pPr>
        <w:pStyle w:val="PKTpunkt"/>
      </w:pPr>
      <w:r w:rsidRPr="000E15EE">
        <w:t>9</w:t>
      </w:r>
      <w:r w:rsidR="00935585" w:rsidRPr="000E15EE">
        <w:t>)</w:t>
      </w:r>
      <w:r w:rsidR="00935585" w:rsidRPr="000E15EE">
        <w:tab/>
      </w:r>
      <w:r w:rsidR="00823452">
        <w:t xml:space="preserve">powierzaniu pracy cudzoziemcowi </w:t>
      </w:r>
      <w:r w:rsidR="00935585" w:rsidRPr="00823452">
        <w:t>– oznacza to powierzenie cudzoziemcowi:</w:t>
      </w:r>
    </w:p>
    <w:p w14:paraId="14DA1FAA" w14:textId="77777777" w:rsidR="00935585" w:rsidRPr="000E15EE" w:rsidRDefault="00935585" w:rsidP="00935585">
      <w:pPr>
        <w:pStyle w:val="LITlitera"/>
      </w:pPr>
      <w:r w:rsidRPr="000E15EE">
        <w:t>a)</w:t>
      </w:r>
      <w:r w:rsidRPr="000E15EE">
        <w:tab/>
        <w:t>wykonywania pracy na terytorium Rzeczypospolitej Polskiej na podstawie stosunku pracy, stosunku służbowego lub umowy o pracę nakładczą</w:t>
      </w:r>
      <w:r w:rsidR="00DA17F8" w:rsidRPr="000E15EE">
        <w:t>,</w:t>
      </w:r>
      <w:r w:rsidRPr="000E15EE">
        <w:t xml:space="preserve"> lub</w:t>
      </w:r>
    </w:p>
    <w:p w14:paraId="0EFD79FA" w14:textId="77777777" w:rsidR="00935585" w:rsidRPr="000E15EE" w:rsidRDefault="00935585" w:rsidP="00935585">
      <w:pPr>
        <w:pStyle w:val="LITlitera"/>
      </w:pPr>
      <w:r w:rsidRPr="000E15EE">
        <w:t>b)</w:t>
      </w:r>
      <w:r w:rsidRPr="000E15EE">
        <w:tab/>
        <w:t xml:space="preserve">wykonywania pracy lub świadczenia usług na terytorium Rzeczypospolitej Polskiej na podstawie umów cywilnoprawnych, </w:t>
      </w:r>
      <w:r w:rsidR="0068598B">
        <w:t xml:space="preserve">w szczególności </w:t>
      </w:r>
      <w:r w:rsidRPr="000E15EE">
        <w:t>umowy zlecenia</w:t>
      </w:r>
      <w:r w:rsidR="0068598B">
        <w:t>,</w:t>
      </w:r>
      <w:r w:rsidR="003439C1">
        <w:t xml:space="preserve"> umowy o </w:t>
      </w:r>
      <w:r w:rsidR="003439C1">
        <w:lastRenderedPageBreak/>
        <w:t>świadczenie usług</w:t>
      </w:r>
      <w:r w:rsidRPr="000E15EE">
        <w:t xml:space="preserve">, umowy o dzieło lub umowy o pomocy przy zbiorach w rozumieniu przepisów o ubezpieczeniu społecznym rolników albo </w:t>
      </w:r>
      <w:r w:rsidR="0068598B">
        <w:t xml:space="preserve">wykonywania </w:t>
      </w:r>
      <w:r w:rsidRPr="000E15EE">
        <w:t>pracy w okresie członkostwa w rolniczej spółdzielni produkcyjnej, spółdzielni kółek rolniczych lub spółdzielni usług rolniczych, lub</w:t>
      </w:r>
    </w:p>
    <w:p w14:paraId="2D3D2EA8" w14:textId="77777777" w:rsidR="00935585" w:rsidRPr="000E15EE" w:rsidRDefault="00935585" w:rsidP="00935585">
      <w:pPr>
        <w:pStyle w:val="LITlitera"/>
      </w:pPr>
      <w:bookmarkStart w:id="17" w:name="_Hlk121406886"/>
      <w:r w:rsidRPr="000E15EE">
        <w:t>c)</w:t>
      </w:r>
      <w:r w:rsidRPr="000E15EE">
        <w:tab/>
        <w:t xml:space="preserve">pełnienia funkcji w zarządach osób prawnych </w:t>
      </w:r>
      <w:r w:rsidR="00903AA5" w:rsidRPr="000E15EE">
        <w:t xml:space="preserve">wpisanych </w:t>
      </w:r>
      <w:r w:rsidRPr="000E15EE">
        <w:t>do rejestru przedsiębiorców</w:t>
      </w:r>
      <w:r w:rsidR="00903AA5" w:rsidRPr="000E15EE">
        <w:t xml:space="preserve"> </w:t>
      </w:r>
      <w:r w:rsidR="004E1802" w:rsidRPr="000E15EE">
        <w:t>Krajowego Rejestru Sądoweg</w:t>
      </w:r>
      <w:r w:rsidR="005527AB" w:rsidRPr="000E15EE">
        <w:t xml:space="preserve">o, zwanego dalej </w:t>
      </w:r>
      <w:r w:rsidR="006C00D6" w:rsidRPr="000E15EE">
        <w:t>„</w:t>
      </w:r>
      <w:r w:rsidR="005527AB" w:rsidRPr="000E15EE">
        <w:t>rejestrem przedsiębiorców</w:t>
      </w:r>
      <w:r w:rsidR="00D902AF">
        <w:t xml:space="preserve"> KRS</w:t>
      </w:r>
      <w:r w:rsidR="006C00D6" w:rsidRPr="000E15EE">
        <w:t>”</w:t>
      </w:r>
      <w:r w:rsidR="007C2F74">
        <w:t>,</w:t>
      </w:r>
      <w:r w:rsidRPr="000E15EE">
        <w:t xml:space="preserve"> lub spół</w:t>
      </w:r>
      <w:r w:rsidR="00BE269E" w:rsidRPr="000E15EE">
        <w:t>ek</w:t>
      </w:r>
      <w:r w:rsidRPr="000E15EE">
        <w:t xml:space="preserve"> kapitałowy</w:t>
      </w:r>
      <w:r w:rsidR="00BE269E" w:rsidRPr="000E15EE">
        <w:t>ch</w:t>
      </w:r>
      <w:r w:rsidRPr="000E15EE">
        <w:t xml:space="preserve"> w organizacji, </w:t>
      </w:r>
      <w:bookmarkEnd w:id="17"/>
      <w:r w:rsidR="00367CCB" w:rsidRPr="000E15EE">
        <w:t xml:space="preserve">jeżeli </w:t>
      </w:r>
      <w:r w:rsidR="00823452">
        <w:t xml:space="preserve">cudzoziemiec </w:t>
      </w:r>
      <w:r w:rsidR="00367CCB" w:rsidRPr="000E15EE">
        <w:t xml:space="preserve">przebywa na terytorium Rzeczypospolitej Polskiej, </w:t>
      </w:r>
      <w:r w:rsidRPr="000E15EE">
        <w:t xml:space="preserve">lub </w:t>
      </w:r>
    </w:p>
    <w:p w14:paraId="1F33BDC6" w14:textId="77777777" w:rsidR="00935585" w:rsidRPr="000E15EE" w:rsidRDefault="00935585" w:rsidP="00935585">
      <w:pPr>
        <w:pStyle w:val="LITlitera"/>
      </w:pPr>
      <w:r w:rsidRPr="000E15EE">
        <w:t>d)</w:t>
      </w:r>
      <w:r w:rsidRPr="000E15EE">
        <w:tab/>
        <w:t xml:space="preserve">reprezentacji lub prowadzenia spraw spółki komandytowej lub komandytowo-akcyjnej </w:t>
      </w:r>
      <w:r w:rsidR="00903AA5" w:rsidRPr="000E15EE">
        <w:t>wpisanej do rejestru przedsiębiorców</w:t>
      </w:r>
      <w:r w:rsidR="00E20321">
        <w:t xml:space="preserve"> KRS</w:t>
      </w:r>
      <w:r w:rsidRPr="000E15EE">
        <w:t xml:space="preserve">, </w:t>
      </w:r>
      <w:r w:rsidR="00367CCB" w:rsidRPr="000E15EE">
        <w:t xml:space="preserve">jeżeli </w:t>
      </w:r>
      <w:r w:rsidR="00190324">
        <w:t xml:space="preserve">cudzoziemiec </w:t>
      </w:r>
      <w:r w:rsidR="00367CCB" w:rsidRPr="000E15EE">
        <w:t xml:space="preserve">przebywa na terytorium Rzeczypospolitej Polskiej, </w:t>
      </w:r>
      <w:r w:rsidRPr="000E15EE">
        <w:t xml:space="preserve">lub </w:t>
      </w:r>
    </w:p>
    <w:p w14:paraId="1F040722" w14:textId="77777777" w:rsidR="00935585" w:rsidRPr="000E15EE" w:rsidRDefault="00935585" w:rsidP="00935585">
      <w:pPr>
        <w:pStyle w:val="LITlitera"/>
      </w:pPr>
      <w:r w:rsidRPr="000E15EE">
        <w:t>e)</w:t>
      </w:r>
      <w:r w:rsidRPr="000E15EE">
        <w:tab/>
        <w:t xml:space="preserve">pełnienia funkcji prokurenta </w:t>
      </w:r>
      <w:r w:rsidR="00DB76D7" w:rsidRPr="000E15EE">
        <w:t xml:space="preserve">przedsiębiorcy wpisanego </w:t>
      </w:r>
      <w:r w:rsidR="004E1802" w:rsidRPr="000E15EE">
        <w:t>do rejestru</w:t>
      </w:r>
      <w:r w:rsidR="00DB76D7" w:rsidRPr="000E15EE">
        <w:t xml:space="preserve"> przedsiębiorców</w:t>
      </w:r>
      <w:r w:rsidR="00E20321">
        <w:t xml:space="preserve"> KRS</w:t>
      </w:r>
      <w:r w:rsidRPr="000E15EE">
        <w:t xml:space="preserve">, </w:t>
      </w:r>
      <w:r w:rsidR="00367CCB" w:rsidRPr="000E15EE">
        <w:t xml:space="preserve">jeżeli </w:t>
      </w:r>
      <w:r w:rsidR="00190324">
        <w:t xml:space="preserve">cudzoziemiec </w:t>
      </w:r>
      <w:r w:rsidR="00367CCB" w:rsidRPr="000E15EE">
        <w:t xml:space="preserve">przebywa na terytorium Rzeczypospolitej Polskiej, </w:t>
      </w:r>
      <w:r w:rsidRPr="000E15EE">
        <w:t>lub</w:t>
      </w:r>
    </w:p>
    <w:p w14:paraId="2D795230" w14:textId="2699E141" w:rsidR="00935585" w:rsidRPr="000E15EE" w:rsidRDefault="006D7EEC" w:rsidP="00935585">
      <w:pPr>
        <w:pStyle w:val="LITlitera"/>
      </w:pPr>
      <w:r>
        <w:t>f</w:t>
      </w:r>
      <w:r w:rsidR="003C58E9" w:rsidRPr="000E15EE">
        <w:t>)</w:t>
      </w:r>
      <w:r w:rsidR="003C58E9" w:rsidRPr="000E15EE">
        <w:tab/>
      </w:r>
      <w:r w:rsidR="00935585" w:rsidRPr="000E15EE">
        <w:t xml:space="preserve">wykonywania pracy </w:t>
      </w:r>
      <w:r w:rsidR="004F64AA" w:rsidRPr="000E15EE">
        <w:t xml:space="preserve">na terytorium Rzeczypospolitej Polskiej </w:t>
      </w:r>
      <w:r w:rsidR="00935585" w:rsidRPr="000E15EE">
        <w:t xml:space="preserve">w ramach delegowania, o którym mowa w art. 6 </w:t>
      </w:r>
      <w:r w:rsidR="008D3392" w:rsidRPr="000E15EE">
        <w:t xml:space="preserve">ust. 1 </w:t>
      </w:r>
      <w:r w:rsidR="00935585" w:rsidRPr="000E15EE">
        <w:t>pkt 3.</w:t>
      </w:r>
    </w:p>
    <w:p w14:paraId="2252B655" w14:textId="77777777" w:rsidR="00935585" w:rsidRPr="000E15EE" w:rsidRDefault="00935585" w:rsidP="00935585">
      <w:pPr>
        <w:pStyle w:val="ARTartustawynprozporzdzenia"/>
      </w:pPr>
      <w:bookmarkStart w:id="18" w:name="_Toc107829938"/>
      <w:bookmarkStart w:id="19" w:name="_Toc88838091"/>
      <w:r w:rsidRPr="000E15EE">
        <w:rPr>
          <w:rStyle w:val="Ppogrubienie"/>
        </w:rPr>
        <w:t>Art. </w:t>
      </w:r>
      <w:r w:rsidR="00195F48" w:rsidRPr="000E15EE">
        <w:rPr>
          <w:rStyle w:val="Ppogrubienie"/>
        </w:rPr>
        <w:t>3</w:t>
      </w:r>
      <w:r w:rsidRPr="000E15EE">
        <w:rPr>
          <w:rStyle w:val="Ppogrubienie"/>
        </w:rPr>
        <w:t>.</w:t>
      </w:r>
      <w:r w:rsidRPr="000E15EE">
        <w:t> 1. </w:t>
      </w:r>
      <w:r w:rsidR="00DE6417">
        <w:t>Swobodny</w:t>
      </w:r>
      <w:r w:rsidR="001D32E4" w:rsidRPr="00DE6417">
        <w:t xml:space="preserve"> </w:t>
      </w:r>
      <w:r w:rsidR="007F2537" w:rsidRPr="00B5212D">
        <w:t xml:space="preserve">dostęp </w:t>
      </w:r>
      <w:r w:rsidR="001F5B08" w:rsidRPr="00B5212D">
        <w:t xml:space="preserve">do rynku pracy </w:t>
      </w:r>
      <w:r w:rsidR="007F2537" w:rsidRPr="00B5212D">
        <w:t>ma cudzoziemiec</w:t>
      </w:r>
      <w:r w:rsidRPr="00B5212D">
        <w:t xml:space="preserve">, </w:t>
      </w:r>
      <w:r w:rsidRPr="000E15EE">
        <w:t>który:</w:t>
      </w:r>
      <w:bookmarkEnd w:id="18"/>
    </w:p>
    <w:p w14:paraId="5A29ABE0" w14:textId="5170B2D6" w:rsidR="00935585" w:rsidRPr="000E15EE" w:rsidRDefault="00935585" w:rsidP="00935585">
      <w:pPr>
        <w:pStyle w:val="PKTpunkt"/>
      </w:pPr>
      <w:r w:rsidRPr="000E15EE">
        <w:t>1)</w:t>
      </w:r>
      <w:r w:rsidRPr="000E15EE">
        <w:tab/>
        <w:t xml:space="preserve">jest członkiem rodziny, </w:t>
      </w:r>
      <w:bookmarkStart w:id="20" w:name="_Hlk118926043"/>
      <w:r w:rsidRPr="000E15EE">
        <w:t xml:space="preserve">w rozumieniu </w:t>
      </w:r>
      <w:bookmarkStart w:id="21" w:name="_Hlk120530857"/>
      <w:r w:rsidRPr="000E15EE">
        <w:t xml:space="preserve">art. 2 pkt 4 lit. a </w:t>
      </w:r>
      <w:bookmarkEnd w:id="21"/>
      <w:r w:rsidRPr="000E15EE">
        <w:t xml:space="preserve">ustawy z dnia 14 lipca 2006 r. o wjeździe na terytorium Rzeczypospolitej Polskiej, pobycie oraz wyjeździe z tego terytorium obywateli państw członkowskich Unii Europejskiej i członków ich rodzin </w:t>
      </w:r>
      <w:bookmarkEnd w:id="20"/>
      <w:r w:rsidRPr="000E15EE">
        <w:t>(Dz. U. z 202</w:t>
      </w:r>
      <w:r w:rsidR="00650DE6">
        <w:t>4</w:t>
      </w:r>
      <w:r w:rsidRPr="000E15EE">
        <w:t> r. poz. </w:t>
      </w:r>
      <w:r w:rsidR="00650DE6">
        <w:t>633</w:t>
      </w:r>
      <w:r w:rsidR="00DC61F1">
        <w:t xml:space="preserve"> oraz z 2024 r. poz. 834</w:t>
      </w:r>
      <w:r w:rsidRPr="000E15EE">
        <w:t>), obywatela państwa członkowskiego Unii Europejskiej lub państwa członkowskiego Europejskiego Stowarzyszenia Wolnego Handlu (EFTA) – strony umowy o Europejskim Obszarze Gospodarczym, który z nim przebywa na terytorium Rzeczypospolitej Polskiej;</w:t>
      </w:r>
    </w:p>
    <w:p w14:paraId="0BB397C8" w14:textId="77777777" w:rsidR="00FA5B28" w:rsidRPr="000E15EE" w:rsidRDefault="0050483D" w:rsidP="00935585">
      <w:pPr>
        <w:pStyle w:val="PKTpunkt"/>
      </w:pPr>
      <w:r w:rsidRPr="000E15EE">
        <w:t>2</w:t>
      </w:r>
      <w:r w:rsidR="00935585" w:rsidRPr="000E15EE">
        <w:t>)</w:t>
      </w:r>
      <w:r w:rsidR="00FA5B28" w:rsidRPr="000E15EE">
        <w:tab/>
        <w:t xml:space="preserve">jest </w:t>
      </w:r>
      <w:r w:rsidR="00015977" w:rsidRPr="000E15EE">
        <w:t xml:space="preserve">członkiem rodziny, </w:t>
      </w:r>
      <w:r w:rsidR="00FA5B28" w:rsidRPr="000E15EE">
        <w:t>w rozumieniu art. 2 pkt 4 lit. b ustawy z dnia 14 lipca 2006 r. o wjeździe na terytorium Rzeczypospolitej Polskiej, pobycie oraz wyjeździe z tego terytorium obywateli państw członkowskich Unii Europejskiej i członków ich rodzin</w:t>
      </w:r>
      <w:r w:rsidR="00015977" w:rsidRPr="000E15EE">
        <w:t>,</w:t>
      </w:r>
      <w:r w:rsidR="00FA5B28" w:rsidRPr="000E15EE">
        <w:t xml:space="preserve"> obywatela polskiego, przebywającym z nim na terytorium Rzeczypospolitej Polskiej;</w:t>
      </w:r>
    </w:p>
    <w:p w14:paraId="03D27A40" w14:textId="77777777" w:rsidR="00935585" w:rsidRPr="000E15EE" w:rsidRDefault="0050483D" w:rsidP="00935585">
      <w:pPr>
        <w:pStyle w:val="PKTpunkt"/>
      </w:pPr>
      <w:r w:rsidRPr="000E15EE">
        <w:t>3</w:t>
      </w:r>
      <w:r w:rsidR="00FA5B28" w:rsidRPr="000E15EE">
        <w:t>)</w:t>
      </w:r>
      <w:r w:rsidR="00935585" w:rsidRPr="000E15EE">
        <w:tab/>
        <w:t>jest osobą, o której mowa w </w:t>
      </w:r>
      <w:bookmarkStart w:id="22" w:name="_Hlk120530877"/>
      <w:r w:rsidR="00935585" w:rsidRPr="000E15EE">
        <w:t xml:space="preserve">art. 19 ust. 2 i 3 </w:t>
      </w:r>
      <w:r w:rsidRPr="000E15EE">
        <w:t xml:space="preserve">lub art. 19a </w:t>
      </w:r>
      <w:r w:rsidR="00935585" w:rsidRPr="000E15EE">
        <w:t>ustawy z dnia 14 lipca 2006 r. o wjeździe na terytorium Rzeczypospolitej Polskiej, pobycie oraz wyjeździe z tego terytorium obywateli państw członkowskich Unii Europejskiej i członków ich rodzin</w:t>
      </w:r>
      <w:bookmarkEnd w:id="22"/>
      <w:r w:rsidR="00935585" w:rsidRPr="000E15EE">
        <w:t>;</w:t>
      </w:r>
    </w:p>
    <w:p w14:paraId="3CA88B45" w14:textId="77777777" w:rsidR="00935585" w:rsidRPr="000E15EE" w:rsidRDefault="0050483D" w:rsidP="00935585">
      <w:pPr>
        <w:pStyle w:val="PKTpunkt"/>
      </w:pPr>
      <w:r w:rsidRPr="000E15EE">
        <w:t>4</w:t>
      </w:r>
      <w:r w:rsidR="00935585" w:rsidRPr="000E15EE">
        <w:t>)</w:t>
      </w:r>
      <w:r w:rsidR="00935585" w:rsidRPr="000E15EE">
        <w:tab/>
        <w:t xml:space="preserve">jest </w:t>
      </w:r>
      <w:bookmarkStart w:id="23" w:name="_Hlk120536741"/>
      <w:r w:rsidR="00935585" w:rsidRPr="000E15EE">
        <w:t xml:space="preserve">obywatelem Konfederacji Szwajcarskiej mającym prawo pobytu na terytorium Rzeczypospolitej Polskiej </w:t>
      </w:r>
      <w:bookmarkEnd w:id="23"/>
      <w:r w:rsidR="00935585" w:rsidRPr="000E15EE">
        <w:t xml:space="preserve">lub przebywającym z nim na terytorium Rzeczypospolitej Polskiej członkiem jego rodziny w rozumieniu w rozumieniu art. 2 pkt 4 lit. a ustawy </w:t>
      </w:r>
      <w:r w:rsidR="00935585" w:rsidRPr="000E15EE">
        <w:lastRenderedPageBreak/>
        <w:t>z dnia 14 lipca 2006 r. o wjeździe na terytorium Rzeczypospolitej Polskiej, pobycie oraz wyjeździe z tego terytorium obywateli państw członkowskich Unii Europejskiej i członków ich rodzin;</w:t>
      </w:r>
    </w:p>
    <w:p w14:paraId="28F39B60" w14:textId="77777777" w:rsidR="0050483D" w:rsidRPr="000E15EE" w:rsidRDefault="0050483D" w:rsidP="0050483D">
      <w:pPr>
        <w:pStyle w:val="PKTpunkt"/>
      </w:pPr>
      <w:r w:rsidRPr="000E15EE">
        <w:t>5)</w:t>
      </w:r>
      <w:r w:rsidRPr="000E15EE">
        <w:tab/>
        <w:t>posiada prawo stałego pobytu w Rzeczypospolitej Polskiej na podstawie ustawy z dnia 14 lipca 2006 r. o wjeździe na terytorium Rzeczypospolitej Polskiej, pobycie oraz wyjeździe z tego terytorium obywateli państw członkowskich Unii Europejskiej i członków ich rodzin;</w:t>
      </w:r>
    </w:p>
    <w:p w14:paraId="249C8C64" w14:textId="77777777" w:rsidR="00935585" w:rsidRPr="000E15EE" w:rsidRDefault="0050483D" w:rsidP="00935585">
      <w:pPr>
        <w:pStyle w:val="PKTpunkt"/>
      </w:pPr>
      <w:r w:rsidRPr="000E15EE">
        <w:t>6</w:t>
      </w:r>
      <w:r w:rsidR="00935585" w:rsidRPr="000E15EE">
        <w:t>)</w:t>
      </w:r>
      <w:r w:rsidR="00935585" w:rsidRPr="000E15EE">
        <w:tab/>
        <w:t>posiada zezwolenie na pobyt stały w Rzeczypospolitej Polskiej;</w:t>
      </w:r>
    </w:p>
    <w:p w14:paraId="24C29BFE" w14:textId="77777777" w:rsidR="00935585" w:rsidRPr="000E15EE" w:rsidRDefault="0050483D" w:rsidP="00935585">
      <w:pPr>
        <w:pStyle w:val="PKTpunkt"/>
      </w:pPr>
      <w:r w:rsidRPr="000E15EE">
        <w:t>7</w:t>
      </w:r>
      <w:r w:rsidR="00935585" w:rsidRPr="000E15EE">
        <w:t>)</w:t>
      </w:r>
      <w:r w:rsidR="00935585" w:rsidRPr="000E15EE">
        <w:tab/>
        <w:t>posiada zezwolenie na pobyt rezydenta długoterminowego Unii Europejskiej w Rzeczypospolitej Polskiej;</w:t>
      </w:r>
    </w:p>
    <w:p w14:paraId="58E71392" w14:textId="77777777" w:rsidR="00935585" w:rsidRPr="000E15EE" w:rsidRDefault="0050483D" w:rsidP="00935585">
      <w:pPr>
        <w:pStyle w:val="PKTpunkt"/>
      </w:pPr>
      <w:r w:rsidRPr="000E15EE">
        <w:t>8</w:t>
      </w:r>
      <w:r w:rsidR="00935585" w:rsidRPr="000E15EE">
        <w:t>)</w:t>
      </w:r>
      <w:r w:rsidR="00935585" w:rsidRPr="000E15EE">
        <w:tab/>
        <w:t>posiada status uchodźcy nadany w Rzeczypospolitej Polskiej;</w:t>
      </w:r>
    </w:p>
    <w:p w14:paraId="33E6C000" w14:textId="77777777" w:rsidR="00935585" w:rsidRPr="000E15EE" w:rsidRDefault="0050483D" w:rsidP="00935585">
      <w:pPr>
        <w:pStyle w:val="PKTpunkt"/>
      </w:pPr>
      <w:r w:rsidRPr="000E15EE">
        <w:t>9</w:t>
      </w:r>
      <w:r w:rsidR="00935585" w:rsidRPr="000E15EE">
        <w:t>)</w:t>
      </w:r>
      <w:r w:rsidR="00935585" w:rsidRPr="000E15EE">
        <w:tab/>
        <w:t>korzysta z ochrony uzupełniającej w Rzeczypospolitej Polskiej;</w:t>
      </w:r>
    </w:p>
    <w:p w14:paraId="3660926C" w14:textId="77777777" w:rsidR="00935585" w:rsidRPr="000E15EE" w:rsidRDefault="0050483D" w:rsidP="00935585">
      <w:pPr>
        <w:pStyle w:val="PKTpunkt"/>
      </w:pPr>
      <w:r w:rsidRPr="000E15EE">
        <w:t>10</w:t>
      </w:r>
      <w:r w:rsidR="00935585" w:rsidRPr="000E15EE">
        <w:t>)</w:t>
      </w:r>
      <w:r w:rsidR="00935585" w:rsidRPr="000E15EE">
        <w:tab/>
        <w:t>posiada zgodę na pobyt ze względów humanitarnych</w:t>
      </w:r>
      <w:r w:rsidR="00A040A8" w:rsidRPr="00A040A8">
        <w:t xml:space="preserve"> w Rzeczypospolitej Polskiej</w:t>
      </w:r>
      <w:r w:rsidR="00935585" w:rsidRPr="000E15EE">
        <w:t>;</w:t>
      </w:r>
    </w:p>
    <w:p w14:paraId="31DE0B95" w14:textId="77777777" w:rsidR="00935585" w:rsidRPr="000E15EE" w:rsidRDefault="0050483D" w:rsidP="00935585">
      <w:pPr>
        <w:pStyle w:val="PKTpunkt"/>
      </w:pPr>
      <w:r w:rsidRPr="000E15EE">
        <w:t>11</w:t>
      </w:r>
      <w:r w:rsidR="00935585" w:rsidRPr="000E15EE">
        <w:t>)</w:t>
      </w:r>
      <w:r w:rsidR="00935585" w:rsidRPr="000E15EE">
        <w:tab/>
        <w:t>posiada zgodę na pobyt tolerowany w Rzeczypospolitej Polskiej;</w:t>
      </w:r>
    </w:p>
    <w:p w14:paraId="2E6F1E82" w14:textId="77777777" w:rsidR="00935585" w:rsidRPr="000E15EE" w:rsidRDefault="0050483D" w:rsidP="00935585">
      <w:pPr>
        <w:pStyle w:val="PKTpunkt"/>
      </w:pPr>
      <w:r w:rsidRPr="000E15EE">
        <w:t>12</w:t>
      </w:r>
      <w:r w:rsidR="00935585" w:rsidRPr="000E15EE">
        <w:t>)</w:t>
      </w:r>
      <w:r w:rsidR="00935585" w:rsidRPr="000E15EE">
        <w:tab/>
        <w:t>korzysta z ochrony czasowej w Rzeczypospolitej Polskiej;</w:t>
      </w:r>
    </w:p>
    <w:p w14:paraId="77F230B9" w14:textId="5102D1E8" w:rsidR="00935585" w:rsidRPr="000E15EE" w:rsidRDefault="0050483D" w:rsidP="00935585">
      <w:pPr>
        <w:pStyle w:val="PKTpunkt"/>
      </w:pPr>
      <w:r w:rsidRPr="000E15EE">
        <w:t>13</w:t>
      </w:r>
      <w:r w:rsidR="00935585" w:rsidRPr="000E15EE">
        <w:t>)</w:t>
      </w:r>
      <w:r w:rsidR="00935585" w:rsidRPr="000E15EE">
        <w:tab/>
        <w:t>posiada ważne zaświadczenie wydane na podstawie art. 35 ust. 1 ustawy z dnia 13 czerwca 2003 r. o udzielaniu cudzoziemcom ochrony na terytorium Rzeczypospolitej Polskiej  (Dz. U. z </w:t>
      </w:r>
      <w:r w:rsidR="00CE0613" w:rsidRPr="000E15EE">
        <w:t xml:space="preserve">2023 r. </w:t>
      </w:r>
      <w:r w:rsidR="00271888" w:rsidRPr="000E15EE">
        <w:t>poz. </w:t>
      </w:r>
      <w:r w:rsidR="00CE0613" w:rsidRPr="000E15EE">
        <w:t>1504</w:t>
      </w:r>
      <w:r w:rsidR="00DC61F1">
        <w:t xml:space="preserve"> oraz z 2024 r. poz. 834</w:t>
      </w:r>
      <w:r w:rsidR="00935585" w:rsidRPr="000E15EE">
        <w:t>);</w:t>
      </w:r>
    </w:p>
    <w:p w14:paraId="21441EB2" w14:textId="77777777" w:rsidR="00935585" w:rsidRPr="000E15EE" w:rsidRDefault="0050483D" w:rsidP="00935585">
      <w:pPr>
        <w:pStyle w:val="PKTpunkt"/>
      </w:pPr>
      <w:r w:rsidRPr="000E15EE">
        <w:t>14</w:t>
      </w:r>
      <w:r w:rsidR="00935585" w:rsidRPr="000E15EE">
        <w:t>)</w:t>
      </w:r>
      <w:r w:rsidR="00935585" w:rsidRPr="000E15EE">
        <w:tab/>
        <w:t>posiada w Rzeczypospolitej Polskiej zezwolenie na pobyt czasowy udzielone w związku z okolicznościami, o których mowa w art. 144, art. 151 ust. 1, art. 151b ust. 1, art. 158 ust. 2 pkt 1 lub 2, art. 161 ust. 2, art. 176 lub art. 186 ust. 1 pkt 3, 4</w:t>
      </w:r>
      <w:r w:rsidR="00190D08" w:rsidRPr="000E15EE">
        <w:t xml:space="preserve"> i</w:t>
      </w:r>
      <w:r w:rsidR="00935585" w:rsidRPr="000E15EE">
        <w:t xml:space="preserve"> 7</w:t>
      </w:r>
      <w:r w:rsidR="00970CB6" w:rsidRPr="000E15EE">
        <w:t>–</w:t>
      </w:r>
      <w:r w:rsidR="00935585" w:rsidRPr="000E15EE">
        <w:t>9 ustawy z dnia 12 grudnia 2013 r. o cudzoziemcach, lub posiada wizę krajową w celu prowadzenia badań naukowych lub prac rozwojowych;</w:t>
      </w:r>
    </w:p>
    <w:p w14:paraId="4D5A654F" w14:textId="77777777" w:rsidR="00935585" w:rsidRPr="000E15EE" w:rsidRDefault="0050483D" w:rsidP="00935585">
      <w:pPr>
        <w:pStyle w:val="PKTpunkt"/>
      </w:pPr>
      <w:r w:rsidRPr="000E15EE">
        <w:t>15</w:t>
      </w:r>
      <w:r w:rsidR="00935585" w:rsidRPr="000E15EE">
        <w:t>)</w:t>
      </w:r>
      <w:r w:rsidR="00935585" w:rsidRPr="000E15EE">
        <w:tab/>
        <w:t>jest małżonkiem obywatela polskiego lub osoby, o której mowa w pkt </w:t>
      </w:r>
      <w:r w:rsidR="000F1A53" w:rsidRPr="000E15EE">
        <w:t>6</w:t>
      </w:r>
      <w:r w:rsidR="00720188" w:rsidRPr="000E15EE">
        <w:t>–</w:t>
      </w:r>
      <w:r w:rsidR="00DA17F8" w:rsidRPr="000E15EE">
        <w:t>12</w:t>
      </w:r>
      <w:r w:rsidR="000F1A53" w:rsidRPr="000E15EE">
        <w:t xml:space="preserve"> lub 14</w:t>
      </w:r>
      <w:r w:rsidR="00935585" w:rsidRPr="000E15EE">
        <w:t>, posiadającym zezwolenie na pobyt czasowy na terytorium Rzeczypospolitej Polskiej udzielone w związku z zawarciem związku małżeńskiego;</w:t>
      </w:r>
    </w:p>
    <w:p w14:paraId="1FED6EF4" w14:textId="77777777" w:rsidR="00935585" w:rsidRPr="000E15EE" w:rsidRDefault="0050483D" w:rsidP="00935585">
      <w:pPr>
        <w:pStyle w:val="PKTpunkt"/>
      </w:pPr>
      <w:r w:rsidRPr="000E15EE">
        <w:t>16</w:t>
      </w:r>
      <w:r w:rsidR="00935585" w:rsidRPr="000E15EE">
        <w:t>)</w:t>
      </w:r>
      <w:r w:rsidR="00935585" w:rsidRPr="000E15EE">
        <w:tab/>
        <w:t>jest zstępnym obywatela polskiego lub osoby, o której mowa w pkt </w:t>
      </w:r>
      <w:r w:rsidR="000F1A53" w:rsidRPr="000E15EE">
        <w:t>6</w:t>
      </w:r>
      <w:r w:rsidR="00720188" w:rsidRPr="000E15EE">
        <w:t>–</w:t>
      </w:r>
      <w:r w:rsidR="00DA17F8" w:rsidRPr="000E15EE">
        <w:t>12</w:t>
      </w:r>
      <w:r w:rsidR="000F1A53" w:rsidRPr="000E15EE">
        <w:t>, 14 lub 15</w:t>
      </w:r>
      <w:r w:rsidR="00935585" w:rsidRPr="000E15EE">
        <w:t>, posiadającym zezwolenie na pobyt czasowy na terytorium Rzeczypospolitej Polskiej, w wieku do 21 lat lub pozostającym na jej utrzymaniu;</w:t>
      </w:r>
    </w:p>
    <w:p w14:paraId="72C645A7" w14:textId="77777777" w:rsidR="00935585" w:rsidRPr="000E15EE" w:rsidRDefault="0050483D" w:rsidP="00935585">
      <w:pPr>
        <w:pStyle w:val="PKTpunkt"/>
      </w:pPr>
      <w:r w:rsidRPr="000E15EE">
        <w:t>17</w:t>
      </w:r>
      <w:r w:rsidR="00935585" w:rsidRPr="000E15EE">
        <w:t>)</w:t>
      </w:r>
      <w:r w:rsidR="00935585" w:rsidRPr="000E15EE">
        <w:tab/>
        <w:t>posiada zezwolenie na pobyt czasowy na terytorium Rzeczypospolitej Polskiej udzielone na podstawie art. 159 ust. 1</w:t>
      </w:r>
      <w:r w:rsidR="00C15FF6" w:rsidRPr="000E15EE">
        <w:t xml:space="preserve"> </w:t>
      </w:r>
      <w:r w:rsidR="00935585" w:rsidRPr="000E15EE">
        <w:t>lub art. 161b ust. 1 ustawy z dnia 12 grudnia 2013 r. o cudzoziemcach;</w:t>
      </w:r>
    </w:p>
    <w:p w14:paraId="3B6B0EA8" w14:textId="77777777" w:rsidR="00935585" w:rsidRPr="000E15EE" w:rsidRDefault="0050483D" w:rsidP="00935585">
      <w:pPr>
        <w:pStyle w:val="PKTpunkt"/>
      </w:pPr>
      <w:r w:rsidRPr="000E15EE">
        <w:lastRenderedPageBreak/>
        <w:t>18</w:t>
      </w:r>
      <w:r w:rsidR="00935585" w:rsidRPr="000E15EE">
        <w:t>)</w:t>
      </w:r>
      <w:r w:rsidR="00935585" w:rsidRPr="000E15EE">
        <w:tab/>
        <w:t>przebywa na terytorium Rzeczypospolitej Polskiej na podstawie art. 108 ust. 1 pkt 2 lub art. 206 ust. 1 pkt 2 ustawy z dnia 12 grudnia 2013 r. o cudzoziemcach lub na podstawie umieszczonego w dokumencie podróży odcisku stempla, który potwierdza złożenie wniosku o udzielenie zezwolenia na pobyt rezydenta długoterminowego Unii Europejskiej, jeżeli bezpośrednio przed złożeniem wniosku spełniał warunki, o których mowa w pkt </w:t>
      </w:r>
      <w:r w:rsidR="000F1A53" w:rsidRPr="000E15EE">
        <w:t>14</w:t>
      </w:r>
      <w:r w:rsidR="00720188" w:rsidRPr="000E15EE">
        <w:t>–</w:t>
      </w:r>
      <w:r w:rsidR="000F1A53" w:rsidRPr="000E15EE">
        <w:t>17</w:t>
      </w:r>
      <w:r w:rsidR="00935585" w:rsidRPr="000E15EE">
        <w:t>.</w:t>
      </w:r>
    </w:p>
    <w:p w14:paraId="151E0798" w14:textId="77777777" w:rsidR="00935585" w:rsidRPr="000E15EE" w:rsidRDefault="00935585" w:rsidP="00935585">
      <w:pPr>
        <w:pStyle w:val="USTustnpkodeksu"/>
      </w:pPr>
      <w:r w:rsidRPr="000E15EE">
        <w:t>2. </w:t>
      </w:r>
      <w:r w:rsidR="00692087" w:rsidRPr="000E15EE">
        <w:t>Cudzoziemiec może</w:t>
      </w:r>
      <w:r w:rsidR="00B36F02">
        <w:t xml:space="preserve"> wykonywać pracę</w:t>
      </w:r>
      <w:r w:rsidRPr="000E15EE">
        <w:t>:</w:t>
      </w:r>
    </w:p>
    <w:p w14:paraId="3C160D6A" w14:textId="77777777" w:rsidR="00935585" w:rsidRPr="000E15EE" w:rsidRDefault="00935585" w:rsidP="00935585">
      <w:pPr>
        <w:pStyle w:val="PKTpunkt"/>
      </w:pPr>
      <w:r w:rsidRPr="000E15EE">
        <w:t>1)</w:t>
      </w:r>
      <w:r w:rsidRPr="000E15EE">
        <w:tab/>
      </w:r>
      <w:r w:rsidR="00DB5720" w:rsidRPr="000E15EE">
        <w:t xml:space="preserve">w ramach </w:t>
      </w:r>
      <w:r w:rsidRPr="000E15EE">
        <w:t>zezwoleni</w:t>
      </w:r>
      <w:r w:rsidR="00DE297F" w:rsidRPr="000E15EE">
        <w:t>a</w:t>
      </w:r>
      <w:r w:rsidRPr="000E15EE">
        <w:t xml:space="preserve"> na pobyt czasowy, o którym mowa w art. 114 ust. 1 lub 1a, art. 126, art. 127, art. 139a ust. 1, art. 139o ust. 1 lub art. 142 ust. 3 ustawy z dnia 12 grudnia 2013 r. o cudzoziemcach</w:t>
      </w:r>
      <w:r w:rsidR="00DE297F" w:rsidRPr="000E15EE">
        <w:t xml:space="preserve"> </w:t>
      </w:r>
      <w:r w:rsidR="00692087" w:rsidRPr="000E15EE">
        <w:t>lub</w:t>
      </w:r>
      <w:r w:rsidR="00647F95" w:rsidRPr="000E15EE">
        <w:t xml:space="preserve"> </w:t>
      </w:r>
    </w:p>
    <w:p w14:paraId="350D6204" w14:textId="07D0DD04" w:rsidR="00894811" w:rsidRPr="000E15EE" w:rsidRDefault="00894811" w:rsidP="00935585">
      <w:pPr>
        <w:pStyle w:val="PKTpunkt"/>
      </w:pPr>
      <w:r w:rsidRPr="000E15EE">
        <w:t>2)</w:t>
      </w:r>
      <w:r w:rsidRPr="000E15EE">
        <w:tab/>
        <w:t>w ramach korzystania z mobilności krótkoterminowej posiadacza Niebieskiej Karty UE w celu wykonywania działalności zawodowej, o której mowa w art. 3 pkt 4a ustawy z dnia 12 grudnia 2013 r. o cudzoziemcach;</w:t>
      </w:r>
      <w:r w:rsidR="004D2E6C" w:rsidRPr="000E15EE">
        <w:t xml:space="preserve"> </w:t>
      </w:r>
    </w:p>
    <w:p w14:paraId="5D760A5E" w14:textId="77777777" w:rsidR="00935585" w:rsidRPr="000E15EE" w:rsidRDefault="0042676B" w:rsidP="00935585">
      <w:pPr>
        <w:pStyle w:val="PKTpunkt"/>
      </w:pPr>
      <w:r>
        <w:t>3</w:t>
      </w:r>
      <w:r w:rsidR="00935585" w:rsidRPr="000E15EE">
        <w:t>)</w:t>
      </w:r>
      <w:r w:rsidR="00935585" w:rsidRPr="000E15EE">
        <w:tab/>
      </w:r>
      <w:r w:rsidR="00DB5720" w:rsidRPr="000E15EE">
        <w:t xml:space="preserve">w ramach </w:t>
      </w:r>
      <w:r w:rsidR="00935585" w:rsidRPr="000E15EE">
        <w:t>korzystani</w:t>
      </w:r>
      <w:r w:rsidR="00DE297F" w:rsidRPr="000E15EE">
        <w:t>a</w:t>
      </w:r>
      <w:r w:rsidR="00935585" w:rsidRPr="000E15EE">
        <w:t xml:space="preserve"> z mobilności krótkoterminowej pracownika kadry kierowniczej, specjalisty lub pracownika odbywającego staż</w:t>
      </w:r>
      <w:r w:rsidR="00015977" w:rsidRPr="000E15EE">
        <w:t>,</w:t>
      </w:r>
      <w:r w:rsidR="00935585" w:rsidRPr="000E15EE">
        <w:t xml:space="preserve"> w ramach przeniesienia wewnątrz przedsiębiorstwa</w:t>
      </w:r>
      <w:r w:rsidR="00015977" w:rsidRPr="000E15EE">
        <w:t>,</w:t>
      </w:r>
      <w:r w:rsidR="00935585" w:rsidRPr="000E15EE">
        <w:t xml:space="preserve"> na warunkach określonych w art. 139n ust. 1 ustawy z dnia 12 grudnia 2013 r. o cudzoziemcach</w:t>
      </w:r>
      <w:r w:rsidR="00692087" w:rsidRPr="000E15EE">
        <w:t>, lub</w:t>
      </w:r>
    </w:p>
    <w:p w14:paraId="1478ACF7" w14:textId="77777777" w:rsidR="00935585" w:rsidRPr="000E15EE" w:rsidRDefault="0042676B" w:rsidP="00935585">
      <w:pPr>
        <w:pStyle w:val="PKTpunkt"/>
      </w:pPr>
      <w:r>
        <w:t>4</w:t>
      </w:r>
      <w:r w:rsidR="00935585" w:rsidRPr="000E15EE">
        <w:t>)</w:t>
      </w:r>
      <w:r w:rsidR="00935585" w:rsidRPr="000E15EE">
        <w:tab/>
      </w:r>
      <w:r w:rsidR="00DB5720" w:rsidRPr="000E15EE">
        <w:t>w</w:t>
      </w:r>
      <w:r w:rsidR="00775F89" w:rsidRPr="000E15EE">
        <w:t> </w:t>
      </w:r>
      <w:r w:rsidR="00DB5720" w:rsidRPr="000E15EE">
        <w:t xml:space="preserve">ramach </w:t>
      </w:r>
      <w:r w:rsidR="00935585" w:rsidRPr="000E15EE">
        <w:t>korzystani</w:t>
      </w:r>
      <w:r w:rsidR="00DE297F" w:rsidRPr="000E15EE">
        <w:t>a</w:t>
      </w:r>
      <w:r w:rsidR="00935585" w:rsidRPr="000E15EE">
        <w:t xml:space="preserve"> z mobilności krótkoterminowej naukowca na warunkach określonych w art. 156b ust. 1 ustawy z dnia 12 grudnia 2013 r. o cudzoziemcach</w:t>
      </w:r>
      <w:r w:rsidR="00692087" w:rsidRPr="000E15EE">
        <w:t>, lub</w:t>
      </w:r>
    </w:p>
    <w:p w14:paraId="74903A06" w14:textId="77777777" w:rsidR="00935585" w:rsidRPr="000E15EE" w:rsidRDefault="0042676B" w:rsidP="00935585">
      <w:pPr>
        <w:pStyle w:val="PKTpunkt"/>
      </w:pPr>
      <w:r>
        <w:t>5</w:t>
      </w:r>
      <w:r w:rsidR="00935585" w:rsidRPr="000E15EE">
        <w:t>)</w:t>
      </w:r>
      <w:r w:rsidR="00935585" w:rsidRPr="000E15EE">
        <w:tab/>
      </w:r>
      <w:r w:rsidR="00DB5720" w:rsidRPr="000E15EE">
        <w:t xml:space="preserve">w ramach </w:t>
      </w:r>
      <w:r w:rsidR="00935585" w:rsidRPr="000E15EE">
        <w:t>korzystani</w:t>
      </w:r>
      <w:r w:rsidR="00DE297F" w:rsidRPr="000E15EE">
        <w:t>a</w:t>
      </w:r>
      <w:r w:rsidR="00935585" w:rsidRPr="000E15EE">
        <w:t xml:space="preserve"> z mobilności studenta na warunkach określonych w art. 149b ust. 1 ustawy z dnia 12 grudnia 2013 r. o cudzoziemcach</w:t>
      </w:r>
      <w:r w:rsidR="00692087" w:rsidRPr="000E15EE">
        <w:t>, lub</w:t>
      </w:r>
    </w:p>
    <w:p w14:paraId="5C0EDE28" w14:textId="77777777" w:rsidR="00935585" w:rsidRPr="000E15EE" w:rsidRDefault="0042676B" w:rsidP="00935585">
      <w:pPr>
        <w:pStyle w:val="PKTpunkt"/>
      </w:pPr>
      <w:r>
        <w:t>6</w:t>
      </w:r>
      <w:r w:rsidR="00935585" w:rsidRPr="000E15EE">
        <w:t>)</w:t>
      </w:r>
      <w:r w:rsidR="00935585" w:rsidRPr="000E15EE">
        <w:tab/>
      </w:r>
      <w:r w:rsidR="00DB5720" w:rsidRPr="000E15EE">
        <w:t xml:space="preserve">w czasie pobytu </w:t>
      </w:r>
      <w:r w:rsidR="00935585" w:rsidRPr="000E15EE">
        <w:t>na terytorium Rzeczypospolitej Polskiej na podstawie art. 108 ust. 1 ustawy z dnia 12 grudnia 2013 r. o cudzoziemcach</w:t>
      </w:r>
      <w:r w:rsidR="00DB5720" w:rsidRPr="000E15EE">
        <w:t>, jeżeli</w:t>
      </w:r>
      <w:r w:rsidR="00935585" w:rsidRPr="000E15EE">
        <w:t>:</w:t>
      </w:r>
    </w:p>
    <w:p w14:paraId="416D869D" w14:textId="77777777" w:rsidR="00935585" w:rsidRPr="000E15EE" w:rsidRDefault="00935585" w:rsidP="00935585">
      <w:pPr>
        <w:pStyle w:val="LITlitera"/>
      </w:pPr>
      <w:r w:rsidRPr="000E15EE">
        <w:t>a)</w:t>
      </w:r>
      <w:r w:rsidRPr="000E15EE">
        <w:tab/>
        <w:t xml:space="preserve">bezpośrednio przed złożeniem wniosku o udzielenie kolejnego zezwolenia na pobyt czasowy, o którym mowa w art. 139a ust. 1 lub art. 139o ust. 1 </w:t>
      </w:r>
      <w:r w:rsidR="00650DE6">
        <w:t xml:space="preserve">tej </w:t>
      </w:r>
      <w:r w:rsidRPr="000E15EE">
        <w:t>ustawy, przebywał na tym terytorium na podstawie tego zezwolenia i kontynuuje wykonywanie pracy, do której był uprawniony na jego podstawie</w:t>
      </w:r>
      <w:r w:rsidR="00692087" w:rsidRPr="000E15EE">
        <w:t xml:space="preserve"> lub</w:t>
      </w:r>
    </w:p>
    <w:p w14:paraId="21D205F6" w14:textId="77777777" w:rsidR="00935585" w:rsidRPr="000E15EE" w:rsidRDefault="00935585" w:rsidP="00935585">
      <w:pPr>
        <w:pStyle w:val="LITlitera"/>
      </w:pPr>
      <w:r w:rsidRPr="000E15EE">
        <w:t>b)</w:t>
      </w:r>
      <w:r w:rsidRPr="000E15EE">
        <w:tab/>
        <w:t>wykonuje pracę w charakterze pracownika kadry kierowniczej, specjalisty lub pracownika odbywającego staż</w:t>
      </w:r>
      <w:r w:rsidR="00015977" w:rsidRPr="000E15EE">
        <w:t>,</w:t>
      </w:r>
      <w:r w:rsidRPr="000E15EE">
        <w:t xml:space="preserve"> w ramach przeniesienia wewnątrz przedsiębiorstwa, o którym mowa w art. 3 pkt 13b </w:t>
      </w:r>
      <w:r w:rsidR="00650DE6">
        <w:t xml:space="preserve">tej </w:t>
      </w:r>
      <w:r w:rsidRPr="000E15EE">
        <w:t>ustawy, na rzecz jednostki przyjmującej, która złożyła wniosek o udzielenie zezwolenia na pobyt czasowy, o którym mowa w art. 139o ust. 1 tej ustawy, na warunkach określonych w tym wniosku,</w:t>
      </w:r>
      <w:r w:rsidR="00692087" w:rsidRPr="000E15EE">
        <w:t xml:space="preserve"> lub</w:t>
      </w:r>
    </w:p>
    <w:p w14:paraId="113B6871" w14:textId="77777777" w:rsidR="000778DA" w:rsidRPr="000E15EE" w:rsidRDefault="00935585" w:rsidP="00935585">
      <w:pPr>
        <w:pStyle w:val="LITlitera"/>
      </w:pPr>
      <w:r w:rsidRPr="000E15EE">
        <w:lastRenderedPageBreak/>
        <w:t>c)</w:t>
      </w:r>
      <w:r w:rsidRPr="000E15EE">
        <w:tab/>
        <w:t xml:space="preserve">prowadzi badania naukowe lub prace rozwojowe w jednostce naukowej mającej siedzibę na terytorium Rzeczypospolitej Polskiej zatwierdzonej przez ministra właściwego do spraw wewnętrznych na podstawie przepisów art. 151 ust. 4–5 </w:t>
      </w:r>
      <w:r w:rsidR="00650DE6">
        <w:t xml:space="preserve">tej </w:t>
      </w:r>
      <w:r w:rsidRPr="000E15EE">
        <w:t>ustawy i złożył wniosek o udzielenie zezwolenia na pobyt czasowy, o którym mowa w art. 151b ust. 1 tej ustawy, na warunkach określonych w umowie, o której mowa w art. 151b ust. 1 pkt 2</w:t>
      </w:r>
      <w:r w:rsidR="00692087" w:rsidRPr="000E15EE">
        <w:t xml:space="preserve"> </w:t>
      </w:r>
      <w:r w:rsidRPr="000E15EE">
        <w:t>tej ustawy</w:t>
      </w:r>
      <w:r w:rsidR="000778DA" w:rsidRPr="000E15EE">
        <w:t>.</w:t>
      </w:r>
    </w:p>
    <w:p w14:paraId="2F2261C3" w14:textId="77777777" w:rsidR="00935585" w:rsidRPr="000E15EE" w:rsidRDefault="00935585" w:rsidP="00715A17">
      <w:pPr>
        <w:pStyle w:val="USTustnpkodeksu"/>
      </w:pPr>
      <w:r w:rsidRPr="000E15EE">
        <w:rPr>
          <w:bCs w:val="0"/>
        </w:rPr>
        <w:t>3. </w:t>
      </w:r>
      <w:bookmarkStart w:id="24" w:name="_Hlk125366202"/>
      <w:r w:rsidR="003C7D47" w:rsidRPr="000E15EE">
        <w:t xml:space="preserve">Cudzoziemiec może </w:t>
      </w:r>
      <w:r w:rsidR="00005863" w:rsidRPr="008C044C">
        <w:t xml:space="preserve">wykonywać pracę </w:t>
      </w:r>
      <w:r w:rsidR="003C7D47" w:rsidRPr="008C044C">
        <w:t xml:space="preserve">zgodnie z zezwoleniem na pracę lub oświadczeniem </w:t>
      </w:r>
      <w:bookmarkEnd w:id="24"/>
      <w:r w:rsidR="001503C9">
        <w:t xml:space="preserve">o powierzeniu pracy cudzoziemcowi </w:t>
      </w:r>
      <w:r w:rsidR="003C7D47" w:rsidRPr="008C044C">
        <w:t xml:space="preserve">wpisanym do ewidencji oświadczeń, jeżeli </w:t>
      </w:r>
      <w:r w:rsidR="003C7D47" w:rsidRPr="0031111C">
        <w:t xml:space="preserve">posiada takie zezwolenie lub oświadczenie </w:t>
      </w:r>
      <w:r w:rsidR="005F396C" w:rsidRPr="0031111C">
        <w:t xml:space="preserve">i </w:t>
      </w:r>
      <w:r w:rsidR="005F396C" w:rsidRPr="00243510">
        <w:t xml:space="preserve">jest </w:t>
      </w:r>
      <w:r w:rsidR="005F396C" w:rsidRPr="000E15EE">
        <w:t xml:space="preserve">uprawniony do pobytu </w:t>
      </w:r>
      <w:r w:rsidRPr="000E15EE">
        <w:t>na terytorium Rzeczypospolitej Polskiej:</w:t>
      </w:r>
      <w:bookmarkEnd w:id="19"/>
    </w:p>
    <w:p w14:paraId="550D3DD8" w14:textId="77777777" w:rsidR="00935585" w:rsidRPr="000E15EE" w:rsidRDefault="00935585" w:rsidP="00935585">
      <w:pPr>
        <w:pStyle w:val="PKTpunkt"/>
      </w:pPr>
      <w:r w:rsidRPr="000E15EE">
        <w:t>1)</w:t>
      </w:r>
      <w:r w:rsidRPr="000E15EE">
        <w:tab/>
        <w:t>na podstawie wizy wydanej w celu, o którym mowa w art. 60 ust. 1 pkt </w:t>
      </w:r>
      <w:r w:rsidR="00243510" w:rsidRPr="00243510">
        <w:t xml:space="preserve">3-13b, 17-21, 23 </w:t>
      </w:r>
      <w:r w:rsidR="00243510">
        <w:t>lub</w:t>
      </w:r>
      <w:r w:rsidR="00243510" w:rsidRPr="00243510">
        <w:t xml:space="preserve"> 24b </w:t>
      </w:r>
      <w:r w:rsidRPr="000E15EE">
        <w:t>ustawy z dnia 12 grudnia 2013 r. o cudzoziemcach, lub</w:t>
      </w:r>
    </w:p>
    <w:p w14:paraId="780A76A9" w14:textId="77777777" w:rsidR="00935585" w:rsidRPr="000E15EE" w:rsidRDefault="00935585" w:rsidP="00935585">
      <w:pPr>
        <w:pStyle w:val="PKTpunkt"/>
      </w:pPr>
      <w:r w:rsidRPr="000E15EE">
        <w:t>2)</w:t>
      </w:r>
      <w:r w:rsidRPr="000E15EE">
        <w:tab/>
        <w:t xml:space="preserve">na podstawie art. 108 ust. 1 pkt 2 lub art. 206 ust. 1 pkt 2 ustawy z dnia 12 grudnia 2013 r. o cudzoziemcach lub na podstawie umieszczonego w dokumencie podróży odcisku stempla, który potwierdza złożenie wniosku o udzielenie zezwolenia na pobyt rezydenta długoterminowego Unii Europejskiej, </w:t>
      </w:r>
      <w:r w:rsidR="0031111C" w:rsidRPr="0031111C">
        <w:t xml:space="preserve">jeżeli </w:t>
      </w:r>
      <w:r w:rsidR="00E37198">
        <w:t xml:space="preserve">w trakcie pobytu </w:t>
      </w:r>
      <w:r w:rsidR="0031111C" w:rsidRPr="0031111C">
        <w:t>przed złożeniem wniosku był uprawniony do wykonywania pracy na terytorium Rzeczypospolitej Polskie</w:t>
      </w:r>
      <w:r w:rsidR="0031111C">
        <w:t xml:space="preserve">j, </w:t>
      </w:r>
      <w:r w:rsidRPr="000E15EE">
        <w:t>lub</w:t>
      </w:r>
    </w:p>
    <w:p w14:paraId="44772083" w14:textId="77777777" w:rsidR="00935585" w:rsidRPr="000E15EE" w:rsidRDefault="00935585" w:rsidP="00935585">
      <w:pPr>
        <w:pStyle w:val="PKTpunkt"/>
      </w:pPr>
      <w:r w:rsidRPr="000E15EE">
        <w:t>3)</w:t>
      </w:r>
      <w:r w:rsidRPr="000E15EE">
        <w:tab/>
        <w:t>na podstawie zezwolenia na pobyt czasowy, z wyjątkiem zezwolenia udzielonego w związku z okolicznością, o której mowa w art. 181 ust. 1 ustawy z dnia 12 grudnia 2013 r. o cudzoziemcach, lub</w:t>
      </w:r>
    </w:p>
    <w:p w14:paraId="292729D1" w14:textId="77777777" w:rsidR="00935585" w:rsidRPr="000E15EE" w:rsidRDefault="00935585" w:rsidP="00935585">
      <w:pPr>
        <w:pStyle w:val="PKTpunkt"/>
      </w:pPr>
      <w:r w:rsidRPr="000E15EE">
        <w:t>4)</w:t>
      </w:r>
      <w:r w:rsidRPr="000E15EE">
        <w:tab/>
        <w:t>na podstawie dokumentu, o którym mowa w art. 61 ustawy z dnia 12 grudnia 2013 r. o cudzoziemcach, określającego status członka rodziny członka misji dyplomatycznej lub urzędu konsularnego państwa obcego albo innej osoby zrównanej z nimi na podstawie ustaw, umów lub powszechnie ustalonych zwyczajów międzynarodowych, pozostającego z tą osobą we wspólnocie domowej, jeżeli pomiędzy Rzecząpospolitą Polską a państwem obcym lub organizacją międzynarodową zostały zawarte umowa lub porozumienie międzynarodowe w sprawie wykonywania działalności zarobkowej przez członków rodzin członków personelu misji dyplomatycznych lub urzędów konsularnych albo osób z nimi zrównanych, lub</w:t>
      </w:r>
    </w:p>
    <w:p w14:paraId="5E7C03CD" w14:textId="77777777" w:rsidR="00935585" w:rsidRPr="000E15EE" w:rsidRDefault="00E37198" w:rsidP="00935585">
      <w:pPr>
        <w:pStyle w:val="PKTpunkt"/>
      </w:pPr>
      <w:r>
        <w:t>5</w:t>
      </w:r>
      <w:r w:rsidR="00935585" w:rsidRPr="000E15EE">
        <w:t>)</w:t>
      </w:r>
      <w:r w:rsidR="00935585" w:rsidRPr="000E15EE">
        <w:tab/>
        <w:t>na podstawie dokumentu pobytowego wydanego przez inne państwo obszaru Schengen, lub</w:t>
      </w:r>
    </w:p>
    <w:p w14:paraId="56AAB73F" w14:textId="77777777" w:rsidR="00935585" w:rsidRPr="000E15EE" w:rsidRDefault="00E37198" w:rsidP="00935585">
      <w:pPr>
        <w:pStyle w:val="PKTpunkt"/>
      </w:pPr>
      <w:bookmarkStart w:id="25" w:name="_Hlk164329178"/>
      <w:r>
        <w:t>6</w:t>
      </w:r>
      <w:r w:rsidR="00935585" w:rsidRPr="000E15EE">
        <w:t>)</w:t>
      </w:r>
      <w:r w:rsidR="00935585" w:rsidRPr="000E15EE">
        <w:tab/>
        <w:t>w ramach ruchu bezwizowego</w:t>
      </w:r>
      <w:r w:rsidR="00461DBA" w:rsidRPr="000E15EE">
        <w:t xml:space="preserve">, z zastrzeżeniem ust. </w:t>
      </w:r>
      <w:r w:rsidR="0011713C" w:rsidRPr="000E15EE">
        <w:t>4</w:t>
      </w:r>
      <w:r w:rsidR="00935585" w:rsidRPr="000E15EE">
        <w:t>.</w:t>
      </w:r>
    </w:p>
    <w:p w14:paraId="6E44DBAD" w14:textId="77777777" w:rsidR="00461DBA" w:rsidRPr="000E15EE" w:rsidRDefault="00F60E60" w:rsidP="007D3C7F">
      <w:pPr>
        <w:pStyle w:val="USTustnpkodeksu"/>
      </w:pPr>
      <w:r w:rsidRPr="000E15EE">
        <w:lastRenderedPageBreak/>
        <w:t>4</w:t>
      </w:r>
      <w:r w:rsidR="00461DBA" w:rsidRPr="000E15EE">
        <w:t xml:space="preserve">. Minister właściwy do spraw pracy, na wniosek ministra właściwego do spraw wewnętrznych, może określić, w drodze rozporządzenia, wykaz </w:t>
      </w:r>
      <w:bookmarkStart w:id="26" w:name="_Hlk171695642"/>
      <w:r w:rsidR="00461DBA" w:rsidRPr="000E15EE">
        <w:t>państw, których obywatele posiadający zezwolenie na pracę nie są uprawnieni do wykonywania pracy w czasie pobytu na terytorium Rzeczypospolitej Polskiej w ramach ruchu bezwizowego</w:t>
      </w:r>
      <w:bookmarkEnd w:id="26"/>
      <w:r w:rsidR="00C706CE" w:rsidRPr="000E15EE">
        <w:t>.</w:t>
      </w:r>
      <w:r w:rsidR="00461DBA" w:rsidRPr="000E15EE">
        <w:t xml:space="preserve"> </w:t>
      </w:r>
      <w:r w:rsidR="007D3C7F" w:rsidRPr="000E15EE">
        <w:t xml:space="preserve">W rozporządzeniu </w:t>
      </w:r>
      <w:r w:rsidR="00072781" w:rsidRPr="000E15EE">
        <w:t xml:space="preserve">uwzględnia się </w:t>
      </w:r>
      <w:r w:rsidR="00461DBA" w:rsidRPr="000E15EE">
        <w:t>zagrożenia bezpieczeństwa i porządku publicznego</w:t>
      </w:r>
      <w:r w:rsidR="00072781" w:rsidRPr="000E15EE">
        <w:t>, w tym wysokie ryzyko wjazdu z tych państw na terytorium państw obszaru Schengen pod pozorem wykonywania pracy na terytorium Rzeczypospolitej Polskiej</w:t>
      </w:r>
      <w:r w:rsidR="00461DBA" w:rsidRPr="000E15EE">
        <w:t>.</w:t>
      </w:r>
    </w:p>
    <w:bookmarkEnd w:id="25"/>
    <w:p w14:paraId="62AC7C59" w14:textId="77777777" w:rsidR="00935585" w:rsidRPr="000E15EE" w:rsidRDefault="00F60E60" w:rsidP="00935585">
      <w:pPr>
        <w:pStyle w:val="USTustnpkodeksu"/>
      </w:pPr>
      <w:r w:rsidRPr="000E15EE">
        <w:t>5</w:t>
      </w:r>
      <w:r w:rsidR="00762A6B" w:rsidRPr="000E15EE">
        <w:t>. </w:t>
      </w:r>
      <w:r w:rsidR="009B2D21" w:rsidRPr="000E15EE">
        <w:t xml:space="preserve">Cudzoziemiec, który </w:t>
      </w:r>
      <w:r w:rsidR="00AE02FB" w:rsidRPr="000E15EE">
        <w:t>jest uprawniony do pobytu</w:t>
      </w:r>
      <w:r w:rsidR="009B2D21" w:rsidRPr="000E15EE">
        <w:t xml:space="preserve"> na terytorium Rzeczypospolitej Polskiej na podstawie, o której mowa w ust. </w:t>
      </w:r>
      <w:r w:rsidR="005A4D69" w:rsidRPr="000E15EE">
        <w:t>3</w:t>
      </w:r>
      <w:r w:rsidR="009B2D21" w:rsidRPr="000E15EE">
        <w:t xml:space="preserve"> pkt 1</w:t>
      </w:r>
      <w:r w:rsidR="00970CB6" w:rsidRPr="000E15EE">
        <w:t>–</w:t>
      </w:r>
      <w:r w:rsidR="009B2D21" w:rsidRPr="000E15EE">
        <w:t>6</w:t>
      </w:r>
      <w:r w:rsidR="003D459D" w:rsidRPr="000E15EE">
        <w:t>,</w:t>
      </w:r>
      <w:r w:rsidR="009B2D21" w:rsidRPr="000E15EE">
        <w:t xml:space="preserve"> lub w ramach ruchu bezwizowego, może </w:t>
      </w:r>
      <w:r w:rsidR="00B36F02">
        <w:t xml:space="preserve">wykonywać pracę </w:t>
      </w:r>
      <w:r w:rsidR="009B2D21" w:rsidRPr="000E15EE">
        <w:t>bez zezwolenia na pracę lub oświadczenia o</w:t>
      </w:r>
      <w:r w:rsidR="00B36F02">
        <w:t xml:space="preserve"> powierzeniu pracy cudzoziemcowi</w:t>
      </w:r>
      <w:r w:rsidR="009B2D21" w:rsidRPr="000E15EE">
        <w:t>, jeżeli</w:t>
      </w:r>
      <w:r w:rsidR="00935585" w:rsidRPr="000E15EE">
        <w:t>:</w:t>
      </w:r>
    </w:p>
    <w:p w14:paraId="0E2B4FF5" w14:textId="77777777" w:rsidR="00935585" w:rsidRPr="000E15EE" w:rsidRDefault="00935585" w:rsidP="00935585">
      <w:pPr>
        <w:pStyle w:val="PKTpunkt"/>
      </w:pPr>
      <w:r w:rsidRPr="000E15EE">
        <w:t>1)</w:t>
      </w:r>
      <w:r w:rsidRPr="000E15EE">
        <w:tab/>
        <w:t>posiada ważną Kartę Polaka lub</w:t>
      </w:r>
    </w:p>
    <w:p w14:paraId="2EA71384" w14:textId="77777777" w:rsidR="00935585" w:rsidRPr="000E15EE" w:rsidRDefault="00935585" w:rsidP="00935585">
      <w:pPr>
        <w:pStyle w:val="PKTpunkt"/>
      </w:pPr>
      <w:r w:rsidRPr="000E15EE">
        <w:t>2)</w:t>
      </w:r>
      <w:r w:rsidRPr="000E15EE">
        <w:tab/>
      </w:r>
      <w:r w:rsidR="009B2D21" w:rsidRPr="000E15EE">
        <w:t xml:space="preserve">jest </w:t>
      </w:r>
      <w:r w:rsidRPr="000E15EE">
        <w:t>absolwentem studiów, o którym mowa w art. 77 ustawy z dnia 20 lipca 2018 r. – Prawo o szkolnictwie wyższym i nauce (Dz. U. z </w:t>
      </w:r>
      <w:r w:rsidR="00CE0613" w:rsidRPr="000E15EE">
        <w:t xml:space="preserve">2023 r. </w:t>
      </w:r>
      <w:r w:rsidR="00271888" w:rsidRPr="000E15EE">
        <w:t>poz. </w:t>
      </w:r>
      <w:r w:rsidR="00CE0613" w:rsidRPr="000E15EE">
        <w:t>742</w:t>
      </w:r>
      <w:r w:rsidRPr="000E15EE">
        <w:t>, z późn. zm.</w:t>
      </w:r>
      <w:r w:rsidRPr="000E15EE">
        <w:rPr>
          <w:rStyle w:val="Odwoanieprzypisudolnego"/>
        </w:rPr>
        <w:footnoteReference w:id="4"/>
      </w:r>
      <w:r w:rsidRPr="000E15EE">
        <w:rPr>
          <w:rStyle w:val="IGindeksgrny"/>
        </w:rPr>
        <w:t>)</w:t>
      </w:r>
      <w:r w:rsidRPr="000E15EE">
        <w:t>), który ukończył studia w uczelni mającej siedzibę na terytorium Rzeczypospolitej Polskiej, lub</w:t>
      </w:r>
    </w:p>
    <w:p w14:paraId="5AA47A8E" w14:textId="77777777" w:rsidR="00935585" w:rsidRPr="000E15EE" w:rsidRDefault="00935585" w:rsidP="00935585">
      <w:pPr>
        <w:pStyle w:val="PKTpunkt"/>
      </w:pPr>
      <w:r w:rsidRPr="000E15EE">
        <w:t>3)</w:t>
      </w:r>
      <w:r w:rsidRPr="000E15EE">
        <w:tab/>
      </w:r>
      <w:r w:rsidR="00A261AF">
        <w:t xml:space="preserve">posiada stopień naukowy doktora nadany po ukończeniu studiów doktoranckich odbywanych na terytorium Rzeczypospolitej Polskiej lub po ukończeniu kształcenia </w:t>
      </w:r>
      <w:r w:rsidRPr="000E15EE">
        <w:t>w szkole doktorskiej prowadzonej przez podmiot mający siedzibę na terytorium Rzeczypospolitej Polskiej</w:t>
      </w:r>
      <w:r w:rsidR="005F396C" w:rsidRPr="000E15EE">
        <w:t>, lub</w:t>
      </w:r>
    </w:p>
    <w:p w14:paraId="72FE7DFD" w14:textId="77777777" w:rsidR="00935585" w:rsidRPr="000E15EE" w:rsidRDefault="00935585" w:rsidP="00935585">
      <w:pPr>
        <w:pStyle w:val="PKTpunkt"/>
      </w:pPr>
      <w:r w:rsidRPr="000E15EE">
        <w:t>4)</w:t>
      </w:r>
      <w:r w:rsidRPr="000E15EE">
        <w:tab/>
      </w:r>
      <w:r w:rsidR="009B2D21" w:rsidRPr="000E15EE">
        <w:t xml:space="preserve">jest </w:t>
      </w:r>
      <w:r w:rsidRPr="000E15EE">
        <w:t>doktorantem w szkole doktorskiej prowadzonej przez podmiot mający siedzibę na terytorium Rzeczypospolitej Polskiej, lub</w:t>
      </w:r>
    </w:p>
    <w:p w14:paraId="28343C09" w14:textId="77777777" w:rsidR="00935585" w:rsidRPr="000E15EE" w:rsidRDefault="00935585" w:rsidP="00935585">
      <w:pPr>
        <w:pStyle w:val="PKTpunkt"/>
      </w:pPr>
      <w:r w:rsidRPr="000E15EE">
        <w:t>5)</w:t>
      </w:r>
      <w:r w:rsidRPr="000E15EE">
        <w:tab/>
        <w:t xml:space="preserve">umowy międzynarodowe, przepisy niniejszej ustawy, przepisy wydane na podstawie </w:t>
      </w:r>
      <w:r w:rsidR="003C2EF3" w:rsidRPr="000E15EE">
        <w:t>ust.</w:t>
      </w:r>
      <w:r w:rsidR="00682505" w:rsidRPr="000E15EE">
        <w:t> </w:t>
      </w:r>
      <w:r w:rsidR="0011713C" w:rsidRPr="000E15EE">
        <w:t>6</w:t>
      </w:r>
      <w:r w:rsidR="003C2EF3" w:rsidRPr="000E15EE">
        <w:t xml:space="preserve"> </w:t>
      </w:r>
      <w:r w:rsidRPr="000E15EE">
        <w:t>lub przepisy innych ustaw dopuszczają wykonywanie pracy bez konieczności posiadania zezwolenia na pracę.</w:t>
      </w:r>
    </w:p>
    <w:p w14:paraId="76EFF91C" w14:textId="77777777" w:rsidR="00935585" w:rsidRPr="000E15EE" w:rsidRDefault="0011713C" w:rsidP="00935585">
      <w:pPr>
        <w:pStyle w:val="USTustnpkodeksu"/>
      </w:pPr>
      <w:r w:rsidRPr="000E15EE">
        <w:t>6</w:t>
      </w:r>
      <w:r w:rsidR="00762A6B" w:rsidRPr="000E15EE">
        <w:t>. </w:t>
      </w:r>
      <w:r w:rsidR="00935585" w:rsidRPr="000E15EE">
        <w:t>Minister właściwy do spraw pracy</w:t>
      </w:r>
      <w:r w:rsidR="00992648" w:rsidRPr="000E15EE">
        <w:t xml:space="preserve"> </w:t>
      </w:r>
      <w:r w:rsidR="00935585" w:rsidRPr="000E15EE">
        <w:t>określi, w drodze rozporządzenia, szczególne przypadki, w których</w:t>
      </w:r>
      <w:r w:rsidR="009B2D21" w:rsidRPr="000E15EE">
        <w:t xml:space="preserve"> cudzoziemiec </w:t>
      </w:r>
      <w:r w:rsidR="005D0971" w:rsidRPr="000E15EE">
        <w:t xml:space="preserve">przebywający na terytorium Rzeczypospolitej Polskiej może </w:t>
      </w:r>
      <w:r w:rsidR="00B36F02">
        <w:t xml:space="preserve">wykonywać pracę </w:t>
      </w:r>
      <w:r w:rsidR="005F396C" w:rsidRPr="000E15EE">
        <w:t xml:space="preserve">bez zezwolenia na pracę lub oświadczenia o </w:t>
      </w:r>
      <w:r w:rsidR="00B36F02">
        <w:t>powierzeniu pracy cudzoziemcowi</w:t>
      </w:r>
      <w:r w:rsidR="00935585" w:rsidRPr="000E15EE">
        <w:t xml:space="preserve">, biorąc pod uwagę programy szkoleniowe lub doradcze realizowane w ramach działań Unii Europejskiej lub innych międzynarodowych programach pomocowych, polską politykę zagraniczną, specyfikę wykonywanego zawodu, charakter pracy, okres pracy, wymogi dotyczące </w:t>
      </w:r>
      <w:r w:rsidR="00B36F02">
        <w:t>podmiotu powierzającego pracę cudzoziemcowi</w:t>
      </w:r>
      <w:r w:rsidR="00935585" w:rsidRPr="000E15EE">
        <w:t xml:space="preserve">, a także szczególny status, który był </w:t>
      </w:r>
      <w:r w:rsidR="00935585" w:rsidRPr="000E15EE">
        <w:lastRenderedPageBreak/>
        <w:t>podstawą udzielenia cudzoziemcowi zezwolenia na pobyt czasowy na terytorium Rzeczypospolitej Polskiej.</w:t>
      </w:r>
    </w:p>
    <w:p w14:paraId="6F34B130" w14:textId="77777777" w:rsidR="00935585" w:rsidRPr="000E15EE" w:rsidRDefault="0011713C" w:rsidP="00935585">
      <w:pPr>
        <w:pStyle w:val="USTustnpkodeksu"/>
      </w:pPr>
      <w:r w:rsidRPr="000E15EE">
        <w:t>7</w:t>
      </w:r>
      <w:r w:rsidR="00762A6B" w:rsidRPr="000E15EE">
        <w:t>. </w:t>
      </w:r>
      <w:r w:rsidR="00935585" w:rsidRPr="000E15EE">
        <w:t>Minister właściwy do spraw pracy</w:t>
      </w:r>
      <w:r w:rsidR="001F42B1" w:rsidRPr="000E15EE">
        <w:t>, w porozumieniu z ministrem właściwym do spraw wewnętrznych</w:t>
      </w:r>
      <w:r w:rsidR="00935585" w:rsidRPr="000E15EE">
        <w:t>, kierując się celami polityki migracyjnej, określi w drodze rozporządzenia, państwa:</w:t>
      </w:r>
    </w:p>
    <w:p w14:paraId="537E6EC1" w14:textId="77777777" w:rsidR="00935585" w:rsidRPr="000E15EE" w:rsidRDefault="00935585" w:rsidP="00935585">
      <w:pPr>
        <w:pStyle w:val="PKTpunkt"/>
      </w:pPr>
      <w:r w:rsidRPr="000E15EE">
        <w:t>1)</w:t>
      </w:r>
      <w:r w:rsidRPr="000E15EE">
        <w:tab/>
        <w:t xml:space="preserve">których </w:t>
      </w:r>
      <w:r w:rsidR="003C7E3D">
        <w:t xml:space="preserve">obywateli mogą dotyczyć </w:t>
      </w:r>
      <w:r w:rsidRPr="000E15EE">
        <w:t>oświadczenia o </w:t>
      </w:r>
      <w:r w:rsidR="003C7E3D">
        <w:t>powierzeniu pracy cudzoziemcowi</w:t>
      </w:r>
      <w:r w:rsidRPr="000E15EE">
        <w:t>;</w:t>
      </w:r>
    </w:p>
    <w:p w14:paraId="346BC6BE" w14:textId="77777777" w:rsidR="00935585" w:rsidRPr="000E15EE" w:rsidRDefault="00935585" w:rsidP="00935585">
      <w:pPr>
        <w:pStyle w:val="PKTpunkt"/>
      </w:pPr>
      <w:r w:rsidRPr="000E15EE">
        <w:t>2)</w:t>
      </w:r>
      <w:r w:rsidRPr="000E15EE">
        <w:tab/>
        <w:t>których obywateli mogą dotyczyć przepisy art. 51 i art. 54.</w:t>
      </w:r>
    </w:p>
    <w:p w14:paraId="25B43EB1" w14:textId="77777777" w:rsidR="00935585" w:rsidRPr="000E15EE" w:rsidRDefault="00935585" w:rsidP="00D73D62">
      <w:pPr>
        <w:pStyle w:val="ARTartustawynprozporzdzenia"/>
      </w:pPr>
      <w:bookmarkStart w:id="27" w:name="_Toc88838093"/>
      <w:bookmarkStart w:id="28" w:name="_Toc107829939"/>
      <w:bookmarkStart w:id="29" w:name="_Hlk123220210"/>
      <w:r w:rsidRPr="000E15EE">
        <w:rPr>
          <w:rStyle w:val="Ppogrubienie"/>
        </w:rPr>
        <w:t>Art. </w:t>
      </w:r>
      <w:r w:rsidR="00195F48" w:rsidRPr="000E15EE">
        <w:rPr>
          <w:rStyle w:val="Ppogrubienie"/>
        </w:rPr>
        <w:t>4</w:t>
      </w:r>
      <w:r w:rsidRPr="000E15EE">
        <w:rPr>
          <w:rStyle w:val="Ppogrubienie"/>
        </w:rPr>
        <w:t>.</w:t>
      </w:r>
      <w:r w:rsidRPr="000E15EE">
        <w:t> </w:t>
      </w:r>
      <w:bookmarkStart w:id="30" w:name="_Hlk120542822"/>
      <w:r w:rsidRPr="000E15EE">
        <w:t>1. </w:t>
      </w:r>
      <w:r w:rsidR="006231F5">
        <w:t>Podmiot powierzający pracę cudzoziemcowi</w:t>
      </w:r>
      <w:r w:rsidRPr="000E15EE">
        <w:t xml:space="preserve"> pozyskuje od cudzoziemca jego dane osobowe</w:t>
      </w:r>
      <w:r w:rsidR="00D73D62" w:rsidRPr="000E15EE">
        <w:t>, o których mowa w art. 9 ust. 1 pkt 3 lub art. 60 ust. 1 pkt 2,</w:t>
      </w:r>
      <w:r w:rsidRPr="000E15EE">
        <w:t xml:space="preserve"> oraz kopie dokumentów zawierających te dane w celu potwierdzenia </w:t>
      </w:r>
      <w:r w:rsidR="005F396C" w:rsidRPr="000E15EE">
        <w:t xml:space="preserve">jego </w:t>
      </w:r>
      <w:r w:rsidRPr="000E15EE">
        <w:t>tożsamości i uzyskania lub potwierdzenia uprawnienia do jego zatrudnienia.</w:t>
      </w:r>
    </w:p>
    <w:p w14:paraId="0ED5D3B6" w14:textId="77777777" w:rsidR="00935585" w:rsidRPr="000E15EE" w:rsidRDefault="00935585" w:rsidP="00935585">
      <w:pPr>
        <w:pStyle w:val="USTustnpkodeksu"/>
      </w:pPr>
      <w:r w:rsidRPr="000E15EE">
        <w:t>2. </w:t>
      </w:r>
      <w:r w:rsidR="006231F5">
        <w:t>Podmiot powierzający pracę cudzoziemcowi</w:t>
      </w:r>
      <w:r w:rsidRPr="000E15EE">
        <w:t xml:space="preserve"> żąda od cudzoziemca przedstawienia przed rozpoczęciem pracy ważnego dokumentu uprawniającego do pobytu na terytorium Rzeczypospolitej Polskiej.</w:t>
      </w:r>
      <w:bookmarkEnd w:id="27"/>
      <w:bookmarkEnd w:id="28"/>
    </w:p>
    <w:p w14:paraId="3C27A491" w14:textId="77777777" w:rsidR="00935585" w:rsidRPr="000E15EE" w:rsidRDefault="00935585" w:rsidP="00935585">
      <w:pPr>
        <w:pStyle w:val="USTustnpkodeksu"/>
      </w:pPr>
      <w:r w:rsidRPr="000E15EE">
        <w:t xml:space="preserve">3. </w:t>
      </w:r>
      <w:r w:rsidR="006231F5">
        <w:t>Podmiot powierzający pracę cudzoziemcowi</w:t>
      </w:r>
      <w:r w:rsidRPr="000E15EE">
        <w:t xml:space="preserve"> może żądać od cudzoziemca przedstawienia dokumentu uprawniającego do pobytu na terytorium Rzeczypospolitej Polskiej w trakcie zatrudnienia cudzoziemca.</w:t>
      </w:r>
    </w:p>
    <w:bookmarkEnd w:id="29"/>
    <w:p w14:paraId="57E11209" w14:textId="77777777" w:rsidR="00935585" w:rsidRPr="000E15EE" w:rsidRDefault="00935585" w:rsidP="00935585">
      <w:pPr>
        <w:pStyle w:val="USTustnpkodeksu"/>
      </w:pPr>
      <w:r w:rsidRPr="000E15EE">
        <w:t xml:space="preserve">4. </w:t>
      </w:r>
      <w:r w:rsidR="006231F5">
        <w:t>Podmiot powierzający pracę cudzoziemcowi</w:t>
      </w:r>
      <w:r w:rsidRPr="000E15EE">
        <w:t xml:space="preserve"> przechowuje kopie dokumentów uprawniających do pobytu na terytorium Rzeczypospolitej Polskiej przez cały okres wykonywania pracy przez cudzoziemca oraz przez okres, o którym mowa w ust. 5.</w:t>
      </w:r>
    </w:p>
    <w:p w14:paraId="707DC86C" w14:textId="77777777" w:rsidR="00935585" w:rsidRPr="000E15EE" w:rsidRDefault="00935585" w:rsidP="00935585">
      <w:pPr>
        <w:pStyle w:val="USTustnpkodeksu"/>
      </w:pPr>
      <w:bookmarkStart w:id="31" w:name="_Hlk122525412"/>
      <w:r w:rsidRPr="000E15EE">
        <w:t>5. </w:t>
      </w:r>
      <w:r w:rsidR="006231F5">
        <w:t>Podmiot powierzający pracę cudzoziemcowi</w:t>
      </w:r>
      <w:r w:rsidRPr="000E15EE">
        <w:t xml:space="preserve"> </w:t>
      </w:r>
      <w:r w:rsidR="0000225B" w:rsidRPr="000E15EE">
        <w:t xml:space="preserve">przetwarza </w:t>
      </w:r>
      <w:r w:rsidRPr="000E15EE">
        <w:t>dane osobowe cudzoziemca</w:t>
      </w:r>
      <w:r w:rsidR="00234DD0" w:rsidRPr="000E15EE">
        <w:t xml:space="preserve"> </w:t>
      </w:r>
      <w:r w:rsidRPr="000E15EE">
        <w:t xml:space="preserve">przez okres zatrudnienia, a także przez okres </w:t>
      </w:r>
      <w:r w:rsidR="0000225B" w:rsidRPr="000E15EE">
        <w:t xml:space="preserve">2 </w:t>
      </w:r>
      <w:r w:rsidRPr="000E15EE">
        <w:t xml:space="preserve">lat, licząc od końca roku kalendarzowego, w którym stosunek </w:t>
      </w:r>
      <w:r w:rsidR="006A31A0" w:rsidRPr="000E15EE">
        <w:t xml:space="preserve">prawny będący podstawą zatrudnienia cudzoziemca </w:t>
      </w:r>
      <w:r w:rsidRPr="000E15EE">
        <w:t xml:space="preserve">uległ rozwiązaniu lub wygasł, chyba że odrębne przepisy przewidują dłuższy okres przechowywania dokumentacji </w:t>
      </w:r>
      <w:r w:rsidR="00D16D28">
        <w:t>dotyczącej zatrudnienia</w:t>
      </w:r>
      <w:r w:rsidRPr="000E15EE">
        <w:t>.</w:t>
      </w:r>
    </w:p>
    <w:bookmarkEnd w:id="30"/>
    <w:bookmarkEnd w:id="31"/>
    <w:p w14:paraId="247EB951" w14:textId="77777777" w:rsidR="00453416" w:rsidRPr="000E15EE" w:rsidRDefault="00453416" w:rsidP="00935585">
      <w:pPr>
        <w:pStyle w:val="USTustnpkodeksu"/>
      </w:pPr>
      <w:r w:rsidRPr="000E15EE">
        <w:t xml:space="preserve">6. </w:t>
      </w:r>
      <w:r w:rsidR="006231F5">
        <w:t>Podmiot powierzający pracę cudzoziemcowi</w:t>
      </w:r>
      <w:r w:rsidRPr="000E15EE">
        <w:t xml:space="preserve"> przetwarza dane osobowe cudzoziemca w sposób zapewniający ich bezpieczeństwo, w tym ochronę przed niedozwolonym lub niezgodnym z prawem przetwarzaniem oraz przypadkową utratą, zniszczeniem lub uszkodzeniem.</w:t>
      </w:r>
    </w:p>
    <w:p w14:paraId="2C98296D" w14:textId="77777777" w:rsidR="00935585" w:rsidRPr="000E15EE" w:rsidRDefault="00935585" w:rsidP="00935585">
      <w:pPr>
        <w:pStyle w:val="ARTartustawynprozporzdzenia"/>
      </w:pPr>
      <w:bookmarkStart w:id="32" w:name="_Toc107829940"/>
      <w:bookmarkStart w:id="33" w:name="_Hlk112685994"/>
      <w:r w:rsidRPr="000E15EE">
        <w:rPr>
          <w:rStyle w:val="Ppogrubienie"/>
        </w:rPr>
        <w:t>Art. </w:t>
      </w:r>
      <w:r w:rsidR="00195F48" w:rsidRPr="000E15EE">
        <w:rPr>
          <w:rStyle w:val="Ppogrubienie"/>
        </w:rPr>
        <w:t>5</w:t>
      </w:r>
      <w:r w:rsidRPr="000E15EE">
        <w:rPr>
          <w:rStyle w:val="Ppogrubienie"/>
        </w:rPr>
        <w:t>.</w:t>
      </w:r>
      <w:r w:rsidRPr="000E15EE">
        <w:t xml:space="preserve"> 1. Zatrudnienie cudzoziemca wymaga zawarcia z cudzoziemcem umowy w formie pisemnej, z wyjątkiem przypadków, o których mowa w art. 6 </w:t>
      </w:r>
      <w:r w:rsidR="008D3392" w:rsidRPr="000E15EE">
        <w:t xml:space="preserve">ust. 1 </w:t>
      </w:r>
      <w:r w:rsidRPr="000E15EE">
        <w:t>pkt 2.</w:t>
      </w:r>
      <w:bookmarkEnd w:id="32"/>
    </w:p>
    <w:p w14:paraId="6479FBA2" w14:textId="77777777" w:rsidR="00935585" w:rsidRPr="000E15EE" w:rsidRDefault="00935585" w:rsidP="00935585">
      <w:pPr>
        <w:pStyle w:val="USTustnpkodeksu"/>
      </w:pPr>
      <w:r w:rsidRPr="000E15EE">
        <w:lastRenderedPageBreak/>
        <w:t>2. Jeżeli umowa, o której mowa w ust. 1, będzie sporządzona w języku polskim, a</w:t>
      </w:r>
      <w:r w:rsidR="003D459D" w:rsidRPr="000E15EE">
        <w:t> </w:t>
      </w:r>
      <w:r w:rsidRPr="000E15EE">
        <w:t xml:space="preserve">cudzoziemiec nie posługuje się językiem polskim, </w:t>
      </w:r>
      <w:r w:rsidR="006231F5">
        <w:t>podmiot powierzający pracę cudzoziemcowi</w:t>
      </w:r>
      <w:r w:rsidRPr="000E15EE">
        <w:t xml:space="preserve"> przed podpisaniem umowy przedstawia cudzoziemcowi treść tej umowy na piśmie w wersji dla niego zrozumiałej i przechowuje ją przez okres, o którym mowa w art. 4 ust.</w:t>
      </w:r>
      <w:r w:rsidR="00C25F80" w:rsidRPr="000E15EE">
        <w:t xml:space="preserve"> </w:t>
      </w:r>
      <w:r w:rsidRPr="000E15EE">
        <w:t>5.</w:t>
      </w:r>
    </w:p>
    <w:p w14:paraId="36B7692B" w14:textId="77777777" w:rsidR="004D2E6C" w:rsidRPr="000E15EE" w:rsidRDefault="00935585" w:rsidP="0036475E">
      <w:pPr>
        <w:pStyle w:val="USTustnpkodeksu"/>
      </w:pPr>
      <w:r w:rsidRPr="000E15EE">
        <w:t xml:space="preserve">3. Jeżeli umowa, o której mowa w ust. 1, jest sporządzona w języku obcym, </w:t>
      </w:r>
      <w:r w:rsidR="006231F5">
        <w:t>podmiot powierzający pracę cudzoziemcowi</w:t>
      </w:r>
      <w:r w:rsidRPr="000E15EE">
        <w:t xml:space="preserve"> przechowuje jej tłumaczenie na język polski dokonane przez tłumacza przysięgłego wpisanego na listę tłumaczy przysięgłych prowadzoną przez Ministra Sprawiedliwości</w:t>
      </w:r>
      <w:r w:rsidR="001F0E14" w:rsidRPr="000E15EE">
        <w:t>,</w:t>
      </w:r>
      <w:r w:rsidR="004B74FB" w:rsidRPr="000E15EE">
        <w:t xml:space="preserve"> przez okres, o którym mowa w art. 4 ust. 5</w:t>
      </w:r>
      <w:r w:rsidRPr="000E15EE">
        <w:t>.</w:t>
      </w:r>
    </w:p>
    <w:p w14:paraId="354A5F01" w14:textId="77777777" w:rsidR="0036475E" w:rsidRPr="000E15EE" w:rsidRDefault="0036475E" w:rsidP="00CF0CCA">
      <w:pPr>
        <w:pStyle w:val="USTustnpkodeksu"/>
      </w:pPr>
      <w:r w:rsidRPr="000E15EE">
        <w:t xml:space="preserve">4. </w:t>
      </w:r>
      <w:r w:rsidR="0015752B">
        <w:t>Podmiot powierzający pracę cudzoziemcowi</w:t>
      </w:r>
      <w:r w:rsidR="0015752B" w:rsidRPr="000E15EE">
        <w:t xml:space="preserve"> </w:t>
      </w:r>
      <w:r w:rsidRPr="000E15EE">
        <w:t>na podstawie stosunku pracy</w:t>
      </w:r>
      <w:r w:rsidR="00CF0CCA" w:rsidRPr="000E15EE">
        <w:t xml:space="preserve">, stosunku służbowego, umowy o pracę nakładczą, umowy cywilnoprawnej lub w okresie członkostwa w rolniczej spółdzielni produkcyjnej, spółdzielni kółek rolniczych lub spółdzielni usług rolniczych, </w:t>
      </w:r>
      <w:r w:rsidRPr="000E15EE">
        <w:t xml:space="preserve">informuje go </w:t>
      </w:r>
      <w:r w:rsidR="00CF0CCA" w:rsidRPr="000E15EE">
        <w:t>w formie pisemnej</w:t>
      </w:r>
      <w:r w:rsidR="003F6300" w:rsidRPr="000E15EE">
        <w:t>, w języku zrozumiałym dla cudzoziemca</w:t>
      </w:r>
      <w:r w:rsidR="000A3B7E" w:rsidRPr="000E15EE">
        <w:t xml:space="preserve">, </w:t>
      </w:r>
      <w:r w:rsidR="00CF0CCA" w:rsidRPr="000E15EE">
        <w:t>o prawie wstępowania do związków zawodowych, przysługującym mu na podstawie ustawy z dnia 23 maja 1991 r. o związkach zawodowych (Dz. U. z 2022 r. poz. 854). Przepisy ust. 2 i 3 stosuje się odpowiednio.</w:t>
      </w:r>
    </w:p>
    <w:p w14:paraId="012B6EAD" w14:textId="77777777" w:rsidR="00935585" w:rsidRPr="000E15EE" w:rsidRDefault="00935585" w:rsidP="00935585">
      <w:pPr>
        <w:pStyle w:val="ARTartustawynprozporzdzenia"/>
      </w:pPr>
      <w:bookmarkStart w:id="34" w:name="_Toc88838094"/>
      <w:bookmarkStart w:id="35" w:name="_Toc107829941"/>
      <w:bookmarkStart w:id="36" w:name="_Hlk120543910"/>
      <w:bookmarkEnd w:id="33"/>
      <w:r w:rsidRPr="000E15EE">
        <w:rPr>
          <w:rStyle w:val="Ppogrubienie"/>
        </w:rPr>
        <w:t>Art. </w:t>
      </w:r>
      <w:r w:rsidR="00195F48" w:rsidRPr="000E15EE">
        <w:rPr>
          <w:rStyle w:val="Ppogrubienie"/>
        </w:rPr>
        <w:t>6</w:t>
      </w:r>
      <w:r w:rsidRPr="000E15EE">
        <w:rPr>
          <w:rStyle w:val="Ppogrubienie"/>
        </w:rPr>
        <w:t>.</w:t>
      </w:r>
      <w:r w:rsidRPr="000E15EE">
        <w:t> </w:t>
      </w:r>
      <w:r w:rsidR="008D3392" w:rsidRPr="000E15EE">
        <w:t>1.</w:t>
      </w:r>
      <w:r w:rsidR="00956EB1" w:rsidRPr="00956EB1">
        <w:t xml:space="preserve"> </w:t>
      </w:r>
      <w:r w:rsidR="00956EB1" w:rsidRPr="000E15EE">
        <w:t>Zezwoleni</w:t>
      </w:r>
      <w:r w:rsidR="00956EB1">
        <w:t>e</w:t>
      </w:r>
      <w:r w:rsidR="00956EB1" w:rsidRPr="000E15EE">
        <w:t xml:space="preserve"> na pracę wydaje się w przypadk</w:t>
      </w:r>
      <w:r w:rsidR="00956EB1">
        <w:t>u</w:t>
      </w:r>
      <w:r w:rsidRPr="000E15EE">
        <w:t>, gdy cudzoziemiec:</w:t>
      </w:r>
      <w:bookmarkEnd w:id="34"/>
      <w:bookmarkEnd w:id="35"/>
    </w:p>
    <w:bookmarkEnd w:id="36"/>
    <w:p w14:paraId="7A4196FF" w14:textId="77777777" w:rsidR="00935585" w:rsidRPr="000E15EE" w:rsidRDefault="00935585" w:rsidP="00935585">
      <w:pPr>
        <w:pStyle w:val="PKTpunkt"/>
      </w:pPr>
      <w:r w:rsidRPr="000E15EE">
        <w:t>1)</w:t>
      </w:r>
      <w:r w:rsidRPr="000E15EE">
        <w:tab/>
        <w:t>będzie wykonywał pracę na terytorium Rzeczypospolitej Polskiej na podstawie umowy</w:t>
      </w:r>
      <w:bookmarkStart w:id="37" w:name="_Hlk73368041"/>
      <w:r w:rsidRPr="000E15EE">
        <w:t xml:space="preserve"> </w:t>
      </w:r>
      <w:r w:rsidR="008F5454">
        <w:t xml:space="preserve">o pracę </w:t>
      </w:r>
      <w:r w:rsidRPr="000E15EE">
        <w:t>z polskim</w:t>
      </w:r>
      <w:bookmarkEnd w:id="37"/>
      <w:r w:rsidRPr="000E15EE">
        <w:t xml:space="preserve"> podmiotem</w:t>
      </w:r>
      <w:r w:rsidR="0015752B">
        <w:t xml:space="preserve"> powierzającym pracę cudzoziemcowi</w:t>
      </w:r>
      <w:r w:rsidRPr="000E15EE">
        <w:t xml:space="preserve">, a w przypadku kierowania tego cudzoziemca przez </w:t>
      </w:r>
      <w:r w:rsidR="006231F5">
        <w:t>podmiot powierzający pracę cudzoziemcowi</w:t>
      </w:r>
      <w:r w:rsidRPr="000E15EE">
        <w:t xml:space="preserve"> do innego podmiotu – na podstawie umowy </w:t>
      </w:r>
      <w:r w:rsidR="00C62475">
        <w:t xml:space="preserve">o pracę </w:t>
      </w:r>
      <w:r w:rsidRPr="000E15EE">
        <w:t xml:space="preserve">dotyczącej pracy tymczasowej z polskim podmiotem </w:t>
      </w:r>
      <w:r w:rsidR="0015752B">
        <w:t>powierzającym pracę cudzoziemcowi</w:t>
      </w:r>
      <w:r w:rsidRPr="000E15EE">
        <w:t xml:space="preserve"> będącym agencją pracy tymczasowej</w:t>
      </w:r>
      <w:r w:rsidR="00381513">
        <w:t xml:space="preserve"> lub</w:t>
      </w:r>
    </w:p>
    <w:p w14:paraId="414A9EA9" w14:textId="63AB50F9" w:rsidR="00935585" w:rsidRPr="000E15EE" w:rsidRDefault="00935585" w:rsidP="00935585">
      <w:pPr>
        <w:pStyle w:val="PKTpunkt"/>
      </w:pPr>
      <w:bookmarkStart w:id="38" w:name="_Hlk120543861"/>
      <w:r w:rsidRPr="000E15EE">
        <w:t>2)</w:t>
      </w:r>
      <w:r w:rsidRPr="000E15EE">
        <w:tab/>
        <w:t xml:space="preserve">przebywając na terytorium Rzeczypospolitej Polskiej, będzie pełnił funkcję w zarządzie osoby prawnej wpisanej do rejestru przedsiębiorców </w:t>
      </w:r>
      <w:r w:rsidR="00E20321">
        <w:t>KRS</w:t>
      </w:r>
      <w:r w:rsidR="00381513">
        <w:t xml:space="preserve"> </w:t>
      </w:r>
      <w:r w:rsidRPr="000E15EE">
        <w:t xml:space="preserve">lub </w:t>
      </w:r>
      <w:r w:rsidR="00381513">
        <w:t xml:space="preserve">spółki kapitałowej </w:t>
      </w:r>
      <w:r w:rsidRPr="000E15EE">
        <w:t xml:space="preserve">w organizacji albo </w:t>
      </w:r>
      <w:r w:rsidR="00381513">
        <w:t xml:space="preserve">będzie </w:t>
      </w:r>
      <w:r w:rsidRPr="000E15EE">
        <w:t xml:space="preserve">reprezentował spółkę komandytową lub komandytowo-akcyjną lub prowadził sprawy takiej spółki, albo </w:t>
      </w:r>
      <w:r w:rsidR="00381513">
        <w:t xml:space="preserve">będzie </w:t>
      </w:r>
      <w:r w:rsidRPr="000E15EE">
        <w:t xml:space="preserve">pełnił funkcję prokurenta, </w:t>
      </w:r>
      <w:r w:rsidR="00381513">
        <w:t>lub</w:t>
      </w:r>
    </w:p>
    <w:bookmarkEnd w:id="38"/>
    <w:p w14:paraId="66B59FAB" w14:textId="77777777" w:rsidR="00935585" w:rsidRPr="000E15EE" w:rsidRDefault="00935585" w:rsidP="00935585">
      <w:pPr>
        <w:pStyle w:val="PKTpunkt"/>
      </w:pPr>
      <w:r w:rsidRPr="000E15EE">
        <w:t>3)</w:t>
      </w:r>
      <w:r w:rsidRPr="000E15EE">
        <w:tab/>
        <w:t xml:space="preserve">jest pracownikiem </w:t>
      </w:r>
      <w:r w:rsidR="00B36F02">
        <w:t xml:space="preserve">podmiotu </w:t>
      </w:r>
      <w:r w:rsidRPr="000E15EE">
        <w:t>zagranicznego i będzie delegowany na terytorium Rzeczypospolitej Polskiej w celu wykonywania pracy</w:t>
      </w:r>
      <w:r w:rsidR="00381513" w:rsidRPr="00381513">
        <w:t xml:space="preserve"> , </w:t>
      </w:r>
      <w:r w:rsidR="00381513">
        <w:t>lub</w:t>
      </w:r>
    </w:p>
    <w:p w14:paraId="60BB6100" w14:textId="77777777" w:rsidR="00935585" w:rsidRPr="000E15EE" w:rsidRDefault="00935585" w:rsidP="00935585">
      <w:pPr>
        <w:pStyle w:val="PKTpunkt"/>
      </w:pPr>
      <w:r w:rsidRPr="000E15EE">
        <w:t>4)</w:t>
      </w:r>
      <w:r w:rsidRPr="000E15EE">
        <w:tab/>
        <w:t>będzie wykonywał pracę na terytorium Rzeczypospolitej Polskiej w zakresie działalności określonych w przepisach wydanych na podstawie art. 43 ust. 2 (pracę sezonową).</w:t>
      </w:r>
    </w:p>
    <w:p w14:paraId="0F851CD6" w14:textId="77777777" w:rsidR="008D3392" w:rsidRPr="000E15EE" w:rsidRDefault="008D3392" w:rsidP="008D3392">
      <w:pPr>
        <w:pStyle w:val="USTustnpkodeksu"/>
      </w:pPr>
      <w:r w:rsidRPr="000E15EE">
        <w:t xml:space="preserve">2. Oświadczenie </w:t>
      </w:r>
      <w:r w:rsidR="001503C9">
        <w:t xml:space="preserve">o powierzeniu pracy cudzoziemcowi </w:t>
      </w:r>
      <w:r w:rsidRPr="000E15EE">
        <w:t xml:space="preserve">wpisuje się do ewidencji oświadczeń, jeżeli cudzoziemiec jest obywatelem państwa określonego w przepisach </w:t>
      </w:r>
      <w:r w:rsidRPr="000E15EE">
        <w:lastRenderedPageBreak/>
        <w:t>wydanych na podstawie art.</w:t>
      </w:r>
      <w:r w:rsidR="000D0E67" w:rsidRPr="000E15EE">
        <w:t> </w:t>
      </w:r>
      <w:r w:rsidRPr="000E15EE">
        <w:t xml:space="preserve">3 ust. </w:t>
      </w:r>
      <w:r w:rsidR="0011713C" w:rsidRPr="000E15EE">
        <w:t>7</w:t>
      </w:r>
      <w:r w:rsidRPr="000E15EE">
        <w:t xml:space="preserve"> i będzie wykonywał pracę na terytorium Rzeczypospolitej Polskiej na podstawie umowy z polskim podmiotem </w:t>
      </w:r>
      <w:r w:rsidR="0015752B">
        <w:t>powierzającym pracę cudzoziemcowi</w:t>
      </w:r>
      <w:r w:rsidRPr="000E15EE">
        <w:t xml:space="preserve">, a w przypadku kierowania tego cudzoziemca przez </w:t>
      </w:r>
      <w:r w:rsidR="0015752B">
        <w:t>podmiot powierzający pracę cudzoziemcowi</w:t>
      </w:r>
      <w:r w:rsidRPr="000E15EE">
        <w:t xml:space="preserve"> do innego podmiotu – na podstawie umowy dotyczącej pracy tymczasowej z polskim podmiotem </w:t>
      </w:r>
      <w:r w:rsidR="0015752B">
        <w:t>powierzającym pracę cudzoziemcowi</w:t>
      </w:r>
      <w:r w:rsidRPr="000E15EE">
        <w:t xml:space="preserve"> będącym agencją pracy tymczasowej.</w:t>
      </w:r>
    </w:p>
    <w:p w14:paraId="00AFFD6F" w14:textId="77777777" w:rsidR="00935585" w:rsidRPr="000E15EE" w:rsidRDefault="00935585" w:rsidP="00935585">
      <w:pPr>
        <w:pStyle w:val="ARTartustawynprozporzdzenia"/>
      </w:pPr>
      <w:bookmarkStart w:id="39" w:name="_Toc88838095"/>
      <w:bookmarkStart w:id="40" w:name="_Toc107829942"/>
      <w:r w:rsidRPr="000E15EE">
        <w:rPr>
          <w:rStyle w:val="Ppogrubienie"/>
        </w:rPr>
        <w:t>Art. </w:t>
      </w:r>
      <w:r w:rsidR="00195F48" w:rsidRPr="000E15EE">
        <w:rPr>
          <w:rStyle w:val="Ppogrubienie"/>
        </w:rPr>
        <w:t>7</w:t>
      </w:r>
      <w:r w:rsidRPr="000E15EE">
        <w:rPr>
          <w:rStyle w:val="Ppogrubienie"/>
        </w:rPr>
        <w:t>.</w:t>
      </w:r>
      <w:r w:rsidRPr="000E15EE">
        <w:t> 1. Zezwoleni</w:t>
      </w:r>
      <w:r w:rsidR="006B7A2B" w:rsidRPr="000E15EE">
        <w:t>e</w:t>
      </w:r>
      <w:r w:rsidRPr="000E15EE">
        <w:t xml:space="preserve"> na pracę </w:t>
      </w:r>
      <w:r w:rsidR="006B7A2B" w:rsidRPr="000E15EE">
        <w:t>wydaje się</w:t>
      </w:r>
      <w:r w:rsidR="00EC210A">
        <w:t>, odmawia się jego wydania lub uchyla</w:t>
      </w:r>
      <w:r w:rsidR="006B7A2B" w:rsidRPr="000E15EE">
        <w:t xml:space="preserve"> </w:t>
      </w:r>
      <w:r w:rsidRPr="000E15EE">
        <w:t>w drodze decyzji administracyjnej.</w:t>
      </w:r>
      <w:bookmarkEnd w:id="39"/>
      <w:bookmarkEnd w:id="40"/>
    </w:p>
    <w:p w14:paraId="7A9A4DEF" w14:textId="77777777" w:rsidR="00935585" w:rsidRPr="000E15EE" w:rsidRDefault="00935585" w:rsidP="00935585">
      <w:pPr>
        <w:pStyle w:val="USTustnpkodeksu"/>
      </w:pPr>
      <w:r w:rsidRPr="000E15EE">
        <w:t xml:space="preserve">2. Właściwość miejscową organu do </w:t>
      </w:r>
      <w:r w:rsidR="006B7A2B" w:rsidRPr="000E15EE">
        <w:t xml:space="preserve">wydania </w:t>
      </w:r>
      <w:r w:rsidRPr="000E15EE">
        <w:t>zezwolenia na pracę określa się na dzień złożenia wniosku o </w:t>
      </w:r>
      <w:r w:rsidR="006B7A2B" w:rsidRPr="000E15EE">
        <w:t>wyda</w:t>
      </w:r>
      <w:r w:rsidRPr="000E15EE">
        <w:t xml:space="preserve">nie zezwolenia na pracę. </w:t>
      </w:r>
    </w:p>
    <w:p w14:paraId="0CACB606" w14:textId="77777777" w:rsidR="00935585" w:rsidRPr="000E15EE" w:rsidRDefault="00935585" w:rsidP="00935585">
      <w:pPr>
        <w:pStyle w:val="USTustnpkodeksu"/>
      </w:pPr>
      <w:r w:rsidRPr="000E15EE">
        <w:t>3. W sprawach dotyczących zezwoleń na pracę organem wyższego stopnia w rozumieniu przepisów ustawy z dnia 14 czerwca 1960 r. – Kodeks postępowania administracyjnego (Dz. U. z </w:t>
      </w:r>
      <w:r w:rsidR="008F48A8" w:rsidRPr="000E15EE">
        <w:t>202</w:t>
      </w:r>
      <w:r w:rsidR="00650DE6">
        <w:t>4</w:t>
      </w:r>
      <w:r w:rsidR="008F48A8" w:rsidRPr="000E15EE">
        <w:t xml:space="preserve"> r. </w:t>
      </w:r>
      <w:r w:rsidR="00271888" w:rsidRPr="000E15EE">
        <w:t>poz. </w:t>
      </w:r>
      <w:r w:rsidR="00650DE6">
        <w:t>572</w:t>
      </w:r>
      <w:r w:rsidRPr="000E15EE">
        <w:t>) jest minister właściwy do spraw pracy.</w:t>
      </w:r>
    </w:p>
    <w:p w14:paraId="58CFCE48" w14:textId="77777777" w:rsidR="00935585" w:rsidRPr="000E15EE" w:rsidRDefault="00935585" w:rsidP="00036923">
      <w:pPr>
        <w:pStyle w:val="USTustnpkodeksu"/>
      </w:pPr>
      <w:bookmarkStart w:id="41" w:name="_Hlk166594645"/>
      <w:r w:rsidRPr="000E15EE">
        <w:t xml:space="preserve">4. Przepisów art. 37 ustawy z dnia 14 czerwca 1960 r. </w:t>
      </w:r>
      <w:r w:rsidR="00970CB6" w:rsidRPr="000E15EE">
        <w:t>–</w:t>
      </w:r>
      <w:r w:rsidRPr="000E15EE">
        <w:t xml:space="preserve"> Kodeks postępowania administracyjnego nie stosuje się w sprawach</w:t>
      </w:r>
      <w:r w:rsidRPr="000E15EE">
        <w:tab/>
      </w:r>
      <w:r w:rsidR="006B7A2B" w:rsidRPr="000E15EE">
        <w:t>wyda</w:t>
      </w:r>
      <w:r w:rsidRPr="000E15EE">
        <w:t>nia zezwolenia na pracę, o którym mowa w art. 26, art. 33</w:t>
      </w:r>
      <w:r w:rsidR="00036923">
        <w:t>,</w:t>
      </w:r>
      <w:r w:rsidRPr="000E15EE">
        <w:t xml:space="preserve"> art. 38</w:t>
      </w:r>
      <w:r w:rsidR="00036923">
        <w:t xml:space="preserve"> i art. 43.</w:t>
      </w:r>
    </w:p>
    <w:p w14:paraId="372992A6" w14:textId="77777777" w:rsidR="00935585" w:rsidRPr="000E15EE" w:rsidRDefault="00935585" w:rsidP="00935585">
      <w:pPr>
        <w:pStyle w:val="ARTartustawynprozporzdzenia"/>
      </w:pPr>
      <w:bookmarkStart w:id="42" w:name="_Toc88838096"/>
      <w:bookmarkStart w:id="43" w:name="_Toc107829943"/>
      <w:bookmarkEnd w:id="41"/>
      <w:r w:rsidRPr="000E15EE">
        <w:rPr>
          <w:rStyle w:val="Ppogrubienie"/>
        </w:rPr>
        <w:t>Art. </w:t>
      </w:r>
      <w:r w:rsidR="00195F48" w:rsidRPr="000E15EE">
        <w:rPr>
          <w:rStyle w:val="Ppogrubienie"/>
        </w:rPr>
        <w:t>8</w:t>
      </w:r>
      <w:r w:rsidRPr="000E15EE">
        <w:rPr>
          <w:rStyle w:val="Ppogrubienie"/>
        </w:rPr>
        <w:t>.</w:t>
      </w:r>
      <w:r w:rsidRPr="000E15EE">
        <w:t> 1. Zezwoleni</w:t>
      </w:r>
      <w:r w:rsidR="006B7A2B" w:rsidRPr="000E15EE">
        <w:t>e</w:t>
      </w:r>
      <w:r w:rsidRPr="000E15EE">
        <w:t xml:space="preserve"> na pracę </w:t>
      </w:r>
      <w:r w:rsidR="006B7A2B" w:rsidRPr="000E15EE">
        <w:t xml:space="preserve">wydaje </w:t>
      </w:r>
      <w:r w:rsidRPr="000E15EE">
        <w:t xml:space="preserve">się na wniosek </w:t>
      </w:r>
      <w:r w:rsidR="00B36F02">
        <w:t>podmiotu powierzającego pracę cudzoziemcowi</w:t>
      </w:r>
      <w:r w:rsidRPr="000E15EE">
        <w:t>.</w:t>
      </w:r>
      <w:bookmarkEnd w:id="42"/>
      <w:bookmarkEnd w:id="43"/>
    </w:p>
    <w:p w14:paraId="50EBB2C2" w14:textId="77777777" w:rsidR="00935585" w:rsidRPr="000E15EE" w:rsidRDefault="00935585" w:rsidP="00935585">
      <w:pPr>
        <w:pStyle w:val="USTustnpkodeksu"/>
      </w:pPr>
      <w:bookmarkStart w:id="44" w:name="_Toc88838097"/>
      <w:r w:rsidRPr="000E15EE">
        <w:t>2. Wniosek o </w:t>
      </w:r>
      <w:r w:rsidR="006B7A2B" w:rsidRPr="000E15EE">
        <w:t>wydanie</w:t>
      </w:r>
      <w:r w:rsidRPr="000E15EE">
        <w:t xml:space="preserve"> zezwolenia na pracę oraz dokumenty dotyczące wniosku składa się za pomocą systemu teleinformatycznego</w:t>
      </w:r>
      <w:r w:rsidR="00803EE7" w:rsidRPr="000E15EE">
        <w:t>, o którym mowa w art.</w:t>
      </w:r>
      <w:r w:rsidR="009F29BB">
        <w:t xml:space="preserve"> 26 ust. 1 </w:t>
      </w:r>
      <w:r w:rsidR="00803EE7" w:rsidRPr="000E15EE">
        <w:t>ustawy z dnia … o rynku pracy i służbach zatrudnienia.</w:t>
      </w:r>
    </w:p>
    <w:p w14:paraId="7D35AF1D" w14:textId="77777777" w:rsidR="00935585" w:rsidRPr="000E15EE" w:rsidRDefault="00935585" w:rsidP="00935585">
      <w:pPr>
        <w:pStyle w:val="USTustnpkodeksu"/>
      </w:pPr>
      <w:r w:rsidRPr="000E15EE">
        <w:t>3. Wniosek złożony w inny sposób, niż określony w ust. 2, pozostawia się bez rozpoznania.</w:t>
      </w:r>
    </w:p>
    <w:p w14:paraId="0F8BE84B" w14:textId="77777777" w:rsidR="00935585" w:rsidRPr="000E15EE" w:rsidRDefault="00DA17F8" w:rsidP="00935585">
      <w:pPr>
        <w:pStyle w:val="USTustnpkodeksu"/>
      </w:pPr>
      <w:r w:rsidRPr="000E15EE">
        <w:t>4</w:t>
      </w:r>
      <w:r w:rsidR="00935585" w:rsidRPr="000E15EE">
        <w:t xml:space="preserve">. Środek zaskarżenia w sprawie </w:t>
      </w:r>
      <w:r w:rsidR="006B7A2B" w:rsidRPr="000E15EE">
        <w:t xml:space="preserve">wydania </w:t>
      </w:r>
      <w:r w:rsidR="00935585" w:rsidRPr="000E15EE">
        <w:t>zezwolenia na pracę składa się za pomocą systemu teleinformatycznego</w:t>
      </w:r>
      <w:r w:rsidR="000D0E67" w:rsidRPr="000E15EE">
        <w:t>, o którym mowa w art.</w:t>
      </w:r>
      <w:r w:rsidR="009F29BB">
        <w:t xml:space="preserve"> 26 ust. 1 </w:t>
      </w:r>
      <w:r w:rsidR="009968C6" w:rsidRPr="000E15EE">
        <w:t>ustawy z dnia … o rynku pracy i służbach zatrudnienia</w:t>
      </w:r>
      <w:r w:rsidR="00650DE6">
        <w:t>.</w:t>
      </w:r>
      <w:r w:rsidR="00935585" w:rsidRPr="000E15EE">
        <w:t xml:space="preserve"> Złożenie środka zaskarżenia w inny sposób jest niedopuszczalne.</w:t>
      </w:r>
    </w:p>
    <w:p w14:paraId="055B495C" w14:textId="77777777" w:rsidR="00935585" w:rsidRPr="000E15EE" w:rsidRDefault="00DA17F8" w:rsidP="00935585">
      <w:pPr>
        <w:pStyle w:val="USTustnpkodeksu"/>
      </w:pPr>
      <w:r w:rsidRPr="000E15EE">
        <w:t>5</w:t>
      </w:r>
      <w:r w:rsidR="00935585" w:rsidRPr="000E15EE">
        <w:t>. </w:t>
      </w:r>
      <w:r w:rsidR="0007364F" w:rsidRPr="000E15EE">
        <w:t xml:space="preserve">W przypadku </w:t>
      </w:r>
      <w:r w:rsidR="009151D6" w:rsidRPr="000E15EE">
        <w:t xml:space="preserve">nieprawidłowego działania systemu </w:t>
      </w:r>
      <w:r w:rsidR="00E5450A" w:rsidRPr="000E15EE">
        <w:t>tele</w:t>
      </w:r>
      <w:r w:rsidR="009151D6" w:rsidRPr="000E15EE">
        <w:t>informatycznego</w:t>
      </w:r>
      <w:r w:rsidR="00B235DD" w:rsidRPr="000E15EE">
        <w:t>, o którym mowa w art.</w:t>
      </w:r>
      <w:r w:rsidR="009F29BB">
        <w:t xml:space="preserve"> 26 ust. 1 </w:t>
      </w:r>
      <w:r w:rsidR="009968C6" w:rsidRPr="000E15EE">
        <w:t>ustawy z dnia … o rynku pracy i służbach zatrudnienia</w:t>
      </w:r>
      <w:r w:rsidR="009151D6" w:rsidRPr="000E15EE">
        <w:t xml:space="preserve">, </w:t>
      </w:r>
      <w:r w:rsidR="00B235DD" w:rsidRPr="000E15EE">
        <w:t xml:space="preserve">powodującego </w:t>
      </w:r>
      <w:r w:rsidR="0007364F" w:rsidRPr="000E15EE">
        <w:t xml:space="preserve">brak możliwości wniesienia środka zaskarżenia w sposób określony w ust. 4 </w:t>
      </w:r>
      <w:r w:rsidR="009151D6" w:rsidRPr="000E15EE">
        <w:t xml:space="preserve">w terminie określonym </w:t>
      </w:r>
      <w:r w:rsidR="009A2624" w:rsidRPr="000E15EE">
        <w:t xml:space="preserve">odpowiednio </w:t>
      </w:r>
      <w:r w:rsidR="009151D6" w:rsidRPr="000E15EE">
        <w:t>przepisami art.</w:t>
      </w:r>
      <w:r w:rsidR="00E5450A" w:rsidRPr="000E15EE">
        <w:t> </w:t>
      </w:r>
      <w:r w:rsidR="009A2624" w:rsidRPr="000E15EE">
        <w:t xml:space="preserve">129 § 2 lub art. 141 § 2 </w:t>
      </w:r>
      <w:r w:rsidR="009151D6" w:rsidRPr="000E15EE">
        <w:t>ustawy z dnia 14 czerwca 1960 r. – Kodeks postępowania administracyjnego</w:t>
      </w:r>
      <w:r w:rsidR="0007364F" w:rsidRPr="000E15EE">
        <w:t xml:space="preserve">, środek zaskarżenia wnosi się najpóźniej pierwszego dnia roboczego następującego po dniu usunięcia </w:t>
      </w:r>
      <w:r w:rsidR="004D3819" w:rsidRPr="000E15EE">
        <w:t>nieprawidłowości</w:t>
      </w:r>
      <w:r w:rsidR="00935585" w:rsidRPr="000E15EE">
        <w:t xml:space="preserve">. </w:t>
      </w:r>
    </w:p>
    <w:p w14:paraId="1A1A062C" w14:textId="77777777" w:rsidR="00935585" w:rsidRPr="000E15EE" w:rsidRDefault="00935585" w:rsidP="00935585">
      <w:pPr>
        <w:pStyle w:val="ARTartustawynprozporzdzenia"/>
      </w:pPr>
      <w:bookmarkStart w:id="45" w:name="_Toc107829944"/>
      <w:r w:rsidRPr="000E15EE">
        <w:rPr>
          <w:rStyle w:val="Ppogrubienie"/>
        </w:rPr>
        <w:t>Art. </w:t>
      </w:r>
      <w:r w:rsidR="00195F48" w:rsidRPr="000E15EE">
        <w:rPr>
          <w:rStyle w:val="Ppogrubienie"/>
        </w:rPr>
        <w:t>9</w:t>
      </w:r>
      <w:r w:rsidRPr="000E15EE">
        <w:rPr>
          <w:rStyle w:val="Ppogrubienie"/>
        </w:rPr>
        <w:t>.</w:t>
      </w:r>
      <w:r w:rsidRPr="000E15EE">
        <w:t> 1. Wniosek o </w:t>
      </w:r>
      <w:r w:rsidR="006B7A2B" w:rsidRPr="000E15EE">
        <w:t xml:space="preserve">wydanie </w:t>
      </w:r>
      <w:r w:rsidRPr="000E15EE">
        <w:t>zezwolenia na pracę obejmuje:</w:t>
      </w:r>
      <w:bookmarkEnd w:id="44"/>
      <w:bookmarkEnd w:id="45"/>
    </w:p>
    <w:p w14:paraId="736B7EDA" w14:textId="77777777" w:rsidR="00935585" w:rsidRPr="000E15EE" w:rsidRDefault="00935585" w:rsidP="00935585">
      <w:pPr>
        <w:pStyle w:val="PKTpunkt"/>
      </w:pPr>
      <w:r w:rsidRPr="000E15EE">
        <w:lastRenderedPageBreak/>
        <w:t>1)</w:t>
      </w:r>
      <w:r w:rsidRPr="000E15EE">
        <w:tab/>
        <w:t xml:space="preserve">informacje dotyczące </w:t>
      </w:r>
      <w:r w:rsidR="00B36F02">
        <w:t>podmiotu powierzającego pracę cudzoziemcowi</w:t>
      </w:r>
      <w:r w:rsidRPr="000E15EE">
        <w:t xml:space="preserve"> oraz odpowiednio pracodawcy użytkownika lub podmiotu, do którego pracownik jest delegowany:</w:t>
      </w:r>
    </w:p>
    <w:p w14:paraId="7DEE6C39" w14:textId="77777777" w:rsidR="00935585" w:rsidRPr="000E15EE" w:rsidRDefault="00935585" w:rsidP="00935585">
      <w:pPr>
        <w:pStyle w:val="LITlitera"/>
      </w:pPr>
      <w:r w:rsidRPr="000E15EE">
        <w:t>a)</w:t>
      </w:r>
      <w:r w:rsidRPr="000E15EE">
        <w:tab/>
      </w:r>
      <w:bookmarkStart w:id="46" w:name="_Hlk120005723"/>
      <w:r w:rsidRPr="000E15EE">
        <w:t>nazwę albo imię (imiona) i nazwisko</w:t>
      </w:r>
      <w:bookmarkEnd w:id="46"/>
      <w:r w:rsidRPr="000E15EE">
        <w:t>,</w:t>
      </w:r>
    </w:p>
    <w:p w14:paraId="3EBAD0CD" w14:textId="77777777" w:rsidR="00935585" w:rsidRPr="000E15EE" w:rsidRDefault="00935585" w:rsidP="00935585">
      <w:pPr>
        <w:pStyle w:val="LITlitera"/>
      </w:pPr>
      <w:r w:rsidRPr="000E15EE">
        <w:t>b)</w:t>
      </w:r>
      <w:r w:rsidRPr="000E15EE">
        <w:tab/>
      </w:r>
      <w:bookmarkStart w:id="47" w:name="_Hlk120005783"/>
      <w:r w:rsidRPr="000E15EE">
        <w:t>adres siedziby albo miejsca zamieszkania,</w:t>
      </w:r>
    </w:p>
    <w:bookmarkEnd w:id="47"/>
    <w:p w14:paraId="1FE91953" w14:textId="77777777" w:rsidR="00935585" w:rsidRPr="000E15EE" w:rsidRDefault="00935585" w:rsidP="00935585">
      <w:pPr>
        <w:pStyle w:val="LITlitera"/>
      </w:pPr>
      <w:r w:rsidRPr="000E15EE">
        <w:t>c)</w:t>
      </w:r>
      <w:r w:rsidRPr="000E15EE">
        <w:tab/>
        <w:t>numer telefonu oraz adres</w:t>
      </w:r>
      <w:r w:rsidR="00B235DD" w:rsidRPr="000E15EE">
        <w:t xml:space="preserve"> do doręczeń</w:t>
      </w:r>
      <w:r w:rsidRPr="000E15EE">
        <w:t>,</w:t>
      </w:r>
    </w:p>
    <w:p w14:paraId="4C7D3841" w14:textId="77777777" w:rsidR="00B235DD" w:rsidRPr="000E15EE" w:rsidRDefault="00935585" w:rsidP="00935585">
      <w:pPr>
        <w:pStyle w:val="LITlitera"/>
      </w:pPr>
      <w:r w:rsidRPr="000E15EE">
        <w:t>d)</w:t>
      </w:r>
      <w:r w:rsidRPr="000E15EE">
        <w:tab/>
        <w:t>informację o wpisie do Krajowego Rejestru Sądowego lub Centralnej Ewidencji i Informacji o Działalności Gospodarczej</w:t>
      </w:r>
      <w:r w:rsidR="007C2FAB">
        <w:t>,</w:t>
      </w:r>
      <w:r w:rsidR="007C2FAB" w:rsidRPr="007C2FAB">
        <w:t xml:space="preserve"> </w:t>
      </w:r>
      <w:r w:rsidR="007C2FAB">
        <w:t>a w przypadku podmiotu niepodlegającego wpisowi do tych rejestrów do innego odpowiedniego rejestru</w:t>
      </w:r>
      <w:r w:rsidRPr="000E15EE">
        <w:t xml:space="preserve">, </w:t>
      </w:r>
      <w:r w:rsidR="007C2FAB">
        <w:t xml:space="preserve">albo </w:t>
      </w:r>
      <w:r w:rsidRPr="000E15EE">
        <w:t xml:space="preserve">odpowiedniego urzędowego rejestru w państwie obcym – w przypadku </w:t>
      </w:r>
      <w:r w:rsidR="00B36F02">
        <w:t>podmiotu powierzającego pracę cudzoziemcowi</w:t>
      </w:r>
      <w:r w:rsidRPr="000E15EE">
        <w:t xml:space="preserve"> prowadzącego działalność gospodarczą lub statutową, </w:t>
      </w:r>
    </w:p>
    <w:p w14:paraId="7AE3EACE" w14:textId="77777777" w:rsidR="00935585" w:rsidRPr="000E15EE" w:rsidRDefault="00B235DD" w:rsidP="00935585">
      <w:pPr>
        <w:pStyle w:val="LITlitera"/>
      </w:pPr>
      <w:r w:rsidRPr="000E15EE">
        <w:t>e)</w:t>
      </w:r>
      <w:r w:rsidRPr="000E15EE">
        <w:tab/>
      </w:r>
      <w:r w:rsidR="00935585" w:rsidRPr="000E15EE">
        <w:t>nazwę, serię, numer, datę wydania i datę ważności dokumentu tożsamości oraz nazwę organu, który wydał ten dokument – w przypadku osoby fizycznej nieprowadzącej działalności gospodarczej,</w:t>
      </w:r>
    </w:p>
    <w:p w14:paraId="14B3CED5" w14:textId="77777777" w:rsidR="00935585" w:rsidRPr="000E15EE" w:rsidRDefault="004A6406" w:rsidP="00935585">
      <w:pPr>
        <w:pStyle w:val="LITlitera"/>
      </w:pPr>
      <w:r>
        <w:t>f</w:t>
      </w:r>
      <w:r w:rsidR="00935585" w:rsidRPr="000E15EE">
        <w:t>)</w:t>
      </w:r>
      <w:r w:rsidR="00935585" w:rsidRPr="000E15EE">
        <w:tab/>
      </w:r>
      <w:r w:rsidR="00935585" w:rsidRPr="000E15EE">
        <w:tab/>
      </w:r>
      <w:bookmarkStart w:id="48" w:name="_Hlk120005823"/>
      <w:r w:rsidR="00935585" w:rsidRPr="000E15EE">
        <w:t xml:space="preserve">identyfikator podatkowy </w:t>
      </w:r>
      <w:bookmarkEnd w:id="48"/>
      <w:r w:rsidR="00935585" w:rsidRPr="000E15EE">
        <w:t xml:space="preserve">NIP – w przypadku </w:t>
      </w:r>
      <w:r w:rsidR="00772B5D" w:rsidRPr="000E15EE">
        <w:t xml:space="preserve">polskiego </w:t>
      </w:r>
      <w:r w:rsidR="00B36F02">
        <w:t>podmiotu powierzającego pracę cudzoziemcowi</w:t>
      </w:r>
      <w:r w:rsidR="00935585" w:rsidRPr="000E15EE">
        <w:t xml:space="preserve"> prowadzącego działalność gospodarczą, </w:t>
      </w:r>
    </w:p>
    <w:p w14:paraId="51128DBB" w14:textId="77777777" w:rsidR="00935585" w:rsidRPr="000E15EE" w:rsidRDefault="004A6406" w:rsidP="00935585">
      <w:pPr>
        <w:pStyle w:val="LITlitera"/>
      </w:pPr>
      <w:r>
        <w:t>g</w:t>
      </w:r>
      <w:r w:rsidR="00935585" w:rsidRPr="000E15EE">
        <w:t xml:space="preserve">) </w:t>
      </w:r>
      <w:r w:rsidR="00935585" w:rsidRPr="000E15EE">
        <w:tab/>
        <w:t>numer REGON</w:t>
      </w:r>
      <w:r w:rsidR="00772B5D" w:rsidRPr="000E15EE">
        <w:t xml:space="preserve"> – w przypadku polskiego </w:t>
      </w:r>
      <w:r w:rsidR="00B36F02">
        <w:t>podmiotu powierzającego pracę cudzoziemcowi</w:t>
      </w:r>
      <w:r w:rsidR="00772B5D" w:rsidRPr="000E15EE">
        <w:t xml:space="preserve"> prowadzącego działalność gospodarczą</w:t>
      </w:r>
      <w:r w:rsidR="00935585" w:rsidRPr="000E15EE">
        <w:t>,</w:t>
      </w:r>
    </w:p>
    <w:p w14:paraId="4FD41C4B" w14:textId="77777777" w:rsidR="00935585" w:rsidRPr="000E15EE" w:rsidRDefault="004A6406" w:rsidP="00935585">
      <w:pPr>
        <w:pStyle w:val="LITlitera"/>
      </w:pPr>
      <w:r>
        <w:t>h</w:t>
      </w:r>
      <w:r w:rsidR="00935585" w:rsidRPr="000E15EE">
        <w:t>)</w:t>
      </w:r>
      <w:r w:rsidR="00935585" w:rsidRPr="000E15EE">
        <w:tab/>
        <w:t xml:space="preserve"> numer PESEL – w przypadku osoby fizycznej,</w:t>
      </w:r>
    </w:p>
    <w:p w14:paraId="174E4F87" w14:textId="77777777" w:rsidR="00935585" w:rsidRPr="000E15EE" w:rsidRDefault="004A6406" w:rsidP="00935585">
      <w:pPr>
        <w:pStyle w:val="LITlitera"/>
      </w:pPr>
      <w:r>
        <w:t>i</w:t>
      </w:r>
      <w:r w:rsidR="00935585" w:rsidRPr="000E15EE">
        <w:t>)</w:t>
      </w:r>
      <w:r w:rsidR="00935585" w:rsidRPr="000E15EE">
        <w:tab/>
        <w:t xml:space="preserve">numer wpisu do rejestru agencji zatrudnienia – w przypadku </w:t>
      </w:r>
      <w:r w:rsidR="00772B5D" w:rsidRPr="000E15EE">
        <w:t xml:space="preserve">polskiego </w:t>
      </w:r>
      <w:r w:rsidR="00B36F02">
        <w:t>podmiotu powierzającego pracę cudzoziemcowi</w:t>
      </w:r>
      <w:r w:rsidR="00935585" w:rsidRPr="000E15EE">
        <w:t>, który prowadzi agencję zatrudnienia świadczącą usługi pracy tymczasowej,</w:t>
      </w:r>
    </w:p>
    <w:p w14:paraId="324D9F32" w14:textId="3ABD946B" w:rsidR="00935585" w:rsidRPr="000E15EE" w:rsidRDefault="004A6406" w:rsidP="00935585">
      <w:pPr>
        <w:pStyle w:val="LITlitera"/>
      </w:pPr>
      <w:r>
        <w:t>j</w:t>
      </w:r>
      <w:r w:rsidR="00935585" w:rsidRPr="000E15EE">
        <w:t>)</w:t>
      </w:r>
      <w:r w:rsidR="00935585" w:rsidRPr="000E15EE">
        <w:tab/>
        <w:t>rodzaj działalności, w zakresie której cudzoziemiec będzie wykonywał pracę, określony według klasyfikacji ustalonej w przepisach wydanych na podstawie art. </w:t>
      </w:r>
      <w:r w:rsidR="003E6738" w:rsidRPr="000E15EE">
        <w:t xml:space="preserve">40 </w:t>
      </w:r>
      <w:r w:rsidR="00935585" w:rsidRPr="000E15EE">
        <w:t>ust. 2 ustawy z dnia 29 czerwca 1995 r. o statystyce publicznej (Dz. U. z </w:t>
      </w:r>
      <w:r w:rsidR="008F48A8" w:rsidRPr="000E15EE">
        <w:t xml:space="preserve">2023 r. </w:t>
      </w:r>
      <w:r w:rsidR="00271888" w:rsidRPr="000E15EE">
        <w:t>poz. </w:t>
      </w:r>
      <w:r w:rsidR="008F48A8" w:rsidRPr="000E15EE">
        <w:t>773</w:t>
      </w:r>
      <w:r w:rsidR="002C7E20">
        <w:t xml:space="preserve"> oraz z 2024 r. poz. 1222</w:t>
      </w:r>
      <w:r w:rsidR="00935585" w:rsidRPr="000E15EE">
        <w:t>);</w:t>
      </w:r>
    </w:p>
    <w:p w14:paraId="66E120FF" w14:textId="3E4E5652" w:rsidR="00935585" w:rsidRPr="000E15EE" w:rsidRDefault="00935585" w:rsidP="00935585">
      <w:pPr>
        <w:pStyle w:val="PKTpunkt"/>
      </w:pPr>
      <w:r w:rsidRPr="000E15EE">
        <w:t>2)</w:t>
      </w:r>
      <w:r w:rsidRPr="000E15EE">
        <w:tab/>
        <w:t xml:space="preserve">w przypadkach, o których mowa w art. 6 </w:t>
      </w:r>
      <w:r w:rsidR="00650DE6">
        <w:t xml:space="preserve">ust. 1 </w:t>
      </w:r>
      <w:r w:rsidRPr="000E15EE">
        <w:t>pkt </w:t>
      </w:r>
      <w:r w:rsidR="00DA17F8" w:rsidRPr="000E15EE">
        <w:t>3</w:t>
      </w:r>
      <w:r w:rsidRPr="000E15EE">
        <w:t xml:space="preserve">, dane osoby przebywającej na terytorium Rzeczypospolitej Polskiej, posiadającej dokumenty potwierdzające wypełnienie wymogów określonych </w:t>
      </w:r>
      <w:r w:rsidR="00650DE6" w:rsidRPr="000E15EE">
        <w:t>w</w:t>
      </w:r>
      <w:r w:rsidR="00650DE6">
        <w:t xml:space="preserve"> </w:t>
      </w:r>
      <w:r w:rsidR="00650DE6" w:rsidRPr="000E15EE">
        <w:t>art.</w:t>
      </w:r>
      <w:r w:rsidR="00AB12CA">
        <w:t xml:space="preserve"> </w:t>
      </w:r>
      <w:r w:rsidR="00650DE6" w:rsidRPr="000E15EE">
        <w:t>39 pkt</w:t>
      </w:r>
      <w:r w:rsidR="00650DE6">
        <w:t xml:space="preserve"> </w:t>
      </w:r>
      <w:r w:rsidR="00650DE6" w:rsidRPr="000E15EE">
        <w:t>2 i</w:t>
      </w:r>
      <w:r w:rsidR="00650DE6">
        <w:t xml:space="preserve"> </w:t>
      </w:r>
      <w:r w:rsidR="00650DE6" w:rsidRPr="000E15EE">
        <w:t>3 i</w:t>
      </w:r>
      <w:r w:rsidR="00650DE6">
        <w:t xml:space="preserve"> </w:t>
      </w:r>
      <w:r w:rsidRPr="000E15EE">
        <w:t xml:space="preserve">upoważnionej do reprezentowania </w:t>
      </w:r>
      <w:r w:rsidR="00772B5D" w:rsidRPr="000E15EE">
        <w:t xml:space="preserve">zagranicznego </w:t>
      </w:r>
      <w:r w:rsidR="00B36F02">
        <w:t>podmiotu powierzającego pracę cudzoziemcowi</w:t>
      </w:r>
      <w:r w:rsidRPr="000E15EE">
        <w:t xml:space="preserve"> wobec </w:t>
      </w:r>
      <w:r w:rsidR="00563968" w:rsidRPr="000E15EE">
        <w:t>wojewody</w:t>
      </w:r>
      <w:r w:rsidRPr="000E15EE">
        <w:t xml:space="preserve"> i organów, o których mowa w art. 17 ust. 1 pkt </w:t>
      </w:r>
      <w:r w:rsidR="00504BC2">
        <w:t>9</w:t>
      </w:r>
      <w:r w:rsidRPr="000E15EE">
        <w:t>:</w:t>
      </w:r>
    </w:p>
    <w:p w14:paraId="65BBBCB0" w14:textId="77777777" w:rsidR="00935585" w:rsidRPr="000E15EE" w:rsidRDefault="00935585" w:rsidP="00935585">
      <w:pPr>
        <w:pStyle w:val="LITlitera"/>
      </w:pPr>
      <w:r w:rsidRPr="000E15EE">
        <w:t>a)</w:t>
      </w:r>
      <w:r w:rsidRPr="000E15EE">
        <w:tab/>
        <w:t>imię (imiona) i nazwisko,</w:t>
      </w:r>
    </w:p>
    <w:p w14:paraId="6E4294E9" w14:textId="77777777" w:rsidR="00935585" w:rsidRPr="000E15EE" w:rsidRDefault="00935585" w:rsidP="00935585">
      <w:pPr>
        <w:pStyle w:val="LITlitera"/>
      </w:pPr>
      <w:r w:rsidRPr="000E15EE">
        <w:t>b)</w:t>
      </w:r>
      <w:r w:rsidRPr="000E15EE">
        <w:tab/>
        <w:t>obywatelstwo,</w:t>
      </w:r>
    </w:p>
    <w:p w14:paraId="0B579AD8" w14:textId="77777777" w:rsidR="00935585" w:rsidRPr="000E15EE" w:rsidRDefault="00935585" w:rsidP="00935585">
      <w:pPr>
        <w:pStyle w:val="LITlitera"/>
      </w:pPr>
      <w:r w:rsidRPr="000E15EE">
        <w:lastRenderedPageBreak/>
        <w:t>c)</w:t>
      </w:r>
      <w:r w:rsidRPr="000E15EE">
        <w:tab/>
        <w:t>nazwę, serię, numer, datę wydania i datę ważności dokumentu tożsamości oraz nazwę organu, który wydał ten dokument,</w:t>
      </w:r>
    </w:p>
    <w:p w14:paraId="3ADC0F09" w14:textId="77777777" w:rsidR="00935585" w:rsidRPr="000E15EE" w:rsidRDefault="00935585" w:rsidP="00935585">
      <w:pPr>
        <w:pStyle w:val="LITlitera"/>
      </w:pPr>
      <w:r w:rsidRPr="000E15EE">
        <w:t>d)</w:t>
      </w:r>
      <w:r w:rsidRPr="000E15EE">
        <w:tab/>
        <w:t>adres do doręczeń na terytorium Rzeczypospolitej Polskiej,</w:t>
      </w:r>
    </w:p>
    <w:p w14:paraId="27399973" w14:textId="77777777" w:rsidR="00935585" w:rsidRPr="000E15EE" w:rsidRDefault="00935585" w:rsidP="00935585">
      <w:pPr>
        <w:pStyle w:val="LITlitera"/>
      </w:pPr>
      <w:r w:rsidRPr="000E15EE">
        <w:t>e)</w:t>
      </w:r>
      <w:r w:rsidRPr="000E15EE">
        <w:tab/>
        <w:t>numer telefonu,</w:t>
      </w:r>
    </w:p>
    <w:p w14:paraId="67C087B3" w14:textId="77777777" w:rsidR="00935585" w:rsidRPr="000E15EE" w:rsidRDefault="00935585" w:rsidP="00935585">
      <w:pPr>
        <w:pStyle w:val="LITlitera"/>
      </w:pPr>
      <w:r w:rsidRPr="000E15EE">
        <w:t>f)</w:t>
      </w:r>
      <w:r w:rsidRPr="000E15EE">
        <w:tab/>
        <w:t>numer PESEL, jeżeli został nadany;</w:t>
      </w:r>
    </w:p>
    <w:p w14:paraId="6022BD56" w14:textId="77777777" w:rsidR="00935585" w:rsidRPr="000E15EE" w:rsidRDefault="00935585" w:rsidP="00935585">
      <w:pPr>
        <w:pStyle w:val="PKTpunkt"/>
      </w:pPr>
      <w:r w:rsidRPr="000E15EE">
        <w:t>3)</w:t>
      </w:r>
      <w:r w:rsidRPr="000E15EE">
        <w:tab/>
        <w:t>dane osobowe cudzoziemca:</w:t>
      </w:r>
    </w:p>
    <w:p w14:paraId="2FC667E1" w14:textId="77777777" w:rsidR="00935585" w:rsidRPr="000E15EE" w:rsidRDefault="00935585" w:rsidP="00935585">
      <w:pPr>
        <w:pStyle w:val="LITlitera"/>
      </w:pPr>
      <w:r w:rsidRPr="000E15EE">
        <w:t>a)</w:t>
      </w:r>
      <w:r w:rsidRPr="000E15EE">
        <w:tab/>
        <w:t>imię (imiona) i nazwisko,</w:t>
      </w:r>
    </w:p>
    <w:p w14:paraId="698C0232" w14:textId="77777777" w:rsidR="00935585" w:rsidRPr="000E15EE" w:rsidRDefault="00783E50" w:rsidP="00935585">
      <w:pPr>
        <w:pStyle w:val="LITlitera"/>
      </w:pPr>
      <w:r>
        <w:t>b</w:t>
      </w:r>
      <w:r w:rsidR="00935585" w:rsidRPr="000E15EE">
        <w:t>)</w:t>
      </w:r>
      <w:r w:rsidR="00935585" w:rsidRPr="000E15EE">
        <w:tab/>
        <w:t>obywatelstwo,</w:t>
      </w:r>
    </w:p>
    <w:p w14:paraId="3B3D21BD" w14:textId="77777777" w:rsidR="00935585" w:rsidRPr="000E15EE" w:rsidRDefault="00783E50" w:rsidP="00935585">
      <w:pPr>
        <w:pStyle w:val="LITlitera"/>
      </w:pPr>
      <w:r>
        <w:t>c</w:t>
      </w:r>
      <w:r w:rsidR="00935585" w:rsidRPr="000E15EE">
        <w:t>)</w:t>
      </w:r>
      <w:r w:rsidR="00935585" w:rsidRPr="000E15EE">
        <w:tab/>
        <w:t>nazwę, serię, numer, datę wydania i datę ważności dokumentu podróży,</w:t>
      </w:r>
    </w:p>
    <w:p w14:paraId="334426E1" w14:textId="77777777" w:rsidR="00935585" w:rsidRPr="000E15EE" w:rsidRDefault="00783E50" w:rsidP="00935585">
      <w:pPr>
        <w:pStyle w:val="LITlitera"/>
      </w:pPr>
      <w:r>
        <w:t>d</w:t>
      </w:r>
      <w:r w:rsidR="00935585" w:rsidRPr="000E15EE">
        <w:t>)</w:t>
      </w:r>
      <w:r w:rsidR="00935585" w:rsidRPr="000E15EE">
        <w:tab/>
        <w:t>numer PESEL</w:t>
      </w:r>
      <w:r>
        <w:t xml:space="preserve"> </w:t>
      </w:r>
      <w:r w:rsidRPr="00783E50">
        <w:t xml:space="preserve">albo w przypadku osób nieposiadających </w:t>
      </w:r>
      <w:r>
        <w:t>tego numeru</w:t>
      </w:r>
      <w:r w:rsidRPr="00783E50">
        <w:t xml:space="preserve"> datę urodzenia i płeć</w:t>
      </w:r>
      <w:r w:rsidR="00935585" w:rsidRPr="000E15EE">
        <w:t>;</w:t>
      </w:r>
    </w:p>
    <w:p w14:paraId="589449B2" w14:textId="77777777" w:rsidR="00935585" w:rsidRPr="000E15EE" w:rsidRDefault="00935585" w:rsidP="00935585">
      <w:pPr>
        <w:pStyle w:val="PKTpunkt"/>
      </w:pPr>
      <w:r w:rsidRPr="000E15EE">
        <w:t>4)</w:t>
      </w:r>
      <w:r w:rsidRPr="000E15EE">
        <w:tab/>
        <w:t>informacje dotyczące pracy oferowanej cudzoziemcowi:</w:t>
      </w:r>
    </w:p>
    <w:p w14:paraId="4BDC2833" w14:textId="77777777" w:rsidR="00935585" w:rsidRPr="000E15EE" w:rsidRDefault="00935585" w:rsidP="00935585">
      <w:pPr>
        <w:pStyle w:val="LITlitera"/>
      </w:pPr>
      <w:r w:rsidRPr="000E15EE">
        <w:t>a)</w:t>
      </w:r>
      <w:r w:rsidRPr="000E15EE">
        <w:tab/>
        <w:t>okres lub okresy pracy oznaczone datami,</w:t>
      </w:r>
    </w:p>
    <w:p w14:paraId="57FF1401" w14:textId="77777777" w:rsidR="00935585" w:rsidRPr="000E15EE" w:rsidRDefault="00935585" w:rsidP="00935585">
      <w:pPr>
        <w:pStyle w:val="LITlitera"/>
      </w:pPr>
      <w:r w:rsidRPr="000E15EE">
        <w:t>b)</w:t>
      </w:r>
      <w:r w:rsidRPr="000E15EE">
        <w:tab/>
        <w:t>stanowisko, rodzaj pracy lub funkcję,</w:t>
      </w:r>
    </w:p>
    <w:p w14:paraId="6FAF3E48" w14:textId="77777777" w:rsidR="00935585" w:rsidRPr="000E15EE" w:rsidRDefault="00935585" w:rsidP="00935585">
      <w:pPr>
        <w:pStyle w:val="LITlitera"/>
      </w:pPr>
      <w:r w:rsidRPr="000E15EE">
        <w:t>c)</w:t>
      </w:r>
      <w:r w:rsidRPr="000E15EE">
        <w:tab/>
        <w:t>zawód zgodny z klasyfikacją zawodów i specjalności na potrzeby rynku pracy,</w:t>
      </w:r>
    </w:p>
    <w:p w14:paraId="30F53AC8" w14:textId="77777777" w:rsidR="00935585" w:rsidRPr="000E15EE" w:rsidRDefault="00935585" w:rsidP="00935585">
      <w:pPr>
        <w:pStyle w:val="LITlitera"/>
      </w:pPr>
      <w:r w:rsidRPr="000E15EE">
        <w:t>d)</w:t>
      </w:r>
      <w:r w:rsidRPr="000E15EE">
        <w:tab/>
        <w:t>miejsce wykonywania pracy,</w:t>
      </w:r>
    </w:p>
    <w:p w14:paraId="4ADCD06A" w14:textId="77777777" w:rsidR="00935585" w:rsidRPr="000E15EE" w:rsidRDefault="00935585" w:rsidP="00935585">
      <w:pPr>
        <w:pStyle w:val="LITlitera"/>
      </w:pPr>
      <w:r w:rsidRPr="000E15EE">
        <w:t>e)</w:t>
      </w:r>
      <w:r w:rsidRPr="000E15EE">
        <w:tab/>
        <w:t>podstawę prawną wykonywania pracy,</w:t>
      </w:r>
    </w:p>
    <w:p w14:paraId="14345079" w14:textId="77777777" w:rsidR="00935585" w:rsidRPr="000E15EE" w:rsidRDefault="00935585" w:rsidP="00935585">
      <w:pPr>
        <w:pStyle w:val="LITlitera"/>
      </w:pPr>
      <w:r w:rsidRPr="000E15EE">
        <w:t>f)</w:t>
      </w:r>
      <w:r w:rsidRPr="000E15EE">
        <w:tab/>
        <w:t>wymiar czasu pracy w przypadku umowy o pracę albo liczbę godzin pracy w </w:t>
      </w:r>
      <w:r w:rsidR="00C25D58" w:rsidRPr="000E15EE">
        <w:t xml:space="preserve">miesiącu lub tygodniu </w:t>
      </w:r>
      <w:r w:rsidRPr="000E15EE">
        <w:t>w przypadku umowy cywilnoprawnej,</w:t>
      </w:r>
    </w:p>
    <w:p w14:paraId="35FFDCE4" w14:textId="77777777" w:rsidR="00935585" w:rsidRPr="000E15EE" w:rsidRDefault="00935585" w:rsidP="00935585">
      <w:pPr>
        <w:pStyle w:val="LITlitera"/>
      </w:pPr>
      <w:r w:rsidRPr="000E15EE">
        <w:t>g)</w:t>
      </w:r>
      <w:r w:rsidRPr="000E15EE">
        <w:tab/>
      </w:r>
      <w:r w:rsidR="00D83AA9" w:rsidRPr="000E15EE">
        <w:t xml:space="preserve">najniższe wynagrodzenie, jakie </w:t>
      </w:r>
      <w:r w:rsidR="008F08FB" w:rsidRPr="000E15EE">
        <w:t>będzie</w:t>
      </w:r>
      <w:r w:rsidR="00D83AA9" w:rsidRPr="000E15EE">
        <w:t xml:space="preserve"> otrzymywać cudzoziemiec, określone </w:t>
      </w:r>
      <w:r w:rsidRPr="000E15EE">
        <w:t>stawką godzinową lub miesięczną,</w:t>
      </w:r>
    </w:p>
    <w:p w14:paraId="33C9F3BE" w14:textId="77777777" w:rsidR="00935585" w:rsidRPr="000E15EE" w:rsidRDefault="00935585" w:rsidP="00935585">
      <w:pPr>
        <w:pStyle w:val="LITlitera"/>
      </w:pPr>
      <w:r w:rsidRPr="000E15EE">
        <w:t>h)</w:t>
      </w:r>
      <w:r w:rsidRPr="000E15EE">
        <w:tab/>
        <w:t>zakres podstawowych obowiązków</w:t>
      </w:r>
      <w:r w:rsidR="0015449E" w:rsidRPr="000E15EE">
        <w:t xml:space="preserve"> cudzoziemca</w:t>
      </w:r>
      <w:r w:rsidRPr="000E15EE">
        <w:t>.</w:t>
      </w:r>
    </w:p>
    <w:p w14:paraId="65987C7D" w14:textId="77777777" w:rsidR="00935585" w:rsidRPr="000E15EE" w:rsidRDefault="00935585" w:rsidP="00935585">
      <w:pPr>
        <w:pStyle w:val="USTustnpkodeksu"/>
      </w:pPr>
      <w:r w:rsidRPr="000E15EE">
        <w:t>2. Jeżeli cudzoziemiec będzie wykonywał pracę w okresie krótszym niż miesiąc, we wniosku o </w:t>
      </w:r>
      <w:r w:rsidR="006B7A2B" w:rsidRPr="000E15EE">
        <w:t xml:space="preserve">wydanie </w:t>
      </w:r>
      <w:r w:rsidRPr="000E15EE">
        <w:t>zezwolenia na pracę podaje się liczbę godzin pracy i wynagrodzenie za cały okres pracy.</w:t>
      </w:r>
    </w:p>
    <w:p w14:paraId="25ECB7A8" w14:textId="77777777" w:rsidR="00935585" w:rsidRPr="000E15EE" w:rsidRDefault="00935585" w:rsidP="00935585">
      <w:pPr>
        <w:pStyle w:val="USTustnpkodeksu"/>
      </w:pPr>
      <w:r w:rsidRPr="000E15EE">
        <w:t xml:space="preserve">3. Do wniosku </w:t>
      </w:r>
      <w:r w:rsidR="00B235DD" w:rsidRPr="000E15EE">
        <w:t xml:space="preserve">o wydanie zezwolenia na pracę </w:t>
      </w:r>
      <w:r w:rsidRPr="000E15EE">
        <w:t xml:space="preserve">dołącza się oświadczenie złożone pod rygorem odpowiedzialności karnej przez </w:t>
      </w:r>
      <w:r w:rsidR="006231F5">
        <w:t>podmiot powierzający pracę cudzoziemcowi</w:t>
      </w:r>
      <w:r w:rsidRPr="000E15EE">
        <w:t xml:space="preserve">, czy zachodzą okoliczności, o których mowa w art. 13 ust. 1 pkt 1 lit. c–g, zgodne ze stanem faktycznym w dniu złożenia wniosku i podpisane nie wcześniej niż 30 dni przed tym dniem. Składający oświadczenie jest obowiązany do zawarcia w nim klauzuli następującej treści: </w:t>
      </w:r>
      <w:r w:rsidR="006C00D6" w:rsidRPr="000E15EE">
        <w:t>„</w:t>
      </w:r>
      <w:r w:rsidRPr="000E15EE">
        <w:t>Jestem świadomy odpowiedzialności karnej za złożenie fałszywego oświadczenia.</w:t>
      </w:r>
      <w:r w:rsidR="006C00D6" w:rsidRPr="000E15EE">
        <w:t>”</w:t>
      </w:r>
      <w:r w:rsidRPr="000E15EE">
        <w:t>; klauzula ta zastępuje pouczenie organu o odpowiedzialności karnej za składanie fałszywych oświadczeń.</w:t>
      </w:r>
    </w:p>
    <w:p w14:paraId="054E5F42" w14:textId="77777777" w:rsidR="00935585" w:rsidRPr="000E15EE" w:rsidRDefault="00935585" w:rsidP="00935585">
      <w:pPr>
        <w:pStyle w:val="ARTartustawynprozporzdzenia"/>
      </w:pPr>
      <w:bookmarkStart w:id="49" w:name="_Toc88838098"/>
      <w:bookmarkStart w:id="50" w:name="_Toc107829945"/>
      <w:r w:rsidRPr="000E15EE">
        <w:rPr>
          <w:rStyle w:val="Ppogrubienie"/>
        </w:rPr>
        <w:lastRenderedPageBreak/>
        <w:t>Art. </w:t>
      </w:r>
      <w:r w:rsidR="00195F48" w:rsidRPr="000E15EE">
        <w:rPr>
          <w:rStyle w:val="Ppogrubienie"/>
        </w:rPr>
        <w:t>10</w:t>
      </w:r>
      <w:r w:rsidRPr="000E15EE">
        <w:rPr>
          <w:rStyle w:val="Ppogrubienie"/>
        </w:rPr>
        <w:t>.</w:t>
      </w:r>
      <w:r w:rsidRPr="000E15EE">
        <w:t xml:space="preserve"> 1. </w:t>
      </w:r>
      <w:r w:rsidR="006231F5">
        <w:t>Podmiot powierzający pracę cudzoziemcowi</w:t>
      </w:r>
      <w:r w:rsidRPr="000E15EE">
        <w:t xml:space="preserve"> </w:t>
      </w:r>
      <w:bookmarkEnd w:id="49"/>
      <w:r w:rsidRPr="000E15EE">
        <w:t>wnosi opłatę za każdy wniosek o </w:t>
      </w:r>
      <w:r w:rsidR="006B7A2B" w:rsidRPr="000E15EE">
        <w:t xml:space="preserve">wydanie </w:t>
      </w:r>
      <w:r w:rsidRPr="000E15EE">
        <w:t>zezwolenia na pracę.</w:t>
      </w:r>
      <w:bookmarkEnd w:id="50"/>
    </w:p>
    <w:p w14:paraId="2AA9156F" w14:textId="77777777" w:rsidR="00935585" w:rsidRPr="000E15EE" w:rsidRDefault="00935585" w:rsidP="00935585">
      <w:pPr>
        <w:pStyle w:val="USTustnpkodeksu"/>
      </w:pPr>
      <w:r w:rsidRPr="000E15EE">
        <w:t xml:space="preserve">2. Opłata wniesiona w związku z wnioskiem o </w:t>
      </w:r>
      <w:r w:rsidR="006B7A2B" w:rsidRPr="000E15EE">
        <w:t xml:space="preserve">wydanie </w:t>
      </w:r>
      <w:r w:rsidRPr="000E15EE">
        <w:t>zezwolenia na pracę w przypadk</w:t>
      </w:r>
      <w:r w:rsidR="00DC2D93" w:rsidRPr="000E15EE">
        <w:t>ach</w:t>
      </w:r>
      <w:r w:rsidRPr="000E15EE">
        <w:t xml:space="preserve">, o którym mowa w art. 6 </w:t>
      </w:r>
      <w:r w:rsidR="008D3392" w:rsidRPr="000E15EE">
        <w:t xml:space="preserve">ust. 1 </w:t>
      </w:r>
      <w:r w:rsidR="00924499" w:rsidRPr="000E15EE">
        <w:t>pkt</w:t>
      </w:r>
      <w:r w:rsidRPr="000E15EE">
        <w:t xml:space="preserve"> 1</w:t>
      </w:r>
      <w:r w:rsidR="00970CB6" w:rsidRPr="000E15EE">
        <w:t>–</w:t>
      </w:r>
      <w:r w:rsidRPr="000E15EE">
        <w:t>3, stanowi dochód budżetu państwa.</w:t>
      </w:r>
    </w:p>
    <w:p w14:paraId="33A80E7A" w14:textId="77777777" w:rsidR="00935585" w:rsidRPr="000E15EE" w:rsidRDefault="00935585" w:rsidP="00935585">
      <w:pPr>
        <w:pStyle w:val="USTustnpkodeksu"/>
      </w:pPr>
      <w:r w:rsidRPr="000E15EE">
        <w:t xml:space="preserve">3. Opłata wniesiona w związku z wnioskiem o </w:t>
      </w:r>
      <w:r w:rsidR="006B7A2B" w:rsidRPr="000E15EE">
        <w:t xml:space="preserve">wydanie </w:t>
      </w:r>
      <w:r w:rsidRPr="000E15EE">
        <w:t xml:space="preserve">lub przedłużenie zezwolenia na pracę w przypadku, o którym mowa w art. 6 </w:t>
      </w:r>
      <w:r w:rsidR="008D3392" w:rsidRPr="000E15EE">
        <w:t xml:space="preserve">ust. 1 </w:t>
      </w:r>
      <w:r w:rsidR="00924499" w:rsidRPr="000E15EE">
        <w:t>pkt</w:t>
      </w:r>
      <w:r w:rsidRPr="000E15EE">
        <w:t xml:space="preserve"> 4, stanowi dochód budżetu państwa i dochód powiatu w częściach równych.</w:t>
      </w:r>
    </w:p>
    <w:p w14:paraId="51403F47" w14:textId="77777777" w:rsidR="00935585" w:rsidRPr="000E15EE" w:rsidRDefault="00935585" w:rsidP="00935585">
      <w:pPr>
        <w:pStyle w:val="USTustnpkodeksu"/>
      </w:pPr>
      <w:r w:rsidRPr="000E15EE">
        <w:t>4. Opłata, o której mowa w ust. 1, nie podlega zwrotowi.</w:t>
      </w:r>
    </w:p>
    <w:p w14:paraId="28C86248" w14:textId="77777777" w:rsidR="00935585" w:rsidRPr="000E15EE" w:rsidRDefault="00935585" w:rsidP="00935585">
      <w:pPr>
        <w:pStyle w:val="USTustnpkodeksu"/>
      </w:pPr>
      <w:r w:rsidRPr="000E15EE">
        <w:t>5. Minister właściwy do spraw pracy określi, w drodze rozporządzenia, wysokość opłaty, o której mowa w ust. 1, nie większą niż:</w:t>
      </w:r>
    </w:p>
    <w:p w14:paraId="2A6F35AE" w14:textId="77777777" w:rsidR="00935585" w:rsidRPr="000E15EE" w:rsidRDefault="00935585" w:rsidP="00935585">
      <w:pPr>
        <w:pStyle w:val="PKTpunkt"/>
      </w:pPr>
      <w:r w:rsidRPr="000E15EE">
        <w:t>1)</w:t>
      </w:r>
      <w:r w:rsidRPr="000E15EE">
        <w:tab/>
        <w:t xml:space="preserve">wysokość minimalnego wynagrodzenia za pracę, </w:t>
      </w:r>
      <w:r w:rsidR="000B61CA" w:rsidRPr="000E15EE">
        <w:t xml:space="preserve">o którym mowa w przepisach o minimalnym wynagrodzeniu za pracę, </w:t>
      </w:r>
      <w:r w:rsidRPr="000E15EE">
        <w:t>w przypadk</w:t>
      </w:r>
      <w:r w:rsidR="00DC2D93" w:rsidRPr="000E15EE">
        <w:t>ach</w:t>
      </w:r>
      <w:r w:rsidRPr="000E15EE">
        <w:t>, o który</w:t>
      </w:r>
      <w:r w:rsidR="00DC2D93" w:rsidRPr="000E15EE">
        <w:t>ch</w:t>
      </w:r>
      <w:r w:rsidRPr="000E15EE">
        <w:t xml:space="preserve"> mowa w art. 6 pkt 1</w:t>
      </w:r>
      <w:r w:rsidR="00720188" w:rsidRPr="000E15EE">
        <w:t>–</w:t>
      </w:r>
      <w:r w:rsidRPr="000E15EE">
        <w:t>3;</w:t>
      </w:r>
    </w:p>
    <w:p w14:paraId="076B1FAB" w14:textId="77777777" w:rsidR="00935585" w:rsidRPr="000E15EE" w:rsidRDefault="00935585" w:rsidP="00935585">
      <w:pPr>
        <w:pStyle w:val="PKTpunkt"/>
      </w:pPr>
      <w:r w:rsidRPr="000E15EE">
        <w:t>2)</w:t>
      </w:r>
      <w:r w:rsidRPr="000E15EE">
        <w:tab/>
      </w:r>
      <w:r w:rsidR="00FD01BC">
        <w:t>10</w:t>
      </w:r>
      <w:r w:rsidRPr="000E15EE">
        <w:t xml:space="preserve">% minimalnego wynagrodzenia za pracę, </w:t>
      </w:r>
      <w:r w:rsidR="000B61CA" w:rsidRPr="000E15EE">
        <w:t>o który</w:t>
      </w:r>
      <w:r w:rsidR="00B235DD" w:rsidRPr="000E15EE">
        <w:t>m</w:t>
      </w:r>
      <w:r w:rsidR="000B61CA" w:rsidRPr="000E15EE">
        <w:t xml:space="preserve"> mowa w przepisach o minimalnym wynagrodzeniu za pracę, </w:t>
      </w:r>
      <w:r w:rsidRPr="000E15EE">
        <w:t xml:space="preserve">w przypadku, o którym mowa w art. 6 </w:t>
      </w:r>
      <w:r w:rsidR="004B2A81">
        <w:t xml:space="preserve">ust. 1 </w:t>
      </w:r>
      <w:r w:rsidRPr="000E15EE">
        <w:t>pkt </w:t>
      </w:r>
      <w:r w:rsidR="00DC2D93" w:rsidRPr="000E15EE">
        <w:t>4</w:t>
      </w:r>
    </w:p>
    <w:p w14:paraId="33AA933A" w14:textId="77777777" w:rsidR="00935585" w:rsidRPr="000E15EE" w:rsidRDefault="00970CB6" w:rsidP="00AC7CE8">
      <w:pPr>
        <w:pStyle w:val="CZWSPPKTczwsplnapunktw"/>
      </w:pPr>
      <w:r w:rsidRPr="000E15EE">
        <w:t>–</w:t>
      </w:r>
      <w:r w:rsidR="00935585" w:rsidRPr="000E15EE">
        <w:t xml:space="preserve"> biorąc pod uwagę okres wykonywania pracy przez cudzoziemca oraz szacowany przeciętny koszt postępowania w sprawie </w:t>
      </w:r>
      <w:r w:rsidR="006B7A2B" w:rsidRPr="000E15EE">
        <w:t xml:space="preserve">wydania </w:t>
      </w:r>
      <w:r w:rsidR="00935585" w:rsidRPr="000E15EE">
        <w:t>zezwolenia na pracę.</w:t>
      </w:r>
    </w:p>
    <w:p w14:paraId="31DEE313" w14:textId="77777777" w:rsidR="00935585" w:rsidRPr="000E15EE" w:rsidRDefault="00935585" w:rsidP="00935585">
      <w:pPr>
        <w:pStyle w:val="ARTartustawynprozporzdzenia"/>
      </w:pPr>
      <w:bookmarkStart w:id="51" w:name="_Toc87022695"/>
      <w:bookmarkStart w:id="52" w:name="_Toc88838099"/>
      <w:bookmarkStart w:id="53" w:name="_Toc107829946"/>
      <w:r w:rsidRPr="000E15EE">
        <w:rPr>
          <w:rStyle w:val="Ppogrubienie"/>
        </w:rPr>
        <w:t>Art. </w:t>
      </w:r>
      <w:r w:rsidR="00195F48" w:rsidRPr="000E15EE">
        <w:rPr>
          <w:rStyle w:val="Ppogrubienie"/>
        </w:rPr>
        <w:t>11</w:t>
      </w:r>
      <w:r w:rsidRPr="000E15EE">
        <w:rPr>
          <w:rStyle w:val="Ppogrubienie"/>
        </w:rPr>
        <w:t>.</w:t>
      </w:r>
      <w:r w:rsidRPr="000E15EE">
        <w:t xml:space="preserve"> Minister właściwy do spraw pracy określi, w drodze rozporządzenia, </w:t>
      </w:r>
      <w:bookmarkEnd w:id="51"/>
      <w:r w:rsidRPr="000E15EE">
        <w:t xml:space="preserve">wykaz dokumentów, które </w:t>
      </w:r>
      <w:r w:rsidR="006231F5">
        <w:t>podmiot powierzający pracę cudzoziemcowi</w:t>
      </w:r>
      <w:r w:rsidRPr="000E15EE">
        <w:t xml:space="preserve"> dołącza do wniosku o </w:t>
      </w:r>
      <w:r w:rsidR="006B7A2B" w:rsidRPr="000E15EE">
        <w:t xml:space="preserve">wydanie </w:t>
      </w:r>
      <w:r w:rsidRPr="000E15EE">
        <w:t>zezwolenia na pracę, potwierdzających okoliczności określone we wniosku o </w:t>
      </w:r>
      <w:r w:rsidR="006B7A2B" w:rsidRPr="000E15EE">
        <w:t xml:space="preserve">wydanie </w:t>
      </w:r>
      <w:r w:rsidRPr="000E15EE">
        <w:t xml:space="preserve">zezwolenia na pracę oraz okoliczności uzasadniające </w:t>
      </w:r>
      <w:r w:rsidR="006B7A2B" w:rsidRPr="000E15EE">
        <w:t xml:space="preserve">wydanie </w:t>
      </w:r>
      <w:r w:rsidRPr="000E15EE">
        <w:t>zezwolenia na pracę, a także dopełnienie obowiązku dokonania opłaty, o której mowa w art. 10 ust. 1</w:t>
      </w:r>
      <w:r w:rsidR="00AD1FB0" w:rsidRPr="000E15EE">
        <w:t xml:space="preserve">, mając na uwadze potrzebę </w:t>
      </w:r>
      <w:r w:rsidR="00BC0C40" w:rsidRPr="000E15EE">
        <w:t xml:space="preserve">uzyskania informacji niezbędnych do </w:t>
      </w:r>
      <w:r w:rsidR="00AD1FB0" w:rsidRPr="000E15EE">
        <w:t xml:space="preserve">sprawnego przeprowadzenia postępowania </w:t>
      </w:r>
      <w:r w:rsidR="00BC0C40" w:rsidRPr="000E15EE">
        <w:t>w sprawie wydania zezwolenia na pracę</w:t>
      </w:r>
      <w:r w:rsidRPr="000E15EE">
        <w:t>.</w:t>
      </w:r>
      <w:bookmarkEnd w:id="52"/>
      <w:bookmarkEnd w:id="53"/>
    </w:p>
    <w:p w14:paraId="4EBA22EC" w14:textId="77777777" w:rsidR="00935585" w:rsidRDefault="00935585" w:rsidP="00935585">
      <w:pPr>
        <w:pStyle w:val="ARTartustawynprozporzdzenia"/>
        <w:keepNext/>
      </w:pPr>
      <w:bookmarkStart w:id="54" w:name="_Toc88838100"/>
      <w:bookmarkStart w:id="55" w:name="_Toc107829947"/>
      <w:bookmarkStart w:id="56" w:name="_Hlk166594692"/>
      <w:r w:rsidRPr="000E15EE">
        <w:rPr>
          <w:rStyle w:val="Ppogrubienie"/>
        </w:rPr>
        <w:t>Art. </w:t>
      </w:r>
      <w:r w:rsidR="00195F48" w:rsidRPr="000E15EE">
        <w:rPr>
          <w:rStyle w:val="Ppogrubienie"/>
        </w:rPr>
        <w:t>12</w:t>
      </w:r>
      <w:r w:rsidRPr="000E15EE">
        <w:rPr>
          <w:rStyle w:val="Ppogrubienie"/>
        </w:rPr>
        <w:t>.</w:t>
      </w:r>
      <w:r w:rsidRPr="000E15EE">
        <w:t xml:space="preserve"> W postępowaniu o </w:t>
      </w:r>
      <w:r w:rsidR="006B7A2B" w:rsidRPr="000E15EE">
        <w:t xml:space="preserve">wydanie </w:t>
      </w:r>
      <w:r w:rsidRPr="000E15EE">
        <w:t>lub uchylenie zezwolenia na pracę</w:t>
      </w:r>
      <w:bookmarkEnd w:id="54"/>
      <w:bookmarkEnd w:id="55"/>
      <w:r w:rsidR="009150B4">
        <w:t>:</w:t>
      </w:r>
    </w:p>
    <w:p w14:paraId="55DA9B77" w14:textId="77777777" w:rsidR="009150B4" w:rsidRDefault="009150B4" w:rsidP="009150B4">
      <w:pPr>
        <w:pStyle w:val="PKTpunkt"/>
      </w:pPr>
      <w:r w:rsidRPr="000E15EE">
        <w:t>1)</w:t>
      </w:r>
      <w:r w:rsidRPr="000E15EE">
        <w:tab/>
      </w:r>
      <w:r w:rsidRPr="009150B4">
        <w:t xml:space="preserve">stroną postępowania jest wyłącznie </w:t>
      </w:r>
      <w:r w:rsidR="006231F5">
        <w:t>podmiot powierzający pracę cudzoziemcowi</w:t>
      </w:r>
      <w:r>
        <w:t>;</w:t>
      </w:r>
    </w:p>
    <w:p w14:paraId="3E8AF501" w14:textId="77777777" w:rsidR="009150B4" w:rsidRPr="000E15EE" w:rsidRDefault="009150B4" w:rsidP="009150B4">
      <w:pPr>
        <w:pStyle w:val="PKTpunkt"/>
        <w:rPr>
          <w:rStyle w:val="Ppogrubienie"/>
        </w:rPr>
      </w:pPr>
      <w:r w:rsidRPr="009150B4">
        <w:t>2)</w:t>
      </w:r>
      <w:r>
        <w:tab/>
      </w:r>
      <w:r w:rsidRPr="009150B4">
        <w:t>nie stosuje się przepisów art. 31 ustawy z dnia 14 czerwca 1960 r. – Kodeks postępowania administracyjnego.</w:t>
      </w:r>
    </w:p>
    <w:bookmarkEnd w:id="56"/>
    <w:p w14:paraId="73E5F9DB" w14:textId="77777777" w:rsidR="00D4325D" w:rsidRPr="000E15EE" w:rsidRDefault="00BB7627" w:rsidP="00CC3F14">
      <w:pPr>
        <w:pStyle w:val="ARTartustawynprozporzdzenia"/>
        <w:keepNext/>
      </w:pPr>
      <w:r w:rsidRPr="000E15EE">
        <w:rPr>
          <w:rStyle w:val="Ppogrubienie"/>
        </w:rPr>
        <w:t>Art. </w:t>
      </w:r>
      <w:r w:rsidR="00195F48" w:rsidRPr="000E15EE">
        <w:rPr>
          <w:rStyle w:val="Ppogrubienie"/>
        </w:rPr>
        <w:t>13</w:t>
      </w:r>
      <w:r w:rsidR="00D4325D" w:rsidRPr="000E15EE">
        <w:rPr>
          <w:rStyle w:val="Ppogrubienie"/>
        </w:rPr>
        <w:t>.</w:t>
      </w:r>
      <w:r w:rsidR="00D4325D" w:rsidRPr="000E15EE">
        <w:t> 1. </w:t>
      </w:r>
      <w:r w:rsidR="006B7A2B" w:rsidRPr="000E15EE">
        <w:t xml:space="preserve">Wydania </w:t>
      </w:r>
      <w:r w:rsidR="00D4325D" w:rsidRPr="000E15EE">
        <w:t>zezwolenia na pracę odmawia się, jeżeli:</w:t>
      </w:r>
      <w:bookmarkEnd w:id="1"/>
      <w:bookmarkEnd w:id="2"/>
    </w:p>
    <w:p w14:paraId="58AF463C" w14:textId="77777777" w:rsidR="00D4325D" w:rsidRPr="000E15EE" w:rsidRDefault="00D4325D" w:rsidP="00CC3F14">
      <w:pPr>
        <w:pStyle w:val="PKTpunkt"/>
        <w:keepNext/>
      </w:pPr>
      <w:bookmarkStart w:id="57" w:name="_Hlk166596437"/>
      <w:r w:rsidRPr="000E15EE">
        <w:t>1)</w:t>
      </w:r>
      <w:r w:rsidRPr="000E15EE">
        <w:tab/>
      </w:r>
      <w:r w:rsidR="00AF2712" w:rsidRPr="000E15EE">
        <w:t xml:space="preserve"> </w:t>
      </w:r>
      <w:bookmarkEnd w:id="57"/>
      <w:r w:rsidR="006231F5">
        <w:t>podmiot powierzający pracę cudzoziemcowi</w:t>
      </w:r>
      <w:r w:rsidRPr="000E15EE">
        <w:t>:</w:t>
      </w:r>
    </w:p>
    <w:p w14:paraId="5726596A" w14:textId="77777777" w:rsidR="00D4325D" w:rsidRPr="000E15EE" w:rsidRDefault="00D4325D" w:rsidP="00D4325D">
      <w:pPr>
        <w:pStyle w:val="LITlitera"/>
      </w:pPr>
      <w:r w:rsidRPr="000E15EE">
        <w:t>a)</w:t>
      </w:r>
      <w:r w:rsidRPr="000E15EE">
        <w:tab/>
        <w:t>złożył wniosek zawierający nieprawdziwe dane osobowe lub fałszywe informacje lub dołączył do niego dokumenty zawierające takie dane</w:t>
      </w:r>
      <w:r w:rsidR="00710CDC">
        <w:t>,</w:t>
      </w:r>
      <w:r w:rsidRPr="000E15EE">
        <w:t xml:space="preserve"> lub</w:t>
      </w:r>
    </w:p>
    <w:p w14:paraId="75412DBE" w14:textId="77777777" w:rsidR="00D4325D" w:rsidRPr="000E15EE" w:rsidRDefault="00D4325D" w:rsidP="00D4325D">
      <w:pPr>
        <w:pStyle w:val="LITlitera"/>
      </w:pPr>
      <w:r w:rsidRPr="000E15EE">
        <w:lastRenderedPageBreak/>
        <w:t>b)</w:t>
      </w:r>
      <w:r w:rsidRPr="000E15EE">
        <w:tab/>
        <w:t>w toku postępowania zeznał nieprawdę lub zataił prawdę, lub podrobił lub przerobił dokument</w:t>
      </w:r>
      <w:r w:rsidR="00BB7627" w:rsidRPr="000E15EE">
        <w:t xml:space="preserve"> w </w:t>
      </w:r>
      <w:r w:rsidRPr="000E15EE">
        <w:t>celu użycia go jako autentycznego, lub takiego dokumentu jako autentycznego używał, lub</w:t>
      </w:r>
    </w:p>
    <w:p w14:paraId="6084C3FD" w14:textId="77777777" w:rsidR="00D4325D" w:rsidRPr="000E15EE" w:rsidRDefault="00D4325D" w:rsidP="00D4325D">
      <w:pPr>
        <w:pStyle w:val="LITlitera"/>
      </w:pPr>
      <w:r w:rsidRPr="000E15EE">
        <w:t>c)</w:t>
      </w:r>
      <w:r w:rsidRPr="000E15EE">
        <w:tab/>
        <w:t xml:space="preserve">został prawomocnie ukarany za popełnienie </w:t>
      </w:r>
      <w:r w:rsidR="00507B4B" w:rsidRPr="000E15EE">
        <w:t xml:space="preserve">wykroczenia </w:t>
      </w:r>
      <w:r w:rsidRPr="000E15EE">
        <w:t>określonego</w:t>
      </w:r>
      <w:r w:rsidR="00BB7627" w:rsidRPr="000E15EE">
        <w:t xml:space="preserve"> w art.</w:t>
      </w:r>
      <w:r w:rsidR="00D5646A">
        <w:t xml:space="preserve"> 82 </w:t>
      </w:r>
      <w:r w:rsidR="00BB7627" w:rsidRPr="000E15EE">
        <w:t>ust. </w:t>
      </w:r>
      <w:r w:rsidRPr="000E15EE">
        <w:t>3–5</w:t>
      </w:r>
      <w:r w:rsidR="00922A77" w:rsidRPr="000E15EE">
        <w:t>, lub</w:t>
      </w:r>
    </w:p>
    <w:p w14:paraId="605FA563" w14:textId="77777777" w:rsidR="00D4325D" w:rsidRPr="000E15EE" w:rsidRDefault="00D4325D" w:rsidP="00D4325D">
      <w:pPr>
        <w:pStyle w:val="LITlitera"/>
      </w:pPr>
      <w:r w:rsidRPr="000E15EE">
        <w:t>d)</w:t>
      </w:r>
      <w:r w:rsidRPr="000E15EE">
        <w:tab/>
        <w:t>w ciągu dwóch lat od prawomocnego ukarania za popełnienie</w:t>
      </w:r>
      <w:r w:rsidR="00507B4B" w:rsidRPr="000E15EE">
        <w:t xml:space="preserve"> wykroczenia</w:t>
      </w:r>
      <w:r w:rsidRPr="000E15EE">
        <w:t>,</w:t>
      </w:r>
      <w:r w:rsidR="00BB7627" w:rsidRPr="000E15EE">
        <w:t xml:space="preserve"> o </w:t>
      </w:r>
      <w:r w:rsidRPr="000E15EE">
        <w:t>którym mowa</w:t>
      </w:r>
      <w:r w:rsidR="00BB7627" w:rsidRPr="000E15EE">
        <w:t xml:space="preserve"> w art.</w:t>
      </w:r>
      <w:r w:rsidR="00D5646A">
        <w:t xml:space="preserve"> 82 </w:t>
      </w:r>
      <w:r w:rsidR="00BB7627" w:rsidRPr="000E15EE">
        <w:t>ust. </w:t>
      </w:r>
      <w:r w:rsidRPr="000E15EE">
        <w:t>1, został ponownie prawomocnie ukarany za popełnienie czynu określonego</w:t>
      </w:r>
      <w:r w:rsidR="00BB7627" w:rsidRPr="000E15EE">
        <w:t xml:space="preserve"> w </w:t>
      </w:r>
      <w:r w:rsidRPr="000E15EE">
        <w:t>tym przepisie, lub</w:t>
      </w:r>
    </w:p>
    <w:p w14:paraId="5058B70F" w14:textId="0B5EC6A1" w:rsidR="00D4325D" w:rsidRPr="000E15EE" w:rsidRDefault="00D4325D" w:rsidP="00D4325D">
      <w:pPr>
        <w:pStyle w:val="LITlitera"/>
      </w:pPr>
      <w:r w:rsidRPr="000E15EE">
        <w:t>e)</w:t>
      </w:r>
      <w:r w:rsidRPr="000E15EE">
        <w:tab/>
        <w:t>został prawomocnie skazany za przestępstwo,</w:t>
      </w:r>
      <w:r w:rsidR="00BB7627" w:rsidRPr="000E15EE">
        <w:t xml:space="preserve"> o </w:t>
      </w:r>
      <w:r w:rsidRPr="000E15EE">
        <w:t>którym mowa</w:t>
      </w:r>
      <w:r w:rsidR="00BB7627" w:rsidRPr="000E15EE">
        <w:t xml:space="preserve"> w art. </w:t>
      </w:r>
      <w:r w:rsidRPr="000E15EE">
        <w:t xml:space="preserve">218–221 lub </w:t>
      </w:r>
      <w:r w:rsidR="00BB7627" w:rsidRPr="000E15EE">
        <w:t>art. </w:t>
      </w:r>
      <w:r w:rsidRPr="000E15EE">
        <w:t>225 § 2 ustawy</w:t>
      </w:r>
      <w:r w:rsidR="00BB7627" w:rsidRPr="000E15EE">
        <w:t xml:space="preserve"> z </w:t>
      </w:r>
      <w:r w:rsidRPr="000E15EE">
        <w:t>dnia 6 czerwca 1997</w:t>
      </w:r>
      <w:r w:rsidR="00BB7627" w:rsidRPr="000E15EE">
        <w:t xml:space="preserve"> r. </w:t>
      </w:r>
      <w:r w:rsidRPr="000E15EE">
        <w:t>– Kodeks karny (</w:t>
      </w:r>
      <w:r w:rsidR="004943EF" w:rsidRPr="000E15EE">
        <w:t>Dz. U.</w:t>
      </w:r>
      <w:r w:rsidR="00BB7627" w:rsidRPr="000E15EE">
        <w:t xml:space="preserve"> z </w:t>
      </w:r>
      <w:r w:rsidR="009D0593" w:rsidRPr="000E15EE">
        <w:t>2024 r. poz. 17</w:t>
      </w:r>
      <w:r w:rsidR="002C7E20">
        <w:t xml:space="preserve"> i 1228</w:t>
      </w:r>
      <w:r w:rsidRPr="000E15EE">
        <w:t>), lub</w:t>
      </w:r>
    </w:p>
    <w:p w14:paraId="76738A18" w14:textId="77777777" w:rsidR="00D4325D" w:rsidRPr="000E15EE" w:rsidRDefault="00D4325D" w:rsidP="00D4325D">
      <w:pPr>
        <w:pStyle w:val="LITlitera"/>
      </w:pPr>
      <w:r w:rsidRPr="000E15EE">
        <w:t>f)</w:t>
      </w:r>
      <w:r w:rsidRPr="000E15EE">
        <w:tab/>
        <w:t>został prawomocnie skazany za przestępstwo,</w:t>
      </w:r>
      <w:r w:rsidR="00BB7627" w:rsidRPr="000E15EE">
        <w:t xml:space="preserve"> o </w:t>
      </w:r>
      <w:r w:rsidRPr="000E15EE">
        <w:t>którym mowa</w:t>
      </w:r>
      <w:r w:rsidR="00BB7627" w:rsidRPr="000E15EE">
        <w:t xml:space="preserve"> w art. </w:t>
      </w:r>
      <w:r w:rsidRPr="000E15EE">
        <w:t xml:space="preserve">270, </w:t>
      </w:r>
      <w:r w:rsidR="00BB7627" w:rsidRPr="000E15EE">
        <w:t>art. </w:t>
      </w:r>
      <w:r w:rsidRPr="000E15EE">
        <w:t xml:space="preserve">271, </w:t>
      </w:r>
      <w:r w:rsidR="00BB7627" w:rsidRPr="000E15EE">
        <w:t>art. </w:t>
      </w:r>
      <w:r w:rsidRPr="000E15EE">
        <w:t xml:space="preserve">272, </w:t>
      </w:r>
      <w:r w:rsidR="00BB7627" w:rsidRPr="000E15EE">
        <w:t>art. </w:t>
      </w:r>
      <w:r w:rsidRPr="000E15EE">
        <w:t xml:space="preserve">273 lub </w:t>
      </w:r>
      <w:r w:rsidR="00BB7627" w:rsidRPr="000E15EE">
        <w:t>art. </w:t>
      </w:r>
      <w:r w:rsidRPr="000E15EE">
        <w:t>275 ustawy</w:t>
      </w:r>
      <w:r w:rsidR="00BB7627" w:rsidRPr="000E15EE">
        <w:t xml:space="preserve"> z </w:t>
      </w:r>
      <w:r w:rsidRPr="000E15EE">
        <w:t>dnia 6 czerwca 1997</w:t>
      </w:r>
      <w:r w:rsidR="00BB7627" w:rsidRPr="000E15EE">
        <w:t xml:space="preserve"> r. </w:t>
      </w:r>
      <w:r w:rsidRPr="000E15EE">
        <w:t>– Kodeks karny, lub</w:t>
      </w:r>
    </w:p>
    <w:p w14:paraId="4985BE25" w14:textId="77777777" w:rsidR="00D4325D" w:rsidRPr="000E15EE" w:rsidRDefault="00D4325D" w:rsidP="00D4325D">
      <w:pPr>
        <w:pStyle w:val="LITlitera"/>
      </w:pPr>
      <w:r w:rsidRPr="000E15EE">
        <w:t>g)</w:t>
      </w:r>
      <w:r w:rsidRPr="000E15EE">
        <w:tab/>
        <w:t>został prawomocnie skazany za przestępstwo,</w:t>
      </w:r>
      <w:r w:rsidR="00BB7627" w:rsidRPr="000E15EE">
        <w:t xml:space="preserve"> o </w:t>
      </w:r>
      <w:r w:rsidRPr="000E15EE">
        <w:t>którym mowa</w:t>
      </w:r>
      <w:r w:rsidR="00BB7627" w:rsidRPr="000E15EE">
        <w:t xml:space="preserve"> w art. </w:t>
      </w:r>
      <w:r w:rsidRPr="000E15EE">
        <w:t>189a ustawy</w:t>
      </w:r>
      <w:r w:rsidR="00BB7627" w:rsidRPr="000E15EE">
        <w:t xml:space="preserve"> z </w:t>
      </w:r>
      <w:r w:rsidRPr="000E15EE">
        <w:t>dnia 6 czerwca 1997</w:t>
      </w:r>
      <w:r w:rsidR="00BB7627" w:rsidRPr="000E15EE">
        <w:t xml:space="preserve"> r. </w:t>
      </w:r>
      <w:r w:rsidRPr="000E15EE">
        <w:t>– Kodeks karny, lub skazany</w:t>
      </w:r>
      <w:r w:rsidR="00BB7627" w:rsidRPr="000E15EE">
        <w:t xml:space="preserve"> w </w:t>
      </w:r>
      <w:r w:rsidRPr="000E15EE">
        <w:t>innym państwie za przestępstw</w:t>
      </w:r>
      <w:r w:rsidR="004A03C7" w:rsidRPr="000E15EE">
        <w:t>o</w:t>
      </w:r>
      <w:r w:rsidRPr="000E15EE">
        <w:t>,</w:t>
      </w:r>
      <w:r w:rsidR="00BB7627" w:rsidRPr="000E15EE">
        <w:t xml:space="preserve"> o </w:t>
      </w:r>
      <w:r w:rsidRPr="000E15EE">
        <w:t>który</w:t>
      </w:r>
      <w:r w:rsidR="004A03C7" w:rsidRPr="000E15EE">
        <w:t>m</w:t>
      </w:r>
      <w:r w:rsidRPr="000E15EE">
        <w:t xml:space="preserve"> mowa</w:t>
      </w:r>
      <w:r w:rsidR="00BB7627" w:rsidRPr="000E15EE">
        <w:t xml:space="preserve"> w </w:t>
      </w:r>
      <w:r w:rsidRPr="000E15EE">
        <w:t>Protokole</w:t>
      </w:r>
      <w:r w:rsidR="00BB7627" w:rsidRPr="000E15EE">
        <w:t xml:space="preserve"> o </w:t>
      </w:r>
      <w:r w:rsidRPr="000E15EE">
        <w:t>zapobieganiu, zwalczaniu oraz karaniu za handel ludźmi,</w:t>
      </w:r>
      <w:r w:rsidR="00BB7627" w:rsidRPr="000E15EE">
        <w:t xml:space="preserve"> w </w:t>
      </w:r>
      <w:r w:rsidRPr="000E15EE">
        <w:t>szczególności kobietami i dziećmi, uzupełniającego Konwencję Narodów Zjednoczonych przeciwko międzynarodowej przestępczości zorganizowanej, przyjętym przez Zgromadzenie Ogólne Narodów Zjednoczonych dnia 15 listopada 2000</w:t>
      </w:r>
      <w:r w:rsidR="00BB7627" w:rsidRPr="000E15EE">
        <w:t xml:space="preserve"> r. </w:t>
      </w:r>
      <w:r w:rsidRPr="000E15EE">
        <w:t>(</w:t>
      </w:r>
      <w:r w:rsidR="004943EF" w:rsidRPr="000E15EE">
        <w:t>Dz. U.</w:t>
      </w:r>
      <w:r w:rsidR="00BB7627" w:rsidRPr="000E15EE">
        <w:t xml:space="preserve"> z </w:t>
      </w:r>
      <w:r w:rsidRPr="000E15EE">
        <w:t>2005</w:t>
      </w:r>
      <w:r w:rsidR="00BB7627" w:rsidRPr="000E15EE">
        <w:t xml:space="preserve"> r. </w:t>
      </w:r>
      <w:r w:rsidRPr="000E15EE">
        <w:t>poz.</w:t>
      </w:r>
      <w:r w:rsidR="00800D61" w:rsidRPr="000E15EE">
        <w:t xml:space="preserve"> </w:t>
      </w:r>
      <w:r w:rsidRPr="000E15EE">
        <w:t>160), lub</w:t>
      </w:r>
    </w:p>
    <w:p w14:paraId="2ADC5BFF" w14:textId="77777777" w:rsidR="00D4325D" w:rsidRPr="000E15EE" w:rsidRDefault="00D4325D" w:rsidP="00D4325D">
      <w:pPr>
        <w:pStyle w:val="LITlitera"/>
      </w:pPr>
      <w:r w:rsidRPr="000E15EE">
        <w:t>h)</w:t>
      </w:r>
      <w:r w:rsidRPr="000E15EE">
        <w:tab/>
        <w:t>nie dopełnia obowiązków wynikających</w:t>
      </w:r>
      <w:r w:rsidR="00BB7627" w:rsidRPr="000E15EE">
        <w:t xml:space="preserve"> z art. </w:t>
      </w:r>
      <w:r w:rsidRPr="000E15EE">
        <w:t xml:space="preserve">17 </w:t>
      </w:r>
      <w:r w:rsidR="00BB7627" w:rsidRPr="000E15EE">
        <w:t>ust. </w:t>
      </w:r>
      <w:r w:rsidRPr="000E15EE">
        <w:t>4 lub 5, lub</w:t>
      </w:r>
    </w:p>
    <w:p w14:paraId="62C21535" w14:textId="77777777" w:rsidR="00D4325D" w:rsidRPr="000E15EE" w:rsidRDefault="00D4325D" w:rsidP="00D4325D">
      <w:pPr>
        <w:pStyle w:val="LITlitera"/>
      </w:pPr>
      <w:r w:rsidRPr="000E15EE">
        <w:t>i)</w:t>
      </w:r>
      <w:r w:rsidRPr="000E15EE">
        <w:tab/>
        <w:t>nie dopełnia obowiązku opłacania składek na ubezpieczenia społeczne, ubezpieczenie zdrowotne, Fundusz Pracy</w:t>
      </w:r>
      <w:r w:rsidR="00BB175F" w:rsidRPr="000E15EE">
        <w:t>,</w:t>
      </w:r>
      <w:r w:rsidRPr="000E15EE">
        <w:t xml:space="preserve"> Fundusz Gwarantowanych Świadczeń Pracowniczych</w:t>
      </w:r>
      <w:r w:rsidR="00D451FF" w:rsidRPr="000E15EE">
        <w:t>,</w:t>
      </w:r>
      <w:r w:rsidRPr="000E15EE">
        <w:t xml:space="preserve"> Fundusz Emerytur Pomostowych </w:t>
      </w:r>
      <w:r w:rsidR="00D451FF" w:rsidRPr="000E15EE">
        <w:t xml:space="preserve">oraz Fundusz Solidarnościowy </w:t>
      </w:r>
      <w:r w:rsidRPr="000E15EE">
        <w:t>albo nie dopełnia obowiązku opłacania składek na ubezpieczenie społeczne rolników,</w:t>
      </w:r>
      <w:r w:rsidR="00BB7627" w:rsidRPr="000E15EE">
        <w:t xml:space="preserve"> z </w:t>
      </w:r>
      <w:r w:rsidRPr="000E15EE">
        <w:t xml:space="preserve">wyjątkiem przypadków, gdy uzyskał przewidziane prawem odroczenie terminu płatności lub rozłożenie na raty </w:t>
      </w:r>
      <w:r w:rsidR="00B01424" w:rsidRPr="000E15EE">
        <w:t>należności z tytułu składek</w:t>
      </w:r>
      <w:r w:rsidR="008B62F4" w:rsidRPr="000E15EE">
        <w:t xml:space="preserve"> lub gdy wysokość nieopłaconej składki nie przekracza kwoty kosztów upomnienia w postępowaniu egzekucyjnym</w:t>
      </w:r>
      <w:r w:rsidRPr="000E15EE">
        <w:t>, lub</w:t>
      </w:r>
    </w:p>
    <w:p w14:paraId="4AB48EB6" w14:textId="77777777" w:rsidR="00D4325D" w:rsidRPr="000E15EE" w:rsidRDefault="00D4325D" w:rsidP="00D4325D">
      <w:pPr>
        <w:pStyle w:val="LITlitera"/>
      </w:pPr>
      <w:r w:rsidRPr="000E15EE">
        <w:t>j)</w:t>
      </w:r>
      <w:r w:rsidRPr="000E15EE">
        <w:tab/>
        <w:t xml:space="preserve">nie </w:t>
      </w:r>
      <w:r w:rsidR="004B4F55" w:rsidRPr="000E15EE">
        <w:t>dope</w:t>
      </w:r>
      <w:r w:rsidR="00F61956" w:rsidRPr="000E15EE">
        <w:t xml:space="preserve">łnia obowiązku zgłoszenia </w:t>
      </w:r>
      <w:r w:rsidRPr="000E15EE">
        <w:t>do ubezpieczenia społecznego pracowników lub innych osób objętych obowiązkowym ubezpieczeniem społecznym</w:t>
      </w:r>
      <w:r w:rsidR="000C1AA0" w:rsidRPr="000E15EE">
        <w:t xml:space="preserve"> albo nie zgłasza pomocników rolnika w rozumieniu przepisów o ubezpieczeniu społecznym rolników do ubezpieczenia społecznego rolników</w:t>
      </w:r>
      <w:r w:rsidRPr="000E15EE">
        <w:t>, lub</w:t>
      </w:r>
    </w:p>
    <w:p w14:paraId="0BD3AAA5" w14:textId="77777777" w:rsidR="00153B47" w:rsidRPr="000E15EE" w:rsidRDefault="00D4325D" w:rsidP="00153B47">
      <w:pPr>
        <w:pStyle w:val="LITlitera"/>
      </w:pPr>
      <w:r w:rsidRPr="000E15EE">
        <w:lastRenderedPageBreak/>
        <w:t>k)</w:t>
      </w:r>
      <w:r w:rsidRPr="000E15EE">
        <w:tab/>
        <w:t>zalega</w:t>
      </w:r>
      <w:r w:rsidR="00BB7627" w:rsidRPr="000E15EE">
        <w:t xml:space="preserve"> z </w:t>
      </w:r>
      <w:r w:rsidRPr="000E15EE">
        <w:t xml:space="preserve">uiszczeniem </w:t>
      </w:r>
      <w:r w:rsidR="00B40940" w:rsidRPr="000E15EE">
        <w:t>podatków</w:t>
      </w:r>
      <w:r w:rsidRPr="000E15EE">
        <w:t>,</w:t>
      </w:r>
      <w:r w:rsidR="00BB7627" w:rsidRPr="000E15EE">
        <w:t xml:space="preserve"> z </w:t>
      </w:r>
      <w:r w:rsidRPr="000E15EE">
        <w:t>wyjątkiem przypadków, gdy uzyskał przewidziane prawem zwolnienie, odroczenie, rozłożenie na raty zaległych płatności lub wstrzymanie</w:t>
      </w:r>
      <w:r w:rsidR="00BB7627" w:rsidRPr="000E15EE">
        <w:t xml:space="preserve"> w </w:t>
      </w:r>
      <w:r w:rsidRPr="000E15EE">
        <w:t xml:space="preserve">całości wykonania decyzji właściwego organu, lub </w:t>
      </w:r>
    </w:p>
    <w:p w14:paraId="52463D34" w14:textId="77777777" w:rsidR="000C1AA0" w:rsidRPr="000E15EE" w:rsidRDefault="000A3B7E" w:rsidP="000C1AA0">
      <w:pPr>
        <w:pStyle w:val="LITlitera"/>
      </w:pPr>
      <w:bookmarkStart w:id="58" w:name="_Hlk164330178"/>
      <w:r w:rsidRPr="000E15EE">
        <w:t>l</w:t>
      </w:r>
      <w:r w:rsidR="000C1AA0" w:rsidRPr="000E15EE">
        <w:t>)</w:t>
      </w:r>
      <w:r w:rsidR="000C1AA0" w:rsidRPr="000E15EE">
        <w:tab/>
        <w:t>nie posiada środków finansowych ani źródeł dochodu niezbędnych do pokrycia zobowiązań wynikających z powierzenia pracy cudzoziemcowi</w:t>
      </w:r>
      <w:r w:rsidR="004B2A81">
        <w:t>,</w:t>
      </w:r>
      <w:r w:rsidR="000C1AA0" w:rsidRPr="000E15EE">
        <w:t xml:space="preserve"> lub</w:t>
      </w:r>
    </w:p>
    <w:p w14:paraId="6BA6D5BF" w14:textId="77777777" w:rsidR="000C1AA0" w:rsidRPr="000E15EE" w:rsidRDefault="000A3B7E" w:rsidP="000C1AA0">
      <w:pPr>
        <w:pStyle w:val="LITlitera"/>
      </w:pPr>
      <w:r w:rsidRPr="000E15EE">
        <w:t>m</w:t>
      </w:r>
      <w:r w:rsidR="000C1AA0" w:rsidRPr="000E15EE">
        <w:t>)</w:t>
      </w:r>
      <w:r w:rsidR="000C1AA0" w:rsidRPr="000E15EE">
        <w:tab/>
        <w:t xml:space="preserve">nie prowadzi działalności uzasadniającej powierzenie pracy danemu cudzoziemcowi w danym okresie, w tym </w:t>
      </w:r>
      <w:r w:rsidR="006674E9">
        <w:t>ma zawieszone wykonywanie działalności gospodarczej</w:t>
      </w:r>
      <w:r w:rsidR="000C1AA0" w:rsidRPr="000E15EE">
        <w:t xml:space="preserve">, został wykreślony z właściwego rejestru lub jego działalność jest w </w:t>
      </w:r>
      <w:r w:rsidR="006674E9">
        <w:t xml:space="preserve">stanie </w:t>
      </w:r>
      <w:r w:rsidR="000C1AA0" w:rsidRPr="000E15EE">
        <w:t>likwidacji, lub</w:t>
      </w:r>
    </w:p>
    <w:bookmarkEnd w:id="58"/>
    <w:p w14:paraId="7A62E2C4" w14:textId="77777777" w:rsidR="00922A77" w:rsidRPr="000E15EE" w:rsidRDefault="000A3B7E" w:rsidP="00601283">
      <w:pPr>
        <w:pStyle w:val="LITlitera"/>
      </w:pPr>
      <w:r w:rsidRPr="000E15EE">
        <w:t>n</w:t>
      </w:r>
      <w:r w:rsidR="00922A77" w:rsidRPr="000E15EE">
        <w:t>)</w:t>
      </w:r>
      <w:r w:rsidR="00922A77" w:rsidRPr="000E15EE">
        <w:tab/>
      </w:r>
      <w:bookmarkStart w:id="59" w:name="_Hlk171697076"/>
      <w:r w:rsidR="00922A77" w:rsidRPr="000E15EE">
        <w:t>został ustanowiony lub działa głównie w celu ułatwiania cudzoziemcom wjazdu na terytorium Rzeczypospolitej Polskiej</w:t>
      </w:r>
      <w:bookmarkEnd w:id="59"/>
      <w:r w:rsidR="00922A77" w:rsidRPr="000E15EE">
        <w:t>, lub gdy</w:t>
      </w:r>
    </w:p>
    <w:p w14:paraId="3EA26613" w14:textId="77777777" w:rsidR="00D4325D" w:rsidRPr="000E15EE" w:rsidRDefault="00D4325D" w:rsidP="00CC3F14">
      <w:pPr>
        <w:pStyle w:val="PKTpunkt"/>
        <w:keepNext/>
      </w:pPr>
      <w:r w:rsidRPr="000E15EE">
        <w:t>2)</w:t>
      </w:r>
      <w:r w:rsidRPr="000E15EE">
        <w:tab/>
        <w:t>cudzoziemiec:</w:t>
      </w:r>
    </w:p>
    <w:p w14:paraId="7732BDE4" w14:textId="77777777" w:rsidR="00D4325D" w:rsidRPr="000E15EE" w:rsidRDefault="00D4325D" w:rsidP="00D4325D">
      <w:pPr>
        <w:pStyle w:val="LITlitera"/>
      </w:pPr>
      <w:r w:rsidRPr="000E15EE">
        <w:t>a)</w:t>
      </w:r>
      <w:r w:rsidRPr="000E15EE">
        <w:tab/>
        <w:t>nie spełnia wymagań kwalifikacyjnych i innych warunków wykonywania pracy</w:t>
      </w:r>
      <w:r w:rsidR="00BB7627" w:rsidRPr="000E15EE">
        <w:t xml:space="preserve"> w </w:t>
      </w:r>
      <w:r w:rsidRPr="000E15EE">
        <w:t>zawodzie regulowanym,</w:t>
      </w:r>
      <w:r w:rsidR="00BB7627" w:rsidRPr="000E15EE">
        <w:t xml:space="preserve"> w </w:t>
      </w:r>
      <w:r w:rsidRPr="000E15EE">
        <w:t>przypadku gdy wniosek dotyczy zezwolenia na pracę</w:t>
      </w:r>
      <w:r w:rsidR="00BB7627" w:rsidRPr="000E15EE">
        <w:t xml:space="preserve"> w </w:t>
      </w:r>
      <w:r w:rsidRPr="000E15EE">
        <w:t>tym zawodzie lub</w:t>
      </w:r>
    </w:p>
    <w:p w14:paraId="70ABCF9B" w14:textId="77777777" w:rsidR="00D4325D" w:rsidRPr="000E15EE" w:rsidRDefault="00D4325D" w:rsidP="00D4325D">
      <w:pPr>
        <w:pStyle w:val="LITlitera"/>
      </w:pPr>
      <w:r w:rsidRPr="000E15EE">
        <w:t>b)</w:t>
      </w:r>
      <w:r w:rsidRPr="000E15EE">
        <w:tab/>
        <w:t xml:space="preserve">został </w:t>
      </w:r>
      <w:r w:rsidR="00593184" w:rsidRPr="000E15EE">
        <w:t xml:space="preserve">prawomocnie skazany za przestępstwo określone </w:t>
      </w:r>
      <w:r w:rsidR="00BB7627" w:rsidRPr="000E15EE">
        <w:t>w art. </w:t>
      </w:r>
      <w:r w:rsidRPr="000E15EE">
        <w:t>270</w:t>
      </w:r>
      <w:r w:rsidR="003832F9" w:rsidRPr="000E15EE">
        <w:t>, art. 271, art. 272, art. 273 lub art. 275</w:t>
      </w:r>
      <w:r w:rsidRPr="000E15EE">
        <w:t xml:space="preserve"> ustawy</w:t>
      </w:r>
      <w:r w:rsidR="00BB7627" w:rsidRPr="000E15EE">
        <w:t xml:space="preserve"> z </w:t>
      </w:r>
      <w:r w:rsidRPr="000E15EE">
        <w:t>dnia 6 czerwca 1997</w:t>
      </w:r>
      <w:r w:rsidR="00BB7627" w:rsidRPr="000E15EE">
        <w:t xml:space="preserve"> r. </w:t>
      </w:r>
      <w:r w:rsidRPr="000E15EE">
        <w:t>– Kodeks karny, lub</w:t>
      </w:r>
    </w:p>
    <w:p w14:paraId="0A487036" w14:textId="77777777" w:rsidR="00D4325D" w:rsidRPr="000E15EE" w:rsidRDefault="00D4325D" w:rsidP="00D4325D">
      <w:pPr>
        <w:pStyle w:val="LITlitera"/>
      </w:pPr>
      <w:r w:rsidRPr="000E15EE">
        <w:t>c)</w:t>
      </w:r>
      <w:r w:rsidRPr="000E15EE">
        <w:tab/>
        <w:t>jest osobą, której dane zostały umieszczone</w:t>
      </w:r>
      <w:r w:rsidR="00BB7627" w:rsidRPr="000E15EE">
        <w:t xml:space="preserve"> w </w:t>
      </w:r>
      <w:r w:rsidRPr="000E15EE">
        <w:t>wykazie cudzoziemców, których pobyt na terytorium Rzeczypospolitej Polskiej jest niepożądany</w:t>
      </w:r>
      <w:r w:rsidR="00EC546C" w:rsidRPr="000E15EE">
        <w:t>, o</w:t>
      </w:r>
      <w:r w:rsidR="00924832" w:rsidRPr="000E15EE">
        <w:t> </w:t>
      </w:r>
      <w:r w:rsidR="00EC546C" w:rsidRPr="000E15EE">
        <w:t>którym mowa w art. 434 ustawy z dnia 12 grudnia 2013 r. o cudzoziemcach,</w:t>
      </w:r>
      <w:r w:rsidRPr="000E15EE">
        <w:t xml:space="preserve"> i obowiązuje wpis tych danych do wykazu, lub</w:t>
      </w:r>
    </w:p>
    <w:p w14:paraId="180587AF" w14:textId="77777777" w:rsidR="006518B8" w:rsidRPr="000E15EE" w:rsidRDefault="006518B8" w:rsidP="00D4325D">
      <w:pPr>
        <w:pStyle w:val="PKTpunkt"/>
      </w:pPr>
      <w:r w:rsidRPr="000E15EE">
        <w:t>3)</w:t>
      </w:r>
      <w:r w:rsidRPr="000E15EE">
        <w:tab/>
        <w:t xml:space="preserve">dzień rozpoczęcia pracy wskazany przez </w:t>
      </w:r>
      <w:r w:rsidR="006231F5">
        <w:t>podmiot powierzający pracę cudzoziemcowi</w:t>
      </w:r>
      <w:r w:rsidRPr="000E15EE">
        <w:t xml:space="preserve"> nastąpi później niż 12 miesięcy od dnia złożenia wniosku, lub</w:t>
      </w:r>
    </w:p>
    <w:p w14:paraId="273303AA" w14:textId="77777777" w:rsidR="00D4325D" w:rsidRPr="000E15EE" w:rsidRDefault="00F00002" w:rsidP="00D4325D">
      <w:pPr>
        <w:pStyle w:val="PKTpunkt"/>
      </w:pPr>
      <w:r w:rsidRPr="000E15EE">
        <w:t>4</w:t>
      </w:r>
      <w:r w:rsidR="00D4325D" w:rsidRPr="000E15EE">
        <w:t>)</w:t>
      </w:r>
      <w:r w:rsidR="00D4325D" w:rsidRPr="000E15EE">
        <w:tab/>
        <w:t>w danym roku nastąpiło przekroczenie maksymalnej liczby zezwoleń na pracę, określonej</w:t>
      </w:r>
      <w:r w:rsidR="00BB7627" w:rsidRPr="000E15EE">
        <w:t xml:space="preserve"> w </w:t>
      </w:r>
      <w:r w:rsidR="00D4325D" w:rsidRPr="000E15EE">
        <w:t xml:space="preserve">przepisach wydanych na podstawie </w:t>
      </w:r>
      <w:r w:rsidR="00BB7627" w:rsidRPr="000E15EE">
        <w:t>ust. </w:t>
      </w:r>
      <w:r w:rsidR="00B52F21">
        <w:t>5</w:t>
      </w:r>
      <w:r w:rsidR="00D4325D" w:rsidRPr="000E15EE">
        <w:t>, lub</w:t>
      </w:r>
    </w:p>
    <w:p w14:paraId="6B206859" w14:textId="77777777" w:rsidR="00D4325D" w:rsidRPr="000E15EE" w:rsidRDefault="00F00002" w:rsidP="00D4325D">
      <w:pPr>
        <w:pStyle w:val="PKTpunkt"/>
      </w:pPr>
      <w:r w:rsidRPr="000E15EE">
        <w:t>5</w:t>
      </w:r>
      <w:r w:rsidR="00D4325D" w:rsidRPr="000E15EE">
        <w:t>)</w:t>
      </w:r>
      <w:r w:rsidR="00D4325D" w:rsidRPr="000E15EE">
        <w:tab/>
        <w:t xml:space="preserve">powierzenie pracy cudzoziemcowi spowoduje przekroczenie limitu zatrudnienia cudzoziemców przez </w:t>
      </w:r>
      <w:r w:rsidR="00772B5D" w:rsidRPr="000E15EE">
        <w:t xml:space="preserve">polski </w:t>
      </w:r>
      <w:r w:rsidR="006231F5">
        <w:t>podmiot powierzający pracę cudzoziemcowi</w:t>
      </w:r>
      <w:r w:rsidR="00D4325D" w:rsidRPr="000E15EE">
        <w:t>, określonego</w:t>
      </w:r>
      <w:r w:rsidR="00BB7627" w:rsidRPr="000E15EE">
        <w:t xml:space="preserve"> w </w:t>
      </w:r>
      <w:r w:rsidR="00D4325D" w:rsidRPr="000E15EE">
        <w:t xml:space="preserve">przepisach wydanych na podstawie </w:t>
      </w:r>
      <w:r w:rsidR="00BB7627" w:rsidRPr="000E15EE">
        <w:t>ust. </w:t>
      </w:r>
      <w:r w:rsidR="00B52F21">
        <w:t>7</w:t>
      </w:r>
      <w:r w:rsidR="00D4325D" w:rsidRPr="000E15EE">
        <w:t>, lub</w:t>
      </w:r>
    </w:p>
    <w:p w14:paraId="55500522" w14:textId="77777777" w:rsidR="00D4325D" w:rsidRPr="000E15EE" w:rsidRDefault="00F00002" w:rsidP="00D4325D">
      <w:pPr>
        <w:pStyle w:val="PKTpunkt"/>
      </w:pPr>
      <w:r w:rsidRPr="000E15EE">
        <w:t>6</w:t>
      </w:r>
      <w:r w:rsidR="00D4325D" w:rsidRPr="000E15EE">
        <w:t>)</w:t>
      </w:r>
      <w:r w:rsidR="00D4325D" w:rsidRPr="000E15EE">
        <w:tab/>
        <w:t>wymagają tego zobowiązania wynikające</w:t>
      </w:r>
      <w:r w:rsidR="00BB7627" w:rsidRPr="000E15EE">
        <w:t xml:space="preserve"> z </w:t>
      </w:r>
      <w:r w:rsidR="00D4325D" w:rsidRPr="000E15EE">
        <w:t>postanowień ratyfikowanych umów międzynarodowych obowiązujących Rzeczpospolitą Polską, lub</w:t>
      </w:r>
    </w:p>
    <w:p w14:paraId="79E1CB48" w14:textId="77777777" w:rsidR="00FF7041" w:rsidRDefault="00F00002" w:rsidP="00D4325D">
      <w:pPr>
        <w:pStyle w:val="PKTpunkt"/>
      </w:pPr>
      <w:r w:rsidRPr="000E15EE">
        <w:t>7</w:t>
      </w:r>
      <w:r w:rsidR="00D4325D" w:rsidRPr="000E15EE">
        <w:t>)</w:t>
      </w:r>
      <w:r w:rsidR="00D4325D" w:rsidRPr="000E15EE">
        <w:tab/>
      </w:r>
      <w:r w:rsidR="00FD372B" w:rsidRPr="000E15EE">
        <w:t xml:space="preserve">z okoliczności sprawy wynika, że cudzoziemiec </w:t>
      </w:r>
      <w:r w:rsidR="00CE1A10" w:rsidRPr="000E15EE">
        <w:t xml:space="preserve">byłby zatrudniony przez </w:t>
      </w:r>
      <w:bookmarkStart w:id="60" w:name="_Hlk125036697"/>
      <w:r w:rsidR="00CE1A10" w:rsidRPr="000E15EE">
        <w:t>podmiot</w:t>
      </w:r>
      <w:r w:rsidR="00D4325D" w:rsidRPr="000E15EE">
        <w:t xml:space="preserve">, który nie jest agencją pracy tymczasowej działającą na terytorium Rzeczypospolitej Polskiej </w:t>
      </w:r>
      <w:r w:rsidR="00D4325D" w:rsidRPr="000E15EE">
        <w:lastRenderedPageBreak/>
        <w:t>zgodnie</w:t>
      </w:r>
      <w:r w:rsidR="00BB7627" w:rsidRPr="000E15EE">
        <w:t xml:space="preserve"> z </w:t>
      </w:r>
      <w:r w:rsidR="00D4325D" w:rsidRPr="000E15EE">
        <w:t xml:space="preserve"> obowiązującymi przepisami</w:t>
      </w:r>
      <w:bookmarkEnd w:id="60"/>
      <w:r w:rsidR="00D4325D" w:rsidRPr="000E15EE">
        <w:t xml:space="preserve">, </w:t>
      </w:r>
      <w:r w:rsidR="00FD372B" w:rsidRPr="000E15EE">
        <w:t xml:space="preserve">a praca byłaby wykonywana </w:t>
      </w:r>
      <w:r w:rsidR="00D4325D" w:rsidRPr="000E15EE">
        <w:t>na rzecz osoby trzeciej</w:t>
      </w:r>
      <w:r w:rsidR="00FF7041">
        <w:t>, lub</w:t>
      </w:r>
    </w:p>
    <w:p w14:paraId="66407281" w14:textId="690C873A" w:rsidR="00481584" w:rsidRDefault="00FF7041" w:rsidP="00D4325D">
      <w:pPr>
        <w:pStyle w:val="PKTpunkt"/>
      </w:pPr>
      <w:r>
        <w:t>8)</w:t>
      </w:r>
      <w:r>
        <w:tab/>
      </w:r>
      <w:r w:rsidR="00481584">
        <w:t xml:space="preserve">pracodawca użytkownik lub podmiot, do którego cudzoziemiec jest delegowany, </w:t>
      </w:r>
      <w:r w:rsidR="00481584" w:rsidRPr="000E15EE">
        <w:t xml:space="preserve">nie prowadzi działalności uzasadniającej powierzenie pracy danemu cudzoziemcowi w danym okresie, w tym </w:t>
      </w:r>
      <w:r w:rsidR="00B52F21">
        <w:t xml:space="preserve">ma zawieszoną </w:t>
      </w:r>
      <w:r w:rsidR="00481584" w:rsidRPr="000E15EE">
        <w:t>działalność</w:t>
      </w:r>
      <w:r w:rsidR="00B52F21">
        <w:t xml:space="preserve"> gospodarczą</w:t>
      </w:r>
      <w:r w:rsidR="00481584" w:rsidRPr="000E15EE">
        <w:t>, został wykreślony z właściwego rejestru lub jego działalność jest w okresie likwidacji</w:t>
      </w:r>
      <w:r w:rsidR="00481584">
        <w:t>,</w:t>
      </w:r>
    </w:p>
    <w:p w14:paraId="5175A7B0" w14:textId="77777777" w:rsidR="00D4325D" w:rsidRPr="000E15EE" w:rsidRDefault="00481584" w:rsidP="00D4325D">
      <w:pPr>
        <w:pStyle w:val="PKTpunkt"/>
      </w:pPr>
      <w:r>
        <w:t>9)</w:t>
      </w:r>
      <w:r>
        <w:tab/>
      </w:r>
      <w:r w:rsidR="00FF7041" w:rsidRPr="00FF7041">
        <w:t xml:space="preserve">z informacji przekazanych przez instytucje kontrolne wynika, że w okresie </w:t>
      </w:r>
      <w:r w:rsidR="00A3510C">
        <w:t>24</w:t>
      </w:r>
      <w:r w:rsidR="00FF7041" w:rsidRPr="00FF7041">
        <w:t xml:space="preserve"> miesięcy poprzedzających złożenie wniosku o wydanie zezwolenia na pracę </w:t>
      </w:r>
      <w:r w:rsidR="0015752B">
        <w:t>podmiot powierzający pracę cudzoziemcowi</w:t>
      </w:r>
      <w:r w:rsidR="00FF7041" w:rsidRPr="00FF7041">
        <w:t xml:space="preserve"> udaremniał</w:t>
      </w:r>
      <w:r w:rsidR="00FF7041">
        <w:t xml:space="preserve"> </w:t>
      </w:r>
      <w:r w:rsidR="00FF7041" w:rsidRPr="00FF7041">
        <w:t xml:space="preserve">lub utrudniał przeprowadzenie kontroli legalności </w:t>
      </w:r>
      <w:r w:rsidR="00A3510C">
        <w:t>powierzenia pracy cudzoziemcom i wykonywania pracy przez cudzoziemców</w:t>
      </w:r>
      <w:r w:rsidR="00D4325D" w:rsidRPr="000E15EE">
        <w:t>.</w:t>
      </w:r>
    </w:p>
    <w:p w14:paraId="29AEE933" w14:textId="77777777" w:rsidR="00D4325D" w:rsidRPr="000E15EE" w:rsidRDefault="00D4325D" w:rsidP="00D4325D">
      <w:pPr>
        <w:pStyle w:val="USTustnpkodeksu"/>
      </w:pPr>
      <w:r w:rsidRPr="000E15EE">
        <w:t xml:space="preserve">2. Przepisy </w:t>
      </w:r>
      <w:r w:rsidR="00BB7627" w:rsidRPr="000E15EE">
        <w:t>ust. </w:t>
      </w:r>
      <w:r w:rsidRPr="000E15EE">
        <w:t xml:space="preserve">1 </w:t>
      </w:r>
      <w:r w:rsidR="00BB7627" w:rsidRPr="000E15EE">
        <w:t>pkt </w:t>
      </w:r>
      <w:r w:rsidRPr="000E15EE">
        <w:t>1 lit. c–g stosuje się odpowiednio</w:t>
      </w:r>
      <w:r w:rsidR="00BB7627" w:rsidRPr="000E15EE">
        <w:t xml:space="preserve"> w </w:t>
      </w:r>
      <w:r w:rsidRPr="000E15EE">
        <w:t xml:space="preserve">przypadku, gdy osoba fizyczna została </w:t>
      </w:r>
      <w:r w:rsidR="0037557A" w:rsidRPr="000E15EE">
        <w:t xml:space="preserve">prawomocnie </w:t>
      </w:r>
      <w:r w:rsidRPr="000E15EE">
        <w:t xml:space="preserve">ukarana </w:t>
      </w:r>
      <w:r w:rsidR="0037557A" w:rsidRPr="000E15EE">
        <w:t xml:space="preserve">lub skazana </w:t>
      </w:r>
      <w:r w:rsidRPr="000E15EE">
        <w:t>za działanie</w:t>
      </w:r>
      <w:r w:rsidR="00BB7627" w:rsidRPr="000E15EE">
        <w:t xml:space="preserve"> w </w:t>
      </w:r>
      <w:r w:rsidRPr="000E15EE">
        <w:t xml:space="preserve">imieniu </w:t>
      </w:r>
      <w:r w:rsidR="00B36F02">
        <w:t>podmiotu powierzającego pracę cudzoziemcowi</w:t>
      </w:r>
      <w:r w:rsidRPr="000E15EE">
        <w:t>, który składa wniosek</w:t>
      </w:r>
      <w:r w:rsidR="00BB7627" w:rsidRPr="000E15EE">
        <w:t xml:space="preserve"> o </w:t>
      </w:r>
      <w:r w:rsidR="006B7A2B" w:rsidRPr="000E15EE">
        <w:t xml:space="preserve">wydanie </w:t>
      </w:r>
      <w:r w:rsidRPr="000E15EE">
        <w:t>zezwolenia na pracę,</w:t>
      </w:r>
      <w:r w:rsidR="00BB7627" w:rsidRPr="000E15EE">
        <w:t xml:space="preserve"> w </w:t>
      </w:r>
      <w:r w:rsidRPr="000E15EE">
        <w:t>ramach uprawnienia lub obowiązku do jego reprezentowania albo podejmowania decyzji</w:t>
      </w:r>
      <w:r w:rsidR="00BB7627" w:rsidRPr="000E15EE">
        <w:t xml:space="preserve"> w </w:t>
      </w:r>
      <w:r w:rsidRPr="000E15EE">
        <w:t xml:space="preserve">jego imieniu. </w:t>
      </w:r>
    </w:p>
    <w:p w14:paraId="36351056" w14:textId="77777777" w:rsidR="00D4325D" w:rsidRPr="000E15EE" w:rsidRDefault="00D4325D" w:rsidP="00CC3F14">
      <w:pPr>
        <w:pStyle w:val="USTustnpkodeksu"/>
        <w:keepNext/>
      </w:pPr>
      <w:r w:rsidRPr="000E15EE">
        <w:t xml:space="preserve">3. Przepisy </w:t>
      </w:r>
      <w:r w:rsidR="00BB7627" w:rsidRPr="000E15EE">
        <w:t>ust. </w:t>
      </w:r>
      <w:r w:rsidRPr="000E15EE">
        <w:t xml:space="preserve">1 </w:t>
      </w:r>
      <w:r w:rsidR="00BB7627" w:rsidRPr="000E15EE">
        <w:t>pkt </w:t>
      </w:r>
      <w:r w:rsidRPr="000E15EE">
        <w:t>1 lit. c–g stosuje się odpowiednio</w:t>
      </w:r>
      <w:r w:rsidR="00BB7627" w:rsidRPr="000E15EE">
        <w:t xml:space="preserve"> w </w:t>
      </w:r>
      <w:r w:rsidRPr="000E15EE">
        <w:t>przypadku, gdy osoba fizyczna:</w:t>
      </w:r>
    </w:p>
    <w:p w14:paraId="2CC07FAC" w14:textId="77777777" w:rsidR="00D4325D" w:rsidRPr="000E15EE" w:rsidRDefault="00D4325D" w:rsidP="00D4325D">
      <w:pPr>
        <w:pStyle w:val="PKTpunkt"/>
      </w:pPr>
      <w:r w:rsidRPr="000E15EE">
        <w:t>1)</w:t>
      </w:r>
      <w:r w:rsidRPr="000E15EE">
        <w:tab/>
        <w:t>pełniąca funkcję</w:t>
      </w:r>
      <w:r w:rsidR="00BB7627" w:rsidRPr="000E15EE">
        <w:t xml:space="preserve"> w </w:t>
      </w:r>
      <w:r w:rsidRPr="000E15EE">
        <w:t xml:space="preserve">zarządzie </w:t>
      </w:r>
      <w:r w:rsidR="00490FB1" w:rsidRPr="000E15EE">
        <w:t xml:space="preserve">polskiego </w:t>
      </w:r>
      <w:r w:rsidR="00B36F02">
        <w:t>podmiotu powierzającego pracę cudzoziemcowi</w:t>
      </w:r>
      <w:r w:rsidRPr="000E15EE">
        <w:t xml:space="preserve"> będącego osobą prawną podlegającą wpisowi do rejestru przedsiębiorców</w:t>
      </w:r>
      <w:r w:rsidR="00F87DA3">
        <w:t xml:space="preserve"> KRS</w:t>
      </w:r>
      <w:r w:rsidR="0037557A" w:rsidRPr="000E15EE">
        <w:t xml:space="preserve"> </w:t>
      </w:r>
      <w:r w:rsidR="00BE269E" w:rsidRPr="000E15EE">
        <w:t>lub spółką kapitałową w organizacji</w:t>
      </w:r>
      <w:r w:rsidRPr="000E15EE">
        <w:t>, składającego wniosek</w:t>
      </w:r>
      <w:r w:rsidR="00BB7627" w:rsidRPr="000E15EE">
        <w:t xml:space="preserve"> o </w:t>
      </w:r>
      <w:r w:rsidR="006B7A2B" w:rsidRPr="000E15EE">
        <w:t xml:space="preserve">wydanie </w:t>
      </w:r>
      <w:r w:rsidRPr="000E15EE">
        <w:t>zezwolenia na pracę,</w:t>
      </w:r>
      <w:r w:rsidR="00F87DA3">
        <w:t xml:space="preserve"> lub</w:t>
      </w:r>
    </w:p>
    <w:p w14:paraId="6FEEA773" w14:textId="77777777" w:rsidR="00D4325D" w:rsidRPr="000E15EE" w:rsidRDefault="00D4325D" w:rsidP="00CC3F14">
      <w:pPr>
        <w:pStyle w:val="PKTpunkt"/>
        <w:keepNext/>
      </w:pPr>
      <w:r w:rsidRPr="000E15EE">
        <w:t>2)</w:t>
      </w:r>
      <w:r w:rsidRPr="000E15EE">
        <w:tab/>
        <w:t>reprezentująca lub prowadząca sprawy spółki komandytowej lub komandytowo-akcyjnej lub działająca</w:t>
      </w:r>
      <w:r w:rsidR="00BB7627" w:rsidRPr="000E15EE">
        <w:t xml:space="preserve"> w </w:t>
      </w:r>
      <w:r w:rsidRPr="000E15EE">
        <w:t>charakterze prokurenta przedsiębiorcy, składającego wniosek</w:t>
      </w:r>
      <w:r w:rsidR="00BB7627" w:rsidRPr="000E15EE">
        <w:t xml:space="preserve"> o </w:t>
      </w:r>
      <w:r w:rsidR="006B7A2B" w:rsidRPr="000E15EE">
        <w:t xml:space="preserve">wydanie </w:t>
      </w:r>
      <w:r w:rsidRPr="000E15EE">
        <w:t>zezwolenia na pracę</w:t>
      </w:r>
    </w:p>
    <w:p w14:paraId="319AC8EF" w14:textId="77777777" w:rsidR="00D4325D" w:rsidRPr="000E15EE" w:rsidRDefault="00D4325D" w:rsidP="00D4325D">
      <w:pPr>
        <w:pStyle w:val="CZWSPPKTczwsplnapunktw"/>
      </w:pPr>
      <w:r w:rsidRPr="000E15EE">
        <w:t xml:space="preserve">– została </w:t>
      </w:r>
      <w:r w:rsidR="0037557A" w:rsidRPr="000E15EE">
        <w:t xml:space="preserve">prawomocnie </w:t>
      </w:r>
      <w:r w:rsidRPr="000E15EE">
        <w:t xml:space="preserve">ukarana </w:t>
      </w:r>
      <w:r w:rsidR="0037557A" w:rsidRPr="000E15EE">
        <w:t xml:space="preserve">lub skazana </w:t>
      </w:r>
      <w:r w:rsidRPr="000E15EE">
        <w:t>za działanie</w:t>
      </w:r>
      <w:r w:rsidR="00BB7627" w:rsidRPr="000E15EE">
        <w:t xml:space="preserve"> w </w:t>
      </w:r>
      <w:r w:rsidRPr="000E15EE">
        <w:t xml:space="preserve">imieniu innego </w:t>
      </w:r>
      <w:r w:rsidR="00B36F02">
        <w:t>podmiotu powierzającego pracę cudzoziemcowi</w:t>
      </w:r>
      <w:r w:rsidR="00BB7627" w:rsidRPr="000E15EE">
        <w:t xml:space="preserve"> w </w:t>
      </w:r>
      <w:r w:rsidRPr="000E15EE">
        <w:t>ramach uprawnienia lub obowiązku do jego reprezentowania albo podejmowania</w:t>
      </w:r>
      <w:r w:rsidR="00BB7627" w:rsidRPr="000E15EE">
        <w:t xml:space="preserve"> w </w:t>
      </w:r>
      <w:r w:rsidRPr="000E15EE">
        <w:t>jego imieniu decyzji.</w:t>
      </w:r>
    </w:p>
    <w:p w14:paraId="1A1B50DE" w14:textId="77777777" w:rsidR="009E39E2" w:rsidRPr="000E15EE" w:rsidRDefault="009E39E2" w:rsidP="00D4325D">
      <w:pPr>
        <w:pStyle w:val="USTustnpkodeksu"/>
      </w:pPr>
      <w:r w:rsidRPr="000E15EE">
        <w:t>4. </w:t>
      </w:r>
      <w:r w:rsidR="008871F6" w:rsidRPr="000E15EE">
        <w:t>W celu</w:t>
      </w:r>
      <w:r w:rsidRPr="000E15EE">
        <w:t xml:space="preserve"> ustalenia, czy </w:t>
      </w:r>
      <w:r w:rsidR="006231F5">
        <w:t>podmiot powierzający pracę cudzoziemcowi</w:t>
      </w:r>
      <w:r w:rsidRPr="000E15EE">
        <w:t xml:space="preserve"> został ustanowiony lub działa głównie w celu ułatwiania cudzoziemcom wjazdu na terytorium Rzeczypospolitej Polskiej, organ rozpatrujący wniosek o wydanie zezwolenia na pracę może wziąć pod uwagę w szczególności: </w:t>
      </w:r>
    </w:p>
    <w:p w14:paraId="24FA1889" w14:textId="77777777" w:rsidR="00440255" w:rsidRPr="000E15EE" w:rsidRDefault="00440255" w:rsidP="00440255">
      <w:pPr>
        <w:pStyle w:val="PKTpunkt"/>
      </w:pPr>
      <w:r w:rsidRPr="000E15EE">
        <w:t>1)</w:t>
      </w:r>
      <w:r w:rsidRPr="000E15EE">
        <w:tab/>
        <w:t xml:space="preserve">liczbę powiadomień, o których mowa w art. 19 </w:t>
      </w:r>
      <w:r w:rsidR="009D0593">
        <w:t>pkt</w:t>
      </w:r>
      <w:r w:rsidRPr="000E15EE">
        <w:t xml:space="preserve"> 1, dokonanych przez </w:t>
      </w:r>
      <w:r w:rsidR="006231F5">
        <w:t>podmiot powierzający pracę cudzoziemcowi</w:t>
      </w:r>
      <w:r w:rsidRPr="000E15EE">
        <w:t xml:space="preserve">, w stosunku do liczby zezwoleń na pracę udzielonych na wniosek tego </w:t>
      </w:r>
      <w:r w:rsidR="00B36F02">
        <w:t>podmiotu powierzającego pracę cudzoziemcowi</w:t>
      </w:r>
      <w:r w:rsidRPr="000E15EE">
        <w:t xml:space="preserve">; </w:t>
      </w:r>
    </w:p>
    <w:p w14:paraId="298C08FA" w14:textId="77777777" w:rsidR="00440255" w:rsidRPr="000E15EE" w:rsidRDefault="00440255" w:rsidP="00440255">
      <w:pPr>
        <w:pStyle w:val="PKTpunkt"/>
      </w:pPr>
      <w:r w:rsidRPr="000E15EE">
        <w:lastRenderedPageBreak/>
        <w:t>2)</w:t>
      </w:r>
      <w:r w:rsidRPr="000E15EE">
        <w:tab/>
        <w:t xml:space="preserve">liczbę oświadczeń o zgłoszeniu się cudzoziemca do pracy, o których mowa w art. 49 ust. 1, dokonanych przez </w:t>
      </w:r>
      <w:r w:rsidR="006231F5">
        <w:t>podmiot powierzający pracę cudzoziemcowi</w:t>
      </w:r>
      <w:r w:rsidRPr="000E15EE">
        <w:t xml:space="preserve">, w stosunku do liczby zezwoleń na pracę sezonową udzielonych na wniosek </w:t>
      </w:r>
      <w:r w:rsidR="00B36F02">
        <w:t>podmiotu powierzającego pracę cudzoziemcowi</w:t>
      </w:r>
      <w:r w:rsidRPr="000E15EE">
        <w:t>;</w:t>
      </w:r>
    </w:p>
    <w:p w14:paraId="7C41240D" w14:textId="77777777" w:rsidR="00440255" w:rsidRPr="000E15EE" w:rsidRDefault="00440255" w:rsidP="00440255">
      <w:pPr>
        <w:pStyle w:val="PKTpunkt"/>
      </w:pPr>
      <w:r w:rsidRPr="000E15EE">
        <w:t>3)</w:t>
      </w:r>
      <w:r w:rsidRPr="000E15EE">
        <w:tab/>
        <w:t xml:space="preserve">liczbę powiadomień, o których mowa w art. 68 ust. 1 pkt 1, dokonanych przez </w:t>
      </w:r>
      <w:r w:rsidR="006231F5">
        <w:t>podmiot powierzający pracę cudzoziemcowi</w:t>
      </w:r>
      <w:r w:rsidRPr="000E15EE">
        <w:t xml:space="preserve">, w stosunku do liczby oświadczeń o powierzeniu pracy cudzoziemcowi wpisanych do ewidencji oświadczeń; </w:t>
      </w:r>
    </w:p>
    <w:p w14:paraId="6A1100A1" w14:textId="77777777" w:rsidR="00440255" w:rsidRPr="000E15EE" w:rsidRDefault="00440255" w:rsidP="00440255">
      <w:pPr>
        <w:pStyle w:val="PKTpunkt"/>
      </w:pPr>
      <w:r w:rsidRPr="000E15EE">
        <w:t>4)</w:t>
      </w:r>
      <w:r w:rsidRPr="000E15EE">
        <w:tab/>
        <w:t xml:space="preserve">liczbę wniosków o wydanie zezwolenia na pracę i liczbę oświadczeń o powierzeniu pracy cudzoziemcowi, które złożył </w:t>
      </w:r>
      <w:r w:rsidR="006231F5">
        <w:t>podmiot powierzający pracę cudzoziemcowi</w:t>
      </w:r>
      <w:r w:rsidRPr="000E15EE">
        <w:t xml:space="preserve">, w stosunku do ogólnej liczby osób zatrudnionych przez dany </w:t>
      </w:r>
      <w:r w:rsidR="006231F5">
        <w:t>podmiot powierzający pracę cudzoziemcowi</w:t>
      </w:r>
      <w:r w:rsidRPr="000E15EE">
        <w:t>;</w:t>
      </w:r>
    </w:p>
    <w:p w14:paraId="29520EB6" w14:textId="77777777" w:rsidR="00440255" w:rsidRPr="000E15EE" w:rsidRDefault="00440255" w:rsidP="00440255">
      <w:pPr>
        <w:pStyle w:val="PKTpunkt"/>
      </w:pPr>
      <w:r w:rsidRPr="000E15EE">
        <w:t>5)</w:t>
      </w:r>
      <w:r w:rsidRPr="000E15EE">
        <w:tab/>
        <w:t>informacje o zgłoszeniu cudzoziemców posiadających zezwolenie na pracę lub oświadczenie o powierzeniu pracy cudzoziemcowi do ubezpieczeń społecznych lub ubezpieczenia społecznego rolników.</w:t>
      </w:r>
    </w:p>
    <w:p w14:paraId="4C0B1703" w14:textId="77777777" w:rsidR="005769BA" w:rsidRPr="000E15EE" w:rsidRDefault="005769BA" w:rsidP="00440255">
      <w:pPr>
        <w:pStyle w:val="PKTpunkt"/>
      </w:pPr>
      <w:r w:rsidRPr="000E15EE">
        <w:t>6)</w:t>
      </w:r>
      <w:r w:rsidRPr="000E15EE">
        <w:tab/>
        <w:t xml:space="preserve">liczbę cudzoziemców, którzy </w:t>
      </w:r>
      <w:r w:rsidR="005A2AB7" w:rsidRPr="000E15EE">
        <w:t xml:space="preserve">otrzymali wizy w celu wykonywania pracy na podstawie </w:t>
      </w:r>
      <w:r w:rsidRPr="000E15EE">
        <w:t>zezwoleń na pracę</w:t>
      </w:r>
      <w:r w:rsidR="005A2AB7" w:rsidRPr="000E15EE">
        <w:t>,</w:t>
      </w:r>
      <w:r w:rsidRPr="000E15EE">
        <w:t xml:space="preserve"> zezwoleń na pracę sezonową wydanych na wniosek </w:t>
      </w:r>
      <w:r w:rsidR="00B36F02">
        <w:t>podmiotu powierzającego pracę cudzoziemcowi</w:t>
      </w:r>
      <w:r w:rsidR="005A2AB7" w:rsidRPr="000E15EE">
        <w:t xml:space="preserve"> lub</w:t>
      </w:r>
      <w:r w:rsidRPr="000E15EE">
        <w:t xml:space="preserve"> oświadczeń o powierzeniu pracy cudzoziemcowi złożonych przez </w:t>
      </w:r>
      <w:r w:rsidR="006231F5">
        <w:t>podmiot powierzający pracę cudzoziemcowi</w:t>
      </w:r>
      <w:r w:rsidRPr="000E15EE">
        <w:t xml:space="preserve"> i wpisanych do ewidencji</w:t>
      </w:r>
      <w:r w:rsidR="000A3B7E" w:rsidRPr="000E15EE">
        <w:t>.</w:t>
      </w:r>
      <w:r w:rsidR="005A2AB7" w:rsidRPr="000E15EE">
        <w:t xml:space="preserve"> </w:t>
      </w:r>
    </w:p>
    <w:p w14:paraId="607E9F16" w14:textId="77777777" w:rsidR="00D4325D" w:rsidRPr="000E15EE" w:rsidRDefault="006E3EC8" w:rsidP="00D4325D">
      <w:pPr>
        <w:pStyle w:val="USTustnpkodeksu"/>
      </w:pPr>
      <w:r>
        <w:t>5</w:t>
      </w:r>
      <w:r w:rsidR="00D4325D" w:rsidRPr="000E15EE">
        <w:t>. Rada Ministrów może określić,</w:t>
      </w:r>
      <w:r w:rsidR="00BB7627" w:rsidRPr="000E15EE">
        <w:t xml:space="preserve"> w </w:t>
      </w:r>
      <w:r w:rsidR="00D4325D" w:rsidRPr="000E15EE">
        <w:t xml:space="preserve">drodze rozporządzenia, maksymalną liczbę </w:t>
      </w:r>
      <w:r w:rsidR="00695704">
        <w:t xml:space="preserve"> (limity) </w:t>
      </w:r>
      <w:r w:rsidR="00D4325D" w:rsidRPr="000E15EE">
        <w:t>zezwoleń na pracę, któr</w:t>
      </w:r>
      <w:r w:rsidR="001C2718" w:rsidRPr="000E15EE">
        <w:t>e</w:t>
      </w:r>
      <w:r w:rsidR="00D4325D" w:rsidRPr="000E15EE">
        <w:t xml:space="preserve"> mo</w:t>
      </w:r>
      <w:r w:rsidR="001C2718" w:rsidRPr="000E15EE">
        <w:t>gą</w:t>
      </w:r>
      <w:r w:rsidR="00D4325D" w:rsidRPr="000E15EE">
        <w:t xml:space="preserve"> zostać </w:t>
      </w:r>
      <w:r w:rsidR="006B7A2B" w:rsidRPr="000E15EE">
        <w:t xml:space="preserve">wydane </w:t>
      </w:r>
      <w:r w:rsidR="00BB7627" w:rsidRPr="000E15EE">
        <w:t>w </w:t>
      </w:r>
      <w:r w:rsidR="00D4325D" w:rsidRPr="000E15EE">
        <w:t>danym roku kalendarzowym,</w:t>
      </w:r>
      <w:r w:rsidR="00BB7627" w:rsidRPr="000E15EE">
        <w:t xml:space="preserve"> o </w:t>
      </w:r>
      <w:r w:rsidR="00D4325D" w:rsidRPr="000E15EE">
        <w:t xml:space="preserve">ile </w:t>
      </w:r>
      <w:bookmarkStart w:id="61" w:name="_Hlk171702403"/>
      <w:r w:rsidR="00D4325D" w:rsidRPr="000E15EE">
        <w:t xml:space="preserve">jest to niezbędne ze względu na zagrożenie bezpieczeństwa państwa i porządku publicznego lub ryzyko, że wysoka liczba </w:t>
      </w:r>
      <w:r w:rsidR="009D3FC9" w:rsidRPr="000E15EE">
        <w:t xml:space="preserve">wydanych </w:t>
      </w:r>
      <w:r w:rsidR="00D4325D" w:rsidRPr="000E15EE">
        <w:t>zezwoleń na pracę utrudni zatrudnienie obywateli polskich lub cudzoziemców</w:t>
      </w:r>
      <w:bookmarkEnd w:id="61"/>
      <w:r w:rsidR="00D4325D" w:rsidRPr="000E15EE">
        <w:t>,</w:t>
      </w:r>
      <w:r w:rsidR="00BB7627" w:rsidRPr="000E15EE">
        <w:t xml:space="preserve"> o </w:t>
      </w:r>
      <w:r w:rsidR="00D4325D" w:rsidRPr="000E15EE">
        <w:t>których mowa</w:t>
      </w:r>
      <w:r w:rsidR="00BB7627" w:rsidRPr="000E15EE">
        <w:t xml:space="preserve"> w art. </w:t>
      </w:r>
      <w:r w:rsidR="00D4325D" w:rsidRPr="000E15EE">
        <w:t xml:space="preserve">1 </w:t>
      </w:r>
      <w:r w:rsidR="00BB7627" w:rsidRPr="000E15EE">
        <w:t>ust.</w:t>
      </w:r>
      <w:r w:rsidR="003B5FE6" w:rsidRPr="000E15EE">
        <w:t> 3 pkt</w:t>
      </w:r>
      <w:r w:rsidR="00BB7627" w:rsidRPr="000E15EE">
        <w:t> </w:t>
      </w:r>
      <w:r w:rsidR="003B5FE6" w:rsidRPr="000E15EE">
        <w:t>6</w:t>
      </w:r>
      <w:r w:rsidR="00D4325D" w:rsidRPr="000E15EE">
        <w:t xml:space="preserve"> lub </w:t>
      </w:r>
      <w:r w:rsidR="00BB7627" w:rsidRPr="000E15EE">
        <w:t>art. </w:t>
      </w:r>
      <w:r w:rsidR="00D4325D" w:rsidRPr="000E15EE">
        <w:t xml:space="preserve">3 </w:t>
      </w:r>
      <w:r w:rsidR="00BB7627" w:rsidRPr="000E15EE">
        <w:t>ust. </w:t>
      </w:r>
      <w:r w:rsidR="00D4325D" w:rsidRPr="000E15EE">
        <w:t xml:space="preserve">1. Limity mogą dotyczyć poszczególnych rodzajów zezwoleń na pracę, województw, powiatów, zawodów, rodzajów umów, na podstawie których cudzoziemcowi może zostać powierzone wykonywanie pracy, lub rodzajów działalności </w:t>
      </w:r>
      <w:r w:rsidR="00B36F02">
        <w:t>podmiotu powierzającego pracę cudzoziemcowi</w:t>
      </w:r>
      <w:r w:rsidR="00D4325D" w:rsidRPr="000E15EE">
        <w:t xml:space="preserve"> według klasyfikacji określonej</w:t>
      </w:r>
      <w:r w:rsidR="00BB7627" w:rsidRPr="000E15EE">
        <w:t xml:space="preserve"> w </w:t>
      </w:r>
      <w:r w:rsidR="00D4325D" w:rsidRPr="000E15EE">
        <w:t xml:space="preserve">przepisach wydanych na podstawie </w:t>
      </w:r>
      <w:r w:rsidR="00BB7627" w:rsidRPr="000E15EE">
        <w:t>art. </w:t>
      </w:r>
      <w:r w:rsidR="00D4325D" w:rsidRPr="000E15EE">
        <w:t xml:space="preserve">40 </w:t>
      </w:r>
      <w:r w:rsidR="00BB7627" w:rsidRPr="000E15EE">
        <w:t>ust. </w:t>
      </w:r>
      <w:r w:rsidR="00D4325D" w:rsidRPr="000E15EE">
        <w:t>2 ustawy</w:t>
      </w:r>
      <w:r w:rsidR="00BB7627" w:rsidRPr="000E15EE">
        <w:t xml:space="preserve"> z </w:t>
      </w:r>
      <w:r w:rsidR="00D4325D" w:rsidRPr="000E15EE">
        <w:t>dnia 29 czerwca 1995</w:t>
      </w:r>
      <w:r w:rsidR="00BB7627" w:rsidRPr="000E15EE">
        <w:t> r. o </w:t>
      </w:r>
      <w:r w:rsidR="00D4325D" w:rsidRPr="000E15EE">
        <w:t xml:space="preserve">statystyce </w:t>
      </w:r>
      <w:r w:rsidR="00EE1B7D" w:rsidRPr="000E15EE">
        <w:t>publicznej</w:t>
      </w:r>
      <w:r w:rsidR="00D4325D" w:rsidRPr="000E15EE">
        <w:t>.</w:t>
      </w:r>
      <w:r w:rsidR="00425B4C">
        <w:t xml:space="preserve"> </w:t>
      </w:r>
      <w:r w:rsidR="00651310">
        <w:t xml:space="preserve">Rozporządzenie może określić sposób </w:t>
      </w:r>
      <w:r w:rsidR="00425B4C">
        <w:t xml:space="preserve">podziału </w:t>
      </w:r>
      <w:r w:rsidR="00651310">
        <w:t xml:space="preserve">limitów </w:t>
      </w:r>
      <w:r w:rsidR="00425B4C">
        <w:t>pomiędzy podmioty powierzające pracę cudzoziemcowi</w:t>
      </w:r>
      <w:r w:rsidR="00651310">
        <w:t>.</w:t>
      </w:r>
    </w:p>
    <w:p w14:paraId="74A9F664" w14:textId="77777777" w:rsidR="00D4325D" w:rsidRPr="000E15EE" w:rsidRDefault="006E3EC8" w:rsidP="00D4325D">
      <w:pPr>
        <w:pStyle w:val="USTustnpkodeksu"/>
      </w:pPr>
      <w:r>
        <w:t>6</w:t>
      </w:r>
      <w:r w:rsidR="00D4325D" w:rsidRPr="000E15EE">
        <w:t>. Minister właściwy do spraw pracy zamieszcza</w:t>
      </w:r>
      <w:r w:rsidR="00BB7627" w:rsidRPr="000E15EE">
        <w:t xml:space="preserve"> w </w:t>
      </w:r>
      <w:r w:rsidR="00D4325D" w:rsidRPr="000E15EE">
        <w:t>Biuletynie Informacji Publicznej informacje</w:t>
      </w:r>
      <w:r w:rsidR="00BB7627" w:rsidRPr="000E15EE">
        <w:t xml:space="preserve"> o </w:t>
      </w:r>
      <w:r w:rsidR="00D4325D" w:rsidRPr="000E15EE">
        <w:t>stanie wykorzystania limitów,</w:t>
      </w:r>
      <w:r w:rsidR="00BB7627" w:rsidRPr="000E15EE">
        <w:t xml:space="preserve"> o </w:t>
      </w:r>
      <w:r w:rsidR="00D4325D" w:rsidRPr="000E15EE">
        <w:t>których mowa</w:t>
      </w:r>
      <w:r w:rsidR="00BB7627" w:rsidRPr="000E15EE">
        <w:t xml:space="preserve"> w ust. </w:t>
      </w:r>
      <w:r>
        <w:t>5</w:t>
      </w:r>
      <w:r w:rsidR="00D4325D" w:rsidRPr="000E15EE">
        <w:t xml:space="preserve">, na koniec każdego </w:t>
      </w:r>
      <w:r w:rsidR="00D4325D" w:rsidRPr="000E15EE">
        <w:lastRenderedPageBreak/>
        <w:t>miesiąca oraz ogłasza ich pełne wykorzystanie</w:t>
      </w:r>
      <w:r w:rsidR="00BB7627" w:rsidRPr="000E15EE">
        <w:t xml:space="preserve"> w </w:t>
      </w:r>
      <w:r w:rsidR="00D4325D" w:rsidRPr="000E15EE">
        <w:t xml:space="preserve">Dzienniku Urzędowym Rzeczypospolitej Polskiej </w:t>
      </w:r>
      <w:r w:rsidR="006C00D6" w:rsidRPr="000E15EE">
        <w:t>„</w:t>
      </w:r>
      <w:r w:rsidR="00D4325D" w:rsidRPr="000E15EE">
        <w:t>Monitor Polski</w:t>
      </w:r>
      <w:r w:rsidR="006C00D6" w:rsidRPr="000E15EE">
        <w:t>”</w:t>
      </w:r>
      <w:r w:rsidR="00D4325D" w:rsidRPr="000E15EE">
        <w:t>,</w:t>
      </w:r>
      <w:r w:rsidR="00BB7627" w:rsidRPr="000E15EE">
        <w:t xml:space="preserve"> w </w:t>
      </w:r>
      <w:r w:rsidR="00D4325D" w:rsidRPr="000E15EE">
        <w:t>drodze obwieszczenia.</w:t>
      </w:r>
    </w:p>
    <w:p w14:paraId="375E4DA5" w14:textId="77777777" w:rsidR="00D4325D" w:rsidRPr="000E15EE" w:rsidRDefault="006E3EC8" w:rsidP="00D4325D">
      <w:pPr>
        <w:pStyle w:val="USTustnpkodeksu"/>
      </w:pPr>
      <w:r>
        <w:t>7</w:t>
      </w:r>
      <w:r w:rsidR="00D4325D" w:rsidRPr="000E15EE">
        <w:t>. Rada Ministrów może określić,</w:t>
      </w:r>
      <w:r w:rsidR="00BB7627" w:rsidRPr="000E15EE">
        <w:t xml:space="preserve"> w </w:t>
      </w:r>
      <w:r w:rsidR="00D4325D" w:rsidRPr="000E15EE">
        <w:t xml:space="preserve">drodze rozporządzenia, limity </w:t>
      </w:r>
      <w:r w:rsidR="00417747">
        <w:t xml:space="preserve">powierzenia pracy cudzoziemcom </w:t>
      </w:r>
      <w:r w:rsidR="00D4325D" w:rsidRPr="000E15EE">
        <w:t xml:space="preserve">przez </w:t>
      </w:r>
      <w:r w:rsidR="00772B5D" w:rsidRPr="000E15EE">
        <w:t xml:space="preserve">polski </w:t>
      </w:r>
      <w:r w:rsidR="006231F5">
        <w:t>podmiot powierzający pracę cudzoziemcowi</w:t>
      </w:r>
      <w:r w:rsidR="00BB7627" w:rsidRPr="000E15EE">
        <w:t xml:space="preserve"> w </w:t>
      </w:r>
      <w:r w:rsidR="00D4325D" w:rsidRPr="000E15EE">
        <w:t>postaci określonego procentowo minimalnego udziału obywateli polskich i cudzoziemców,</w:t>
      </w:r>
      <w:r w:rsidR="00BB7627" w:rsidRPr="000E15EE">
        <w:t xml:space="preserve"> o </w:t>
      </w:r>
      <w:r w:rsidR="00D4325D" w:rsidRPr="000E15EE">
        <w:t>których mowa</w:t>
      </w:r>
      <w:r w:rsidR="00BB7627" w:rsidRPr="000E15EE">
        <w:t xml:space="preserve"> w art. </w:t>
      </w:r>
      <w:r w:rsidR="00D4325D" w:rsidRPr="000E15EE">
        <w:t xml:space="preserve">1 </w:t>
      </w:r>
      <w:r w:rsidR="00BB7627" w:rsidRPr="000E15EE">
        <w:t>ust. </w:t>
      </w:r>
      <w:r w:rsidR="003B5FE6" w:rsidRPr="000E15EE">
        <w:t>3 pkt 6</w:t>
      </w:r>
      <w:r w:rsidR="00D4325D" w:rsidRPr="000E15EE">
        <w:t xml:space="preserve"> lub </w:t>
      </w:r>
      <w:r w:rsidR="00BB7627" w:rsidRPr="000E15EE">
        <w:t>art. </w:t>
      </w:r>
      <w:r w:rsidR="00D4325D" w:rsidRPr="000E15EE">
        <w:t xml:space="preserve">3 </w:t>
      </w:r>
      <w:r w:rsidR="00BB7627" w:rsidRPr="000E15EE">
        <w:t>ust. </w:t>
      </w:r>
      <w:r w:rsidR="00D4325D" w:rsidRPr="000E15EE">
        <w:t>1,</w:t>
      </w:r>
      <w:r w:rsidR="00BB7627" w:rsidRPr="000E15EE">
        <w:t xml:space="preserve"> w </w:t>
      </w:r>
      <w:r w:rsidR="00D4325D" w:rsidRPr="000E15EE">
        <w:t>liczbie osób wykonujących pracę na rzecz danego podmiotu,</w:t>
      </w:r>
      <w:r w:rsidR="00BB7627" w:rsidRPr="000E15EE">
        <w:t xml:space="preserve"> o </w:t>
      </w:r>
      <w:r w:rsidR="00D4325D" w:rsidRPr="000E15EE">
        <w:t xml:space="preserve">ile jest to niezbędne ze względu na ryzyko, że wysoka liczba </w:t>
      </w:r>
      <w:r w:rsidR="009D3FC9" w:rsidRPr="000E15EE">
        <w:t xml:space="preserve">wydanych </w:t>
      </w:r>
      <w:r w:rsidR="00D4325D" w:rsidRPr="000E15EE">
        <w:t>zezwoleń na pracę utrudni zatrudnienie obywateli polskich lub cudzoziemców,</w:t>
      </w:r>
      <w:r w:rsidR="00BB7627" w:rsidRPr="000E15EE">
        <w:t xml:space="preserve"> o </w:t>
      </w:r>
      <w:r w:rsidR="00D4325D" w:rsidRPr="000E15EE">
        <w:t>których mowa</w:t>
      </w:r>
      <w:r w:rsidR="00BB7627" w:rsidRPr="000E15EE">
        <w:t xml:space="preserve"> w art. </w:t>
      </w:r>
      <w:r w:rsidR="00D4325D" w:rsidRPr="000E15EE">
        <w:t xml:space="preserve">1 </w:t>
      </w:r>
      <w:r w:rsidR="003B5FE6" w:rsidRPr="000E15EE">
        <w:t xml:space="preserve">ust. 3 pkt 6 </w:t>
      </w:r>
      <w:r w:rsidR="00D4325D" w:rsidRPr="000E15EE">
        <w:t xml:space="preserve">lub </w:t>
      </w:r>
      <w:r w:rsidR="00BB7627" w:rsidRPr="000E15EE">
        <w:t>art. </w:t>
      </w:r>
      <w:r w:rsidR="00D4325D" w:rsidRPr="000E15EE">
        <w:t xml:space="preserve">3 </w:t>
      </w:r>
      <w:r w:rsidR="00BB7627" w:rsidRPr="000E15EE">
        <w:t>ust. </w:t>
      </w:r>
      <w:r w:rsidR="00D4325D" w:rsidRPr="000E15EE">
        <w:t xml:space="preserve">1. Limity mogą dotyczyć poszczególnych województw, powiatów, sektorów </w:t>
      </w:r>
      <w:r w:rsidR="00B12B51" w:rsidRPr="000E15EE">
        <w:t xml:space="preserve">lub </w:t>
      </w:r>
      <w:r w:rsidR="00D4325D" w:rsidRPr="000E15EE">
        <w:t>zawodów.</w:t>
      </w:r>
    </w:p>
    <w:p w14:paraId="37D57B66" w14:textId="77777777" w:rsidR="000A3B7E" w:rsidRPr="000E15EE" w:rsidRDefault="00BB7627" w:rsidP="00CC3F14">
      <w:pPr>
        <w:pStyle w:val="ARTartustawynprozporzdzenia"/>
        <w:keepNext/>
      </w:pPr>
      <w:bookmarkStart w:id="62" w:name="_Toc88838102"/>
      <w:bookmarkStart w:id="63" w:name="_Toc107829949"/>
      <w:r w:rsidRPr="000E15EE">
        <w:rPr>
          <w:rStyle w:val="Ppogrubienie"/>
        </w:rPr>
        <w:t>Art. </w:t>
      </w:r>
      <w:r w:rsidR="00195F48" w:rsidRPr="000E15EE">
        <w:rPr>
          <w:rStyle w:val="Ppogrubienie"/>
        </w:rPr>
        <w:t>14</w:t>
      </w:r>
      <w:r w:rsidR="00D4325D" w:rsidRPr="000E15EE">
        <w:rPr>
          <w:rStyle w:val="Ppogrubienie"/>
        </w:rPr>
        <w:t>.</w:t>
      </w:r>
      <w:r w:rsidR="00D4325D" w:rsidRPr="000E15EE">
        <w:t> </w:t>
      </w:r>
      <w:r w:rsidR="009D3FC9" w:rsidRPr="000E15EE">
        <w:t xml:space="preserve">Wydania </w:t>
      </w:r>
      <w:r w:rsidR="00D4325D" w:rsidRPr="000E15EE">
        <w:t>zezwolenia na pracę można odmówić, jeżeli</w:t>
      </w:r>
      <w:r w:rsidRPr="000E15EE">
        <w:t xml:space="preserve"> z </w:t>
      </w:r>
      <w:r w:rsidR="00D4325D" w:rsidRPr="000E15EE">
        <w:t>okoliczności wynika że</w:t>
      </w:r>
      <w:r w:rsidR="000A3B7E" w:rsidRPr="000E15EE">
        <w:t>:</w:t>
      </w:r>
    </w:p>
    <w:p w14:paraId="13EBC456" w14:textId="77777777" w:rsidR="00D4325D" w:rsidRPr="000E15EE" w:rsidRDefault="000A3B7E" w:rsidP="000A3B7E">
      <w:pPr>
        <w:pStyle w:val="PKTpunkt"/>
      </w:pPr>
      <w:r w:rsidRPr="000E15EE">
        <w:t>1)</w:t>
      </w:r>
      <w:r w:rsidRPr="000E15EE">
        <w:tab/>
      </w:r>
      <w:r w:rsidR="000671B6" w:rsidRPr="000E15EE">
        <w:t xml:space="preserve">celem uzyskania zezwolenia na pracę jest pozorne </w:t>
      </w:r>
      <w:r w:rsidR="00744C80">
        <w:t xml:space="preserve">powierzenie pracy cudzoziemcowi </w:t>
      </w:r>
      <w:r w:rsidR="00770E4E" w:rsidRPr="000E15EE">
        <w:t xml:space="preserve">lub że </w:t>
      </w:r>
      <w:r w:rsidR="00D4325D" w:rsidRPr="000E15EE">
        <w:t>cudzoziemiec nie będzie wykonywał pracy na terytorium Rzeczypospolitej Polskiej na warunkach określonych</w:t>
      </w:r>
      <w:r w:rsidR="00BB7627" w:rsidRPr="000E15EE">
        <w:t xml:space="preserve"> w </w:t>
      </w:r>
      <w:r w:rsidR="00770E4E" w:rsidRPr="000E15EE">
        <w:t xml:space="preserve">tym </w:t>
      </w:r>
      <w:r w:rsidR="00D4325D" w:rsidRPr="000E15EE">
        <w:t>zezwoleniu</w:t>
      </w:r>
      <w:r w:rsidR="00770E4E" w:rsidRPr="000E15EE">
        <w:t>,</w:t>
      </w:r>
      <w:r w:rsidR="00D4325D" w:rsidRPr="000E15EE">
        <w:t xml:space="preserve"> </w:t>
      </w:r>
      <w:r w:rsidR="00BB7627" w:rsidRPr="000E15EE">
        <w:t>w </w:t>
      </w:r>
      <w:r w:rsidR="00D4325D" w:rsidRPr="000E15EE">
        <w:t>szczególności gdy</w:t>
      </w:r>
      <w:bookmarkEnd w:id="62"/>
      <w:bookmarkEnd w:id="63"/>
      <w:r w:rsidRPr="000E15EE">
        <w:t xml:space="preserve"> </w:t>
      </w:r>
      <w:r w:rsidR="00D4325D" w:rsidRPr="000E15EE">
        <w:t>w okresie dwóch lat poprzedzających dzień złożenia wniosku</w:t>
      </w:r>
      <w:r w:rsidR="00BB7627" w:rsidRPr="000E15EE">
        <w:t xml:space="preserve"> o </w:t>
      </w:r>
      <w:r w:rsidR="009D3FC9" w:rsidRPr="000E15EE">
        <w:t xml:space="preserve">wydanie </w:t>
      </w:r>
      <w:r w:rsidR="00D4325D" w:rsidRPr="000E15EE">
        <w:t>zezwolenia na pracę cudzoziemiec, który posiadał zezwolenie na pracę lub oświadczenie</w:t>
      </w:r>
      <w:r w:rsidR="00BB7627" w:rsidRPr="000E15EE">
        <w:t xml:space="preserve"> </w:t>
      </w:r>
      <w:r w:rsidR="001503C9">
        <w:t xml:space="preserve">o powierzeniu pracy cudzoziemcowi </w:t>
      </w:r>
      <w:r w:rsidR="00D4325D" w:rsidRPr="000E15EE">
        <w:t>i wjechał na terytorium Rzeczypospolitej Polskiej</w:t>
      </w:r>
      <w:r w:rsidR="00BB7627" w:rsidRPr="000E15EE">
        <w:t xml:space="preserve"> w </w:t>
      </w:r>
      <w:r w:rsidR="00D4325D" w:rsidRPr="000E15EE">
        <w:t>celu wykonywania pracy, nie wykonywał</w:t>
      </w:r>
      <w:r w:rsidR="00770E4E" w:rsidRPr="000E15EE">
        <w:t xml:space="preserve"> pracy na terytorium Rzeczypospolitej Polskiej</w:t>
      </w:r>
      <w:r w:rsidR="00D4325D" w:rsidRPr="000E15EE">
        <w:t>;</w:t>
      </w:r>
    </w:p>
    <w:p w14:paraId="56D7C745" w14:textId="77777777" w:rsidR="009F14A7" w:rsidRPr="000E15EE" w:rsidRDefault="009F14A7" w:rsidP="000A3B7E">
      <w:pPr>
        <w:pStyle w:val="PKTpunkt"/>
      </w:pPr>
      <w:r w:rsidRPr="000E15EE">
        <w:t>2)</w:t>
      </w:r>
      <w:r w:rsidR="000A3B7E" w:rsidRPr="000E15EE">
        <w:tab/>
      </w:r>
      <w:r w:rsidR="006231F5">
        <w:t>podmiot powierzający pracę cudzoziemcowi</w:t>
      </w:r>
      <w:r w:rsidRPr="000E15EE">
        <w:t xml:space="preserve"> nie będzie dopełniał obowiązków związanych z powierzeniem pracy cudzoziemcowi lub innym osobom lub obowiązków związanych z prowadzeniem działalności.</w:t>
      </w:r>
    </w:p>
    <w:p w14:paraId="2F048C77" w14:textId="77777777" w:rsidR="00D4325D" w:rsidRPr="000E15EE" w:rsidRDefault="00BB7627" w:rsidP="00D4325D">
      <w:pPr>
        <w:pStyle w:val="ARTartustawynprozporzdzenia"/>
      </w:pPr>
      <w:bookmarkStart w:id="64" w:name="_Toc87022700"/>
      <w:bookmarkStart w:id="65" w:name="_Toc88838104"/>
      <w:bookmarkStart w:id="66" w:name="_Toc107829950"/>
      <w:r w:rsidRPr="000E15EE">
        <w:rPr>
          <w:rStyle w:val="Ppogrubienie"/>
        </w:rPr>
        <w:t>Art. </w:t>
      </w:r>
      <w:r w:rsidR="00195F48" w:rsidRPr="000E15EE">
        <w:rPr>
          <w:rStyle w:val="Ppogrubienie"/>
        </w:rPr>
        <w:t>15</w:t>
      </w:r>
      <w:r w:rsidR="00D4325D" w:rsidRPr="000E15EE">
        <w:rPr>
          <w:rStyle w:val="Ppogrubienie"/>
        </w:rPr>
        <w:t>.</w:t>
      </w:r>
      <w:r w:rsidR="00D4325D" w:rsidRPr="000E15EE">
        <w:t> Zezwoleni</w:t>
      </w:r>
      <w:r w:rsidR="009D3FC9" w:rsidRPr="000E15EE">
        <w:t>e</w:t>
      </w:r>
      <w:r w:rsidR="00D4325D" w:rsidRPr="000E15EE">
        <w:t xml:space="preserve"> na pracę </w:t>
      </w:r>
      <w:r w:rsidR="009D3FC9" w:rsidRPr="000E15EE">
        <w:t xml:space="preserve">wydaje </w:t>
      </w:r>
      <w:r w:rsidR="00D4325D" w:rsidRPr="000E15EE">
        <w:t>się na czas określony nie dłuższy niż 3 lata</w:t>
      </w:r>
      <w:bookmarkEnd w:id="64"/>
      <w:bookmarkEnd w:id="65"/>
      <w:r w:rsidR="00D4325D" w:rsidRPr="000E15EE">
        <w:t>.</w:t>
      </w:r>
      <w:bookmarkEnd w:id="66"/>
    </w:p>
    <w:p w14:paraId="5C8D885F" w14:textId="77777777" w:rsidR="00D4325D" w:rsidRPr="000E15EE" w:rsidRDefault="00BB7627" w:rsidP="00D4325D">
      <w:pPr>
        <w:pStyle w:val="ARTartustawynprozporzdzenia"/>
      </w:pPr>
      <w:bookmarkStart w:id="67" w:name="_Toc88838106"/>
      <w:bookmarkStart w:id="68" w:name="_Toc107829951"/>
      <w:r w:rsidRPr="000E15EE">
        <w:rPr>
          <w:rStyle w:val="Ppogrubienie"/>
        </w:rPr>
        <w:t>Art. </w:t>
      </w:r>
      <w:r w:rsidR="00195F48" w:rsidRPr="000E15EE">
        <w:rPr>
          <w:rStyle w:val="Ppogrubienie"/>
        </w:rPr>
        <w:t>16</w:t>
      </w:r>
      <w:r w:rsidR="00D4325D" w:rsidRPr="000E15EE">
        <w:rPr>
          <w:rStyle w:val="Ppogrubienie"/>
        </w:rPr>
        <w:t>.</w:t>
      </w:r>
      <w:r w:rsidR="00D4325D" w:rsidRPr="000E15EE">
        <w:t> Uzyskanie zezwolenia na pracę nie zwalnia</w:t>
      </w:r>
      <w:r w:rsidRPr="000E15EE">
        <w:t xml:space="preserve"> z </w:t>
      </w:r>
      <w:r w:rsidR="00D4325D" w:rsidRPr="000E15EE">
        <w:t>wymogów określonych odrębnymi przepisami, od których spełnienia jest uzależnione wykonywanie zawodów regulowanych lub działalności.</w:t>
      </w:r>
      <w:bookmarkEnd w:id="67"/>
      <w:bookmarkEnd w:id="68"/>
    </w:p>
    <w:p w14:paraId="3CB587DE" w14:textId="77777777" w:rsidR="00D4325D" w:rsidRPr="000E15EE" w:rsidRDefault="00BB7627" w:rsidP="00CC3F14">
      <w:pPr>
        <w:pStyle w:val="ARTartustawynprozporzdzenia"/>
        <w:keepNext/>
      </w:pPr>
      <w:bookmarkStart w:id="69" w:name="_Toc88838107"/>
      <w:bookmarkStart w:id="70" w:name="_Toc107829952"/>
      <w:r w:rsidRPr="000E15EE">
        <w:rPr>
          <w:rStyle w:val="Ppogrubienie"/>
        </w:rPr>
        <w:t>Art. </w:t>
      </w:r>
      <w:r w:rsidR="00195F48" w:rsidRPr="000E15EE">
        <w:rPr>
          <w:rStyle w:val="Ppogrubienie"/>
        </w:rPr>
        <w:t>17</w:t>
      </w:r>
      <w:r w:rsidR="00D4325D" w:rsidRPr="000E15EE">
        <w:rPr>
          <w:rStyle w:val="Ppogrubienie"/>
        </w:rPr>
        <w:t>.</w:t>
      </w:r>
      <w:r w:rsidR="00D4325D" w:rsidRPr="000E15EE">
        <w:t> 1. </w:t>
      </w:r>
      <w:r w:rsidR="006231F5">
        <w:t>Podmiot powierzający pracę cudzoziemcowi</w:t>
      </w:r>
      <w:r w:rsidR="00D4325D" w:rsidRPr="000E15EE">
        <w:t>, któremu wydano zezwolenie na pracę:</w:t>
      </w:r>
      <w:bookmarkEnd w:id="69"/>
      <w:bookmarkEnd w:id="70"/>
    </w:p>
    <w:p w14:paraId="1B2A23F2" w14:textId="77777777" w:rsidR="00D4325D" w:rsidRDefault="00D4325D" w:rsidP="00D4325D">
      <w:pPr>
        <w:pStyle w:val="PKTpunkt"/>
      </w:pPr>
      <w:r w:rsidRPr="000E15EE">
        <w:t>1)</w:t>
      </w:r>
      <w:r w:rsidRPr="000E15EE">
        <w:tab/>
        <w:t>uwzględnia</w:t>
      </w:r>
      <w:r w:rsidR="00BB7627" w:rsidRPr="000E15EE">
        <w:t xml:space="preserve"> w </w:t>
      </w:r>
      <w:r w:rsidRPr="000E15EE">
        <w:t>umowie</w:t>
      </w:r>
      <w:r w:rsidR="00BB7627" w:rsidRPr="000E15EE">
        <w:t xml:space="preserve"> z </w:t>
      </w:r>
      <w:r w:rsidRPr="000E15EE">
        <w:t>cudzoziemcem warunki określone</w:t>
      </w:r>
      <w:r w:rsidR="00BB7627" w:rsidRPr="000E15EE">
        <w:t xml:space="preserve"> w </w:t>
      </w:r>
      <w:r w:rsidRPr="000E15EE">
        <w:t>zezwoleniu na pracę lub zmianę warunków, która nie wymaga zmiany lub uzyskania nowego zezwolenia na pracę;</w:t>
      </w:r>
    </w:p>
    <w:p w14:paraId="3AB1BBA7" w14:textId="77777777" w:rsidR="00513C23" w:rsidRPr="000E15EE" w:rsidRDefault="00513C23" w:rsidP="00513C23">
      <w:pPr>
        <w:pStyle w:val="PKTpunkt"/>
      </w:pPr>
      <w:r>
        <w:t>2)</w:t>
      </w:r>
      <w:r>
        <w:tab/>
        <w:t xml:space="preserve">przekazuje organowi, który wydał zezwolenie na pracę, kopię umowy z cudzoziemcem, za pomocą systemu, o którym mowa w art. 26 ust. 1 </w:t>
      </w:r>
      <w:r w:rsidRPr="00513C23">
        <w:t>ustawy z dnia … o rynku pracy i służbach zatrudnienia</w:t>
      </w:r>
      <w:r>
        <w:t>;</w:t>
      </w:r>
    </w:p>
    <w:p w14:paraId="4F78CD1C" w14:textId="5E5256E9" w:rsidR="00D4325D" w:rsidRPr="000E15EE" w:rsidRDefault="00513C23" w:rsidP="00D4325D">
      <w:pPr>
        <w:pStyle w:val="PKTpunkt"/>
      </w:pPr>
      <w:r>
        <w:lastRenderedPageBreak/>
        <w:t>3</w:t>
      </w:r>
      <w:r w:rsidR="00D4325D" w:rsidRPr="000E15EE">
        <w:t xml:space="preserve">) </w:t>
      </w:r>
      <w:r w:rsidR="00D4325D" w:rsidRPr="000E15EE">
        <w:tab/>
        <w:t>w przypadku,</w:t>
      </w:r>
      <w:r w:rsidR="00BB7627" w:rsidRPr="000E15EE">
        <w:t xml:space="preserve"> o </w:t>
      </w:r>
      <w:r w:rsidR="00D4325D" w:rsidRPr="000E15EE">
        <w:t>którym mowa</w:t>
      </w:r>
      <w:r w:rsidR="00BB7627" w:rsidRPr="000E15EE">
        <w:t xml:space="preserve"> w art. </w:t>
      </w:r>
      <w:r w:rsidR="00D4325D" w:rsidRPr="000E15EE">
        <w:t xml:space="preserve">6 </w:t>
      </w:r>
      <w:r w:rsidR="004B2A81">
        <w:t xml:space="preserve">ust. 1 </w:t>
      </w:r>
      <w:r w:rsidR="00BB7627" w:rsidRPr="000E15EE">
        <w:t>pkt </w:t>
      </w:r>
      <w:r w:rsidR="00D4325D" w:rsidRPr="000E15EE">
        <w:t xml:space="preserve">1, dostosowuje wysokość wynagrodzenia cudzoziemca do </w:t>
      </w:r>
      <w:bookmarkStart w:id="71" w:name="_Hlk119514831"/>
      <w:r w:rsidR="00DC50A0" w:rsidRPr="000E15EE">
        <w:t xml:space="preserve">kwoty nie niższej niż aktualna wysokość </w:t>
      </w:r>
      <w:bookmarkEnd w:id="71"/>
      <w:r w:rsidR="00D4325D" w:rsidRPr="000E15EE">
        <w:t>minimalnego wynagrodzenia za pracę</w:t>
      </w:r>
      <w:r w:rsidR="00142559" w:rsidRPr="000E15EE">
        <w:t xml:space="preserve"> lub </w:t>
      </w:r>
      <w:r w:rsidR="00426C9D" w:rsidRPr="000E15EE">
        <w:t>kwota określona według minimalnej stawki godzinowej, o których mowa w przepisach o minimalnym wynagrodzeniu za pracę</w:t>
      </w:r>
      <w:r w:rsidR="00D4325D" w:rsidRPr="000E15EE">
        <w:t>;</w:t>
      </w:r>
    </w:p>
    <w:p w14:paraId="68618409" w14:textId="72BB94CD" w:rsidR="00D4325D" w:rsidRPr="000E15EE" w:rsidRDefault="00513C23" w:rsidP="00D4325D">
      <w:pPr>
        <w:pStyle w:val="PKTpunkt"/>
      </w:pPr>
      <w:r>
        <w:t>4</w:t>
      </w:r>
      <w:r w:rsidR="00D4325D" w:rsidRPr="000E15EE">
        <w:t xml:space="preserve">) </w:t>
      </w:r>
      <w:r w:rsidR="00D4325D" w:rsidRPr="000E15EE">
        <w:tab/>
        <w:t>w przypadku,</w:t>
      </w:r>
      <w:r w:rsidR="00BB7627" w:rsidRPr="000E15EE">
        <w:t xml:space="preserve"> o </w:t>
      </w:r>
      <w:r w:rsidR="00D4325D" w:rsidRPr="000E15EE">
        <w:t>którym mowa</w:t>
      </w:r>
      <w:r w:rsidR="00BB7627" w:rsidRPr="000E15EE">
        <w:t xml:space="preserve"> w art. </w:t>
      </w:r>
      <w:r w:rsidR="00D4325D" w:rsidRPr="000E15EE">
        <w:t xml:space="preserve">6 </w:t>
      </w:r>
      <w:r w:rsidR="004B2A81">
        <w:t xml:space="preserve">ust. 1 </w:t>
      </w:r>
      <w:r w:rsidR="00BB7627" w:rsidRPr="000E15EE">
        <w:t>pkt </w:t>
      </w:r>
      <w:r w:rsidR="00F00002" w:rsidRPr="000E15EE">
        <w:t>3</w:t>
      </w:r>
      <w:r w:rsidR="00D4325D" w:rsidRPr="000E15EE">
        <w:t xml:space="preserve">, dostosowuje wysokość wynagrodzenia cudzoziemca do </w:t>
      </w:r>
      <w:r w:rsidR="008463A5" w:rsidRPr="000E15EE">
        <w:t xml:space="preserve">kwoty nie niższej niż 70% </w:t>
      </w:r>
      <w:r w:rsidR="00D4325D" w:rsidRPr="000E15EE">
        <w:t>aktualnej wysokości przeciętnego miesięcznego wynagrodzenia</w:t>
      </w:r>
      <w:r w:rsidR="00BB7627" w:rsidRPr="000E15EE">
        <w:t xml:space="preserve"> w </w:t>
      </w:r>
      <w:r w:rsidR="00D4325D" w:rsidRPr="000E15EE">
        <w:t xml:space="preserve">województwie, ogłaszanego przez Prezesa Głównego Urzędu Statystycznego na podstawie </w:t>
      </w:r>
      <w:r w:rsidR="00BB7627" w:rsidRPr="000E15EE">
        <w:t>art. </w:t>
      </w:r>
      <w:r w:rsidR="00D4325D" w:rsidRPr="000E15EE">
        <w:t xml:space="preserve">30 </w:t>
      </w:r>
      <w:r w:rsidR="00BB7627" w:rsidRPr="000E15EE">
        <w:t>ust. </w:t>
      </w:r>
      <w:r w:rsidR="00D4325D" w:rsidRPr="000E15EE">
        <w:t>2 ustawy</w:t>
      </w:r>
      <w:r w:rsidR="00BB7627" w:rsidRPr="000E15EE">
        <w:t xml:space="preserve"> z </w:t>
      </w:r>
      <w:r w:rsidR="00D4325D" w:rsidRPr="000E15EE">
        <w:t>dnia 26 października 1995</w:t>
      </w:r>
      <w:r w:rsidR="00BB7627" w:rsidRPr="000E15EE">
        <w:t> r. o </w:t>
      </w:r>
      <w:r w:rsidR="006720E6" w:rsidRPr="000E15EE">
        <w:t>społecznych formach rozwoju mieszkalnictwa</w:t>
      </w:r>
      <w:r w:rsidR="00D4325D" w:rsidRPr="000E15EE">
        <w:t xml:space="preserve"> (</w:t>
      </w:r>
      <w:r w:rsidR="004943EF" w:rsidRPr="000E15EE">
        <w:t>Dz. U.</w:t>
      </w:r>
      <w:r w:rsidR="00BB7627" w:rsidRPr="000E15EE">
        <w:t xml:space="preserve"> z </w:t>
      </w:r>
      <w:r w:rsidR="008F48A8" w:rsidRPr="000E15EE">
        <w:t>202</w:t>
      </w:r>
      <w:r w:rsidR="009D0593">
        <w:t>4</w:t>
      </w:r>
      <w:r w:rsidR="008F48A8" w:rsidRPr="000E15EE">
        <w:t xml:space="preserve"> r. </w:t>
      </w:r>
      <w:r w:rsidR="00EA3966" w:rsidRPr="000E15EE">
        <w:t>poz. </w:t>
      </w:r>
      <w:r w:rsidR="00861B78">
        <w:t>527 i 1089</w:t>
      </w:r>
      <w:r w:rsidR="00D4325D" w:rsidRPr="000E15EE">
        <w:t>);</w:t>
      </w:r>
    </w:p>
    <w:p w14:paraId="00133772" w14:textId="1960EAEC" w:rsidR="00D4325D" w:rsidRPr="000E15EE" w:rsidRDefault="00513C23" w:rsidP="00D4325D">
      <w:pPr>
        <w:pStyle w:val="PKTpunkt"/>
      </w:pPr>
      <w:r>
        <w:t>5</w:t>
      </w:r>
      <w:r w:rsidR="00D4325D" w:rsidRPr="000E15EE">
        <w:t>)</w:t>
      </w:r>
      <w:r w:rsidR="00D4325D" w:rsidRPr="000E15EE">
        <w:tab/>
        <w:t>podwyższa wynagrodzenie cudzoziemca proporcjonalnie do zwiększenia wymiaru czasu pracy cudzoziemca zatrudnionego</w:t>
      </w:r>
      <w:r w:rsidR="00BB7627" w:rsidRPr="000E15EE">
        <w:t xml:space="preserve"> w </w:t>
      </w:r>
      <w:r w:rsidR="00D4325D" w:rsidRPr="000E15EE">
        <w:t>niepełnym wymiarze czasu pracy lub liczby godzin,</w:t>
      </w:r>
      <w:r w:rsidR="00BB7627" w:rsidRPr="000E15EE">
        <w:t xml:space="preserve"> w </w:t>
      </w:r>
      <w:r w:rsidR="00D4325D" w:rsidRPr="000E15EE">
        <w:t>których cudzoziemiec wykonuje pracę na podstawie umowy cywilnoprawnej;</w:t>
      </w:r>
    </w:p>
    <w:p w14:paraId="7C42D2A6" w14:textId="36211EC0" w:rsidR="00D4325D" w:rsidRPr="000E15EE" w:rsidRDefault="00513C23" w:rsidP="00D4325D">
      <w:pPr>
        <w:pStyle w:val="PKTpunkt"/>
      </w:pPr>
      <w:r>
        <w:t>6</w:t>
      </w:r>
      <w:r w:rsidR="00D4325D" w:rsidRPr="000E15EE">
        <w:t>)</w:t>
      </w:r>
      <w:r w:rsidR="00D4325D" w:rsidRPr="000E15EE">
        <w:tab/>
        <w:t>informuje cudzoziemca</w:t>
      </w:r>
      <w:r w:rsidR="00BB7627" w:rsidRPr="000E15EE">
        <w:t xml:space="preserve"> o </w:t>
      </w:r>
      <w:r w:rsidR="00D4325D" w:rsidRPr="000E15EE">
        <w:t>działaniach podejmowanych</w:t>
      </w:r>
      <w:r w:rsidR="00BB7627" w:rsidRPr="000E15EE">
        <w:t xml:space="preserve"> w </w:t>
      </w:r>
      <w:r w:rsidR="00D4325D" w:rsidRPr="000E15EE">
        <w:t>związku</w:t>
      </w:r>
      <w:r w:rsidR="00BB7627" w:rsidRPr="000E15EE">
        <w:t xml:space="preserve"> z </w:t>
      </w:r>
      <w:r w:rsidR="00D4325D" w:rsidRPr="000E15EE">
        <w:t>postępowaniem</w:t>
      </w:r>
      <w:r w:rsidR="00BB7627" w:rsidRPr="000E15EE">
        <w:t xml:space="preserve"> w </w:t>
      </w:r>
      <w:r w:rsidR="00D4325D" w:rsidRPr="000E15EE">
        <w:t>sprawie zezwolenia na pracę;</w:t>
      </w:r>
    </w:p>
    <w:p w14:paraId="2A981A07" w14:textId="2FA57C60" w:rsidR="00D4325D" w:rsidRPr="000E15EE" w:rsidRDefault="00513C23" w:rsidP="00D4325D">
      <w:pPr>
        <w:pStyle w:val="PKTpunkt"/>
      </w:pPr>
      <w:r>
        <w:t>7</w:t>
      </w:r>
      <w:r w:rsidR="00D4325D" w:rsidRPr="000E15EE">
        <w:t>)</w:t>
      </w:r>
      <w:r w:rsidR="00D4325D" w:rsidRPr="000E15EE">
        <w:tab/>
        <w:t>przekazuje cudzoziemcowi decyzje</w:t>
      </w:r>
      <w:r w:rsidR="00BB7627" w:rsidRPr="000E15EE">
        <w:t xml:space="preserve"> o </w:t>
      </w:r>
      <w:r w:rsidR="009D3FC9" w:rsidRPr="000E15EE">
        <w:t>wydaniu</w:t>
      </w:r>
      <w:r w:rsidR="00D4325D" w:rsidRPr="000E15EE">
        <w:t xml:space="preserve">, zmianie lub uchyleniu zezwolenia na pracę, a także </w:t>
      </w:r>
      <w:r w:rsidR="008463A5" w:rsidRPr="000E15EE">
        <w:t>informacj</w:t>
      </w:r>
      <w:r w:rsidR="00F45E30" w:rsidRPr="000E15EE">
        <w:t>ę</w:t>
      </w:r>
      <w:r w:rsidR="008463A5" w:rsidRPr="000E15EE">
        <w:t xml:space="preserve"> o odmowie </w:t>
      </w:r>
      <w:r w:rsidR="009D3FC9" w:rsidRPr="000E15EE">
        <w:t xml:space="preserve">wydania </w:t>
      </w:r>
      <w:r w:rsidR="008463A5" w:rsidRPr="000E15EE">
        <w:t>zezwolenia na pracę</w:t>
      </w:r>
      <w:r w:rsidR="00D4325D" w:rsidRPr="000E15EE">
        <w:t>;</w:t>
      </w:r>
    </w:p>
    <w:p w14:paraId="282B3910" w14:textId="7AA1336E" w:rsidR="00D4325D" w:rsidRPr="000E15EE" w:rsidRDefault="00513C23" w:rsidP="00D4325D">
      <w:pPr>
        <w:pStyle w:val="PKTpunkt"/>
      </w:pPr>
      <w:r>
        <w:t>8</w:t>
      </w:r>
      <w:r w:rsidR="00D4325D" w:rsidRPr="000E15EE">
        <w:t>)</w:t>
      </w:r>
      <w:r w:rsidR="00D4325D" w:rsidRPr="000E15EE">
        <w:tab/>
        <w:t>zachowuje należytą staranność</w:t>
      </w:r>
      <w:r w:rsidR="00BB7627" w:rsidRPr="000E15EE">
        <w:t xml:space="preserve"> w </w:t>
      </w:r>
      <w:r w:rsidR="00D4325D" w:rsidRPr="000E15EE">
        <w:t>postępowaniach</w:t>
      </w:r>
      <w:r w:rsidR="00BB7627" w:rsidRPr="000E15EE">
        <w:t xml:space="preserve"> o </w:t>
      </w:r>
      <w:r w:rsidR="009D3FC9" w:rsidRPr="000E15EE">
        <w:t>wydanie</w:t>
      </w:r>
      <w:r w:rsidR="00D4325D" w:rsidRPr="000E15EE">
        <w:t>, zmianę lub uchylenie zezwolenia na pracę;</w:t>
      </w:r>
    </w:p>
    <w:p w14:paraId="1D38EF56" w14:textId="16546555" w:rsidR="00D4325D" w:rsidRPr="000E15EE" w:rsidRDefault="00513C23" w:rsidP="00D4325D">
      <w:pPr>
        <w:pStyle w:val="PKTpunkt"/>
      </w:pPr>
      <w:r>
        <w:t>9</w:t>
      </w:r>
      <w:r w:rsidR="00D4325D" w:rsidRPr="000E15EE">
        <w:t>)</w:t>
      </w:r>
      <w:r w:rsidR="00D4325D" w:rsidRPr="000E15EE">
        <w:tab/>
        <w:t xml:space="preserve">udostępnia staroście, wojewodzie, jednostce organizacyjnej Zakładu Ubezpieczeń Społecznych, Kasie Rolniczego Ubezpieczenia Społecznego, konsulowi, </w:t>
      </w:r>
      <w:r w:rsidR="005071CE" w:rsidRPr="000E15EE">
        <w:t xml:space="preserve">ministrowi właściwemu do spraw zagranicznych, </w:t>
      </w:r>
      <w:r w:rsidR="00D4325D" w:rsidRPr="000E15EE">
        <w:t xml:space="preserve">organowi Państwowej Inspekcji Pracy, Krajowej Administracji Skarbowej, Straży Granicznej </w:t>
      </w:r>
      <w:r w:rsidR="004A6406">
        <w:t xml:space="preserve">lub </w:t>
      </w:r>
      <w:r w:rsidR="00D4325D" w:rsidRPr="000E15EE">
        <w:t>Policji, na ich wniosek, dokumenty potwierdzające wypełnienie obowiązków określonych</w:t>
      </w:r>
      <w:r w:rsidR="00BB7627" w:rsidRPr="000E15EE">
        <w:t xml:space="preserve"> w pkt </w:t>
      </w:r>
      <w:r w:rsidR="00D4325D" w:rsidRPr="000E15EE">
        <w:t>1–</w:t>
      </w:r>
      <w:r>
        <w:t>7</w:t>
      </w:r>
      <w:r w:rsidR="009D76CB" w:rsidRPr="000E15EE">
        <w:t xml:space="preserve"> i </w:t>
      </w:r>
      <w:r>
        <w:t>10</w:t>
      </w:r>
      <w:r w:rsidR="00D4325D" w:rsidRPr="000E15EE">
        <w:t>, sporządzonych</w:t>
      </w:r>
      <w:r w:rsidR="00BB7627" w:rsidRPr="000E15EE">
        <w:t xml:space="preserve"> w </w:t>
      </w:r>
      <w:r w:rsidR="00D4325D" w:rsidRPr="000E15EE">
        <w:t>języku polskim lub przetłumaczonych na język polski;</w:t>
      </w:r>
    </w:p>
    <w:p w14:paraId="2C426586" w14:textId="0290591D" w:rsidR="00D4325D" w:rsidRPr="000E15EE" w:rsidRDefault="00513C23" w:rsidP="00D4325D">
      <w:pPr>
        <w:pStyle w:val="PKTpunkt"/>
      </w:pPr>
      <w:r>
        <w:t>10</w:t>
      </w:r>
      <w:r w:rsidR="00D4325D" w:rsidRPr="000E15EE">
        <w:t>)</w:t>
      </w:r>
      <w:r w:rsidR="00D4325D" w:rsidRPr="000E15EE">
        <w:tab/>
        <w:t>na wniosek pracodawcy użytkownika przekazuje mu kopię zezwolenia na pracę dotyczącego pracownika tymczasowego.</w:t>
      </w:r>
    </w:p>
    <w:p w14:paraId="0A3D90C3" w14:textId="76B76AC0" w:rsidR="00D4325D" w:rsidRPr="000E15EE" w:rsidRDefault="00D4325D" w:rsidP="00D4325D">
      <w:pPr>
        <w:pStyle w:val="USTustnpkodeksu"/>
      </w:pPr>
      <w:bookmarkStart w:id="72" w:name="_Hlk121407024"/>
      <w:r w:rsidRPr="000E15EE">
        <w:t>2.</w:t>
      </w:r>
      <w:r w:rsidR="00BB7627" w:rsidRPr="000E15EE">
        <w:t xml:space="preserve"> </w:t>
      </w:r>
      <w:r w:rsidR="0022679A" w:rsidRPr="000E15EE">
        <w:t>W </w:t>
      </w:r>
      <w:r w:rsidRPr="000E15EE">
        <w:t>stosunku do cudzoziemca pełniącego funkcję</w:t>
      </w:r>
      <w:r w:rsidR="00BB7627" w:rsidRPr="000E15EE">
        <w:t xml:space="preserve"> w </w:t>
      </w:r>
      <w:r w:rsidRPr="000E15EE">
        <w:t xml:space="preserve">zarządzie osoby prawnej wpisanej do rejestru przedsiębiorców </w:t>
      </w:r>
      <w:r w:rsidR="00C971A2">
        <w:t xml:space="preserve">KRS </w:t>
      </w:r>
      <w:r w:rsidRPr="000E15EE">
        <w:t xml:space="preserve">lub </w:t>
      </w:r>
      <w:r w:rsidR="007C2F74">
        <w:t xml:space="preserve">spółki kapitałowej </w:t>
      </w:r>
      <w:r w:rsidR="00BB7627" w:rsidRPr="000E15EE">
        <w:t>w </w:t>
      </w:r>
      <w:r w:rsidRPr="000E15EE">
        <w:t xml:space="preserve">organizacji </w:t>
      </w:r>
      <w:bookmarkEnd w:id="72"/>
      <w:r w:rsidRPr="000E15EE">
        <w:t xml:space="preserve">albo prowadzącego sprawy spółki komandytowej lub komandytowo-akcyjnej, albo będącego prokurentem, przepisów </w:t>
      </w:r>
      <w:r w:rsidR="00BB7627" w:rsidRPr="000E15EE">
        <w:t>ust. </w:t>
      </w:r>
      <w:r w:rsidRPr="000E15EE">
        <w:t xml:space="preserve">1 </w:t>
      </w:r>
      <w:r w:rsidR="00BB7627" w:rsidRPr="000E15EE">
        <w:t>pkt </w:t>
      </w:r>
      <w:r w:rsidRPr="000E15EE">
        <w:t>1</w:t>
      </w:r>
      <w:r w:rsidR="00513C23">
        <w:t>, 2</w:t>
      </w:r>
      <w:r w:rsidRPr="000E15EE">
        <w:t xml:space="preserve">–4 </w:t>
      </w:r>
      <w:r w:rsidR="00563968" w:rsidRPr="000E15EE">
        <w:t xml:space="preserve">i </w:t>
      </w:r>
      <w:r w:rsidR="00513C23">
        <w:t>10</w:t>
      </w:r>
      <w:r w:rsidR="00563968" w:rsidRPr="000E15EE">
        <w:t xml:space="preserve"> </w:t>
      </w:r>
      <w:r w:rsidRPr="000E15EE">
        <w:t>nie stosuje się.</w:t>
      </w:r>
    </w:p>
    <w:p w14:paraId="76E73C76" w14:textId="77777777" w:rsidR="00D4325D" w:rsidRPr="000E15EE" w:rsidRDefault="00D4325D" w:rsidP="00D4325D">
      <w:pPr>
        <w:pStyle w:val="USTustnpkodeksu"/>
      </w:pPr>
      <w:r w:rsidRPr="000E15EE">
        <w:t>3.</w:t>
      </w:r>
      <w:r w:rsidR="00BB7627" w:rsidRPr="000E15EE">
        <w:t xml:space="preserve"> </w:t>
      </w:r>
      <w:r w:rsidR="0022679A" w:rsidRPr="000E15EE">
        <w:t>W </w:t>
      </w:r>
      <w:r w:rsidRPr="000E15EE">
        <w:t>przypadkach,</w:t>
      </w:r>
      <w:r w:rsidR="00BB7627" w:rsidRPr="000E15EE">
        <w:t xml:space="preserve"> o </w:t>
      </w:r>
      <w:r w:rsidRPr="000E15EE">
        <w:t>których mowa</w:t>
      </w:r>
      <w:r w:rsidR="00BB7627" w:rsidRPr="000E15EE">
        <w:t xml:space="preserve"> w art. </w:t>
      </w:r>
      <w:r w:rsidRPr="000E15EE">
        <w:t xml:space="preserve">6 </w:t>
      </w:r>
      <w:r w:rsidR="00BB7627" w:rsidRPr="000E15EE">
        <w:t>pkt </w:t>
      </w:r>
      <w:r w:rsidR="00F00002" w:rsidRPr="000E15EE">
        <w:t>3</w:t>
      </w:r>
      <w:r w:rsidRPr="000E15EE">
        <w:t>, jeżeli cudzoziemiec przestał spełniać warunki określone</w:t>
      </w:r>
      <w:r w:rsidR="00BB7627" w:rsidRPr="000E15EE">
        <w:t xml:space="preserve"> w art. </w:t>
      </w:r>
      <w:r w:rsidRPr="000E15EE">
        <w:t xml:space="preserve">3 </w:t>
      </w:r>
      <w:r w:rsidR="00BB7627" w:rsidRPr="000E15EE">
        <w:t>ust. </w:t>
      </w:r>
      <w:r w:rsidRPr="000E15EE">
        <w:t xml:space="preserve">3, </w:t>
      </w:r>
      <w:r w:rsidR="0015752B">
        <w:t xml:space="preserve">podmiot </w:t>
      </w:r>
      <w:r w:rsidR="00AF2712" w:rsidRPr="000E15EE">
        <w:t xml:space="preserve">zagraniczny </w:t>
      </w:r>
      <w:r w:rsidR="008C6747">
        <w:t>jest obowiązany niezwłocznie zakończyć delegowanie cudzoziemca na terytorium Rzeczypospolitej Polskiej</w:t>
      </w:r>
      <w:r w:rsidRPr="000E15EE">
        <w:t>.</w:t>
      </w:r>
    </w:p>
    <w:p w14:paraId="200780D7" w14:textId="77777777" w:rsidR="00D4325D" w:rsidRPr="000E15EE" w:rsidRDefault="00D4325D" w:rsidP="00D4325D">
      <w:pPr>
        <w:pStyle w:val="USTustnpkodeksu"/>
      </w:pPr>
      <w:bookmarkStart w:id="73" w:name="_Toc88838111"/>
      <w:bookmarkStart w:id="74" w:name="_Toc88838109"/>
      <w:r w:rsidRPr="000E15EE">
        <w:lastRenderedPageBreak/>
        <w:t>4.</w:t>
      </w:r>
      <w:r w:rsidR="00BB7627" w:rsidRPr="000E15EE">
        <w:t xml:space="preserve"> </w:t>
      </w:r>
      <w:r w:rsidR="0022679A" w:rsidRPr="000E15EE">
        <w:t>W </w:t>
      </w:r>
      <w:r w:rsidRPr="000E15EE">
        <w:t xml:space="preserve">przypadku stwierdzenia naruszenia przepisów </w:t>
      </w:r>
      <w:r w:rsidR="00BB7627" w:rsidRPr="000E15EE">
        <w:t>ust. </w:t>
      </w:r>
      <w:r w:rsidRPr="000E15EE">
        <w:t xml:space="preserve">1–3, </w:t>
      </w:r>
      <w:r w:rsidR="006231F5">
        <w:t>podmiot powierzający pracę cudzoziemcowi</w:t>
      </w:r>
      <w:r w:rsidRPr="000E15EE">
        <w:t xml:space="preserve"> niezwłocznie dopełnia obowiązków,</w:t>
      </w:r>
      <w:r w:rsidR="00BB7627" w:rsidRPr="000E15EE">
        <w:t xml:space="preserve"> o </w:t>
      </w:r>
      <w:r w:rsidRPr="000E15EE">
        <w:t>których mowa</w:t>
      </w:r>
      <w:r w:rsidR="00BB7627" w:rsidRPr="000E15EE">
        <w:t xml:space="preserve"> w ust. </w:t>
      </w:r>
      <w:r w:rsidRPr="000E15EE">
        <w:t>1.</w:t>
      </w:r>
    </w:p>
    <w:p w14:paraId="5AE68940" w14:textId="77777777" w:rsidR="00D4325D" w:rsidRPr="000E15EE" w:rsidRDefault="00D4325D" w:rsidP="00D4325D">
      <w:pPr>
        <w:pStyle w:val="USTustnpkodeksu"/>
      </w:pPr>
      <w:r w:rsidRPr="000E15EE">
        <w:t>5.</w:t>
      </w:r>
      <w:r w:rsidR="00BB7627" w:rsidRPr="000E15EE">
        <w:t xml:space="preserve"> </w:t>
      </w:r>
      <w:r w:rsidR="0022679A" w:rsidRPr="000E15EE">
        <w:t>W </w:t>
      </w:r>
      <w:r w:rsidRPr="000E15EE">
        <w:t xml:space="preserve">przypadku niewypłacenia należnego wynagrodzenia </w:t>
      </w:r>
      <w:r w:rsidR="006231F5">
        <w:t>podmiot powierzający pracę cudzoziemcowi</w:t>
      </w:r>
      <w:r w:rsidRPr="000E15EE">
        <w:t xml:space="preserve"> wypłaca cudzoziemcowi zaległe wynagrodzenie za okres wykonywanej pracy.</w:t>
      </w:r>
    </w:p>
    <w:p w14:paraId="592C5196" w14:textId="77777777" w:rsidR="00D4325D" w:rsidRPr="000E15EE" w:rsidRDefault="00BB7627" w:rsidP="00CC3F14">
      <w:pPr>
        <w:pStyle w:val="ARTartustawynprozporzdzenia"/>
        <w:keepNext/>
      </w:pPr>
      <w:bookmarkStart w:id="75" w:name="_Toc107829953"/>
      <w:bookmarkStart w:id="76" w:name="_Hlk112685947"/>
      <w:bookmarkEnd w:id="73"/>
      <w:r w:rsidRPr="000E15EE">
        <w:rPr>
          <w:rStyle w:val="Ppogrubienie"/>
        </w:rPr>
        <w:t>Art. </w:t>
      </w:r>
      <w:r w:rsidR="00195F48" w:rsidRPr="000E15EE">
        <w:rPr>
          <w:rStyle w:val="Ppogrubienie"/>
        </w:rPr>
        <w:t>18</w:t>
      </w:r>
      <w:r w:rsidR="00D4325D" w:rsidRPr="000E15EE">
        <w:rPr>
          <w:rStyle w:val="Ppogrubienie"/>
        </w:rPr>
        <w:t>.</w:t>
      </w:r>
      <w:r w:rsidR="00D4325D" w:rsidRPr="000E15EE">
        <w:t xml:space="preserve"> 1. Zmiana lub </w:t>
      </w:r>
      <w:r w:rsidR="009D3FC9" w:rsidRPr="000E15EE">
        <w:t xml:space="preserve">wydanie </w:t>
      </w:r>
      <w:r w:rsidR="00D4325D" w:rsidRPr="000E15EE">
        <w:t>nowego zezwolenia na pracę nie są wymagane, jeżeli:</w:t>
      </w:r>
      <w:bookmarkEnd w:id="74"/>
      <w:bookmarkEnd w:id="75"/>
    </w:p>
    <w:p w14:paraId="1442D291" w14:textId="77777777" w:rsidR="00D4325D" w:rsidRPr="000E15EE" w:rsidRDefault="00D4325D" w:rsidP="00CC3F14">
      <w:pPr>
        <w:pStyle w:val="PKTpunkt"/>
        <w:keepNext/>
      </w:pPr>
      <w:r w:rsidRPr="000E15EE">
        <w:t>1)</w:t>
      </w:r>
      <w:r w:rsidRPr="000E15EE">
        <w:tab/>
        <w:t>nastąpiła zmiana siedziby lub miejsca zamieszkania, nazwy lub formy prawnej:</w:t>
      </w:r>
    </w:p>
    <w:p w14:paraId="6294CDCE" w14:textId="77777777" w:rsidR="00D4325D" w:rsidRPr="000E15EE" w:rsidRDefault="00D4325D" w:rsidP="00D4325D">
      <w:pPr>
        <w:pStyle w:val="LITlitera"/>
      </w:pPr>
      <w:r w:rsidRPr="000E15EE">
        <w:t>a)</w:t>
      </w:r>
      <w:r w:rsidRPr="000E15EE">
        <w:tab/>
      </w:r>
      <w:r w:rsidR="00B36F02">
        <w:t>podmiotu powierzającego pracę cudzoziemcowi</w:t>
      </w:r>
      <w:r w:rsidRPr="000E15EE">
        <w:t>,</w:t>
      </w:r>
    </w:p>
    <w:p w14:paraId="01A83C78" w14:textId="77777777" w:rsidR="00D4325D" w:rsidRPr="000E15EE" w:rsidRDefault="00D4325D" w:rsidP="00D4325D">
      <w:pPr>
        <w:pStyle w:val="LITlitera"/>
      </w:pPr>
      <w:r w:rsidRPr="000E15EE">
        <w:t>b)</w:t>
      </w:r>
      <w:r w:rsidRPr="000E15EE">
        <w:tab/>
        <w:t xml:space="preserve">podmiotu, do którego pracownik jest delegowany przez </w:t>
      </w:r>
      <w:r w:rsidR="00CD61C5">
        <w:t xml:space="preserve">podmiot </w:t>
      </w:r>
      <w:r w:rsidRPr="000E15EE">
        <w:t>zagraniczn</w:t>
      </w:r>
      <w:r w:rsidR="008D1FE4" w:rsidRPr="000E15EE">
        <w:t>y</w:t>
      </w:r>
      <w:r w:rsidRPr="000E15EE">
        <w:t>,</w:t>
      </w:r>
    </w:p>
    <w:p w14:paraId="2E2478E6" w14:textId="77777777" w:rsidR="00D4325D" w:rsidRPr="000E15EE" w:rsidRDefault="00D4325D" w:rsidP="00D4325D">
      <w:pPr>
        <w:pStyle w:val="LITlitera"/>
      </w:pPr>
      <w:r w:rsidRPr="000E15EE">
        <w:t>c)</w:t>
      </w:r>
      <w:r w:rsidRPr="000E15EE">
        <w:tab/>
        <w:t>pracodawcy użytkownika;</w:t>
      </w:r>
    </w:p>
    <w:p w14:paraId="483ED6F6" w14:textId="77777777" w:rsidR="00D4325D" w:rsidRPr="000E15EE" w:rsidRDefault="00D4325D" w:rsidP="00D4325D">
      <w:pPr>
        <w:pStyle w:val="PKTpunkt"/>
      </w:pPr>
      <w:r w:rsidRPr="000E15EE">
        <w:t>2)</w:t>
      </w:r>
      <w:r w:rsidRPr="000E15EE">
        <w:tab/>
        <w:t>nastąpiło przejście zakładu pracy lub jego części na innego pracodawcę;</w:t>
      </w:r>
    </w:p>
    <w:p w14:paraId="26F3D92F" w14:textId="6A0A3635" w:rsidR="00D4325D" w:rsidRPr="000E15EE" w:rsidRDefault="00DC3709" w:rsidP="00D4325D">
      <w:pPr>
        <w:pStyle w:val="PKTpunkt"/>
      </w:pPr>
      <w:r>
        <w:t>3</w:t>
      </w:r>
      <w:r w:rsidR="0006025F" w:rsidRPr="000E15EE">
        <w:t>)</w:t>
      </w:r>
      <w:r w:rsidR="0006025F" w:rsidRPr="000E15EE">
        <w:tab/>
        <w:t>nastąpiła zmiana nazwy stanowiska pracy bez zmiany zakresu obowiązków cudzoziemca</w:t>
      </w:r>
      <w:r w:rsidR="00D4325D" w:rsidRPr="000E15EE">
        <w:t xml:space="preserve">. </w:t>
      </w:r>
    </w:p>
    <w:p w14:paraId="73DFAEF9" w14:textId="77777777" w:rsidR="00D4325D" w:rsidRPr="000E15EE" w:rsidRDefault="00D4325D" w:rsidP="00D4325D">
      <w:pPr>
        <w:pStyle w:val="USTustnpkodeksu"/>
      </w:pPr>
      <w:r w:rsidRPr="000E15EE">
        <w:t>2. </w:t>
      </w:r>
      <w:r w:rsidR="006231F5">
        <w:t>Podmiot powierzający pracę cudzoziemcowi</w:t>
      </w:r>
      <w:r w:rsidRPr="000E15EE">
        <w:t xml:space="preserve"> powiadamia organ, który </w:t>
      </w:r>
      <w:r w:rsidR="009D3FC9" w:rsidRPr="000E15EE">
        <w:t>wyda</w:t>
      </w:r>
      <w:r w:rsidR="001C2718" w:rsidRPr="000E15EE">
        <w:t xml:space="preserve">ł </w:t>
      </w:r>
      <w:r w:rsidRPr="000E15EE">
        <w:t>zezwoleni</w:t>
      </w:r>
      <w:r w:rsidR="009D3FC9" w:rsidRPr="000E15EE">
        <w:t>e</w:t>
      </w:r>
      <w:r w:rsidRPr="000E15EE">
        <w:t xml:space="preserve"> na pracę,</w:t>
      </w:r>
      <w:r w:rsidR="00BB7627" w:rsidRPr="000E15EE">
        <w:t xml:space="preserve"> o </w:t>
      </w:r>
      <w:r w:rsidRPr="000E15EE">
        <w:t>okolicznościach,</w:t>
      </w:r>
      <w:r w:rsidR="00BB7627" w:rsidRPr="000E15EE">
        <w:t xml:space="preserve"> o </w:t>
      </w:r>
      <w:r w:rsidRPr="000E15EE">
        <w:t>których mowa</w:t>
      </w:r>
      <w:r w:rsidR="00BB7627" w:rsidRPr="000E15EE">
        <w:t xml:space="preserve"> w ust. </w:t>
      </w:r>
      <w:r w:rsidRPr="000E15EE">
        <w:t>1.</w:t>
      </w:r>
    </w:p>
    <w:p w14:paraId="67486A8F" w14:textId="77777777" w:rsidR="00D4325D" w:rsidRPr="000E15EE" w:rsidRDefault="00BB7627" w:rsidP="00CC3F14">
      <w:pPr>
        <w:pStyle w:val="ARTartustawynprozporzdzenia"/>
        <w:keepNext/>
      </w:pPr>
      <w:bookmarkStart w:id="77" w:name="_Toc107829954"/>
      <w:bookmarkStart w:id="78" w:name="_Hlk119682806"/>
      <w:r w:rsidRPr="000E15EE">
        <w:rPr>
          <w:rStyle w:val="Ppogrubienie"/>
        </w:rPr>
        <w:t>Art. </w:t>
      </w:r>
      <w:r w:rsidR="00195F48" w:rsidRPr="000E15EE">
        <w:rPr>
          <w:rStyle w:val="Ppogrubienie"/>
        </w:rPr>
        <w:t>19</w:t>
      </w:r>
      <w:r w:rsidR="00D4325D" w:rsidRPr="000E15EE">
        <w:rPr>
          <w:rStyle w:val="Ppogrubienie"/>
        </w:rPr>
        <w:t>.</w:t>
      </w:r>
      <w:r w:rsidR="00D4325D" w:rsidRPr="000E15EE">
        <w:t> </w:t>
      </w:r>
      <w:r w:rsidR="006231F5">
        <w:t>Podmiot powierzający pracę cudzoziemcowi</w:t>
      </w:r>
      <w:r w:rsidR="00D4325D" w:rsidRPr="000E15EE">
        <w:t xml:space="preserve"> powiadamia organ, który </w:t>
      </w:r>
      <w:r w:rsidR="009D3FC9" w:rsidRPr="000E15EE">
        <w:t xml:space="preserve">wydał </w:t>
      </w:r>
      <w:r w:rsidR="00D4325D" w:rsidRPr="000E15EE">
        <w:t>zezwoleni</w:t>
      </w:r>
      <w:r w:rsidR="009D3FC9" w:rsidRPr="000E15EE">
        <w:t>e</w:t>
      </w:r>
      <w:r w:rsidR="00D4325D" w:rsidRPr="000E15EE">
        <w:t xml:space="preserve"> na pracę, jeżeli:</w:t>
      </w:r>
      <w:bookmarkEnd w:id="77"/>
    </w:p>
    <w:p w14:paraId="602CE390" w14:textId="77777777" w:rsidR="00D4325D" w:rsidRPr="000E15EE" w:rsidRDefault="00D4325D" w:rsidP="00D4325D">
      <w:pPr>
        <w:pStyle w:val="PKTpunkt"/>
      </w:pPr>
      <w:r w:rsidRPr="000E15EE">
        <w:t>1)</w:t>
      </w:r>
      <w:r w:rsidRPr="000E15EE">
        <w:tab/>
        <w:t>cudzoziemiec nie podjął pracy</w:t>
      </w:r>
      <w:r w:rsidR="00BB7627" w:rsidRPr="000E15EE">
        <w:t xml:space="preserve"> w </w:t>
      </w:r>
      <w:r w:rsidRPr="000E15EE">
        <w:t>okresie 3 miesięcy od początkowej daty ważności zezwolenia na pracę;</w:t>
      </w:r>
    </w:p>
    <w:p w14:paraId="3522EF91" w14:textId="77777777" w:rsidR="00D4325D" w:rsidRPr="000E15EE" w:rsidRDefault="00D4325D" w:rsidP="00D4325D">
      <w:pPr>
        <w:pStyle w:val="PKTpunkt"/>
      </w:pPr>
      <w:r w:rsidRPr="000E15EE">
        <w:t>2)</w:t>
      </w:r>
      <w:r w:rsidRPr="000E15EE">
        <w:tab/>
        <w:t xml:space="preserve">cudzoziemiec przerwał pracę na okres przekraczający </w:t>
      </w:r>
      <w:r w:rsidR="0006025F" w:rsidRPr="000E15EE">
        <w:t>3 miesiące</w:t>
      </w:r>
      <w:r w:rsidRPr="000E15EE">
        <w:t>;</w:t>
      </w:r>
    </w:p>
    <w:p w14:paraId="184D68DE" w14:textId="77777777" w:rsidR="00D4325D" w:rsidRPr="000E15EE" w:rsidRDefault="00D4325D" w:rsidP="00D4325D">
      <w:pPr>
        <w:pStyle w:val="PKTpunkt"/>
      </w:pPr>
      <w:r w:rsidRPr="000E15EE">
        <w:t>3)</w:t>
      </w:r>
      <w:r w:rsidRPr="000E15EE">
        <w:tab/>
        <w:t>cudzoziemiec zakończył pracę wcześniej niż 3 miesiące przed upływem okresu ważności zezwolenia na pracę.</w:t>
      </w:r>
    </w:p>
    <w:p w14:paraId="6CBCC24B" w14:textId="77777777" w:rsidR="00D4325D" w:rsidRPr="000E15EE" w:rsidRDefault="00BB7627" w:rsidP="00D4325D">
      <w:pPr>
        <w:pStyle w:val="ARTartustawynprozporzdzenia"/>
      </w:pPr>
      <w:bookmarkStart w:id="79" w:name="_Toc88838110"/>
      <w:bookmarkStart w:id="80" w:name="_Toc107829955"/>
      <w:bookmarkEnd w:id="76"/>
      <w:bookmarkEnd w:id="78"/>
      <w:r w:rsidRPr="000E15EE">
        <w:rPr>
          <w:rStyle w:val="Ppogrubienie"/>
        </w:rPr>
        <w:t>Art. </w:t>
      </w:r>
      <w:r w:rsidR="00195F48" w:rsidRPr="000E15EE">
        <w:rPr>
          <w:rStyle w:val="Ppogrubienie"/>
        </w:rPr>
        <w:t>20</w:t>
      </w:r>
      <w:r w:rsidR="00D4325D" w:rsidRPr="000E15EE">
        <w:rPr>
          <w:rStyle w:val="Ppogrubienie"/>
        </w:rPr>
        <w:t>.</w:t>
      </w:r>
      <w:r w:rsidR="00D4325D" w:rsidRPr="000E15EE">
        <w:t> </w:t>
      </w:r>
      <w:r w:rsidR="00BE33D9" w:rsidRPr="000E15EE">
        <w:t>1. </w:t>
      </w:r>
      <w:r w:rsidR="00D4325D" w:rsidRPr="000E15EE">
        <w:t>Powiadomień,</w:t>
      </w:r>
      <w:r w:rsidRPr="000E15EE">
        <w:t xml:space="preserve"> o </w:t>
      </w:r>
      <w:r w:rsidR="00D4325D" w:rsidRPr="000E15EE">
        <w:t>których mowa</w:t>
      </w:r>
      <w:r w:rsidRPr="000E15EE">
        <w:t xml:space="preserve"> w art. </w:t>
      </w:r>
      <w:r w:rsidR="00D4325D" w:rsidRPr="000E15EE">
        <w:t xml:space="preserve">18 </w:t>
      </w:r>
      <w:r w:rsidRPr="000E15EE">
        <w:t>ust. </w:t>
      </w:r>
      <w:r w:rsidR="00D4325D" w:rsidRPr="000E15EE">
        <w:t xml:space="preserve">2 i </w:t>
      </w:r>
      <w:r w:rsidRPr="000E15EE">
        <w:t>art. </w:t>
      </w:r>
      <w:r w:rsidR="00D4325D" w:rsidRPr="000E15EE">
        <w:t>19, dokonuje się za pomocą systemu teleinformatycznego</w:t>
      </w:r>
      <w:r w:rsidR="009D5FBB" w:rsidRPr="000E15EE">
        <w:t>, o którym mowa w art.</w:t>
      </w:r>
      <w:r w:rsidR="009F29BB">
        <w:t xml:space="preserve"> 26 ust. 1 </w:t>
      </w:r>
      <w:r w:rsidR="009968C6" w:rsidRPr="000E15EE">
        <w:t>ustawy z dnia … o rynku pracy i służbach zatrudnienia</w:t>
      </w:r>
      <w:r w:rsidR="00D4325D" w:rsidRPr="000E15EE">
        <w:t>,</w:t>
      </w:r>
      <w:r w:rsidRPr="000E15EE">
        <w:t xml:space="preserve"> w </w:t>
      </w:r>
      <w:r w:rsidR="00D4325D" w:rsidRPr="000E15EE">
        <w:t>ciągu 7 dni od dnia wystąpienia okoliczności,</w:t>
      </w:r>
      <w:r w:rsidRPr="000E15EE">
        <w:t xml:space="preserve"> o </w:t>
      </w:r>
      <w:r w:rsidR="00D4325D" w:rsidRPr="000E15EE">
        <w:t>których mowa</w:t>
      </w:r>
      <w:r w:rsidRPr="000E15EE">
        <w:t xml:space="preserve"> w art. </w:t>
      </w:r>
      <w:r w:rsidR="00D4325D" w:rsidRPr="000E15EE">
        <w:t>18 ust</w:t>
      </w:r>
      <w:r w:rsidR="004A03C7" w:rsidRPr="000E15EE">
        <w:t>.</w:t>
      </w:r>
      <w:r w:rsidR="00D4325D" w:rsidRPr="000E15EE">
        <w:t xml:space="preserve"> 1 i </w:t>
      </w:r>
      <w:r w:rsidRPr="000E15EE">
        <w:t>art. </w:t>
      </w:r>
      <w:r w:rsidR="00D4325D" w:rsidRPr="000E15EE">
        <w:t xml:space="preserve">19 </w:t>
      </w:r>
      <w:r w:rsidRPr="000E15EE">
        <w:t>pkt </w:t>
      </w:r>
      <w:r w:rsidR="00D4325D" w:rsidRPr="000E15EE">
        <w:t>1–3.</w:t>
      </w:r>
      <w:bookmarkEnd w:id="79"/>
      <w:bookmarkEnd w:id="80"/>
    </w:p>
    <w:p w14:paraId="2076B98C" w14:textId="77777777" w:rsidR="00BE33D9" w:rsidRPr="000E15EE" w:rsidRDefault="00BE33D9" w:rsidP="004F64AA">
      <w:pPr>
        <w:pStyle w:val="USTustnpkodeksu"/>
      </w:pPr>
      <w:r w:rsidRPr="000E15EE">
        <w:t>2. </w:t>
      </w:r>
      <w:r w:rsidR="009A2624" w:rsidRPr="000E15EE">
        <w:t xml:space="preserve">W przypadku nieprawidłowego działania systemu </w:t>
      </w:r>
      <w:r w:rsidR="00E5450A" w:rsidRPr="000E15EE">
        <w:t>tele</w:t>
      </w:r>
      <w:r w:rsidR="009A2624" w:rsidRPr="000E15EE">
        <w:t xml:space="preserve">informatycznego, które powoduje brak możliwości terminowego powiadomienia w sposób określony w ust. 1, powiadomienia dokonuje się najpóźniej pierwszego dnia roboczego następującego po dniu usunięcia </w:t>
      </w:r>
      <w:r w:rsidR="004D3819" w:rsidRPr="000E15EE">
        <w:t>nieprawidłowości</w:t>
      </w:r>
      <w:r w:rsidRPr="000E15EE">
        <w:t>.</w:t>
      </w:r>
    </w:p>
    <w:p w14:paraId="05B904E8" w14:textId="77777777" w:rsidR="00D4325D" w:rsidRPr="000E15EE" w:rsidRDefault="00BB7627" w:rsidP="00D4325D">
      <w:pPr>
        <w:pStyle w:val="ARTartustawynprozporzdzenia"/>
      </w:pPr>
      <w:bookmarkStart w:id="81" w:name="_Toc88838112"/>
      <w:bookmarkStart w:id="82" w:name="_Toc107829956"/>
      <w:r w:rsidRPr="000E15EE">
        <w:rPr>
          <w:rStyle w:val="Ppogrubienie"/>
        </w:rPr>
        <w:t>Art. </w:t>
      </w:r>
      <w:r w:rsidR="00195F48" w:rsidRPr="000E15EE">
        <w:rPr>
          <w:rStyle w:val="Ppogrubienie"/>
        </w:rPr>
        <w:t>21</w:t>
      </w:r>
      <w:r w:rsidR="00D4325D" w:rsidRPr="000E15EE">
        <w:rPr>
          <w:rStyle w:val="Ppogrubienie"/>
        </w:rPr>
        <w:t>.</w:t>
      </w:r>
      <w:r w:rsidR="00D4325D" w:rsidRPr="000E15EE">
        <w:t> 1. Jeżeli</w:t>
      </w:r>
      <w:r w:rsidRPr="000E15EE">
        <w:t xml:space="preserve"> w </w:t>
      </w:r>
      <w:r w:rsidR="00D4325D" w:rsidRPr="000E15EE">
        <w:t xml:space="preserve">okresie ważności zezwolenia na pracę cudzoziemca </w:t>
      </w:r>
      <w:r w:rsidR="006231F5">
        <w:t>podmiot powierzający pracę cudzoziemcowi</w:t>
      </w:r>
      <w:r w:rsidR="00D4325D" w:rsidRPr="000E15EE">
        <w:t xml:space="preserve"> złożył wniosek</w:t>
      </w:r>
      <w:r w:rsidRPr="000E15EE">
        <w:t xml:space="preserve"> o </w:t>
      </w:r>
      <w:r w:rsidR="009D3FC9" w:rsidRPr="000E15EE">
        <w:t xml:space="preserve">wydanie </w:t>
      </w:r>
      <w:r w:rsidR="00D4325D" w:rsidRPr="000E15EE">
        <w:t xml:space="preserve">kolejnego zezwolenia na pracę cudzoziemca </w:t>
      </w:r>
      <w:r w:rsidR="00175E3F" w:rsidRPr="000E15EE">
        <w:t xml:space="preserve">w celu kontynuacji pracy </w:t>
      </w:r>
      <w:r w:rsidR="00D4325D" w:rsidRPr="000E15EE">
        <w:t>na tym samym stanowisku lub</w:t>
      </w:r>
      <w:r w:rsidRPr="000E15EE">
        <w:t xml:space="preserve"> w </w:t>
      </w:r>
      <w:r w:rsidR="00D4325D" w:rsidRPr="000E15EE">
        <w:t>tym samym rodzaju pracy</w:t>
      </w:r>
      <w:r w:rsidR="007D62F1" w:rsidRPr="000E15EE">
        <w:t xml:space="preserve"> i wniosek nie zawiera braków formalnych lub braki formalne zostały uzupełnione w </w:t>
      </w:r>
      <w:r w:rsidR="007D62F1" w:rsidRPr="000E15EE">
        <w:lastRenderedPageBreak/>
        <w:t>terminie</w:t>
      </w:r>
      <w:r w:rsidR="00D4325D" w:rsidRPr="000E15EE">
        <w:t>, pracę cudzoziemca na warunkach określonych</w:t>
      </w:r>
      <w:r w:rsidRPr="000E15EE">
        <w:t xml:space="preserve"> w </w:t>
      </w:r>
      <w:r w:rsidR="009D3FC9" w:rsidRPr="000E15EE">
        <w:t xml:space="preserve">wydanym </w:t>
      </w:r>
      <w:r w:rsidR="00D4325D" w:rsidRPr="000E15EE">
        <w:t>zezwoleniu na pracę uważa się za legalną od dnia,</w:t>
      </w:r>
      <w:r w:rsidRPr="000E15EE">
        <w:t xml:space="preserve"> w </w:t>
      </w:r>
      <w:r w:rsidR="00D4325D" w:rsidRPr="000E15EE">
        <w:t xml:space="preserve">którym upłynął okres ważności </w:t>
      </w:r>
      <w:r w:rsidR="009D3FC9" w:rsidRPr="000E15EE">
        <w:t xml:space="preserve">wydanego </w:t>
      </w:r>
      <w:r w:rsidR="00D4325D" w:rsidRPr="000E15EE">
        <w:t>zezwolenia do dnia,</w:t>
      </w:r>
      <w:r w:rsidRPr="000E15EE">
        <w:t xml:space="preserve"> w </w:t>
      </w:r>
      <w:r w:rsidR="00D4325D" w:rsidRPr="000E15EE">
        <w:t>którym decyzja</w:t>
      </w:r>
      <w:r w:rsidRPr="000E15EE">
        <w:t xml:space="preserve"> w </w:t>
      </w:r>
      <w:r w:rsidR="00D4325D" w:rsidRPr="000E15EE">
        <w:t xml:space="preserve">sprawie </w:t>
      </w:r>
      <w:r w:rsidR="009D3FC9" w:rsidRPr="000E15EE">
        <w:t xml:space="preserve">wydania </w:t>
      </w:r>
      <w:r w:rsidR="00D4325D" w:rsidRPr="000E15EE">
        <w:t>kolejnego zezwolenia na pracę stała się ostateczna. Do okresów legalnej pracy nie wlicza się okresów zawieszenia postępowania na wniosek strony.</w:t>
      </w:r>
      <w:bookmarkEnd w:id="81"/>
      <w:bookmarkEnd w:id="82"/>
    </w:p>
    <w:p w14:paraId="25FDF1FA" w14:textId="77777777" w:rsidR="00B02C14" w:rsidRPr="000E15EE" w:rsidRDefault="00D4325D" w:rsidP="00D4325D">
      <w:pPr>
        <w:pStyle w:val="USTustnpkodeksu"/>
      </w:pPr>
      <w:r w:rsidRPr="000E15EE">
        <w:t>2. </w:t>
      </w:r>
      <w:r w:rsidR="00B02C14" w:rsidRPr="000E15EE">
        <w:t xml:space="preserve">W przypadku nieprawidłowego działania systemu </w:t>
      </w:r>
      <w:r w:rsidR="00E5450A" w:rsidRPr="000E15EE">
        <w:t>tele</w:t>
      </w:r>
      <w:r w:rsidR="00B02C14" w:rsidRPr="000E15EE">
        <w:t xml:space="preserve">informatycznego, </w:t>
      </w:r>
      <w:r w:rsidR="00D92082" w:rsidRPr="00D92082">
        <w:t xml:space="preserve">o którym mowa w art. 26 ust. 1 ustawy z dnia … o rynku pracy i służbach zatrudnienia, </w:t>
      </w:r>
      <w:r w:rsidR="00B02C14" w:rsidRPr="000E15EE">
        <w:t>które powoduje brak możliwości złożenia wnios</w:t>
      </w:r>
      <w:r w:rsidR="00E5450A" w:rsidRPr="000E15EE">
        <w:t>ku</w:t>
      </w:r>
      <w:r w:rsidR="00B02C14" w:rsidRPr="000E15EE">
        <w:t xml:space="preserve"> o wydanie zezwolenia na pracę, przepis ust.</w:t>
      </w:r>
      <w:r w:rsidR="00E5450A" w:rsidRPr="000E15EE">
        <w:t> </w:t>
      </w:r>
      <w:r w:rsidR="00B02C14" w:rsidRPr="000E15EE">
        <w:t xml:space="preserve">1 stosuje się odpowiednio, jeżeli wniosek </w:t>
      </w:r>
      <w:r w:rsidR="00E5450A" w:rsidRPr="000E15EE">
        <w:t xml:space="preserve">został złożony </w:t>
      </w:r>
      <w:r w:rsidR="00B02C14" w:rsidRPr="000E15EE">
        <w:t xml:space="preserve">pierwszego dnia roboczego następującego po dniu usunięcia </w:t>
      </w:r>
      <w:r w:rsidR="004D3819" w:rsidRPr="000E15EE">
        <w:t>nieprawidłowości</w:t>
      </w:r>
      <w:r w:rsidR="00E5450A" w:rsidRPr="000E15EE">
        <w:t>.</w:t>
      </w:r>
    </w:p>
    <w:p w14:paraId="1A38D86B" w14:textId="77777777" w:rsidR="00D4325D" w:rsidRPr="000E15EE" w:rsidRDefault="00B02C14" w:rsidP="00D4325D">
      <w:pPr>
        <w:pStyle w:val="USTustnpkodeksu"/>
      </w:pPr>
      <w:r w:rsidRPr="000E15EE">
        <w:t>3. </w:t>
      </w:r>
      <w:r w:rsidR="00D4325D" w:rsidRPr="000E15EE">
        <w:t>Do cudzoziemca, który złożył wniosek</w:t>
      </w:r>
      <w:r w:rsidR="00BB7627" w:rsidRPr="000E15EE">
        <w:t xml:space="preserve"> o </w:t>
      </w:r>
      <w:r w:rsidR="00D4325D" w:rsidRPr="000E15EE">
        <w:t>udzielenie mu zezwolenia na pobyt czasowy,</w:t>
      </w:r>
      <w:r w:rsidR="00BB7627" w:rsidRPr="000E15EE">
        <w:t xml:space="preserve"> o </w:t>
      </w:r>
      <w:r w:rsidR="00D4325D" w:rsidRPr="000E15EE">
        <w:t>którym mowa</w:t>
      </w:r>
      <w:r w:rsidR="00BB7627" w:rsidRPr="000E15EE">
        <w:t xml:space="preserve"> w art. </w:t>
      </w:r>
      <w:r w:rsidR="00D4325D" w:rsidRPr="000E15EE">
        <w:t xml:space="preserve">114 </w:t>
      </w:r>
      <w:r w:rsidR="00BB7627" w:rsidRPr="000E15EE">
        <w:t>ust. </w:t>
      </w:r>
      <w:r w:rsidR="00D4325D" w:rsidRPr="000E15EE">
        <w:t xml:space="preserve">1 lub 1a, </w:t>
      </w:r>
      <w:r w:rsidR="00BB7627" w:rsidRPr="000E15EE">
        <w:t>art. </w:t>
      </w:r>
      <w:r w:rsidR="00D4325D" w:rsidRPr="000E15EE">
        <w:t xml:space="preserve">126 </w:t>
      </w:r>
      <w:r w:rsidR="00BB7627" w:rsidRPr="000E15EE">
        <w:t>ust. </w:t>
      </w:r>
      <w:r w:rsidR="00D4325D" w:rsidRPr="000E15EE">
        <w:t xml:space="preserve">1, </w:t>
      </w:r>
      <w:r w:rsidR="00BB7627" w:rsidRPr="000E15EE">
        <w:t>art. </w:t>
      </w:r>
      <w:r w:rsidR="00D4325D" w:rsidRPr="000E15EE">
        <w:t xml:space="preserve">127 lub </w:t>
      </w:r>
      <w:r w:rsidR="00BB7627" w:rsidRPr="000E15EE">
        <w:t>art. </w:t>
      </w:r>
      <w:r w:rsidR="00D4325D" w:rsidRPr="000E15EE">
        <w:t xml:space="preserve">142 </w:t>
      </w:r>
      <w:r w:rsidR="00BB7627" w:rsidRPr="000E15EE">
        <w:t>ust. </w:t>
      </w:r>
      <w:r w:rsidR="00D4325D" w:rsidRPr="000E15EE">
        <w:t>3 ustawy</w:t>
      </w:r>
      <w:r w:rsidR="00BB7627" w:rsidRPr="000E15EE">
        <w:t xml:space="preserve"> z </w:t>
      </w:r>
      <w:r w:rsidR="00D4325D" w:rsidRPr="000E15EE">
        <w:t>dnia 12 grudnia 2013</w:t>
      </w:r>
      <w:r w:rsidR="00BB7627" w:rsidRPr="000E15EE">
        <w:t> r. o </w:t>
      </w:r>
      <w:r w:rsidR="00D4325D" w:rsidRPr="000E15EE">
        <w:t>cudzoziemcach</w:t>
      </w:r>
      <w:r w:rsidR="00B0216E" w:rsidRPr="000E15EE">
        <w:t xml:space="preserve"> w celu kontynuowania pracy wykonywanej zgodnie z posiadanym przez siebie zezwoleniem na pracę lub zezwoleniem na pobyt czasowy</w:t>
      </w:r>
      <w:r w:rsidR="00D4325D" w:rsidRPr="000E15EE">
        <w:t xml:space="preserve">, lub </w:t>
      </w:r>
      <w:r w:rsidR="00B0216E" w:rsidRPr="000E15EE">
        <w:t xml:space="preserve">który złożył </w:t>
      </w:r>
      <w:r w:rsidR="00D4325D" w:rsidRPr="000E15EE">
        <w:t>wniosek</w:t>
      </w:r>
      <w:r w:rsidR="00BB7627" w:rsidRPr="000E15EE">
        <w:t xml:space="preserve"> o </w:t>
      </w:r>
      <w:r w:rsidR="00D4325D" w:rsidRPr="000E15EE">
        <w:t>udzielenie zezwolenia na pobyt rezydenta długoterminowego Unii Europejskiej,</w:t>
      </w:r>
      <w:r w:rsidR="00BB7627" w:rsidRPr="000E15EE">
        <w:t xml:space="preserve"> </w:t>
      </w:r>
      <w:r w:rsidR="00D4325D" w:rsidRPr="000E15EE">
        <w:t xml:space="preserve">stosuje się przepis </w:t>
      </w:r>
      <w:r w:rsidR="00BB7627" w:rsidRPr="000E15EE">
        <w:t>ust. </w:t>
      </w:r>
      <w:r w:rsidR="00D4325D" w:rsidRPr="000E15EE">
        <w:t>1.</w:t>
      </w:r>
    </w:p>
    <w:p w14:paraId="11D3371F" w14:textId="77777777" w:rsidR="00D4325D" w:rsidRPr="000E15EE" w:rsidRDefault="00BB7627" w:rsidP="00CC3F14">
      <w:pPr>
        <w:pStyle w:val="ARTartustawynprozporzdzenia"/>
        <w:keepNext/>
      </w:pPr>
      <w:bookmarkStart w:id="83" w:name="_Toc88838113"/>
      <w:bookmarkStart w:id="84" w:name="_Toc107829957"/>
      <w:r w:rsidRPr="000E15EE">
        <w:rPr>
          <w:rStyle w:val="Ppogrubienie"/>
        </w:rPr>
        <w:t>Art. </w:t>
      </w:r>
      <w:r w:rsidR="00195F48" w:rsidRPr="000E15EE">
        <w:rPr>
          <w:rStyle w:val="Ppogrubienie"/>
        </w:rPr>
        <w:t>22</w:t>
      </w:r>
      <w:r w:rsidR="00D4325D" w:rsidRPr="000E15EE">
        <w:rPr>
          <w:rStyle w:val="Ppogrubienie"/>
        </w:rPr>
        <w:t>.</w:t>
      </w:r>
      <w:r w:rsidR="00D4325D" w:rsidRPr="000E15EE">
        <w:t xml:space="preserve"> 1. Organ, który </w:t>
      </w:r>
      <w:r w:rsidR="009D3FC9" w:rsidRPr="000E15EE">
        <w:t xml:space="preserve">wydał </w:t>
      </w:r>
      <w:r w:rsidR="00D4325D" w:rsidRPr="000E15EE">
        <w:t>zezwoleni</w:t>
      </w:r>
      <w:r w:rsidR="009D3FC9" w:rsidRPr="000E15EE">
        <w:t>e</w:t>
      </w:r>
      <w:r w:rsidR="00D4325D" w:rsidRPr="000E15EE">
        <w:t xml:space="preserve"> na pracę, uchyla to zezwolenie, jeżeli:</w:t>
      </w:r>
      <w:bookmarkEnd w:id="83"/>
      <w:bookmarkEnd w:id="84"/>
    </w:p>
    <w:p w14:paraId="6EF66737" w14:textId="77777777" w:rsidR="00D4325D" w:rsidRPr="000E15EE" w:rsidRDefault="00D4325D" w:rsidP="00D4325D">
      <w:pPr>
        <w:pStyle w:val="PKTpunkt"/>
      </w:pPr>
      <w:r w:rsidRPr="000E15EE">
        <w:t>1)</w:t>
      </w:r>
      <w:r w:rsidRPr="000E15EE">
        <w:tab/>
        <w:t>uległy zmianie okoliczności lub dowody odnoszące się do wydanej decyzji;</w:t>
      </w:r>
    </w:p>
    <w:p w14:paraId="7DE2A9B4" w14:textId="77777777" w:rsidR="00D4325D" w:rsidRPr="000E15EE" w:rsidRDefault="00D4325D" w:rsidP="00CC3F14">
      <w:pPr>
        <w:pStyle w:val="PKTpunkt"/>
        <w:keepNext/>
      </w:pPr>
      <w:r w:rsidRPr="000E15EE">
        <w:t>2)</w:t>
      </w:r>
      <w:r w:rsidRPr="000E15EE">
        <w:tab/>
      </w:r>
      <w:r w:rsidR="006231F5">
        <w:t>podmiot powierzający pracę cudzoziemcowi</w:t>
      </w:r>
      <w:r w:rsidR="00BB7627" w:rsidRPr="000E15EE">
        <w:t xml:space="preserve"> w </w:t>
      </w:r>
      <w:r w:rsidRPr="000E15EE">
        <w:t>toku postępowania:</w:t>
      </w:r>
    </w:p>
    <w:p w14:paraId="7B9560FD" w14:textId="77777777" w:rsidR="00D4325D" w:rsidRPr="000E15EE" w:rsidRDefault="00D4325D" w:rsidP="00D4325D">
      <w:pPr>
        <w:pStyle w:val="LITlitera"/>
      </w:pPr>
      <w:r w:rsidRPr="000E15EE">
        <w:t>a)</w:t>
      </w:r>
      <w:r w:rsidRPr="000E15EE">
        <w:tab/>
        <w:t>złożył wniosek zawierający nieprawdziwe dane osobowe lub fałszywe informacje lub dołączył do niego dokumenty zawierające takie dane lub</w:t>
      </w:r>
    </w:p>
    <w:p w14:paraId="2CB6BAD4" w14:textId="77777777" w:rsidR="00D4325D" w:rsidRPr="000E15EE" w:rsidRDefault="00D4325D" w:rsidP="00D4325D">
      <w:pPr>
        <w:pStyle w:val="LITlitera"/>
      </w:pPr>
      <w:r w:rsidRPr="000E15EE">
        <w:t>b)</w:t>
      </w:r>
      <w:r w:rsidRPr="000E15EE">
        <w:tab/>
        <w:t>zeznał nieprawdę lub zataił prawdę albo</w:t>
      </w:r>
      <w:r w:rsidR="00BB7627" w:rsidRPr="000E15EE">
        <w:t xml:space="preserve"> w </w:t>
      </w:r>
      <w:r w:rsidRPr="000E15EE">
        <w:t>celu użycia jako autentyczny podrobił lub przerobił dokument, albo takiego dokumentu jako autentycznego używał;</w:t>
      </w:r>
    </w:p>
    <w:p w14:paraId="792A26A9" w14:textId="77777777" w:rsidR="00D4325D" w:rsidRPr="000E15EE" w:rsidRDefault="00D4325D" w:rsidP="00D4325D">
      <w:pPr>
        <w:pStyle w:val="PKTpunkt"/>
      </w:pPr>
      <w:r w:rsidRPr="000E15EE">
        <w:t>3)</w:t>
      </w:r>
      <w:r w:rsidRPr="000E15EE">
        <w:tab/>
        <w:t xml:space="preserve">ustała przyczyna </w:t>
      </w:r>
      <w:r w:rsidR="009D3FC9" w:rsidRPr="000E15EE">
        <w:t xml:space="preserve">wydania </w:t>
      </w:r>
      <w:r w:rsidRPr="000E15EE">
        <w:t>zezwolenia na pracę;</w:t>
      </w:r>
    </w:p>
    <w:p w14:paraId="611A24D1" w14:textId="77777777" w:rsidR="00D4325D" w:rsidRPr="000E15EE" w:rsidRDefault="00D4325D" w:rsidP="00D4325D">
      <w:pPr>
        <w:pStyle w:val="PKTpunkt"/>
      </w:pPr>
      <w:r w:rsidRPr="000E15EE">
        <w:t>4)</w:t>
      </w:r>
      <w:r w:rsidRPr="000E15EE">
        <w:tab/>
        <w:t>cudzoziemiec przestał spełniać wymagania,</w:t>
      </w:r>
      <w:r w:rsidR="00BB7627" w:rsidRPr="000E15EE">
        <w:t xml:space="preserve"> o </w:t>
      </w:r>
      <w:r w:rsidRPr="000E15EE">
        <w:t>których mowa</w:t>
      </w:r>
      <w:r w:rsidR="00BB7627" w:rsidRPr="000E15EE">
        <w:t xml:space="preserve"> w art. </w:t>
      </w:r>
      <w:r w:rsidRPr="000E15EE">
        <w:t>16;</w:t>
      </w:r>
    </w:p>
    <w:p w14:paraId="430356D8" w14:textId="77777777" w:rsidR="00D4325D" w:rsidRPr="000E15EE" w:rsidRDefault="00D4325D" w:rsidP="00D4325D">
      <w:pPr>
        <w:pStyle w:val="PKTpunkt"/>
      </w:pPr>
      <w:r w:rsidRPr="000E15EE">
        <w:t>5)</w:t>
      </w:r>
      <w:r w:rsidRPr="000E15EE">
        <w:tab/>
      </w:r>
      <w:r w:rsidR="006231F5">
        <w:t>podmiot powierzający pracę cudzoziemcowi</w:t>
      </w:r>
      <w:r w:rsidRPr="000E15EE">
        <w:t xml:space="preserve"> nie dopełnił obowiązków,</w:t>
      </w:r>
      <w:r w:rsidR="00BB7627" w:rsidRPr="000E15EE">
        <w:t xml:space="preserve"> o </w:t>
      </w:r>
      <w:r w:rsidRPr="000E15EE">
        <w:t>których mowa</w:t>
      </w:r>
      <w:r w:rsidR="00BB7627" w:rsidRPr="000E15EE">
        <w:t xml:space="preserve"> w art. </w:t>
      </w:r>
      <w:r w:rsidRPr="000E15EE">
        <w:t xml:space="preserve">17 </w:t>
      </w:r>
      <w:r w:rsidR="00BB7627" w:rsidRPr="000E15EE">
        <w:t>ust. </w:t>
      </w:r>
      <w:r w:rsidRPr="000E15EE">
        <w:t>4 lub 5;</w:t>
      </w:r>
    </w:p>
    <w:p w14:paraId="72276C0A" w14:textId="77777777" w:rsidR="00D4325D" w:rsidRPr="000E15EE" w:rsidRDefault="00D4325D" w:rsidP="00D4325D">
      <w:pPr>
        <w:pStyle w:val="PKTpunkt"/>
      </w:pPr>
      <w:r w:rsidRPr="000E15EE">
        <w:t>6)</w:t>
      </w:r>
      <w:r w:rsidRPr="000E15EE">
        <w:tab/>
        <w:t>otrzymał informację</w:t>
      </w:r>
      <w:r w:rsidR="00BB7627" w:rsidRPr="000E15EE">
        <w:t xml:space="preserve"> o </w:t>
      </w:r>
      <w:r w:rsidRPr="000E15EE">
        <w:t>okolicznościach,</w:t>
      </w:r>
      <w:r w:rsidR="00BB7627" w:rsidRPr="000E15EE">
        <w:t xml:space="preserve"> o </w:t>
      </w:r>
      <w:r w:rsidRPr="000E15EE">
        <w:t>których mowa</w:t>
      </w:r>
      <w:r w:rsidR="00BB7627" w:rsidRPr="000E15EE">
        <w:t xml:space="preserve"> w art. </w:t>
      </w:r>
      <w:r w:rsidRPr="000E15EE">
        <w:t>19;</w:t>
      </w:r>
    </w:p>
    <w:p w14:paraId="6D68B816" w14:textId="77777777" w:rsidR="00D4325D" w:rsidRPr="000E15EE" w:rsidRDefault="00D4325D" w:rsidP="00D4325D">
      <w:pPr>
        <w:pStyle w:val="PKTpunkt"/>
      </w:pPr>
      <w:r w:rsidRPr="000E15EE">
        <w:t>7)</w:t>
      </w:r>
      <w:r w:rsidRPr="000E15EE">
        <w:tab/>
        <w:t>otrzymał informację, że</w:t>
      </w:r>
      <w:r w:rsidR="00BB7627" w:rsidRPr="000E15EE">
        <w:t xml:space="preserve"> w </w:t>
      </w:r>
      <w:r w:rsidRPr="000E15EE">
        <w:t>stosunku do cudzoziemca obowiązuje wpis do wykazu cudzoziemców, których pobyt na terytorium Rzeczypospolitej Polskiej jest niepożądany;</w:t>
      </w:r>
    </w:p>
    <w:p w14:paraId="656B18F4" w14:textId="77777777" w:rsidR="00D4325D" w:rsidRPr="000E15EE" w:rsidRDefault="00D4325D" w:rsidP="00D4325D">
      <w:pPr>
        <w:pStyle w:val="PKTpunkt"/>
      </w:pPr>
      <w:r w:rsidRPr="000E15EE">
        <w:t>8)</w:t>
      </w:r>
      <w:r w:rsidRPr="000E15EE">
        <w:tab/>
      </w:r>
      <w:r w:rsidR="006231F5">
        <w:t>podmiot powierzający pracę cudzoziemcowi</w:t>
      </w:r>
      <w:r w:rsidRPr="000E15EE">
        <w:t xml:space="preserve"> nie prowadzi działalności uzasadniającej powierzenie pracy cudzoziemcowi,</w:t>
      </w:r>
      <w:r w:rsidR="00BB7627" w:rsidRPr="000E15EE">
        <w:t xml:space="preserve"> w </w:t>
      </w:r>
      <w:r w:rsidRPr="000E15EE">
        <w:t>szczególności nie prowadzi działalności gospodarczej, rolniczej lub statutowej, został wykreślony</w:t>
      </w:r>
      <w:r w:rsidR="00BB7627" w:rsidRPr="000E15EE">
        <w:t xml:space="preserve"> z </w:t>
      </w:r>
      <w:r w:rsidRPr="000E15EE">
        <w:t>właściwego rejestru</w:t>
      </w:r>
      <w:r w:rsidR="005941A5" w:rsidRPr="000E15EE">
        <w:t>,</w:t>
      </w:r>
      <w:r w:rsidRPr="000E15EE">
        <w:t xml:space="preserve"> </w:t>
      </w:r>
      <w:r w:rsidR="006674E9">
        <w:t xml:space="preserve">ma zawieszone wykonywanie działalności gospodarczej </w:t>
      </w:r>
      <w:r w:rsidRPr="000E15EE">
        <w:t xml:space="preserve">lub </w:t>
      </w:r>
      <w:r w:rsidR="006674E9">
        <w:t xml:space="preserve">jest w stanie </w:t>
      </w:r>
      <w:r w:rsidRPr="000E15EE">
        <w:t>likwidacji.</w:t>
      </w:r>
    </w:p>
    <w:p w14:paraId="58A9374F" w14:textId="77777777" w:rsidR="00D4325D" w:rsidRPr="000E15EE" w:rsidRDefault="00D4325D" w:rsidP="00D4325D">
      <w:pPr>
        <w:pStyle w:val="USTustnpkodeksu"/>
      </w:pPr>
      <w:bookmarkStart w:id="85" w:name="_Toc88838114"/>
      <w:r w:rsidRPr="000E15EE">
        <w:lastRenderedPageBreak/>
        <w:t xml:space="preserve">2. Przepisów </w:t>
      </w:r>
      <w:r w:rsidR="00BB7627" w:rsidRPr="000E15EE">
        <w:t>ust. </w:t>
      </w:r>
      <w:r w:rsidRPr="000E15EE">
        <w:t xml:space="preserve">1 </w:t>
      </w:r>
      <w:r w:rsidR="00BB7627" w:rsidRPr="000E15EE">
        <w:t>pkt </w:t>
      </w:r>
      <w:r w:rsidRPr="000E15EE">
        <w:t>1 nie stosuje się</w:t>
      </w:r>
      <w:r w:rsidR="00BB7627" w:rsidRPr="000E15EE">
        <w:t xml:space="preserve"> w </w:t>
      </w:r>
      <w:r w:rsidRPr="000E15EE">
        <w:t>przypadkach,</w:t>
      </w:r>
      <w:r w:rsidR="00BB7627" w:rsidRPr="000E15EE">
        <w:t xml:space="preserve"> o </w:t>
      </w:r>
      <w:r w:rsidRPr="000E15EE">
        <w:t>których mowa</w:t>
      </w:r>
      <w:r w:rsidR="00BB7627" w:rsidRPr="000E15EE">
        <w:t xml:space="preserve"> w art. </w:t>
      </w:r>
      <w:r w:rsidRPr="000E15EE">
        <w:t xml:space="preserve">18 </w:t>
      </w:r>
      <w:r w:rsidR="00BB7627" w:rsidRPr="000E15EE">
        <w:t>ust. </w:t>
      </w:r>
      <w:r w:rsidRPr="000E15EE">
        <w:t>1.</w:t>
      </w:r>
    </w:p>
    <w:p w14:paraId="6EBBB666" w14:textId="77777777" w:rsidR="00D4325D" w:rsidRPr="000E15EE" w:rsidRDefault="00D4325D" w:rsidP="00D4325D">
      <w:pPr>
        <w:pStyle w:val="USTustnpkodeksu"/>
      </w:pPr>
      <w:r w:rsidRPr="000E15EE">
        <w:t xml:space="preserve">3. Przepisów </w:t>
      </w:r>
      <w:r w:rsidR="00BB7627" w:rsidRPr="000E15EE">
        <w:t>ust. </w:t>
      </w:r>
      <w:r w:rsidRPr="000E15EE">
        <w:t xml:space="preserve">1 </w:t>
      </w:r>
      <w:r w:rsidR="00BB7627" w:rsidRPr="000E15EE">
        <w:t>pkt </w:t>
      </w:r>
      <w:r w:rsidRPr="000E15EE">
        <w:t>6 nie stosuje się, jeżeli wojewoda otrzymał powiadomienie,</w:t>
      </w:r>
      <w:r w:rsidR="00BB7627" w:rsidRPr="000E15EE">
        <w:t xml:space="preserve"> o </w:t>
      </w:r>
      <w:r w:rsidRPr="000E15EE">
        <w:t>którym mowa</w:t>
      </w:r>
      <w:r w:rsidR="00BB7627" w:rsidRPr="000E15EE">
        <w:t xml:space="preserve"> w art. </w:t>
      </w:r>
      <w:r w:rsidRPr="000E15EE">
        <w:t xml:space="preserve">19 </w:t>
      </w:r>
      <w:r w:rsidR="00BB7627" w:rsidRPr="000E15EE">
        <w:t>pkt </w:t>
      </w:r>
      <w:r w:rsidRPr="000E15EE">
        <w:t>1 lub 2, zawierające informację</w:t>
      </w:r>
      <w:r w:rsidR="00BB7627" w:rsidRPr="000E15EE">
        <w:t xml:space="preserve"> o </w:t>
      </w:r>
      <w:r w:rsidRPr="000E15EE">
        <w:t>przyczynach niepodjęcia lub przerwania pracy oraz deklarację, że zezwolenie będzie wykorzystane zgodnie</w:t>
      </w:r>
      <w:r w:rsidR="00BB7627" w:rsidRPr="000E15EE">
        <w:t xml:space="preserve"> z </w:t>
      </w:r>
      <w:r w:rsidRPr="000E15EE">
        <w:t>jego przeznaczeniem.</w:t>
      </w:r>
    </w:p>
    <w:p w14:paraId="32516C0E" w14:textId="77777777" w:rsidR="00D4325D" w:rsidRPr="000E15EE" w:rsidRDefault="00BB7627" w:rsidP="00D4325D">
      <w:pPr>
        <w:pStyle w:val="ARTartustawynprozporzdzenia"/>
      </w:pPr>
      <w:bookmarkStart w:id="86" w:name="_Toc107829958"/>
      <w:r w:rsidRPr="000E15EE">
        <w:rPr>
          <w:rStyle w:val="Ppogrubienie"/>
        </w:rPr>
        <w:t>Art. </w:t>
      </w:r>
      <w:r w:rsidR="00195F48" w:rsidRPr="000E15EE">
        <w:rPr>
          <w:rStyle w:val="Ppogrubienie"/>
        </w:rPr>
        <w:t>23</w:t>
      </w:r>
      <w:r w:rsidR="00D4325D" w:rsidRPr="000E15EE">
        <w:rPr>
          <w:rStyle w:val="Ppogrubienie"/>
        </w:rPr>
        <w:t>.</w:t>
      </w:r>
      <w:r w:rsidRPr="000E15EE">
        <w:t xml:space="preserve"> </w:t>
      </w:r>
      <w:r w:rsidR="0022679A" w:rsidRPr="000E15EE">
        <w:t>W </w:t>
      </w:r>
      <w:r w:rsidR="00D4325D" w:rsidRPr="000E15EE">
        <w:t xml:space="preserve">przypadku uchylenia zezwolenia na pracę cudzoziemca przebywającego na terytorium Rzeczypospolitej Polskiej </w:t>
      </w:r>
      <w:r w:rsidR="007566A7" w:rsidRPr="000E15EE">
        <w:t xml:space="preserve">organ </w:t>
      </w:r>
      <w:r w:rsidR="00D4325D" w:rsidRPr="000E15EE">
        <w:t>informuje</w:t>
      </w:r>
      <w:r w:rsidRPr="000E15EE">
        <w:t xml:space="preserve"> o </w:t>
      </w:r>
      <w:r w:rsidR="00D4325D" w:rsidRPr="000E15EE">
        <w:t>uchyleniu zezwolenia organ Straży Granicznej, jeżeli decyzja</w:t>
      </w:r>
      <w:r w:rsidRPr="000E15EE">
        <w:t xml:space="preserve"> w </w:t>
      </w:r>
      <w:r w:rsidR="00D4325D" w:rsidRPr="000E15EE">
        <w:t>tej sprawie stanie się ostateczna.</w:t>
      </w:r>
      <w:bookmarkStart w:id="87" w:name="_Toc88838115"/>
      <w:bookmarkStart w:id="88" w:name="_Toc88838116"/>
      <w:bookmarkEnd w:id="85"/>
      <w:bookmarkEnd w:id="86"/>
    </w:p>
    <w:p w14:paraId="78AB1871" w14:textId="77777777" w:rsidR="00D4325D" w:rsidRPr="000E15EE" w:rsidRDefault="00BB7627" w:rsidP="00CC3F14">
      <w:pPr>
        <w:pStyle w:val="ARTartustawynprozporzdzenia"/>
        <w:keepNext/>
      </w:pPr>
      <w:bookmarkStart w:id="89" w:name="_Toc107829959"/>
      <w:r w:rsidRPr="000E15EE">
        <w:rPr>
          <w:rStyle w:val="Ppogrubienie"/>
        </w:rPr>
        <w:t>Art. </w:t>
      </w:r>
      <w:r w:rsidR="00195F48" w:rsidRPr="000E15EE">
        <w:rPr>
          <w:rStyle w:val="Ppogrubienie"/>
        </w:rPr>
        <w:t>24</w:t>
      </w:r>
      <w:r w:rsidR="00D4325D" w:rsidRPr="000E15EE">
        <w:rPr>
          <w:rStyle w:val="Ppogrubienie"/>
        </w:rPr>
        <w:t>.</w:t>
      </w:r>
      <w:r w:rsidR="00D4325D" w:rsidRPr="000E15EE">
        <w:t> Zezwolenie na pracę wygasa</w:t>
      </w:r>
      <w:r w:rsidRPr="000E15EE">
        <w:t xml:space="preserve"> z </w:t>
      </w:r>
      <w:r w:rsidR="00D4325D" w:rsidRPr="000E15EE">
        <w:t>mocy prawa</w:t>
      </w:r>
      <w:r w:rsidRPr="000E15EE">
        <w:t xml:space="preserve"> z </w:t>
      </w:r>
      <w:r w:rsidR="00D4325D" w:rsidRPr="000E15EE">
        <w:t>dniem,</w:t>
      </w:r>
      <w:r w:rsidRPr="000E15EE">
        <w:t xml:space="preserve"> w </w:t>
      </w:r>
      <w:r w:rsidR="00D4325D" w:rsidRPr="000E15EE">
        <w:t>którym udzielono cudzoziemcowi:</w:t>
      </w:r>
      <w:bookmarkEnd w:id="89"/>
    </w:p>
    <w:p w14:paraId="56D5B291" w14:textId="77777777" w:rsidR="00D4325D" w:rsidRPr="000E15EE" w:rsidRDefault="00D4325D" w:rsidP="00D4325D">
      <w:pPr>
        <w:pStyle w:val="PKTpunkt"/>
      </w:pPr>
      <w:r w:rsidRPr="000E15EE">
        <w:t>1)</w:t>
      </w:r>
      <w:r w:rsidRPr="000E15EE">
        <w:tab/>
        <w:t>zezwolenia na pobyt rezydenta długoterminowego Unii Europejskiej lub zezwolenia na pobyt stały albo</w:t>
      </w:r>
    </w:p>
    <w:p w14:paraId="5F3046E8" w14:textId="77777777" w:rsidR="00D4325D" w:rsidRPr="000E15EE" w:rsidRDefault="00D4325D" w:rsidP="00D4325D">
      <w:pPr>
        <w:pStyle w:val="PKTpunkt"/>
      </w:pPr>
      <w:r w:rsidRPr="000E15EE">
        <w:t>2)</w:t>
      </w:r>
      <w:r w:rsidRPr="000E15EE">
        <w:tab/>
        <w:t>zezwolenia na pobyt czasowy,</w:t>
      </w:r>
      <w:r w:rsidR="00BB7627" w:rsidRPr="000E15EE">
        <w:t xml:space="preserve"> o </w:t>
      </w:r>
      <w:r w:rsidRPr="000E15EE">
        <w:t xml:space="preserve">którym mowa </w:t>
      </w:r>
      <w:r w:rsidR="00BB7627" w:rsidRPr="000E15EE">
        <w:t>art. </w:t>
      </w:r>
      <w:r w:rsidRPr="000E15EE">
        <w:t xml:space="preserve">114 </w:t>
      </w:r>
      <w:r w:rsidR="00BB7627" w:rsidRPr="000E15EE">
        <w:t>ust. </w:t>
      </w:r>
      <w:r w:rsidRPr="000E15EE">
        <w:t xml:space="preserve">1, </w:t>
      </w:r>
      <w:r w:rsidR="00BB7627" w:rsidRPr="000E15EE">
        <w:t>art. </w:t>
      </w:r>
      <w:r w:rsidRPr="000E15EE">
        <w:t xml:space="preserve">126 lub </w:t>
      </w:r>
      <w:r w:rsidR="00BB7627" w:rsidRPr="000E15EE">
        <w:t>art. </w:t>
      </w:r>
      <w:r w:rsidRPr="000E15EE">
        <w:t>127,</w:t>
      </w:r>
      <w:r w:rsidR="00BB7627" w:rsidRPr="000E15EE">
        <w:t xml:space="preserve"> w </w:t>
      </w:r>
      <w:r w:rsidRPr="000E15EE">
        <w:t>związku</w:t>
      </w:r>
      <w:r w:rsidR="00BB7627" w:rsidRPr="000E15EE">
        <w:t xml:space="preserve"> z </w:t>
      </w:r>
      <w:r w:rsidRPr="000E15EE">
        <w:t xml:space="preserve">wykonywaniem pracy u tego samego </w:t>
      </w:r>
      <w:r w:rsidR="005941A5" w:rsidRPr="000E15EE">
        <w:t xml:space="preserve">polskiego </w:t>
      </w:r>
      <w:r w:rsidR="00B36F02">
        <w:t>podmiotu powierzającego pracę cudzoziemcowi</w:t>
      </w:r>
      <w:r w:rsidRPr="000E15EE">
        <w:t xml:space="preserve"> i na tym samym stanowisku.</w:t>
      </w:r>
      <w:bookmarkEnd w:id="87"/>
    </w:p>
    <w:bookmarkEnd w:id="88"/>
    <w:p w14:paraId="5A1D1124" w14:textId="77777777" w:rsidR="00861387" w:rsidRPr="000E15EE" w:rsidRDefault="00BB7627" w:rsidP="00E33C96">
      <w:pPr>
        <w:pStyle w:val="ARTartustawynprozporzdzenia"/>
      </w:pPr>
      <w:r w:rsidRPr="000E15EE">
        <w:rPr>
          <w:rStyle w:val="Ppogrubienie"/>
        </w:rPr>
        <w:t>Art. </w:t>
      </w:r>
      <w:r w:rsidR="00195F48" w:rsidRPr="000E15EE">
        <w:rPr>
          <w:rStyle w:val="Ppogrubienie"/>
        </w:rPr>
        <w:t>25</w:t>
      </w:r>
      <w:r w:rsidR="00D4325D" w:rsidRPr="000E15EE">
        <w:rPr>
          <w:rStyle w:val="Ppogrubienie"/>
        </w:rPr>
        <w:t>.</w:t>
      </w:r>
      <w:r w:rsidR="00D4325D" w:rsidRPr="000E15EE">
        <w:t> 1.</w:t>
      </w:r>
      <w:r w:rsidR="00403F99" w:rsidRPr="000E15EE">
        <w:t xml:space="preserve"> Zobowiązanie cudzoziemca do wykonywania czynności wynikających z umowy cywilnoprawnej lub obowiązek świadczenia pracy na terytorium Rzeczypospolitej Polskiej wygasają na okres, w którym cudzoziemiec nie spełnia warunków określonych w art. 3</w:t>
      </w:r>
      <w:r w:rsidR="0022679A" w:rsidRPr="000E15EE">
        <w:t>.</w:t>
      </w:r>
    </w:p>
    <w:p w14:paraId="28276A45" w14:textId="77777777" w:rsidR="00D4325D" w:rsidRPr="000E15EE" w:rsidRDefault="00D4325D" w:rsidP="00D4325D">
      <w:pPr>
        <w:pStyle w:val="USTustnpkodeksu"/>
      </w:pPr>
      <w:r w:rsidRPr="000E15EE">
        <w:t>2.</w:t>
      </w:r>
      <w:r w:rsidR="00BB7627" w:rsidRPr="000E15EE">
        <w:t xml:space="preserve"> </w:t>
      </w:r>
      <w:r w:rsidR="0022679A" w:rsidRPr="000E15EE">
        <w:t>W </w:t>
      </w:r>
      <w:r w:rsidRPr="000E15EE">
        <w:t>przypadku,</w:t>
      </w:r>
      <w:r w:rsidR="00BB7627" w:rsidRPr="000E15EE">
        <w:t xml:space="preserve"> o </w:t>
      </w:r>
      <w:r w:rsidRPr="000E15EE">
        <w:t>którym mowa</w:t>
      </w:r>
      <w:r w:rsidR="00BB7627" w:rsidRPr="000E15EE">
        <w:t xml:space="preserve"> w ust. </w:t>
      </w:r>
      <w:r w:rsidRPr="000E15EE">
        <w:t>1, strony zachowują prawo do odszkodowania, jeżeli odmowa lub uchylenie zezwolenia na pracę było wynikiem niezachowania należytej staranności,</w:t>
      </w:r>
      <w:r w:rsidR="00BB7627" w:rsidRPr="000E15EE">
        <w:t xml:space="preserve"> o </w:t>
      </w:r>
      <w:r w:rsidRPr="000E15EE">
        <w:t>ile przepisy szczególne albo treść umowy nie stanowią inaczej.</w:t>
      </w:r>
    </w:p>
    <w:p w14:paraId="0B24AAE4" w14:textId="77777777" w:rsidR="00D4325D" w:rsidRPr="000E15EE" w:rsidRDefault="00D4325D" w:rsidP="00D4325D">
      <w:pPr>
        <w:pStyle w:val="ROZDZODDZOZNoznaczenierozdziauluboddziau"/>
      </w:pPr>
      <w:r w:rsidRPr="000E15EE">
        <w:t>Rozdział 2</w:t>
      </w:r>
    </w:p>
    <w:p w14:paraId="18BCADCB" w14:textId="77777777" w:rsidR="00D4325D" w:rsidRPr="000E15EE" w:rsidRDefault="00D4325D" w:rsidP="00CC3F14">
      <w:pPr>
        <w:pStyle w:val="ROZDZODDZPRZEDMprzedmiotregulacjirozdziauluboddziau"/>
      </w:pPr>
      <w:bookmarkStart w:id="90" w:name="_Toc88838119"/>
      <w:bookmarkStart w:id="91" w:name="_Toc107829961"/>
      <w:r w:rsidRPr="000E15EE">
        <w:t xml:space="preserve">Zezwolenie na pracę cudzoziemca na rzecz </w:t>
      </w:r>
      <w:r w:rsidR="00F011A1" w:rsidRPr="000E15EE">
        <w:t xml:space="preserve">polskiego </w:t>
      </w:r>
      <w:r w:rsidR="00B36F02">
        <w:t>podmiotu powierzającego pracę cudzoziemcowi</w:t>
      </w:r>
      <w:r w:rsidRPr="000E15EE">
        <w:t xml:space="preserve"> </w:t>
      </w:r>
      <w:bookmarkEnd w:id="90"/>
      <w:bookmarkEnd w:id="91"/>
    </w:p>
    <w:p w14:paraId="19640ABB" w14:textId="77777777" w:rsidR="00D4325D" w:rsidRPr="000E15EE" w:rsidRDefault="00BB7627" w:rsidP="00D4325D">
      <w:pPr>
        <w:pStyle w:val="ARTartustawynprozporzdzenia"/>
      </w:pPr>
      <w:bookmarkStart w:id="92" w:name="_Toc107829962"/>
      <w:bookmarkStart w:id="93" w:name="_Toc88838120"/>
      <w:r w:rsidRPr="000E15EE">
        <w:rPr>
          <w:rStyle w:val="Ppogrubienie"/>
        </w:rPr>
        <w:t>Art. </w:t>
      </w:r>
      <w:r w:rsidR="00195F48" w:rsidRPr="000E15EE">
        <w:rPr>
          <w:rStyle w:val="Ppogrubienie"/>
        </w:rPr>
        <w:t>26</w:t>
      </w:r>
      <w:r w:rsidR="00D4325D" w:rsidRPr="000E15EE">
        <w:rPr>
          <w:rStyle w:val="Ppogrubienie"/>
        </w:rPr>
        <w:t>.</w:t>
      </w:r>
      <w:r w:rsidR="00D4325D" w:rsidRPr="000E15EE">
        <w:t> Zezwolenie na pracę</w:t>
      </w:r>
      <w:r w:rsidR="00C91E87" w:rsidRPr="000E15EE">
        <w:t xml:space="preserve"> </w:t>
      </w:r>
      <w:r w:rsidR="00D4325D" w:rsidRPr="000E15EE">
        <w:t xml:space="preserve">cudzoziemca na rzecz </w:t>
      </w:r>
      <w:bookmarkStart w:id="94" w:name="_Hlk112753915"/>
      <w:r w:rsidR="00F011A1" w:rsidRPr="000E15EE">
        <w:t xml:space="preserve">polskiego </w:t>
      </w:r>
      <w:r w:rsidR="00B36F02">
        <w:t>podmiotu powierzającego pracę cudzoziemcowi</w:t>
      </w:r>
      <w:r w:rsidR="00D4325D" w:rsidRPr="000E15EE">
        <w:t xml:space="preserve"> </w:t>
      </w:r>
      <w:bookmarkEnd w:id="94"/>
      <w:r w:rsidR="00D4325D" w:rsidRPr="000E15EE">
        <w:t xml:space="preserve">wydaje wojewoda właściwy ze względu na siedzibę lub miejsce zamieszkania </w:t>
      </w:r>
      <w:r w:rsidR="006F411B" w:rsidRPr="000E15EE">
        <w:t xml:space="preserve">polskiego </w:t>
      </w:r>
      <w:r w:rsidR="00B36F02">
        <w:t>podmiotu powierzającego pracę cudzoziemcowi</w:t>
      </w:r>
      <w:r w:rsidR="00D4325D" w:rsidRPr="000E15EE">
        <w:t>.</w:t>
      </w:r>
      <w:bookmarkEnd w:id="92"/>
    </w:p>
    <w:p w14:paraId="2DFC7470" w14:textId="77777777" w:rsidR="00D4325D" w:rsidRPr="000E15EE" w:rsidRDefault="00BB7627" w:rsidP="00D4325D">
      <w:pPr>
        <w:pStyle w:val="ARTartustawynprozporzdzenia"/>
      </w:pPr>
      <w:bookmarkStart w:id="95" w:name="_Toc107829963"/>
      <w:r w:rsidRPr="000E15EE">
        <w:rPr>
          <w:rStyle w:val="Ppogrubienie"/>
        </w:rPr>
        <w:t>Art. </w:t>
      </w:r>
      <w:r w:rsidR="00195F48" w:rsidRPr="000E15EE">
        <w:rPr>
          <w:rStyle w:val="Ppogrubienie"/>
        </w:rPr>
        <w:t>27</w:t>
      </w:r>
      <w:r w:rsidR="00D4325D" w:rsidRPr="000E15EE">
        <w:rPr>
          <w:rStyle w:val="Ppogrubienie"/>
        </w:rPr>
        <w:t>.</w:t>
      </w:r>
      <w:r w:rsidR="00D4325D" w:rsidRPr="000E15EE">
        <w:t> 1. Wojewoda rozpatruje wnioski</w:t>
      </w:r>
      <w:r w:rsidRPr="000E15EE">
        <w:t xml:space="preserve"> o </w:t>
      </w:r>
      <w:r w:rsidR="00D4325D" w:rsidRPr="000E15EE">
        <w:t xml:space="preserve">wydanie zezwolenia na pracę na rzecz </w:t>
      </w:r>
      <w:r w:rsidR="00F011A1" w:rsidRPr="000E15EE">
        <w:t xml:space="preserve">polskiego </w:t>
      </w:r>
      <w:r w:rsidR="00B36F02">
        <w:t>podmiotu powierzającego pracę cudzoziemcowi</w:t>
      </w:r>
      <w:r w:rsidRPr="000E15EE">
        <w:t xml:space="preserve"> z </w:t>
      </w:r>
      <w:r w:rsidR="00D4325D" w:rsidRPr="000E15EE">
        <w:t>uwzględnieniem pierwszeństwa wniosków</w:t>
      </w:r>
      <w:r w:rsidRPr="000E15EE">
        <w:t xml:space="preserve"> o </w:t>
      </w:r>
      <w:r w:rsidR="00D4325D" w:rsidRPr="000E15EE">
        <w:t xml:space="preserve">wydanie kolejnego zezwolenia na pracę dla tego samego </w:t>
      </w:r>
      <w:r w:rsidR="00203E48" w:rsidRPr="000E15EE">
        <w:t xml:space="preserve">polskiego </w:t>
      </w:r>
      <w:r w:rsidR="00B36F02">
        <w:t xml:space="preserve">podmiotu </w:t>
      </w:r>
      <w:r w:rsidR="00B36F02">
        <w:lastRenderedPageBreak/>
        <w:t>powierzającego pracę cudzoziemcowi</w:t>
      </w:r>
      <w:r w:rsidR="00D4325D" w:rsidRPr="000E15EE">
        <w:t xml:space="preserve"> i dla tego samego cudzoziemca</w:t>
      </w:r>
      <w:r w:rsidRPr="000E15EE">
        <w:t xml:space="preserve"> w </w:t>
      </w:r>
      <w:r w:rsidR="00D4325D" w:rsidRPr="000E15EE">
        <w:t>wymiarze czasu pracy nie niższym i za wynagrodzeniem nie niższym niż określone</w:t>
      </w:r>
      <w:r w:rsidRPr="000E15EE">
        <w:t xml:space="preserve"> w </w:t>
      </w:r>
      <w:r w:rsidR="00D4325D" w:rsidRPr="000E15EE">
        <w:t>uprzednio wydanym zezwoleniu na pracę, ważnym</w:t>
      </w:r>
      <w:r w:rsidRPr="000E15EE">
        <w:t xml:space="preserve"> w </w:t>
      </w:r>
      <w:r w:rsidR="00D4325D" w:rsidRPr="000E15EE">
        <w:t>dniu złożenia kolejnego wniosku</w:t>
      </w:r>
      <w:r w:rsidRPr="000E15EE">
        <w:t xml:space="preserve"> o </w:t>
      </w:r>
      <w:r w:rsidR="00D4325D" w:rsidRPr="000E15EE">
        <w:t>wydanie zezwolenia na pracę.</w:t>
      </w:r>
      <w:bookmarkEnd w:id="95"/>
      <w:r w:rsidR="00D4325D" w:rsidRPr="000E15EE">
        <w:t xml:space="preserve"> </w:t>
      </w:r>
    </w:p>
    <w:p w14:paraId="490BB19F" w14:textId="77777777" w:rsidR="00D4325D" w:rsidRPr="000E15EE" w:rsidRDefault="00D4325D" w:rsidP="00D4325D">
      <w:pPr>
        <w:pStyle w:val="USTustnpkodeksu"/>
      </w:pPr>
      <w:r w:rsidRPr="000E15EE">
        <w:t>2. Wojewoda rozpatruje wnioski</w:t>
      </w:r>
      <w:r w:rsidR="00BB7627" w:rsidRPr="000E15EE">
        <w:t xml:space="preserve"> o </w:t>
      </w:r>
      <w:r w:rsidRPr="000E15EE">
        <w:t xml:space="preserve">wydanie zezwolenia na pracę na rzecz </w:t>
      </w:r>
      <w:r w:rsidR="00F011A1" w:rsidRPr="000E15EE">
        <w:t xml:space="preserve">polskiego </w:t>
      </w:r>
      <w:r w:rsidR="00B36F02">
        <w:t>podmiotu powierzającego pracę cudzoziemcowi</w:t>
      </w:r>
      <w:r w:rsidR="00BB7627" w:rsidRPr="000E15EE">
        <w:t xml:space="preserve"> </w:t>
      </w:r>
      <w:r w:rsidR="00EC210A" w:rsidRPr="00EC210A">
        <w:t xml:space="preserve">oraz wnioski o zezwolenie na pracę w celu delegowania cudzoziemca przez </w:t>
      </w:r>
      <w:r w:rsidR="0015752B">
        <w:t xml:space="preserve">podmiot </w:t>
      </w:r>
      <w:r w:rsidR="00EC210A" w:rsidRPr="00EC210A">
        <w:t xml:space="preserve">zagraniczny na terytorium Rzeczypospolitej Polskiej </w:t>
      </w:r>
      <w:r w:rsidR="00BB7627" w:rsidRPr="000E15EE">
        <w:t>z </w:t>
      </w:r>
      <w:r w:rsidRPr="000E15EE">
        <w:t>uwzględnieniem pierwszeństwa cudzoziemców mających wykonywać pracę u przedsiębiorców określonych</w:t>
      </w:r>
      <w:r w:rsidR="00BB7627" w:rsidRPr="000E15EE">
        <w:t xml:space="preserve"> w </w:t>
      </w:r>
      <w:r w:rsidRPr="000E15EE">
        <w:t>wykazie,</w:t>
      </w:r>
      <w:r w:rsidR="00BB7627" w:rsidRPr="000E15EE">
        <w:t xml:space="preserve"> o </w:t>
      </w:r>
      <w:r w:rsidRPr="000E15EE">
        <w:t>którym mowa</w:t>
      </w:r>
      <w:r w:rsidR="00BB7627" w:rsidRPr="000E15EE">
        <w:t xml:space="preserve"> w ust. </w:t>
      </w:r>
      <w:r w:rsidRPr="000E15EE">
        <w:t>3.</w:t>
      </w:r>
    </w:p>
    <w:p w14:paraId="60A9FECC" w14:textId="77777777" w:rsidR="00D4325D" w:rsidRDefault="00D4325D" w:rsidP="00D4325D">
      <w:pPr>
        <w:pStyle w:val="USTustnpkodeksu"/>
      </w:pPr>
      <w:r w:rsidRPr="000E15EE">
        <w:t xml:space="preserve">3. Minister właściwy do spraw gospodarki może </w:t>
      </w:r>
      <w:r w:rsidR="001D7289" w:rsidRPr="005669BA">
        <w:t xml:space="preserve">utworzyć wykaz przedsiębiorców prowadzących działalność o istotnym znaczeniu dla gospodarki narodowej, w oparciu o wyniki oceny przeprowadzonej na podstawie kryteriów, o których mowa w przepisach wydanych na podstawie ust. </w:t>
      </w:r>
      <w:r w:rsidR="001D7289">
        <w:t>7</w:t>
      </w:r>
      <w:r w:rsidR="001D7289" w:rsidRPr="005669BA">
        <w:t>.</w:t>
      </w:r>
    </w:p>
    <w:p w14:paraId="74A0B05F" w14:textId="77777777" w:rsidR="005669BA" w:rsidRPr="005669BA" w:rsidRDefault="005669BA" w:rsidP="005669BA">
      <w:pPr>
        <w:pStyle w:val="USTustnpkodeksu"/>
      </w:pPr>
      <w:r>
        <w:t>4</w:t>
      </w:r>
      <w:r w:rsidRPr="005669BA">
        <w:t>. Wykaz umieszcza się na stronie podmiotowej ministra właściwego do spraw gospodarki i udostępnia w Biuletynie Informacji Publicznej.</w:t>
      </w:r>
    </w:p>
    <w:p w14:paraId="539B2BAA" w14:textId="77777777" w:rsidR="005669BA" w:rsidRPr="005669BA" w:rsidRDefault="005669BA" w:rsidP="005669BA">
      <w:pPr>
        <w:pStyle w:val="USTustnpkodeksu"/>
      </w:pPr>
      <w:r>
        <w:t>5</w:t>
      </w:r>
      <w:r w:rsidRPr="005669BA">
        <w:t>. Wpis do wykazu następuje na pisemny wniosek przedsiębiorcy złożony do ministra właściwego do spraw gospodarki.</w:t>
      </w:r>
    </w:p>
    <w:p w14:paraId="02E6FC0B" w14:textId="77777777" w:rsidR="005669BA" w:rsidRPr="005669BA" w:rsidRDefault="005669BA" w:rsidP="005669BA">
      <w:pPr>
        <w:pStyle w:val="USTustnpkodeksu"/>
      </w:pPr>
      <w:r>
        <w:t>6</w:t>
      </w:r>
      <w:r w:rsidRPr="005669BA">
        <w:t xml:space="preserve">. Minister właściwy do spraw gospodarki, po rozpatrzeniu wniosku przedsiębiorcy o którym mowa w ust. </w:t>
      </w:r>
      <w:r w:rsidR="001613ED">
        <w:t>5</w:t>
      </w:r>
      <w:r w:rsidRPr="005669BA">
        <w:t xml:space="preserve">, dokonuje wpisu lub odmawia dokonania wpisu do wykazu, o którym mowa w ust. </w:t>
      </w:r>
      <w:r w:rsidR="001613ED">
        <w:t>3</w:t>
      </w:r>
      <w:r w:rsidRPr="005669BA">
        <w:t>.</w:t>
      </w:r>
    </w:p>
    <w:p w14:paraId="725FD8F5" w14:textId="77777777" w:rsidR="005669BA" w:rsidRPr="005669BA" w:rsidRDefault="005669BA" w:rsidP="005669BA">
      <w:pPr>
        <w:pStyle w:val="USTustnpkodeksu"/>
      </w:pPr>
      <w:r>
        <w:t>7</w:t>
      </w:r>
      <w:r w:rsidRPr="005669BA">
        <w:t>. Minister właściwy do spraw gospodarki może określić w drodze rozporządzenia:</w:t>
      </w:r>
    </w:p>
    <w:p w14:paraId="62131A3A" w14:textId="77777777" w:rsidR="005669BA" w:rsidRPr="005669BA" w:rsidRDefault="005669BA" w:rsidP="005669BA">
      <w:pPr>
        <w:pStyle w:val="PKTpunkt"/>
      </w:pPr>
      <w:r w:rsidRPr="005669BA">
        <w:t>1)</w:t>
      </w:r>
      <w:r w:rsidR="001613ED">
        <w:tab/>
      </w:r>
      <w:r w:rsidRPr="005669BA">
        <w:t>szczegółowe kryteria kwalifikacji przedsiębiorców do wykazu,</w:t>
      </w:r>
    </w:p>
    <w:p w14:paraId="11E21125" w14:textId="77777777" w:rsidR="005669BA" w:rsidRPr="005669BA" w:rsidRDefault="005669BA" w:rsidP="005669BA">
      <w:pPr>
        <w:pStyle w:val="PKTpunkt"/>
      </w:pPr>
      <w:r w:rsidRPr="005669BA">
        <w:t>2)</w:t>
      </w:r>
      <w:r w:rsidR="001613ED">
        <w:tab/>
      </w:r>
      <w:r w:rsidRPr="005669BA">
        <w:t>tryb dokonywania wpisu oraz wykreślenia przedsiębiorcy z tego wykazu,</w:t>
      </w:r>
    </w:p>
    <w:p w14:paraId="28B86566" w14:textId="77777777" w:rsidR="005669BA" w:rsidRPr="005669BA" w:rsidRDefault="005669BA" w:rsidP="005669BA">
      <w:pPr>
        <w:pStyle w:val="PKTpunkt"/>
      </w:pPr>
      <w:r w:rsidRPr="005669BA">
        <w:t>3)</w:t>
      </w:r>
      <w:r w:rsidR="001613ED">
        <w:tab/>
      </w:r>
      <w:r w:rsidRPr="005669BA">
        <w:t>tryb aktualizacji wykazu,</w:t>
      </w:r>
    </w:p>
    <w:p w14:paraId="4516D34B" w14:textId="77777777" w:rsidR="005669BA" w:rsidRPr="005669BA" w:rsidRDefault="005669BA" w:rsidP="005669BA">
      <w:pPr>
        <w:pStyle w:val="PKTpunkt"/>
      </w:pPr>
      <w:r w:rsidRPr="005669BA">
        <w:t>4)</w:t>
      </w:r>
      <w:r w:rsidR="001613ED">
        <w:tab/>
      </w:r>
      <w:r w:rsidRPr="005669BA">
        <w:t>wzór wniosku o wpis do wykazu.</w:t>
      </w:r>
    </w:p>
    <w:p w14:paraId="17B4CAE7" w14:textId="77777777" w:rsidR="005669BA" w:rsidRPr="000E15EE" w:rsidRDefault="001613ED" w:rsidP="005669BA">
      <w:pPr>
        <w:pStyle w:val="CZWSPPKTczwsplnapunktw"/>
      </w:pPr>
      <w:r w:rsidRPr="001613ED">
        <w:t>–</w:t>
      </w:r>
      <w:r w:rsidR="00AB12CA">
        <w:t xml:space="preserve"> </w:t>
      </w:r>
      <w:r w:rsidR="005669BA" w:rsidRPr="005669BA">
        <w:t>biorąc pod uwagę potrzeby gospodarki narodowej, przedmiot działalności przedsiębiorcy oraz znaczenie przedsiębiorcy dla gospodarki narodowej.</w:t>
      </w:r>
    </w:p>
    <w:p w14:paraId="0DD8AD8D" w14:textId="77777777" w:rsidR="00D4325D" w:rsidRPr="000E15EE" w:rsidRDefault="00BB7627" w:rsidP="00CC3F14">
      <w:pPr>
        <w:pStyle w:val="ARTartustawynprozporzdzenia"/>
        <w:keepNext/>
      </w:pPr>
      <w:bookmarkStart w:id="96" w:name="_Toc107829964"/>
      <w:r w:rsidRPr="000E15EE">
        <w:rPr>
          <w:rStyle w:val="Ppogrubienie"/>
        </w:rPr>
        <w:t>Art. </w:t>
      </w:r>
      <w:r w:rsidR="00195F48" w:rsidRPr="000E15EE">
        <w:rPr>
          <w:rStyle w:val="Ppogrubienie"/>
        </w:rPr>
        <w:t>28</w:t>
      </w:r>
      <w:r w:rsidR="00D4325D" w:rsidRPr="000E15EE">
        <w:rPr>
          <w:rStyle w:val="Ppogrubienie"/>
        </w:rPr>
        <w:t>.</w:t>
      </w:r>
      <w:r w:rsidR="00D4325D" w:rsidRPr="000E15EE">
        <w:t xml:space="preserve"> 1. Zezwolenie na pracę cudzoziemca na rzecz </w:t>
      </w:r>
      <w:r w:rsidR="00F011A1" w:rsidRPr="000E15EE">
        <w:t xml:space="preserve">polskiego </w:t>
      </w:r>
      <w:r w:rsidR="00B36F02">
        <w:t>podmiotu powierzającego pracę cudzoziemcowi</w:t>
      </w:r>
      <w:r w:rsidR="00F011A1" w:rsidRPr="000E15EE">
        <w:t xml:space="preserve"> </w:t>
      </w:r>
      <w:r w:rsidR="00D4325D" w:rsidRPr="000E15EE">
        <w:t>wydaje się, jeżeli cudzoziemiec będzie wykonywał pracę na terytorium Rzeczypospolitej Polskiej na podstawie umowy</w:t>
      </w:r>
      <w:r w:rsidRPr="000E15EE">
        <w:t xml:space="preserve"> z </w:t>
      </w:r>
      <w:r w:rsidR="00D4325D" w:rsidRPr="000E15EE">
        <w:t xml:space="preserve">polskim </w:t>
      </w:r>
      <w:r w:rsidR="00ED352F" w:rsidRPr="000E15EE">
        <w:t xml:space="preserve">podmiotem </w:t>
      </w:r>
      <w:r w:rsidR="0015752B">
        <w:t>powierzającym pracę cudzoziemcowi</w:t>
      </w:r>
      <w:r w:rsidR="00ED352F" w:rsidRPr="000E15EE">
        <w:t xml:space="preserve"> </w:t>
      </w:r>
      <w:r w:rsidR="00D4325D" w:rsidRPr="000E15EE">
        <w:t>oraz spełnione będą następujące warunki:</w:t>
      </w:r>
      <w:bookmarkEnd w:id="93"/>
      <w:bookmarkEnd w:id="96"/>
    </w:p>
    <w:p w14:paraId="4C86C573" w14:textId="77777777" w:rsidR="00D4325D" w:rsidRPr="000E15EE" w:rsidRDefault="00D4325D" w:rsidP="00D4325D">
      <w:pPr>
        <w:pStyle w:val="PKTpunkt"/>
      </w:pPr>
      <w:r w:rsidRPr="000E15EE">
        <w:t>1)</w:t>
      </w:r>
      <w:r w:rsidRPr="000E15EE">
        <w:tab/>
        <w:t>cudzoziemiec nie będzie wykonywał pracy</w:t>
      </w:r>
      <w:r w:rsidR="00BB7627" w:rsidRPr="000E15EE">
        <w:t xml:space="preserve"> w </w:t>
      </w:r>
      <w:r w:rsidRPr="000E15EE">
        <w:t>zakresie działalności określonych</w:t>
      </w:r>
      <w:r w:rsidR="00BB7627" w:rsidRPr="000E15EE">
        <w:t xml:space="preserve"> w </w:t>
      </w:r>
      <w:r w:rsidRPr="000E15EE">
        <w:t xml:space="preserve">przepisach wydanych na podstawie </w:t>
      </w:r>
      <w:r w:rsidR="00BB7627" w:rsidRPr="000E15EE">
        <w:t>art. </w:t>
      </w:r>
      <w:r w:rsidRPr="000E15EE">
        <w:t xml:space="preserve">43 </w:t>
      </w:r>
      <w:r w:rsidR="00BB7627" w:rsidRPr="000E15EE">
        <w:t>ust. </w:t>
      </w:r>
      <w:r w:rsidRPr="000E15EE">
        <w:t>2;</w:t>
      </w:r>
    </w:p>
    <w:p w14:paraId="6951B4B3" w14:textId="4175B395" w:rsidR="00D4325D" w:rsidRPr="000E15EE" w:rsidRDefault="00D4325D" w:rsidP="00D4325D">
      <w:pPr>
        <w:pStyle w:val="PKTpunkt"/>
      </w:pPr>
      <w:r w:rsidRPr="000E15EE">
        <w:lastRenderedPageBreak/>
        <w:t>2)</w:t>
      </w:r>
      <w:r w:rsidRPr="000E15EE">
        <w:tab/>
      </w:r>
      <w:r w:rsidR="00CD6651" w:rsidRPr="000E15EE">
        <w:t xml:space="preserve">cudzoziemiec </w:t>
      </w:r>
      <w:r w:rsidR="00CD6651">
        <w:t>będzie wykonywał pracę</w:t>
      </w:r>
      <w:r w:rsidR="00C11BB8">
        <w:t xml:space="preserve"> </w:t>
      </w:r>
      <w:r w:rsidR="00D05DDD">
        <w:t>na podstawie umowy o pracę</w:t>
      </w:r>
      <w:r w:rsidR="00CD6651">
        <w:t xml:space="preserve">, z wyjątkiem przypadków, o których mowa w </w:t>
      </w:r>
      <w:r w:rsidR="00CD6651" w:rsidRPr="000E15EE">
        <w:t>art. 2 pkt </w:t>
      </w:r>
      <w:r w:rsidR="00CD6651">
        <w:t xml:space="preserve">9 </w:t>
      </w:r>
      <w:r w:rsidR="00CD6651" w:rsidRPr="000E15EE">
        <w:t>lit. c–</w:t>
      </w:r>
      <w:r w:rsidR="00CD6651">
        <w:t>e</w:t>
      </w:r>
      <w:r w:rsidRPr="000E15EE">
        <w:t>;</w:t>
      </w:r>
    </w:p>
    <w:p w14:paraId="7E8E34C1" w14:textId="77777777" w:rsidR="00D4325D" w:rsidRPr="000E15EE" w:rsidRDefault="00D4325D" w:rsidP="00CC3F14">
      <w:pPr>
        <w:pStyle w:val="PKTpunkt"/>
        <w:keepNext/>
      </w:pPr>
      <w:r w:rsidRPr="000E15EE">
        <w:t>3)</w:t>
      </w:r>
      <w:r w:rsidRPr="000E15EE">
        <w:tab/>
        <w:t xml:space="preserve">wysokość wynagrodzenia cudzoziemca nie będzie niższa niż: </w:t>
      </w:r>
    </w:p>
    <w:p w14:paraId="308AC860" w14:textId="77777777" w:rsidR="00D4325D" w:rsidRPr="000E15EE" w:rsidRDefault="00D4325D" w:rsidP="00D4325D">
      <w:pPr>
        <w:pStyle w:val="LITlitera"/>
      </w:pPr>
      <w:r w:rsidRPr="000E15EE">
        <w:t>a)</w:t>
      </w:r>
      <w:r w:rsidRPr="000E15EE">
        <w:tab/>
        <w:t>wysokość wynagrodzenia pracowników wykonujących pracę porównywalnego rodzaju lub na porównywalnym stanowisku oraz</w:t>
      </w:r>
    </w:p>
    <w:p w14:paraId="5735D2E1" w14:textId="3A2F8189" w:rsidR="00D4325D" w:rsidRPr="000E15EE" w:rsidRDefault="00D4325D" w:rsidP="00D4325D">
      <w:pPr>
        <w:pStyle w:val="LITlitera"/>
      </w:pPr>
      <w:r w:rsidRPr="000E15EE">
        <w:t>b)</w:t>
      </w:r>
      <w:r w:rsidRPr="000E15EE">
        <w:tab/>
        <w:t>wysokość minimalnego wynagrodzenia za pracę</w:t>
      </w:r>
      <w:r w:rsidR="00D05DDD">
        <w:t>, o którym</w:t>
      </w:r>
      <w:r w:rsidRPr="000E15EE">
        <w:t xml:space="preserve"> mowa</w:t>
      </w:r>
      <w:r w:rsidR="00BB7627" w:rsidRPr="000E15EE">
        <w:t xml:space="preserve"> w </w:t>
      </w:r>
      <w:r w:rsidRPr="000E15EE">
        <w:t>przepisach</w:t>
      </w:r>
      <w:r w:rsidR="00BB7627" w:rsidRPr="000E15EE">
        <w:t xml:space="preserve"> o </w:t>
      </w:r>
      <w:r w:rsidRPr="000E15EE">
        <w:t>minimalnym wynagrodzeniu za pracę;</w:t>
      </w:r>
    </w:p>
    <w:p w14:paraId="46E7F0EF" w14:textId="1BB2C40E" w:rsidR="00D4325D" w:rsidRPr="000E15EE" w:rsidRDefault="00D4325D" w:rsidP="00D4325D">
      <w:pPr>
        <w:pStyle w:val="PKTpunkt"/>
      </w:pPr>
      <w:r w:rsidRPr="000E15EE">
        <w:t>4)</w:t>
      </w:r>
      <w:r w:rsidRPr="000E15EE">
        <w:tab/>
        <w:t xml:space="preserve">wymiar czasu pracy nie będzie niższy niż 1/4 pełnego wymiaru czasu pracy </w:t>
      </w:r>
      <w:r w:rsidR="000A5E1B">
        <w:t>i nie będzie wyższy niż pełny wymiar czasu pracy</w:t>
      </w:r>
      <w:r w:rsidRPr="000E15EE">
        <w:t>.</w:t>
      </w:r>
    </w:p>
    <w:p w14:paraId="4B12C994" w14:textId="7C85812E" w:rsidR="00D4325D" w:rsidRPr="000E15EE" w:rsidRDefault="00D4325D" w:rsidP="00D4325D">
      <w:pPr>
        <w:pStyle w:val="USTustnpkodeksu"/>
      </w:pPr>
      <w:bookmarkStart w:id="97" w:name="_Toc88838121"/>
      <w:r w:rsidRPr="000E15EE">
        <w:t>2.</w:t>
      </w:r>
      <w:r w:rsidR="00BB7627" w:rsidRPr="000E15EE">
        <w:t xml:space="preserve"> </w:t>
      </w:r>
      <w:r w:rsidR="0022679A" w:rsidRPr="000E15EE">
        <w:t>W </w:t>
      </w:r>
      <w:r w:rsidRPr="000E15EE">
        <w:t>przypadku złożenia wniosku</w:t>
      </w:r>
      <w:r w:rsidR="00BB7627" w:rsidRPr="000E15EE">
        <w:t xml:space="preserve"> o </w:t>
      </w:r>
      <w:r w:rsidRPr="000E15EE">
        <w:t>wydanie zezwolenia na pracę cudzoziemca</w:t>
      </w:r>
      <w:r w:rsidR="00BB7627" w:rsidRPr="000E15EE">
        <w:t xml:space="preserve"> w </w:t>
      </w:r>
      <w:r w:rsidRPr="000E15EE">
        <w:t>niepełnym wymiarze czasu pracy uwzględnia się wysokość wynagrodzenia, która będzie określona</w:t>
      </w:r>
      <w:r w:rsidR="00BB7627" w:rsidRPr="000E15EE">
        <w:t xml:space="preserve"> w </w:t>
      </w:r>
      <w:r w:rsidRPr="000E15EE">
        <w:t>umowie</w:t>
      </w:r>
      <w:r w:rsidR="00BB7627" w:rsidRPr="000E15EE">
        <w:t xml:space="preserve"> z </w:t>
      </w:r>
      <w:r w:rsidRPr="000E15EE">
        <w:t>cudzoziemcem, proporcjonalnie do wymiaru czasu pracy</w:t>
      </w:r>
      <w:r w:rsidR="00F62484">
        <w:t>.</w:t>
      </w:r>
      <w:bookmarkEnd w:id="97"/>
    </w:p>
    <w:p w14:paraId="73316F47" w14:textId="77777777" w:rsidR="00C50C73" w:rsidRPr="000E15EE" w:rsidRDefault="00C50C73" w:rsidP="00C50C73">
      <w:pPr>
        <w:pStyle w:val="ARTartustawynprozporzdzenia"/>
      </w:pPr>
      <w:bookmarkStart w:id="98" w:name="_Toc88838105"/>
      <w:bookmarkStart w:id="99" w:name="_Toc107829965"/>
      <w:r w:rsidRPr="000E15EE">
        <w:rPr>
          <w:rStyle w:val="Ppogrubienie"/>
        </w:rPr>
        <w:t>Art.</w:t>
      </w:r>
      <w:r w:rsidR="00BE707E" w:rsidRPr="000E15EE">
        <w:rPr>
          <w:rStyle w:val="Ppogrubienie"/>
        </w:rPr>
        <w:t> </w:t>
      </w:r>
      <w:r w:rsidR="00195F48" w:rsidRPr="000E15EE">
        <w:rPr>
          <w:rStyle w:val="Ppogrubienie"/>
        </w:rPr>
        <w:t>29</w:t>
      </w:r>
      <w:r w:rsidRPr="000E15EE">
        <w:rPr>
          <w:rStyle w:val="Ppogrubienie"/>
        </w:rPr>
        <w:t>.</w:t>
      </w:r>
      <w:r w:rsidR="00BE707E" w:rsidRPr="000E15EE">
        <w:rPr>
          <w:rStyle w:val="Ppogrubienie"/>
        </w:rPr>
        <w:t> </w:t>
      </w:r>
      <w:r w:rsidRPr="000E15EE">
        <w:t>1.</w:t>
      </w:r>
      <w:r w:rsidR="00BE707E" w:rsidRPr="000E15EE">
        <w:t> </w:t>
      </w:r>
      <w:r w:rsidRPr="000E15EE">
        <w:t xml:space="preserve">Poza przypadkami, o których mowa w art. 13, </w:t>
      </w:r>
      <w:r w:rsidR="009D3FC9" w:rsidRPr="000E15EE">
        <w:t xml:space="preserve">wydania </w:t>
      </w:r>
      <w:r w:rsidRPr="000E15EE">
        <w:t xml:space="preserve">zezwolenia na pracę na rzecz polskiego </w:t>
      </w:r>
      <w:r w:rsidR="00B36F02">
        <w:t>podmiotu powierzającego pracę cudzoziemcowi</w:t>
      </w:r>
      <w:r w:rsidRPr="000E15EE">
        <w:t xml:space="preserve"> odmawia się, jeżeli w dniu złożenia wniosku o</w:t>
      </w:r>
      <w:r w:rsidR="00BE707E" w:rsidRPr="000E15EE">
        <w:t> </w:t>
      </w:r>
      <w:r w:rsidRPr="000E15EE">
        <w:t>wydanie zezwolenia na pracę zawód, w którym cudzoziemiec ma wykonywać pracę, znajduje się na</w:t>
      </w:r>
      <w:r w:rsidR="003A27B5" w:rsidRPr="000E15EE">
        <w:t xml:space="preserve"> </w:t>
      </w:r>
      <w:r w:rsidRPr="000E15EE">
        <w:t>liście zawodów, określonej przez starostę właściwego ze względu na główne miejsce wykonywania pracy przez cudzoziemca</w:t>
      </w:r>
      <w:r w:rsidR="003A27B5" w:rsidRPr="000E15EE">
        <w:t>, zamieszczonej w rejestrze</w:t>
      </w:r>
      <w:r w:rsidR="000A3B7E" w:rsidRPr="000E15EE">
        <w:t>,</w:t>
      </w:r>
      <w:r w:rsidR="003A27B5" w:rsidRPr="000E15EE">
        <w:t xml:space="preserve"> o którym mowa w ust. 5</w:t>
      </w:r>
      <w:r w:rsidRPr="000E15EE">
        <w:t>.</w:t>
      </w:r>
    </w:p>
    <w:p w14:paraId="4A86E2B0" w14:textId="77777777" w:rsidR="00C50C73" w:rsidRPr="000E15EE" w:rsidRDefault="00C50C73" w:rsidP="00C50C73">
      <w:pPr>
        <w:pStyle w:val="USTustnpkodeksu"/>
      </w:pPr>
      <w:r w:rsidRPr="000E15EE">
        <w:t>2.</w:t>
      </w:r>
      <w:r w:rsidR="00BE707E" w:rsidRPr="000E15EE">
        <w:t> </w:t>
      </w:r>
      <w:r w:rsidRPr="000E15EE">
        <w:t xml:space="preserve">W przypadku, gdy specyfika wykonywanej przez cudzoziemca pracy nie pozwala na wskazanie głównego miejsca jej wykonywania, w postępowaniu o wydanie zezwolenia na pracę bierze się pod uwagę listę zawodów, o której mowa w ust. 3, określoną przez starostę właściwego ze względu na siedzibę lub miejsce zamieszkania polskiego </w:t>
      </w:r>
      <w:r w:rsidR="00B36F02">
        <w:t>podmiotu powierzającego pracę cudzoziemcowi</w:t>
      </w:r>
      <w:r w:rsidRPr="000E15EE">
        <w:t xml:space="preserve">. </w:t>
      </w:r>
    </w:p>
    <w:p w14:paraId="33B3695B" w14:textId="77777777" w:rsidR="00635369" w:rsidRPr="000E15EE" w:rsidRDefault="00635369" w:rsidP="00635369">
      <w:pPr>
        <w:pStyle w:val="USTustnpkodeksu"/>
      </w:pPr>
      <w:r w:rsidRPr="000E15EE">
        <w:t xml:space="preserve">3. </w:t>
      </w:r>
      <w:r w:rsidR="00244963" w:rsidRPr="000E15EE">
        <w:t>Starosta</w:t>
      </w:r>
      <w:r w:rsidR="000A3B7E" w:rsidRPr="000E15EE">
        <w:t>,</w:t>
      </w:r>
      <w:r w:rsidR="00AC02E2" w:rsidRPr="000E15EE">
        <w:t xml:space="preserve"> na </w:t>
      </w:r>
      <w:r w:rsidR="0080028F" w:rsidRPr="000E15EE">
        <w:t xml:space="preserve">uzasadniony </w:t>
      </w:r>
      <w:r w:rsidR="00AC02E2" w:rsidRPr="000E15EE">
        <w:t>wniosek dyrektora powiatowego urzędu pracy</w:t>
      </w:r>
      <w:r w:rsidR="00547B08" w:rsidRPr="000E15EE">
        <w:t xml:space="preserve">, po uzyskaniu </w:t>
      </w:r>
      <w:r w:rsidR="0080028F" w:rsidRPr="000E15EE">
        <w:t xml:space="preserve">pozytywnej </w:t>
      </w:r>
      <w:r w:rsidR="00547B08" w:rsidRPr="000E15EE">
        <w:t xml:space="preserve">opinii powiatowej rady rynku pracy, </w:t>
      </w:r>
      <w:r w:rsidR="00244963" w:rsidRPr="000E15EE">
        <w:t>może określić</w:t>
      </w:r>
      <w:r w:rsidR="00883611" w:rsidRPr="000E15EE">
        <w:t xml:space="preserve"> </w:t>
      </w:r>
      <w:r w:rsidRPr="000E15EE">
        <w:t xml:space="preserve">listę zawodów, w stosunku do których odmawia się </w:t>
      </w:r>
      <w:r w:rsidR="00AB6598" w:rsidRPr="000E15EE">
        <w:t xml:space="preserve">wydania </w:t>
      </w:r>
      <w:r w:rsidRPr="000E15EE">
        <w:t>zezwolenia na pracę cudzoziemca ze względu na trudną sytuację na lokalnym rynku pracy, uzasadnia</w:t>
      </w:r>
      <w:r w:rsidR="005B5C88" w:rsidRPr="000E15EE">
        <w:t>jącą</w:t>
      </w:r>
      <w:r w:rsidRPr="000E15EE">
        <w:t xml:space="preserve"> ograniczenie możliwości podjęcia pracy przez cudzoziemców na terenie powiatu.</w:t>
      </w:r>
    </w:p>
    <w:p w14:paraId="04DDA5B9" w14:textId="77777777" w:rsidR="00C50C73" w:rsidRPr="000E15EE" w:rsidRDefault="00AB6598" w:rsidP="00440255">
      <w:pPr>
        <w:pStyle w:val="USTustnpkodeksu"/>
      </w:pPr>
      <w:r w:rsidRPr="000E15EE">
        <w:t>4</w:t>
      </w:r>
      <w:r w:rsidR="00C50C73" w:rsidRPr="000E15EE">
        <w:t xml:space="preserve">. </w:t>
      </w:r>
      <w:r w:rsidR="003F4B03" w:rsidRPr="000E15EE">
        <w:t>Przy określaniu li</w:t>
      </w:r>
      <w:r w:rsidR="0080028F" w:rsidRPr="000E15EE">
        <w:t>s</w:t>
      </w:r>
      <w:r w:rsidR="003F4B03" w:rsidRPr="000E15EE">
        <w:t xml:space="preserve">ty, o której mowa w ust. 3, starosta bierze </w:t>
      </w:r>
      <w:r w:rsidR="00C50C73" w:rsidRPr="000E15EE">
        <w:t xml:space="preserve">pod uwagę stopę bezrobocia oraz zwolnienia grupowe na lokalnym rynku pracy, w szczególności liczbę zarejestrowanych bezrobotnych i poszukujących pracy w poszczególnych zawodach w stosunku do liczby ofert zgłoszonych do powiatowych urzędów pracy oraz wzrost liczby osób  objętych zwolnieniami grupowymi, o których </w:t>
      </w:r>
      <w:r w:rsidR="0015752B">
        <w:t xml:space="preserve">został zawiadomiony </w:t>
      </w:r>
      <w:r w:rsidR="00C50C73" w:rsidRPr="000E15EE">
        <w:t>powiatowy urząd pracy.</w:t>
      </w:r>
    </w:p>
    <w:p w14:paraId="462B5FA1" w14:textId="77777777" w:rsidR="00883611" w:rsidRPr="000E15EE" w:rsidRDefault="002521C3" w:rsidP="00DA3ED8">
      <w:pPr>
        <w:pStyle w:val="USTustnpkodeksu"/>
      </w:pPr>
      <w:r w:rsidRPr="000E15EE">
        <w:lastRenderedPageBreak/>
        <w:t>5</w:t>
      </w:r>
      <w:r w:rsidR="0080028F" w:rsidRPr="000E15EE">
        <w:t>. Minister właściwy do spraw pracy prowadzi rejestr list zawodów o których mowa w ust. 3, w podziale na powiaty i województwa</w:t>
      </w:r>
      <w:r w:rsidR="009B05BB" w:rsidRPr="000E15EE">
        <w:t xml:space="preserve"> na portalu praca.gov.pl</w:t>
      </w:r>
      <w:r w:rsidR="00883611" w:rsidRPr="000E15EE">
        <w:t>.</w:t>
      </w:r>
    </w:p>
    <w:p w14:paraId="090090E3" w14:textId="77777777" w:rsidR="003A27B5" w:rsidRPr="000E15EE" w:rsidRDefault="00DA3ED8" w:rsidP="00DA3ED8">
      <w:pPr>
        <w:pStyle w:val="USTustnpkodeksu"/>
      </w:pPr>
      <w:r w:rsidRPr="000E15EE">
        <w:t>6</w:t>
      </w:r>
      <w:r w:rsidR="003A27B5" w:rsidRPr="000E15EE">
        <w:t>. Wpis</w:t>
      </w:r>
      <w:r w:rsidR="00C83057" w:rsidRPr="000E15EE">
        <w:t>u</w:t>
      </w:r>
      <w:r w:rsidR="003A27B5" w:rsidRPr="000E15EE">
        <w:t xml:space="preserve"> do rejestru </w:t>
      </w:r>
      <w:r w:rsidR="00C83057" w:rsidRPr="000E15EE">
        <w:t xml:space="preserve">dokonuje </w:t>
      </w:r>
      <w:r w:rsidR="00883611" w:rsidRPr="000E15EE">
        <w:t>s</w:t>
      </w:r>
      <w:r w:rsidR="00C83057" w:rsidRPr="000E15EE">
        <w:t>tarosta</w:t>
      </w:r>
      <w:r w:rsidRPr="000E15EE">
        <w:t xml:space="preserve">. Wpis </w:t>
      </w:r>
      <w:r w:rsidR="003A27B5" w:rsidRPr="000E15EE">
        <w:t xml:space="preserve">jest </w:t>
      </w:r>
      <w:r w:rsidRPr="000E15EE">
        <w:t>publikowany w rejestrze</w:t>
      </w:r>
      <w:r w:rsidR="003A27B5" w:rsidRPr="000E15EE">
        <w:t xml:space="preserve"> w dniu następującym po dniu </w:t>
      </w:r>
      <w:r w:rsidRPr="000E15EE">
        <w:t xml:space="preserve">jego </w:t>
      </w:r>
      <w:r w:rsidR="003A27B5" w:rsidRPr="000E15EE">
        <w:t>dokonania.</w:t>
      </w:r>
    </w:p>
    <w:p w14:paraId="75C30F6E" w14:textId="77777777" w:rsidR="00F42302" w:rsidRPr="000E15EE" w:rsidRDefault="00DA3ED8" w:rsidP="00440255">
      <w:pPr>
        <w:pStyle w:val="USTustnpkodeksu"/>
      </w:pPr>
      <w:r w:rsidRPr="000E15EE">
        <w:t>7. Do wykreślenia z rejestru list zawodów stosuje się odpowiednio ust.</w:t>
      </w:r>
      <w:r w:rsidR="000E3B55" w:rsidRPr="000E15EE">
        <w:t xml:space="preserve"> </w:t>
      </w:r>
      <w:r w:rsidRPr="000E15EE">
        <w:t>1</w:t>
      </w:r>
      <w:r w:rsidR="000E3B55" w:rsidRPr="000E15EE">
        <w:t>–</w:t>
      </w:r>
      <w:r w:rsidRPr="000E15EE">
        <w:t>6</w:t>
      </w:r>
      <w:r w:rsidR="00883611" w:rsidRPr="000E15EE">
        <w:t>.</w:t>
      </w:r>
    </w:p>
    <w:p w14:paraId="5733ED4A" w14:textId="77777777" w:rsidR="00D4325D" w:rsidRPr="000E15EE" w:rsidRDefault="00BB7627" w:rsidP="00CC3F14">
      <w:pPr>
        <w:pStyle w:val="ARTartustawynprozporzdzenia"/>
        <w:keepNext/>
      </w:pPr>
      <w:r w:rsidRPr="000E15EE">
        <w:rPr>
          <w:rStyle w:val="Ppogrubienie"/>
        </w:rPr>
        <w:t>Art. </w:t>
      </w:r>
      <w:r w:rsidR="00195F48" w:rsidRPr="000E15EE">
        <w:rPr>
          <w:rStyle w:val="Ppogrubienie"/>
        </w:rPr>
        <w:t>30</w:t>
      </w:r>
      <w:r w:rsidR="00D4325D" w:rsidRPr="000E15EE">
        <w:rPr>
          <w:rStyle w:val="Ppogrubienie"/>
        </w:rPr>
        <w:t>.</w:t>
      </w:r>
      <w:r w:rsidR="00D4325D" w:rsidRPr="000E15EE">
        <w:t> 1</w:t>
      </w:r>
      <w:r w:rsidR="00BE707E" w:rsidRPr="000E15EE">
        <w:t>.</w:t>
      </w:r>
      <w:r w:rsidR="00D4325D" w:rsidRPr="000E15EE">
        <w:t> </w:t>
      </w:r>
      <w:r w:rsidR="0022679A" w:rsidRPr="000E15EE">
        <w:t>W </w:t>
      </w:r>
      <w:r w:rsidR="00D4325D" w:rsidRPr="000E15EE">
        <w:t xml:space="preserve">zezwoleniu na pracę cudzoziemca na rzecz </w:t>
      </w:r>
      <w:r w:rsidR="00F011A1" w:rsidRPr="000E15EE">
        <w:t xml:space="preserve">polskiego </w:t>
      </w:r>
      <w:r w:rsidR="00B36F02">
        <w:t>podmiotu powierzającego pracę cudzoziemcowi</w:t>
      </w:r>
      <w:r w:rsidR="00F011A1" w:rsidRPr="000E15EE">
        <w:t xml:space="preserve"> </w:t>
      </w:r>
      <w:r w:rsidR="00D4325D" w:rsidRPr="000E15EE">
        <w:t>określa się:</w:t>
      </w:r>
      <w:bookmarkEnd w:id="98"/>
      <w:bookmarkEnd w:id="99"/>
    </w:p>
    <w:p w14:paraId="7E23134F" w14:textId="77777777" w:rsidR="00D4325D" w:rsidRPr="000E15EE" w:rsidRDefault="00D4325D" w:rsidP="00D4325D">
      <w:pPr>
        <w:pStyle w:val="PKTpunkt"/>
      </w:pPr>
      <w:r w:rsidRPr="000E15EE">
        <w:t>1)</w:t>
      </w:r>
      <w:r w:rsidRPr="000E15EE">
        <w:tab/>
      </w:r>
      <w:r w:rsidR="00924832" w:rsidRPr="000E15EE">
        <w:t xml:space="preserve">dane </w:t>
      </w:r>
      <w:r w:rsidR="00203E48" w:rsidRPr="000E15EE">
        <w:t xml:space="preserve">polskiego </w:t>
      </w:r>
      <w:r w:rsidR="00B36F02">
        <w:t>podmiotu powierzającego pracę cudzoziemcowi</w:t>
      </w:r>
      <w:r w:rsidR="00924832" w:rsidRPr="000E15EE">
        <w:t>, o których mowa w art. 9 ust. 1 pkt 1 lit. a</w:t>
      </w:r>
      <w:r w:rsidR="00970CB6" w:rsidRPr="000E15EE">
        <w:t>–</w:t>
      </w:r>
      <w:r w:rsidR="00924832" w:rsidRPr="000E15EE">
        <w:t>c</w:t>
      </w:r>
      <w:r w:rsidRPr="000E15EE">
        <w:t>;</w:t>
      </w:r>
    </w:p>
    <w:p w14:paraId="22A8BF54" w14:textId="77777777" w:rsidR="00D4325D" w:rsidRPr="000E15EE" w:rsidRDefault="00D4325D" w:rsidP="00D4325D">
      <w:pPr>
        <w:pStyle w:val="PKTpunkt"/>
      </w:pPr>
      <w:r w:rsidRPr="000E15EE">
        <w:t>2)</w:t>
      </w:r>
      <w:r w:rsidRPr="000E15EE">
        <w:tab/>
      </w:r>
      <w:r w:rsidR="00924832" w:rsidRPr="000E15EE">
        <w:t xml:space="preserve">dane </w:t>
      </w:r>
      <w:r w:rsidRPr="000E15EE">
        <w:t>cudzoziemca</w:t>
      </w:r>
      <w:r w:rsidR="00924832" w:rsidRPr="000E15EE">
        <w:t>, o których mowa w art. 9 ust. 1 pkt 3 lit. a, c, d oraz f</w:t>
      </w:r>
      <w:r w:rsidRPr="000E15EE">
        <w:t>;</w:t>
      </w:r>
    </w:p>
    <w:p w14:paraId="3EC0B648" w14:textId="77777777" w:rsidR="00D4325D" w:rsidRPr="000E15EE" w:rsidRDefault="00D4325D" w:rsidP="00D4325D">
      <w:pPr>
        <w:pStyle w:val="PKTpunkt"/>
      </w:pPr>
      <w:r w:rsidRPr="000E15EE">
        <w:t>3)</w:t>
      </w:r>
      <w:r w:rsidRPr="000E15EE">
        <w:tab/>
        <w:t xml:space="preserve">stanowisko lub rodzaj pracy; </w:t>
      </w:r>
    </w:p>
    <w:p w14:paraId="021DCDEA" w14:textId="77777777" w:rsidR="00D4325D" w:rsidRPr="000E15EE" w:rsidRDefault="00D4325D" w:rsidP="00D4325D">
      <w:pPr>
        <w:pStyle w:val="PKTpunkt"/>
      </w:pPr>
      <w:r w:rsidRPr="000E15EE">
        <w:t>4)</w:t>
      </w:r>
      <w:r w:rsidRPr="000E15EE">
        <w:tab/>
        <w:t>wymiar czasu pracy albo liczbę godzin pracy</w:t>
      </w:r>
      <w:r w:rsidR="00BB7627" w:rsidRPr="000E15EE">
        <w:t xml:space="preserve"> w </w:t>
      </w:r>
      <w:r w:rsidRPr="000E15EE">
        <w:t>tygodniu lub miesiącu;</w:t>
      </w:r>
    </w:p>
    <w:p w14:paraId="4C7130BF" w14:textId="77777777" w:rsidR="00D4325D" w:rsidRPr="000E15EE" w:rsidRDefault="00D4325D" w:rsidP="00D4325D">
      <w:pPr>
        <w:pStyle w:val="PKTpunkt"/>
      </w:pPr>
      <w:r w:rsidRPr="000E15EE">
        <w:t>5)</w:t>
      </w:r>
      <w:r w:rsidRPr="000E15EE">
        <w:tab/>
        <w:t xml:space="preserve">najniższe wynagrodzenie, jakie </w:t>
      </w:r>
      <w:r w:rsidR="00985029" w:rsidRPr="000E15EE">
        <w:t xml:space="preserve">będzie </w:t>
      </w:r>
      <w:r w:rsidRPr="000E15EE">
        <w:t>otrzymywać cudzoziemiec na danym stanowisku;</w:t>
      </w:r>
    </w:p>
    <w:p w14:paraId="2D67E5B5" w14:textId="77777777" w:rsidR="00D4325D" w:rsidRPr="000E15EE" w:rsidRDefault="00D4325D" w:rsidP="00D4325D">
      <w:pPr>
        <w:pStyle w:val="PKTpunkt"/>
      </w:pPr>
      <w:r w:rsidRPr="000E15EE">
        <w:t>6)</w:t>
      </w:r>
      <w:r w:rsidRPr="000E15EE">
        <w:tab/>
        <w:t>rodzaj umowy będącej podstawą wykonywania pracy;</w:t>
      </w:r>
    </w:p>
    <w:p w14:paraId="05E424D4" w14:textId="77777777" w:rsidR="00D4325D" w:rsidRPr="000E15EE" w:rsidRDefault="00D4325D" w:rsidP="00D4325D">
      <w:pPr>
        <w:pStyle w:val="PKTpunkt"/>
      </w:pPr>
      <w:r w:rsidRPr="000E15EE">
        <w:t>7)</w:t>
      </w:r>
      <w:r w:rsidRPr="000E15EE">
        <w:tab/>
        <w:t>okres ważności zezwolenia.</w:t>
      </w:r>
    </w:p>
    <w:p w14:paraId="1C6584DA" w14:textId="77777777" w:rsidR="00D4325D" w:rsidRPr="000E15EE" w:rsidRDefault="00D4325D" w:rsidP="00D4325D">
      <w:pPr>
        <w:pStyle w:val="USTustnpkodeksu"/>
      </w:pPr>
      <w:r w:rsidRPr="000E15EE">
        <w:t>2. Jeżeli zezwolenie dotyczy pracy cudzoziemca</w:t>
      </w:r>
      <w:r w:rsidR="00BB7627" w:rsidRPr="000E15EE">
        <w:t xml:space="preserve"> w </w:t>
      </w:r>
      <w:r w:rsidRPr="000E15EE">
        <w:t>charakterze pracownika tymczasowego,</w:t>
      </w:r>
      <w:r w:rsidR="00BB7627" w:rsidRPr="000E15EE">
        <w:t xml:space="preserve"> w </w:t>
      </w:r>
      <w:r w:rsidRPr="000E15EE">
        <w:t>zezwoleniu na pracę jest określany pracodawca użytkownik.</w:t>
      </w:r>
    </w:p>
    <w:p w14:paraId="7DA65CA2" w14:textId="77777777" w:rsidR="00D4325D" w:rsidRPr="000E15EE" w:rsidRDefault="00BB7627" w:rsidP="00D4325D">
      <w:pPr>
        <w:pStyle w:val="ARTartustawynprozporzdzenia"/>
      </w:pPr>
      <w:bookmarkStart w:id="100" w:name="_Toc107829967"/>
      <w:r w:rsidRPr="000E15EE">
        <w:rPr>
          <w:rStyle w:val="Ppogrubienie"/>
        </w:rPr>
        <w:t>Art. </w:t>
      </w:r>
      <w:r w:rsidR="00195F48" w:rsidRPr="000E15EE">
        <w:rPr>
          <w:rStyle w:val="Ppogrubienie"/>
        </w:rPr>
        <w:t>31</w:t>
      </w:r>
      <w:r w:rsidR="00D4325D" w:rsidRPr="000E15EE">
        <w:rPr>
          <w:rStyle w:val="Ppogrubienie"/>
        </w:rPr>
        <w:t>.</w:t>
      </w:r>
      <w:r w:rsidR="00D4325D" w:rsidRPr="000E15EE">
        <w:t> 1. </w:t>
      </w:r>
      <w:r w:rsidR="00AF2712" w:rsidRPr="000E15EE">
        <w:t>P</w:t>
      </w:r>
      <w:r w:rsidR="005941A5" w:rsidRPr="000E15EE">
        <w:t xml:space="preserve">olski </w:t>
      </w:r>
      <w:r w:rsidR="0015752B">
        <w:t>podmiot powierzający pracę cudzoziemcowi</w:t>
      </w:r>
      <w:r w:rsidR="00D4325D" w:rsidRPr="000E15EE">
        <w:t xml:space="preserve"> może powierzyć cudzoziemcowi wykonywanie pracy</w:t>
      </w:r>
      <w:r w:rsidRPr="000E15EE">
        <w:t xml:space="preserve"> o </w:t>
      </w:r>
      <w:r w:rsidR="00D4325D" w:rsidRPr="000E15EE">
        <w:t>innym charakterze lub na innym stanowisku niż określone</w:t>
      </w:r>
      <w:r w:rsidRPr="000E15EE">
        <w:t xml:space="preserve"> w </w:t>
      </w:r>
      <w:r w:rsidR="00D4325D" w:rsidRPr="000E15EE">
        <w:t xml:space="preserve">zezwoleniu na pracę na rzecz </w:t>
      </w:r>
      <w:r w:rsidR="00F011A1" w:rsidRPr="000E15EE">
        <w:t xml:space="preserve">polskiego </w:t>
      </w:r>
      <w:r w:rsidR="00B36F02">
        <w:t>podmiotu powierzającego pracę cudzoziemcowi</w:t>
      </w:r>
      <w:r w:rsidR="00F011A1" w:rsidRPr="000E15EE">
        <w:t xml:space="preserve"> </w:t>
      </w:r>
      <w:r w:rsidR="00D4325D" w:rsidRPr="000E15EE">
        <w:t>na okresy łącznie nieprzekraczające 30 dni</w:t>
      </w:r>
      <w:r w:rsidRPr="000E15EE">
        <w:t xml:space="preserve"> w </w:t>
      </w:r>
      <w:r w:rsidR="00D4325D" w:rsidRPr="000E15EE">
        <w:t>roku kalendarzowym, jeżeli są spełnione pozostałe warunki określone</w:t>
      </w:r>
      <w:r w:rsidRPr="000E15EE">
        <w:t xml:space="preserve"> w </w:t>
      </w:r>
      <w:r w:rsidR="00D4325D" w:rsidRPr="000E15EE">
        <w:t>zezwoleniu na pracę i jeżeli uprzednio powiadomi wojewodę, który wydał zezwolenie na pracę</w:t>
      </w:r>
      <w:r w:rsidR="00FB1F51" w:rsidRPr="000E15EE">
        <w:t>, za pomocą systemu teleinformatycznego</w:t>
      </w:r>
      <w:hyperlink w:history="1"/>
      <w:r w:rsidR="00D4325D" w:rsidRPr="000E15EE">
        <w:t>.</w:t>
      </w:r>
      <w:bookmarkEnd w:id="100"/>
    </w:p>
    <w:p w14:paraId="723CB0F4" w14:textId="77777777" w:rsidR="00622C59" w:rsidRDefault="00D4325D" w:rsidP="00D4325D">
      <w:pPr>
        <w:pStyle w:val="USTustnpkodeksu"/>
      </w:pPr>
      <w:r w:rsidRPr="000E15EE">
        <w:t>2. Oprócz przypadków,</w:t>
      </w:r>
      <w:r w:rsidR="00BB7627" w:rsidRPr="000E15EE">
        <w:t xml:space="preserve"> o </w:t>
      </w:r>
      <w:r w:rsidRPr="000E15EE">
        <w:t>których mowa</w:t>
      </w:r>
      <w:r w:rsidR="00BB7627" w:rsidRPr="000E15EE">
        <w:t xml:space="preserve"> w art. </w:t>
      </w:r>
      <w:r w:rsidRPr="000E15EE">
        <w:t xml:space="preserve">18 </w:t>
      </w:r>
      <w:r w:rsidR="00BB7627" w:rsidRPr="000E15EE">
        <w:t>ust. </w:t>
      </w:r>
      <w:r w:rsidRPr="000E15EE">
        <w:t xml:space="preserve">1, zmiana lub wydanie nowego zezwolenia na pracę </w:t>
      </w:r>
      <w:r w:rsidR="009D5FBB" w:rsidRPr="000E15EE">
        <w:t xml:space="preserve">na rzecz polskiego </w:t>
      </w:r>
      <w:r w:rsidR="00B36F02">
        <w:t>podmiotu powierzającego pracę cudzoziemcowi</w:t>
      </w:r>
      <w:r w:rsidR="009D5FBB" w:rsidRPr="000E15EE">
        <w:t xml:space="preserve"> </w:t>
      </w:r>
      <w:r w:rsidRPr="000E15EE">
        <w:t>nie są wymagane, jeżeli</w:t>
      </w:r>
      <w:r w:rsidR="00622C59">
        <w:t>:</w:t>
      </w:r>
    </w:p>
    <w:p w14:paraId="1D5D7575" w14:textId="77777777" w:rsidR="002E265D" w:rsidRDefault="00622C59" w:rsidP="002E265D">
      <w:pPr>
        <w:pStyle w:val="PKTpunkt"/>
      </w:pPr>
      <w:r>
        <w:t>1)</w:t>
      </w:r>
      <w:r>
        <w:tab/>
      </w:r>
      <w:r w:rsidR="00D4325D" w:rsidRPr="000E15EE">
        <w:t xml:space="preserve">nastąpiła zmiana warunków pracy cudzoziemca na zasadach określonych przepisami </w:t>
      </w:r>
      <w:r w:rsidR="00BB7627" w:rsidRPr="000E15EE">
        <w:t>art. </w:t>
      </w:r>
      <w:r w:rsidR="00D4325D" w:rsidRPr="000E15EE">
        <w:t>9</w:t>
      </w:r>
      <w:r w:rsidR="00D4325D" w:rsidRPr="000E15EE">
        <w:rPr>
          <w:rStyle w:val="IGindeksgrny"/>
        </w:rPr>
        <w:t>1</w:t>
      </w:r>
      <w:r w:rsidR="00D4325D" w:rsidRPr="000E15EE">
        <w:t xml:space="preserve"> lub </w:t>
      </w:r>
      <w:r w:rsidR="00BB7627" w:rsidRPr="000E15EE">
        <w:t>art. </w:t>
      </w:r>
      <w:r w:rsidR="00D4325D" w:rsidRPr="000E15EE">
        <w:t>23</w:t>
      </w:r>
      <w:r w:rsidR="00D4325D" w:rsidRPr="000E15EE">
        <w:rPr>
          <w:rStyle w:val="IGindeksgrny"/>
        </w:rPr>
        <w:t>1a</w:t>
      </w:r>
      <w:r w:rsidR="00D4325D" w:rsidRPr="000E15EE">
        <w:t xml:space="preserve"> ustawy</w:t>
      </w:r>
      <w:r w:rsidR="00BB7627" w:rsidRPr="000E15EE">
        <w:t xml:space="preserve"> z </w:t>
      </w:r>
      <w:r w:rsidR="00D4325D" w:rsidRPr="000E15EE">
        <w:t>dnia 26 czerwca 1974</w:t>
      </w:r>
      <w:r w:rsidR="00BB7627" w:rsidRPr="000E15EE">
        <w:t xml:space="preserve"> r. </w:t>
      </w:r>
      <w:r w:rsidR="00D4325D" w:rsidRPr="000E15EE">
        <w:t xml:space="preserve">– Kodeks pracy, lub </w:t>
      </w:r>
      <w:r w:rsidR="00BB7627" w:rsidRPr="000E15EE">
        <w:t>art. </w:t>
      </w:r>
      <w:r w:rsidR="00D4325D" w:rsidRPr="000E15EE">
        <w:t>4 ustawy</w:t>
      </w:r>
      <w:r w:rsidR="00BB7627" w:rsidRPr="000E15EE">
        <w:t xml:space="preserve"> z </w:t>
      </w:r>
      <w:r w:rsidR="00D4325D" w:rsidRPr="000E15EE">
        <w:t>dnia 11 października 2013</w:t>
      </w:r>
      <w:r w:rsidR="00BB7627" w:rsidRPr="000E15EE">
        <w:t> r. o </w:t>
      </w:r>
      <w:r w:rsidR="00D4325D" w:rsidRPr="000E15EE">
        <w:t>szczególnych rozwiązaniach związanych</w:t>
      </w:r>
      <w:r w:rsidR="00BB7627" w:rsidRPr="000E15EE">
        <w:t xml:space="preserve"> z </w:t>
      </w:r>
      <w:r w:rsidR="00D4325D" w:rsidRPr="000E15EE">
        <w:t>ochroną miejsc pracy (</w:t>
      </w:r>
      <w:r w:rsidR="004943EF" w:rsidRPr="000E15EE">
        <w:t>Dz. U.</w:t>
      </w:r>
      <w:r w:rsidR="00BB7627" w:rsidRPr="000E15EE">
        <w:t xml:space="preserve"> z </w:t>
      </w:r>
      <w:r w:rsidR="00D4325D" w:rsidRPr="000E15EE">
        <w:t>2019</w:t>
      </w:r>
      <w:r w:rsidR="00BB7627" w:rsidRPr="000E15EE">
        <w:t xml:space="preserve"> r. </w:t>
      </w:r>
      <w:r w:rsidR="00D4325D" w:rsidRPr="000E15EE">
        <w:t>poz.</w:t>
      </w:r>
      <w:r w:rsidR="00EA3966" w:rsidRPr="000E15EE">
        <w:t> </w:t>
      </w:r>
      <w:r w:rsidR="00D4325D" w:rsidRPr="000E15EE">
        <w:t>669)</w:t>
      </w:r>
      <w:r w:rsidR="002E265D">
        <w:t>;</w:t>
      </w:r>
    </w:p>
    <w:p w14:paraId="256FC3E0" w14:textId="06213C04" w:rsidR="00622C59" w:rsidRPr="000E15EE" w:rsidRDefault="002E265D" w:rsidP="002E265D">
      <w:pPr>
        <w:pStyle w:val="PKTpunkt"/>
      </w:pPr>
      <w:r>
        <w:lastRenderedPageBreak/>
        <w:t>2</w:t>
      </w:r>
      <w:r w:rsidR="00622C59" w:rsidRPr="00622C59">
        <w:t>)</w:t>
      </w:r>
      <w:r w:rsidR="00622C59" w:rsidRPr="00622C59">
        <w:tab/>
        <w:t>zwiększono wymiar czasu pracy określone w zezwoleniu na pracę</w:t>
      </w:r>
      <w:r w:rsidR="00964215">
        <w:t xml:space="preserve"> nie więcej niż do pełnego wymiaru czasu pracy</w:t>
      </w:r>
      <w:r w:rsidR="00622C59" w:rsidRPr="00622C59">
        <w:t xml:space="preserve"> przy jednoczesnym proporcjonalnym zwiększeniu wynagrodzenia</w:t>
      </w:r>
      <w:r w:rsidR="00964215">
        <w:t>.</w:t>
      </w:r>
      <w:r>
        <w:t xml:space="preserve"> </w:t>
      </w:r>
    </w:p>
    <w:p w14:paraId="4BBA2EF5" w14:textId="77777777" w:rsidR="00D4325D" w:rsidRPr="000E15EE" w:rsidRDefault="00BB7627" w:rsidP="00CC3F14">
      <w:pPr>
        <w:pStyle w:val="ARTartustawynprozporzdzenia"/>
        <w:keepNext/>
      </w:pPr>
      <w:bookmarkStart w:id="101" w:name="_Toc107829968"/>
      <w:r w:rsidRPr="000E15EE">
        <w:rPr>
          <w:rStyle w:val="Ppogrubienie"/>
        </w:rPr>
        <w:t>Art. </w:t>
      </w:r>
      <w:r w:rsidR="00195F48" w:rsidRPr="000E15EE">
        <w:rPr>
          <w:rStyle w:val="Ppogrubienie"/>
        </w:rPr>
        <w:t>32</w:t>
      </w:r>
      <w:r w:rsidR="00D4325D" w:rsidRPr="000E15EE">
        <w:rPr>
          <w:rStyle w:val="Ppogrubienie"/>
        </w:rPr>
        <w:t>.</w:t>
      </w:r>
      <w:r w:rsidR="00D4325D" w:rsidRPr="000E15EE">
        <w:t xml:space="preserve"> 1. Zezwolenie na pracę cudzoziemca na rzecz polskiego </w:t>
      </w:r>
      <w:r w:rsidR="00B36F02">
        <w:t>podmiotu powierzającego pracę cudzoziemcowi</w:t>
      </w:r>
      <w:r w:rsidR="00F011A1" w:rsidRPr="000E15EE">
        <w:t xml:space="preserve"> </w:t>
      </w:r>
      <w:r w:rsidR="00D4325D" w:rsidRPr="000E15EE">
        <w:t>wydaje się na czas określony nie dłuższy niż 1 rok, jeżeli:</w:t>
      </w:r>
      <w:bookmarkEnd w:id="101"/>
    </w:p>
    <w:p w14:paraId="40A84AE4" w14:textId="77777777" w:rsidR="00D4325D" w:rsidRPr="000E15EE" w:rsidRDefault="00D4325D" w:rsidP="00D4325D">
      <w:pPr>
        <w:pStyle w:val="PKTpunkt"/>
      </w:pPr>
      <w:r w:rsidRPr="000E15EE">
        <w:t>1)</w:t>
      </w:r>
      <w:r w:rsidRPr="000E15EE">
        <w:tab/>
        <w:t>wniosek</w:t>
      </w:r>
      <w:r w:rsidR="00BB7627" w:rsidRPr="000E15EE">
        <w:t xml:space="preserve"> o </w:t>
      </w:r>
      <w:r w:rsidRPr="000E15EE">
        <w:t xml:space="preserve">wydanie zezwolenia na pracę jest złożony przez </w:t>
      </w:r>
      <w:r w:rsidR="005941A5" w:rsidRPr="000E15EE">
        <w:t xml:space="preserve">polski </w:t>
      </w:r>
      <w:r w:rsidR="0015752B">
        <w:t>podmiot powierzający pracę cudzoziemcowi</w:t>
      </w:r>
      <w:r w:rsidRPr="000E15EE">
        <w:t xml:space="preserve"> prowadząc</w:t>
      </w:r>
      <w:r w:rsidR="005406D8" w:rsidRPr="000E15EE">
        <w:t>y</w:t>
      </w:r>
      <w:r w:rsidRPr="000E15EE">
        <w:t xml:space="preserve"> działalność gospodarczą przez okres krótszy niż 1 rok lub</w:t>
      </w:r>
    </w:p>
    <w:p w14:paraId="134DD729" w14:textId="44082059" w:rsidR="00D4325D" w:rsidRPr="000E15EE" w:rsidRDefault="00D4325D" w:rsidP="00D4325D">
      <w:pPr>
        <w:pStyle w:val="PKTpunkt"/>
      </w:pPr>
      <w:r w:rsidRPr="000E15EE">
        <w:t>2)</w:t>
      </w:r>
      <w:r w:rsidRPr="000E15EE">
        <w:tab/>
        <w:t>czas pracy nie będzie przekraczał ½ pełnego czasu pracy lub 20 godzin tygodniowo</w:t>
      </w:r>
      <w:r w:rsidR="004A20BC">
        <w:t>.</w:t>
      </w:r>
    </w:p>
    <w:p w14:paraId="46F048C5" w14:textId="77777777" w:rsidR="00D4325D" w:rsidRPr="000E15EE" w:rsidRDefault="00D4325D" w:rsidP="00D4325D">
      <w:pPr>
        <w:pStyle w:val="USTustnpkodeksu"/>
      </w:pPr>
      <w:r w:rsidRPr="000E15EE">
        <w:t>2. Zezwolenie na pracę cudzoziemca</w:t>
      </w:r>
      <w:r w:rsidR="00BB7627" w:rsidRPr="000E15EE">
        <w:t xml:space="preserve"> w </w:t>
      </w:r>
      <w:r w:rsidRPr="000E15EE">
        <w:t xml:space="preserve">charakterze pracownika tymczasowego wydaje się na czas nie dłuższy niż określony przepisami </w:t>
      </w:r>
      <w:r w:rsidR="00BB7627" w:rsidRPr="000E15EE">
        <w:t>art. </w:t>
      </w:r>
      <w:r w:rsidRPr="000E15EE">
        <w:t>20 ustawy</w:t>
      </w:r>
      <w:r w:rsidR="00BB7627" w:rsidRPr="000E15EE">
        <w:t xml:space="preserve"> z </w:t>
      </w:r>
      <w:r w:rsidRPr="000E15EE">
        <w:t>dnia 9 lipca 2003</w:t>
      </w:r>
      <w:r w:rsidR="00BB7627" w:rsidRPr="000E15EE">
        <w:t> r. o </w:t>
      </w:r>
      <w:r w:rsidRPr="000E15EE">
        <w:t>zatrudnianiu pracowników tymczasowych.</w:t>
      </w:r>
    </w:p>
    <w:p w14:paraId="0B247AF9" w14:textId="77777777" w:rsidR="00D4325D" w:rsidRPr="000E15EE" w:rsidRDefault="00D4325D" w:rsidP="00D4325D">
      <w:pPr>
        <w:pStyle w:val="ROZDZODDZOZNoznaczenierozdziauluboddziau"/>
      </w:pPr>
      <w:r w:rsidRPr="000E15EE">
        <w:t>Rozdział 3</w:t>
      </w:r>
    </w:p>
    <w:p w14:paraId="118E47ED" w14:textId="77777777" w:rsidR="00D4325D" w:rsidRPr="000E15EE" w:rsidRDefault="00D4325D" w:rsidP="00CC3F14">
      <w:pPr>
        <w:pStyle w:val="ROZDZODDZPRZEDMprzedmiotregulacjirozdziauluboddziau"/>
      </w:pPr>
      <w:bookmarkStart w:id="102" w:name="_Toc88838123"/>
      <w:bookmarkStart w:id="103" w:name="_Toc107829969"/>
      <w:r w:rsidRPr="000E15EE">
        <w:t>Zezwolenie na pracę</w:t>
      </w:r>
      <w:r w:rsidR="00BB7627" w:rsidRPr="000E15EE">
        <w:t xml:space="preserve"> w </w:t>
      </w:r>
      <w:r w:rsidRPr="000E15EE">
        <w:t>związku</w:t>
      </w:r>
      <w:r w:rsidR="00BB7627" w:rsidRPr="000E15EE">
        <w:t xml:space="preserve"> z </w:t>
      </w:r>
      <w:r w:rsidRPr="000E15EE">
        <w:t>pełnieniem określonej funkcji</w:t>
      </w:r>
      <w:bookmarkEnd w:id="102"/>
      <w:bookmarkEnd w:id="103"/>
    </w:p>
    <w:p w14:paraId="1A69FBAF" w14:textId="77777777" w:rsidR="00D4325D" w:rsidRPr="000E15EE" w:rsidRDefault="00BB7627" w:rsidP="00D4325D">
      <w:pPr>
        <w:pStyle w:val="ARTartustawynprozporzdzenia"/>
      </w:pPr>
      <w:bookmarkStart w:id="104" w:name="_Toc107829970"/>
      <w:bookmarkStart w:id="105" w:name="_Toc88838124"/>
      <w:r w:rsidRPr="000E15EE">
        <w:rPr>
          <w:rStyle w:val="Ppogrubienie"/>
        </w:rPr>
        <w:t>Art. </w:t>
      </w:r>
      <w:r w:rsidR="00195F48" w:rsidRPr="000E15EE">
        <w:rPr>
          <w:rStyle w:val="Ppogrubienie"/>
        </w:rPr>
        <w:t>33</w:t>
      </w:r>
      <w:r w:rsidR="00D4325D" w:rsidRPr="000E15EE">
        <w:rPr>
          <w:rStyle w:val="Ppogrubienie"/>
        </w:rPr>
        <w:t>.</w:t>
      </w:r>
      <w:r w:rsidR="00D4325D" w:rsidRPr="000E15EE">
        <w:t> Zezwoleni</w:t>
      </w:r>
      <w:r w:rsidR="005406D8" w:rsidRPr="000E15EE">
        <w:t>e</w:t>
      </w:r>
      <w:r w:rsidR="00D4325D" w:rsidRPr="000E15EE">
        <w:t xml:space="preserve"> na pracę</w:t>
      </w:r>
      <w:r w:rsidRPr="000E15EE">
        <w:t xml:space="preserve"> w </w:t>
      </w:r>
      <w:r w:rsidR="00D4325D" w:rsidRPr="000E15EE">
        <w:t>związku</w:t>
      </w:r>
      <w:r w:rsidRPr="000E15EE">
        <w:t xml:space="preserve"> z </w:t>
      </w:r>
      <w:r w:rsidR="00D4325D" w:rsidRPr="000E15EE">
        <w:t xml:space="preserve">pełnieniem określonej funkcji wydaje wojewoda właściwy ze względu na siedzibę </w:t>
      </w:r>
      <w:r w:rsidR="00F011A1" w:rsidRPr="000E15EE">
        <w:t xml:space="preserve">polskiego </w:t>
      </w:r>
      <w:r w:rsidR="00B36F02">
        <w:t>podmiotu powierzającego pracę cudzoziemcowi</w:t>
      </w:r>
      <w:r w:rsidR="00D4325D" w:rsidRPr="000E15EE">
        <w:t>.</w:t>
      </w:r>
      <w:bookmarkEnd w:id="104"/>
    </w:p>
    <w:p w14:paraId="6EE91EF8" w14:textId="77777777" w:rsidR="00D4325D" w:rsidRPr="000E15EE" w:rsidRDefault="00BB7627" w:rsidP="00CC3F14">
      <w:pPr>
        <w:pStyle w:val="ARTartustawynprozporzdzenia"/>
        <w:keepNext/>
      </w:pPr>
      <w:bookmarkStart w:id="106" w:name="_Toc107829971"/>
      <w:r w:rsidRPr="000E15EE">
        <w:rPr>
          <w:rStyle w:val="Ppogrubienie"/>
        </w:rPr>
        <w:t>Art. </w:t>
      </w:r>
      <w:r w:rsidR="00195F48" w:rsidRPr="000E15EE">
        <w:rPr>
          <w:rStyle w:val="Ppogrubienie"/>
        </w:rPr>
        <w:t>34</w:t>
      </w:r>
      <w:r w:rsidR="00D4325D" w:rsidRPr="000E15EE">
        <w:rPr>
          <w:rStyle w:val="Ppogrubienie"/>
        </w:rPr>
        <w:t>.</w:t>
      </w:r>
      <w:r w:rsidR="00D4325D" w:rsidRPr="000E15EE">
        <w:t> 1. Zezwolenie na pracę</w:t>
      </w:r>
      <w:r w:rsidRPr="000E15EE">
        <w:t xml:space="preserve"> w </w:t>
      </w:r>
      <w:r w:rsidR="00D4325D" w:rsidRPr="000E15EE">
        <w:t>związku</w:t>
      </w:r>
      <w:r w:rsidRPr="000E15EE">
        <w:t xml:space="preserve"> z </w:t>
      </w:r>
      <w:r w:rsidR="00D4325D" w:rsidRPr="000E15EE">
        <w:t>pełnieniem określonej funkcji wydaje się dla:</w:t>
      </w:r>
      <w:bookmarkEnd w:id="105"/>
      <w:bookmarkEnd w:id="106"/>
      <w:r w:rsidR="00D4325D" w:rsidRPr="000E15EE">
        <w:t xml:space="preserve"> </w:t>
      </w:r>
    </w:p>
    <w:p w14:paraId="00560B5B" w14:textId="77777777" w:rsidR="00D4325D" w:rsidRPr="000E15EE" w:rsidRDefault="00D4325D" w:rsidP="00D4325D">
      <w:pPr>
        <w:pStyle w:val="PKTpunkt"/>
      </w:pPr>
      <w:r w:rsidRPr="000E15EE">
        <w:t>1)</w:t>
      </w:r>
      <w:r w:rsidRPr="000E15EE">
        <w:tab/>
      </w:r>
      <w:bookmarkStart w:id="107" w:name="_Hlk121407195"/>
      <w:r w:rsidRPr="000E15EE">
        <w:t xml:space="preserve">członka zarządu osoby prawnej wpisanej do rejestru przedsiębiorców </w:t>
      </w:r>
      <w:r w:rsidR="00C971A2">
        <w:t xml:space="preserve">KRS </w:t>
      </w:r>
      <w:r w:rsidRPr="000E15EE">
        <w:t xml:space="preserve">lub </w:t>
      </w:r>
      <w:r w:rsidR="00F979B8" w:rsidRPr="000E15EE">
        <w:t xml:space="preserve">członka zarządu </w:t>
      </w:r>
      <w:r w:rsidR="007C2F74">
        <w:t xml:space="preserve">spółki kapitałowej </w:t>
      </w:r>
      <w:r w:rsidR="00BB7627" w:rsidRPr="000E15EE">
        <w:t>w </w:t>
      </w:r>
      <w:r w:rsidRPr="000E15EE">
        <w:t>organizacji</w:t>
      </w:r>
      <w:bookmarkEnd w:id="107"/>
      <w:r w:rsidRPr="000E15EE">
        <w:t>;</w:t>
      </w:r>
    </w:p>
    <w:p w14:paraId="7FFE4DE3" w14:textId="77777777" w:rsidR="00D4325D" w:rsidRPr="000E15EE" w:rsidRDefault="00D4325D" w:rsidP="00D4325D">
      <w:pPr>
        <w:pStyle w:val="PKTpunkt"/>
      </w:pPr>
      <w:r w:rsidRPr="000E15EE">
        <w:t>2)</w:t>
      </w:r>
      <w:r w:rsidRPr="000E15EE">
        <w:tab/>
        <w:t>osoby prowadzącej sprawy spółki komandytowej lub komandytowo-akcyjnej lub reprezentującej taką spółkę;</w:t>
      </w:r>
    </w:p>
    <w:p w14:paraId="59FF07A2" w14:textId="787CAC52" w:rsidR="001602FA" w:rsidRPr="000E15EE" w:rsidRDefault="00D4325D" w:rsidP="00D4325D">
      <w:pPr>
        <w:pStyle w:val="PKTpunkt"/>
      </w:pPr>
      <w:r w:rsidRPr="000E15EE">
        <w:t>3)</w:t>
      </w:r>
      <w:r w:rsidRPr="000E15EE">
        <w:tab/>
        <w:t>prokurenta</w:t>
      </w:r>
      <w:r w:rsidR="004A20BC">
        <w:t>.</w:t>
      </w:r>
    </w:p>
    <w:p w14:paraId="51BBDDEA" w14:textId="77777777" w:rsidR="00D4325D" w:rsidRPr="000E15EE" w:rsidRDefault="00D4325D" w:rsidP="00CC3F14">
      <w:pPr>
        <w:pStyle w:val="USTustnpkodeksu"/>
        <w:keepNext/>
      </w:pPr>
      <w:r w:rsidRPr="000E15EE">
        <w:t>2. Zezwolenie na pracę</w:t>
      </w:r>
      <w:r w:rsidR="00BB7627" w:rsidRPr="000E15EE">
        <w:t xml:space="preserve"> w </w:t>
      </w:r>
      <w:r w:rsidRPr="000E15EE">
        <w:t>związku</w:t>
      </w:r>
      <w:r w:rsidR="00BB7627" w:rsidRPr="000E15EE">
        <w:t xml:space="preserve"> z </w:t>
      </w:r>
      <w:r w:rsidRPr="000E15EE">
        <w:t xml:space="preserve">pełnieniem określonej funkcji wydaje się, jeżeli </w:t>
      </w:r>
      <w:r w:rsidR="00203E48" w:rsidRPr="000E15EE">
        <w:t xml:space="preserve">polski </w:t>
      </w:r>
      <w:r w:rsidR="0015752B">
        <w:t>podmiot powierzający pracę cudzoziemcowi</w:t>
      </w:r>
      <w:r w:rsidRPr="000E15EE">
        <w:t>:</w:t>
      </w:r>
    </w:p>
    <w:p w14:paraId="2F3D3F50" w14:textId="77777777" w:rsidR="00D4325D" w:rsidRPr="000E15EE" w:rsidRDefault="00D4325D" w:rsidP="00D4325D">
      <w:pPr>
        <w:pStyle w:val="PKTpunkt"/>
      </w:pPr>
      <w:r w:rsidRPr="000E15EE">
        <w:t>1)</w:t>
      </w:r>
      <w:r w:rsidRPr="000E15EE">
        <w:tab/>
      </w:r>
      <w:r w:rsidR="00686849" w:rsidRPr="000E15EE">
        <w:t xml:space="preserve">w roku podatkowym poprzedzającym złożenie wniosku </w:t>
      </w:r>
      <w:r w:rsidRPr="000E15EE">
        <w:t>osiągnął dochód nie niższy niż 12-krotność aktualnego</w:t>
      </w:r>
      <w:r w:rsidR="00BB7627" w:rsidRPr="000E15EE">
        <w:t xml:space="preserve"> w </w:t>
      </w:r>
      <w:r w:rsidRPr="000E15EE">
        <w:t>dniu złożenia wniosku, przeciętnego miesięcznego wynagrodzenia</w:t>
      </w:r>
      <w:r w:rsidR="00BB7627" w:rsidRPr="000E15EE">
        <w:t xml:space="preserve"> w </w:t>
      </w:r>
      <w:r w:rsidRPr="000E15EE">
        <w:t xml:space="preserve">województwie, ogłaszanego przez Prezesa Głównego Urzędu Statystycznego na podstawie </w:t>
      </w:r>
      <w:r w:rsidR="00BB7627" w:rsidRPr="000E15EE">
        <w:t>art. </w:t>
      </w:r>
      <w:r w:rsidRPr="000E15EE">
        <w:t xml:space="preserve">30 </w:t>
      </w:r>
      <w:r w:rsidR="00BB7627" w:rsidRPr="000E15EE">
        <w:t>ust. </w:t>
      </w:r>
      <w:r w:rsidRPr="000E15EE">
        <w:t>2 ustawy</w:t>
      </w:r>
      <w:r w:rsidR="00BB7627" w:rsidRPr="000E15EE">
        <w:t xml:space="preserve"> z </w:t>
      </w:r>
      <w:r w:rsidRPr="000E15EE">
        <w:t>dnia 26 października 1995</w:t>
      </w:r>
      <w:r w:rsidR="00BB7627" w:rsidRPr="000E15EE">
        <w:t> r. o </w:t>
      </w:r>
      <w:r w:rsidR="00CC5F47" w:rsidRPr="000E15EE">
        <w:t>społecznych formach rozwoju mieszkalnictwa</w:t>
      </w:r>
      <w:r w:rsidRPr="000E15EE">
        <w:t xml:space="preserve">, oraz </w:t>
      </w:r>
    </w:p>
    <w:p w14:paraId="5BB2A9B7" w14:textId="77777777" w:rsidR="00D4325D" w:rsidRPr="000E15EE" w:rsidRDefault="00D4325D" w:rsidP="00D4325D">
      <w:pPr>
        <w:pStyle w:val="PKTpunkt"/>
      </w:pPr>
      <w:r w:rsidRPr="000E15EE">
        <w:lastRenderedPageBreak/>
        <w:t>2)</w:t>
      </w:r>
      <w:r w:rsidRPr="000E15EE">
        <w:tab/>
      </w:r>
      <w:r w:rsidR="00C06EA8" w:rsidRPr="000E15EE">
        <w:t xml:space="preserve">co najmniej </w:t>
      </w:r>
      <w:r w:rsidR="00C025DA" w:rsidRPr="000E15EE">
        <w:t xml:space="preserve">przez okres </w:t>
      </w:r>
      <w:r w:rsidR="00C06EA8" w:rsidRPr="000E15EE">
        <w:t xml:space="preserve">1 roku </w:t>
      </w:r>
      <w:r w:rsidR="00C025DA" w:rsidRPr="000E15EE">
        <w:t>poprzedzając</w:t>
      </w:r>
      <w:r w:rsidR="00C06EA8" w:rsidRPr="000E15EE">
        <w:t>ego</w:t>
      </w:r>
      <w:r w:rsidR="00C025DA" w:rsidRPr="000E15EE">
        <w:t xml:space="preserve"> złożenie wniosku </w:t>
      </w:r>
      <w:r w:rsidRPr="000E15EE">
        <w:t>zatrudnia na czas nieokreślony i</w:t>
      </w:r>
      <w:r w:rsidR="00BB7627" w:rsidRPr="000E15EE">
        <w:t xml:space="preserve"> w </w:t>
      </w:r>
      <w:r w:rsidRPr="000E15EE">
        <w:t>pełnym wymiarze czasu pracy co najmniej dwóch pracowników</w:t>
      </w:r>
      <w:r w:rsidR="00BB7627" w:rsidRPr="000E15EE">
        <w:t xml:space="preserve"> w </w:t>
      </w:r>
      <w:r w:rsidRPr="000E15EE">
        <w:t>rozumieniu przepisów ustawy</w:t>
      </w:r>
      <w:r w:rsidR="00BB7627" w:rsidRPr="000E15EE">
        <w:t xml:space="preserve"> z </w:t>
      </w:r>
      <w:r w:rsidRPr="000E15EE">
        <w:t>dnia 26 czerwca 1974</w:t>
      </w:r>
      <w:r w:rsidR="00BB7627" w:rsidRPr="000E15EE">
        <w:t xml:space="preserve"> r. </w:t>
      </w:r>
      <w:r w:rsidRPr="000E15EE">
        <w:t>– Kodeks pracy, będących obywatelami polskimi lub osobami,</w:t>
      </w:r>
      <w:r w:rsidR="00BB7627" w:rsidRPr="000E15EE">
        <w:t xml:space="preserve"> o </w:t>
      </w:r>
      <w:r w:rsidRPr="000E15EE">
        <w:t>których mowa</w:t>
      </w:r>
      <w:r w:rsidR="00BB7627" w:rsidRPr="000E15EE">
        <w:t xml:space="preserve"> w art. </w:t>
      </w:r>
      <w:r w:rsidRPr="000E15EE">
        <w:t xml:space="preserve">1 </w:t>
      </w:r>
      <w:r w:rsidR="00BB7627" w:rsidRPr="000E15EE">
        <w:t>ust. </w:t>
      </w:r>
      <w:r w:rsidR="003B5FE6" w:rsidRPr="000E15EE">
        <w:t>3 pkt 6</w:t>
      </w:r>
      <w:r w:rsidRPr="000E15EE">
        <w:t xml:space="preserve"> lub </w:t>
      </w:r>
      <w:r w:rsidR="00BB7627" w:rsidRPr="000E15EE">
        <w:t>art. </w:t>
      </w:r>
      <w:r w:rsidRPr="000E15EE">
        <w:t xml:space="preserve">3 </w:t>
      </w:r>
      <w:r w:rsidR="00BB7627" w:rsidRPr="000E15EE">
        <w:t>ust. </w:t>
      </w:r>
      <w:r w:rsidRPr="000E15EE">
        <w:t>1.</w:t>
      </w:r>
    </w:p>
    <w:p w14:paraId="7025C086" w14:textId="77777777" w:rsidR="00D4325D" w:rsidRPr="000E15EE" w:rsidRDefault="00D4325D" w:rsidP="00D4325D">
      <w:pPr>
        <w:pStyle w:val="USTustnpkodeksu"/>
      </w:pPr>
      <w:r w:rsidRPr="000E15EE">
        <w:t xml:space="preserve">3. Jeżeli </w:t>
      </w:r>
      <w:r w:rsidR="00203E48" w:rsidRPr="000E15EE">
        <w:t xml:space="preserve">polski </w:t>
      </w:r>
      <w:r w:rsidR="0015752B">
        <w:t>podmiot powierzający pracę cudzoziemcowi</w:t>
      </w:r>
      <w:r w:rsidRPr="000E15EE">
        <w:t xml:space="preserve"> nie spełnia warunków określonych</w:t>
      </w:r>
      <w:r w:rsidR="00BB7627" w:rsidRPr="000E15EE">
        <w:t xml:space="preserve"> w ust. </w:t>
      </w:r>
      <w:r w:rsidRPr="000E15EE">
        <w:t>2, zezwolenie na pracę</w:t>
      </w:r>
      <w:r w:rsidR="00BB7627" w:rsidRPr="000E15EE">
        <w:t xml:space="preserve"> w </w:t>
      </w:r>
      <w:r w:rsidRPr="000E15EE">
        <w:t>związku</w:t>
      </w:r>
      <w:r w:rsidR="00BB7627" w:rsidRPr="000E15EE">
        <w:t xml:space="preserve"> z </w:t>
      </w:r>
      <w:r w:rsidRPr="000E15EE">
        <w:t xml:space="preserve">pełnieniem określonej funkcji może być wydane, jeżeli </w:t>
      </w:r>
      <w:r w:rsidR="00203E48" w:rsidRPr="000E15EE">
        <w:t xml:space="preserve">polski </w:t>
      </w:r>
      <w:r w:rsidR="0015752B">
        <w:t>podmiot powierzający pracę cudzoziemcowi</w:t>
      </w:r>
      <w:r w:rsidR="00BB175F" w:rsidRPr="000E15EE">
        <w:t xml:space="preserve"> </w:t>
      </w:r>
      <w:r w:rsidRPr="000E15EE">
        <w:t xml:space="preserve">wykaże, że posiadane przez niego środki </w:t>
      </w:r>
      <w:r w:rsidR="00563968" w:rsidRPr="000E15EE">
        <w:t xml:space="preserve">lub </w:t>
      </w:r>
      <w:r w:rsidRPr="000E15EE">
        <w:t>prowadzone działania,</w:t>
      </w:r>
      <w:r w:rsidR="00BB7627" w:rsidRPr="000E15EE">
        <w:t xml:space="preserve"> w </w:t>
      </w:r>
      <w:r w:rsidRPr="000E15EE">
        <w:t>szczególności działalność przyczyniająca się do wzrostu inwestycji, transferu technologii, wprowadzania korzystnych innowacji lub tworzenia miejsc pracy, pozwolą na spełnienie</w:t>
      </w:r>
      <w:r w:rsidR="00BB7627" w:rsidRPr="000E15EE">
        <w:t xml:space="preserve"> w </w:t>
      </w:r>
      <w:r w:rsidRPr="000E15EE">
        <w:t>przyszłości warunków określonych</w:t>
      </w:r>
      <w:r w:rsidR="00BB7627" w:rsidRPr="000E15EE">
        <w:t xml:space="preserve"> w ust. </w:t>
      </w:r>
      <w:r w:rsidRPr="000E15EE">
        <w:t>2.</w:t>
      </w:r>
    </w:p>
    <w:p w14:paraId="7357B5DC" w14:textId="77777777" w:rsidR="00D4325D" w:rsidRPr="000E15EE" w:rsidRDefault="00BB7627" w:rsidP="00CC3F14">
      <w:pPr>
        <w:pStyle w:val="ARTartustawynprozporzdzenia"/>
        <w:keepNext/>
      </w:pPr>
      <w:bookmarkStart w:id="108" w:name="_Toc107829972"/>
      <w:r w:rsidRPr="000E15EE">
        <w:rPr>
          <w:rStyle w:val="Ppogrubienie"/>
        </w:rPr>
        <w:t>Art. </w:t>
      </w:r>
      <w:r w:rsidR="00195F48" w:rsidRPr="000E15EE">
        <w:rPr>
          <w:rStyle w:val="Ppogrubienie"/>
        </w:rPr>
        <w:t>35</w:t>
      </w:r>
      <w:r w:rsidR="00D4325D" w:rsidRPr="000E15EE">
        <w:rPr>
          <w:rStyle w:val="Ppogrubienie"/>
        </w:rPr>
        <w:t>.</w:t>
      </w:r>
      <w:r w:rsidRPr="000E15EE">
        <w:t xml:space="preserve"> </w:t>
      </w:r>
      <w:r w:rsidR="00AD402E" w:rsidRPr="000E15EE">
        <w:t>W </w:t>
      </w:r>
      <w:r w:rsidR="00D4325D" w:rsidRPr="000E15EE">
        <w:t>zezwoleniu na pracę</w:t>
      </w:r>
      <w:r w:rsidRPr="000E15EE">
        <w:t xml:space="preserve"> w </w:t>
      </w:r>
      <w:r w:rsidR="00D4325D" w:rsidRPr="000E15EE">
        <w:t>związku</w:t>
      </w:r>
      <w:r w:rsidRPr="000E15EE">
        <w:t xml:space="preserve"> z </w:t>
      </w:r>
      <w:r w:rsidR="00D4325D" w:rsidRPr="000E15EE">
        <w:t>pełnieniem określonej funkcji określa się:</w:t>
      </w:r>
      <w:bookmarkEnd w:id="108"/>
    </w:p>
    <w:p w14:paraId="06E8A965" w14:textId="77777777" w:rsidR="00D4325D" w:rsidRPr="000E15EE" w:rsidRDefault="00D4325D" w:rsidP="00D4325D">
      <w:pPr>
        <w:pStyle w:val="PKTpunkt"/>
      </w:pPr>
      <w:r w:rsidRPr="000E15EE">
        <w:t>1)</w:t>
      </w:r>
      <w:r w:rsidRPr="000E15EE">
        <w:tab/>
      </w:r>
      <w:r w:rsidR="00924832" w:rsidRPr="000E15EE">
        <w:t xml:space="preserve">dane </w:t>
      </w:r>
      <w:r w:rsidR="00203E48" w:rsidRPr="000E15EE">
        <w:t xml:space="preserve">polskiego </w:t>
      </w:r>
      <w:r w:rsidR="00B36F02">
        <w:t>podmiotu powierzającego pracę cudzoziemcowi</w:t>
      </w:r>
      <w:r w:rsidR="00924832" w:rsidRPr="000E15EE">
        <w:t>, o których mowa w art. 9 ust. 1 pkt 1 lit. a</w:t>
      </w:r>
      <w:r w:rsidR="00970CB6" w:rsidRPr="000E15EE">
        <w:t>–</w:t>
      </w:r>
      <w:r w:rsidR="00924832" w:rsidRPr="000E15EE">
        <w:t>c</w:t>
      </w:r>
      <w:r w:rsidRPr="000E15EE">
        <w:t>;</w:t>
      </w:r>
    </w:p>
    <w:p w14:paraId="26B72D88" w14:textId="77777777" w:rsidR="00D4325D" w:rsidRPr="000E15EE" w:rsidRDefault="00D4325D" w:rsidP="00D4325D">
      <w:pPr>
        <w:pStyle w:val="PKTpunkt"/>
      </w:pPr>
      <w:r w:rsidRPr="000E15EE">
        <w:t>2)</w:t>
      </w:r>
      <w:r w:rsidRPr="000E15EE">
        <w:tab/>
      </w:r>
      <w:r w:rsidR="00924832" w:rsidRPr="000E15EE">
        <w:t xml:space="preserve">dane </w:t>
      </w:r>
      <w:r w:rsidRPr="000E15EE">
        <w:t>cudzoziemca</w:t>
      </w:r>
      <w:r w:rsidR="00924832" w:rsidRPr="000E15EE">
        <w:t>, o których mowa w art. 9 ust. 1 pkt 3 lit. a, c, d oraz f</w:t>
      </w:r>
      <w:r w:rsidRPr="000E15EE">
        <w:t>;</w:t>
      </w:r>
    </w:p>
    <w:p w14:paraId="5C5A89D4" w14:textId="77777777" w:rsidR="00D4325D" w:rsidRPr="000E15EE" w:rsidRDefault="00D4325D" w:rsidP="00D4325D">
      <w:pPr>
        <w:pStyle w:val="PKTpunkt"/>
      </w:pPr>
      <w:r w:rsidRPr="000E15EE">
        <w:t>3)</w:t>
      </w:r>
      <w:r w:rsidRPr="000E15EE">
        <w:tab/>
        <w:t>funkcję;</w:t>
      </w:r>
    </w:p>
    <w:p w14:paraId="1866788A" w14:textId="77777777" w:rsidR="00D4325D" w:rsidRPr="000E15EE" w:rsidRDefault="00D4325D" w:rsidP="00D4325D">
      <w:pPr>
        <w:pStyle w:val="PKTpunkt"/>
      </w:pPr>
      <w:r w:rsidRPr="000E15EE">
        <w:t>4)</w:t>
      </w:r>
      <w:r w:rsidRPr="000E15EE">
        <w:tab/>
        <w:t>okres ważności zezwolenia.</w:t>
      </w:r>
    </w:p>
    <w:p w14:paraId="2E2AF68A" w14:textId="77777777" w:rsidR="00D4325D" w:rsidRPr="000E15EE" w:rsidRDefault="00BB7627" w:rsidP="00D4325D">
      <w:pPr>
        <w:pStyle w:val="ARTartustawynprozporzdzenia"/>
      </w:pPr>
      <w:bookmarkStart w:id="109" w:name="_Toc107829973"/>
      <w:r w:rsidRPr="000E15EE">
        <w:rPr>
          <w:rStyle w:val="Ppogrubienie"/>
        </w:rPr>
        <w:t>Art. </w:t>
      </w:r>
      <w:r w:rsidR="00195F48" w:rsidRPr="000E15EE">
        <w:rPr>
          <w:rStyle w:val="Ppogrubienie"/>
        </w:rPr>
        <w:t>36</w:t>
      </w:r>
      <w:r w:rsidR="00D4325D" w:rsidRPr="000E15EE">
        <w:rPr>
          <w:rStyle w:val="Ppogrubienie"/>
        </w:rPr>
        <w:t>.</w:t>
      </w:r>
      <w:r w:rsidR="00D4325D" w:rsidRPr="000E15EE">
        <w:t> Zezwolenie na pracę</w:t>
      </w:r>
      <w:r w:rsidRPr="000E15EE">
        <w:t xml:space="preserve"> w </w:t>
      </w:r>
      <w:r w:rsidR="00D4325D" w:rsidRPr="000E15EE">
        <w:t>związku</w:t>
      </w:r>
      <w:r w:rsidRPr="000E15EE">
        <w:t xml:space="preserve"> z </w:t>
      </w:r>
      <w:r w:rsidR="00D4325D" w:rsidRPr="000E15EE">
        <w:t xml:space="preserve">pełnieniem określonej funkcji wydaje się na czas określony nie dłuższy niż 1 rok, jeżeli </w:t>
      </w:r>
      <w:r w:rsidR="00203E48" w:rsidRPr="000E15EE">
        <w:t xml:space="preserve">polski </w:t>
      </w:r>
      <w:r w:rsidR="0015752B">
        <w:t>podmiot powierzający pracę cudzoziemcowi</w:t>
      </w:r>
      <w:r w:rsidR="00D4325D" w:rsidRPr="000E15EE">
        <w:t xml:space="preserve"> prowadzi działalność gospodarczą na terytorium Rzeczypospolitej Polskiej przez okres krótszy niż 1 rok lub nie spełnia warunków,</w:t>
      </w:r>
      <w:r w:rsidRPr="000E15EE">
        <w:t xml:space="preserve"> o </w:t>
      </w:r>
      <w:r w:rsidR="00D4325D" w:rsidRPr="000E15EE">
        <w:t>których mowa</w:t>
      </w:r>
      <w:r w:rsidRPr="000E15EE">
        <w:t xml:space="preserve"> w art. </w:t>
      </w:r>
      <w:r w:rsidR="00D4325D" w:rsidRPr="000E15EE">
        <w:t xml:space="preserve">34 </w:t>
      </w:r>
      <w:r w:rsidRPr="000E15EE">
        <w:t>ust. </w:t>
      </w:r>
      <w:r w:rsidR="00D4325D" w:rsidRPr="000E15EE">
        <w:t>2.</w:t>
      </w:r>
      <w:bookmarkEnd w:id="109"/>
    </w:p>
    <w:p w14:paraId="4140CCA5" w14:textId="77777777" w:rsidR="00D4325D" w:rsidRPr="00DE6417" w:rsidRDefault="00BB7627" w:rsidP="00D4325D">
      <w:pPr>
        <w:pStyle w:val="ARTartustawynprozporzdzenia"/>
      </w:pPr>
      <w:bookmarkStart w:id="110" w:name="_Toc107829974"/>
      <w:r w:rsidRPr="000E15EE">
        <w:rPr>
          <w:rStyle w:val="Ppogrubienie"/>
        </w:rPr>
        <w:t>Art. </w:t>
      </w:r>
      <w:r w:rsidR="00195F48" w:rsidRPr="000E15EE">
        <w:rPr>
          <w:rStyle w:val="Ppogrubienie"/>
        </w:rPr>
        <w:t>37</w:t>
      </w:r>
      <w:r w:rsidR="00D4325D" w:rsidRPr="000E15EE">
        <w:rPr>
          <w:rStyle w:val="Ppogrubienie"/>
        </w:rPr>
        <w:t>.</w:t>
      </w:r>
      <w:r w:rsidR="00D4325D" w:rsidRPr="000E15EE">
        <w:t xml:space="preserve"> Zezwolenie na pracę </w:t>
      </w:r>
      <w:r w:rsidR="00C06EA8" w:rsidRPr="000E15EE">
        <w:t xml:space="preserve">w związku z pełnieniem określonej funkcji </w:t>
      </w:r>
      <w:r w:rsidR="00D4325D" w:rsidRPr="000E15EE">
        <w:t>nie jest wymagane, jeżeli cudzoziemiec przebywa na terytorium Rzeczypospolitej Polskiej przez okres nieprzekraczający łącznie 6 miesięcy</w:t>
      </w:r>
      <w:r w:rsidRPr="000E15EE">
        <w:t xml:space="preserve"> w </w:t>
      </w:r>
      <w:r w:rsidR="00D4325D" w:rsidRPr="000E15EE">
        <w:t xml:space="preserve">ciągu kolejnych 12 </w:t>
      </w:r>
      <w:r w:rsidR="00D4325D" w:rsidRPr="00DE6417">
        <w:t>miesięcy</w:t>
      </w:r>
      <w:r w:rsidRPr="00DE6417">
        <w:t xml:space="preserve"> </w:t>
      </w:r>
      <w:bookmarkStart w:id="111" w:name="_Hlk121407230"/>
      <w:r w:rsidRPr="00DE6417">
        <w:t>w </w:t>
      </w:r>
      <w:r w:rsidR="00D4325D" w:rsidRPr="00DE6417">
        <w:t>związku</w:t>
      </w:r>
      <w:r w:rsidRPr="00DE6417">
        <w:t xml:space="preserve"> z </w:t>
      </w:r>
      <w:r w:rsidR="00D4325D" w:rsidRPr="00DE6417">
        <w:t>pełnieniem funkcji</w:t>
      </w:r>
      <w:r w:rsidRPr="00DE6417">
        <w:t xml:space="preserve"> w </w:t>
      </w:r>
      <w:r w:rsidR="00D4325D" w:rsidRPr="00DE6417">
        <w:t xml:space="preserve">zarządzie osoby prawnej wpisanej do rejestru przedsiębiorców lub </w:t>
      </w:r>
      <w:r w:rsidR="007C2F74" w:rsidRPr="00DE6417">
        <w:t xml:space="preserve">spółki kapitałowej </w:t>
      </w:r>
      <w:r w:rsidRPr="00DE6417">
        <w:t>w </w:t>
      </w:r>
      <w:r w:rsidR="00D4325D" w:rsidRPr="00DE6417">
        <w:t xml:space="preserve">organizacji </w:t>
      </w:r>
      <w:bookmarkEnd w:id="111"/>
      <w:r w:rsidR="00D4325D" w:rsidRPr="00DE6417">
        <w:t>albo</w:t>
      </w:r>
      <w:r w:rsidRPr="00DE6417">
        <w:t xml:space="preserve"> w </w:t>
      </w:r>
      <w:r w:rsidR="00D4325D" w:rsidRPr="00DE6417">
        <w:t>związku</w:t>
      </w:r>
      <w:r w:rsidRPr="00DE6417">
        <w:t xml:space="preserve"> z </w:t>
      </w:r>
      <w:r w:rsidR="00D4325D" w:rsidRPr="00DE6417">
        <w:t>reprezentacją lub prowadzeniem spraw spółki komandytowej lub komandytowo-akcyjnej, albo</w:t>
      </w:r>
      <w:r w:rsidRPr="00DE6417">
        <w:t xml:space="preserve"> w </w:t>
      </w:r>
      <w:r w:rsidR="00D4325D" w:rsidRPr="00DE6417">
        <w:t>związku</w:t>
      </w:r>
      <w:r w:rsidRPr="00DE6417">
        <w:t xml:space="preserve"> z </w:t>
      </w:r>
      <w:r w:rsidR="00D4325D" w:rsidRPr="00DE6417">
        <w:t>udzieloną mu prokurą.</w:t>
      </w:r>
      <w:bookmarkEnd w:id="110"/>
    </w:p>
    <w:p w14:paraId="6DF7BED7" w14:textId="77777777" w:rsidR="00D4325D" w:rsidRPr="000E15EE" w:rsidRDefault="00D4325D" w:rsidP="00D4325D">
      <w:pPr>
        <w:pStyle w:val="ROZDZODDZOZNoznaczenierozdziauluboddziau"/>
      </w:pPr>
      <w:r w:rsidRPr="000E15EE">
        <w:t>Rozdział 4</w:t>
      </w:r>
    </w:p>
    <w:p w14:paraId="54612355" w14:textId="77777777" w:rsidR="00D4325D" w:rsidRPr="000E15EE" w:rsidRDefault="00D4325D" w:rsidP="00CC3F14">
      <w:pPr>
        <w:pStyle w:val="ROZDZODDZPRZEDMprzedmiotregulacjirozdziauluboddziau"/>
      </w:pPr>
      <w:bookmarkStart w:id="112" w:name="_Toc88838126"/>
      <w:bookmarkStart w:id="113" w:name="_Toc107829975"/>
      <w:r w:rsidRPr="000E15EE">
        <w:t>Zezwolenie na pracę</w:t>
      </w:r>
      <w:r w:rsidR="00BB7627" w:rsidRPr="000E15EE">
        <w:t xml:space="preserve"> w </w:t>
      </w:r>
      <w:r w:rsidRPr="000E15EE">
        <w:t xml:space="preserve">celu </w:t>
      </w:r>
      <w:r w:rsidRPr="00146105">
        <w:t xml:space="preserve">delegowania </w:t>
      </w:r>
      <w:r w:rsidRPr="000E15EE">
        <w:t xml:space="preserve">cudzoziemca </w:t>
      </w:r>
      <w:r w:rsidR="004B392B" w:rsidRPr="000E15EE">
        <w:t xml:space="preserve">na terytorium Rzeczypospolitej Polskiej </w:t>
      </w:r>
      <w:r w:rsidRPr="000E15EE">
        <w:t xml:space="preserve">przez </w:t>
      </w:r>
      <w:r w:rsidR="00FD4105">
        <w:t xml:space="preserve">podmiot </w:t>
      </w:r>
      <w:r w:rsidR="008D1FE4" w:rsidRPr="000E15EE">
        <w:t xml:space="preserve">zagraniczny </w:t>
      </w:r>
      <w:r w:rsidRPr="000E15EE">
        <w:t xml:space="preserve"> </w:t>
      </w:r>
      <w:bookmarkEnd w:id="112"/>
      <w:bookmarkEnd w:id="113"/>
    </w:p>
    <w:p w14:paraId="2D955D01" w14:textId="77777777" w:rsidR="00D4325D" w:rsidRPr="000E15EE" w:rsidRDefault="00BB7627" w:rsidP="00CC3F14">
      <w:pPr>
        <w:pStyle w:val="ARTartustawynprozporzdzenia"/>
        <w:keepNext/>
      </w:pPr>
      <w:bookmarkStart w:id="114" w:name="_Toc107829976"/>
      <w:bookmarkStart w:id="115" w:name="_Toc88838127"/>
      <w:r w:rsidRPr="000E15EE">
        <w:rPr>
          <w:rStyle w:val="Ppogrubienie"/>
        </w:rPr>
        <w:t>Art. </w:t>
      </w:r>
      <w:r w:rsidR="00195F48" w:rsidRPr="000E15EE">
        <w:rPr>
          <w:rStyle w:val="Ppogrubienie"/>
        </w:rPr>
        <w:t>38</w:t>
      </w:r>
      <w:r w:rsidR="00D4325D" w:rsidRPr="000E15EE">
        <w:rPr>
          <w:rStyle w:val="Ppogrubienie"/>
        </w:rPr>
        <w:t>.</w:t>
      </w:r>
      <w:r w:rsidR="00D4325D" w:rsidRPr="000E15EE">
        <w:t> 1. Zezwolenie na pracę</w:t>
      </w:r>
      <w:r w:rsidRPr="000E15EE">
        <w:t xml:space="preserve"> w </w:t>
      </w:r>
      <w:r w:rsidR="00D4325D" w:rsidRPr="000E15EE">
        <w:t>związku</w:t>
      </w:r>
      <w:r w:rsidRPr="000E15EE">
        <w:t xml:space="preserve"> z </w:t>
      </w:r>
      <w:r w:rsidR="00D4325D" w:rsidRPr="000E15EE">
        <w:t xml:space="preserve">delegowaniem cudzoziemca przez </w:t>
      </w:r>
      <w:bookmarkStart w:id="116" w:name="_Hlk125903965"/>
      <w:r w:rsidR="00FD4105">
        <w:t xml:space="preserve">podmiot </w:t>
      </w:r>
      <w:r w:rsidR="008D1FE4" w:rsidRPr="000E15EE">
        <w:t xml:space="preserve">zagraniczny </w:t>
      </w:r>
      <w:bookmarkEnd w:id="116"/>
      <w:r w:rsidR="00D4325D" w:rsidRPr="000E15EE">
        <w:t xml:space="preserve">na terytorium Rzeczypospolitej Polskiej wydaje się, jeżeli cudzoziemiec jest </w:t>
      </w:r>
      <w:r w:rsidR="00D4325D" w:rsidRPr="000E15EE">
        <w:lastRenderedPageBreak/>
        <w:t xml:space="preserve">zatrudniony przez </w:t>
      </w:r>
      <w:r w:rsidR="00FD4105">
        <w:t xml:space="preserve">podmiot </w:t>
      </w:r>
      <w:r w:rsidR="008D1FE4" w:rsidRPr="000E15EE">
        <w:t>zagraniczny</w:t>
      </w:r>
      <w:r w:rsidR="00D4325D" w:rsidRPr="000E15EE">
        <w:t xml:space="preserve">, wykonuje pracę za granicą dla tego </w:t>
      </w:r>
      <w:r w:rsidR="00B36F02">
        <w:t xml:space="preserve">podmiotu </w:t>
      </w:r>
      <w:r w:rsidR="00D4325D" w:rsidRPr="000E15EE">
        <w:t xml:space="preserve"> i będzie delegowany </w:t>
      </w:r>
      <w:r w:rsidR="00114A0E" w:rsidRPr="000E15EE">
        <w:t xml:space="preserve">do pracy </w:t>
      </w:r>
      <w:r w:rsidR="00D4325D" w:rsidRPr="000E15EE">
        <w:t>na terytorium Rzeczypospolitej Polskiej:</w:t>
      </w:r>
      <w:bookmarkEnd w:id="114"/>
    </w:p>
    <w:p w14:paraId="561DC322" w14:textId="77777777" w:rsidR="00D4325D" w:rsidRPr="000E15EE" w:rsidRDefault="00D4325D" w:rsidP="00D4325D">
      <w:pPr>
        <w:pStyle w:val="PKTpunkt"/>
      </w:pPr>
      <w:r w:rsidRPr="000E15EE">
        <w:t>1)</w:t>
      </w:r>
      <w:r w:rsidRPr="000E15EE">
        <w:tab/>
      </w:r>
      <w:r w:rsidR="00114A0E" w:rsidRPr="000E15EE">
        <w:t>w oddziale</w:t>
      </w:r>
      <w:r w:rsidR="004227BE" w:rsidRPr="000E15EE">
        <w:t xml:space="preserve">, zakładzie lub przedstawicielstwie </w:t>
      </w:r>
      <w:r w:rsidRPr="000E15EE">
        <w:t xml:space="preserve">podmiotu zagranicznego albo </w:t>
      </w:r>
      <w:r w:rsidR="004227BE" w:rsidRPr="000E15EE">
        <w:t xml:space="preserve">w podmiocie pozostającym </w:t>
      </w:r>
      <w:r w:rsidR="00BE269E" w:rsidRPr="000E15EE">
        <w:t xml:space="preserve">z podmiotem zagranicznym </w:t>
      </w:r>
      <w:r w:rsidR="004549ED" w:rsidRPr="000E15EE">
        <w:t xml:space="preserve">w stosunku dominacji lub zależności </w:t>
      </w:r>
      <w:r w:rsidR="004227BE" w:rsidRPr="000E15EE">
        <w:t xml:space="preserve">lub w stosunku powiązania </w:t>
      </w:r>
      <w:r w:rsidR="00BB7627" w:rsidRPr="000E15EE">
        <w:t>w </w:t>
      </w:r>
      <w:r w:rsidRPr="000E15EE">
        <w:t xml:space="preserve">rozumieniu </w:t>
      </w:r>
      <w:r w:rsidR="00BB7627" w:rsidRPr="000E15EE">
        <w:t>art. </w:t>
      </w:r>
      <w:r w:rsidRPr="000E15EE">
        <w:t xml:space="preserve">4 § 1 </w:t>
      </w:r>
      <w:r w:rsidR="00BB7627" w:rsidRPr="000E15EE">
        <w:t>pkt </w:t>
      </w:r>
      <w:r w:rsidRPr="000E15EE">
        <w:t xml:space="preserve">4 </w:t>
      </w:r>
      <w:r w:rsidR="004227BE" w:rsidRPr="000E15EE">
        <w:t xml:space="preserve">i 5 </w:t>
      </w:r>
      <w:r w:rsidRPr="000E15EE">
        <w:t>ustawy</w:t>
      </w:r>
      <w:r w:rsidR="00BB7627" w:rsidRPr="000E15EE">
        <w:t xml:space="preserve"> z </w:t>
      </w:r>
      <w:r w:rsidRPr="000E15EE">
        <w:t>dnia 15 września 2000</w:t>
      </w:r>
      <w:r w:rsidR="00BB7627" w:rsidRPr="000E15EE">
        <w:t xml:space="preserve"> r. </w:t>
      </w:r>
      <w:r w:rsidRPr="000E15EE">
        <w:t>– Kodeks spółek handlowych;</w:t>
      </w:r>
    </w:p>
    <w:p w14:paraId="4ED3CC0A" w14:textId="77777777" w:rsidR="00D4325D" w:rsidRPr="000E15EE" w:rsidRDefault="00D4325D" w:rsidP="00D4325D">
      <w:pPr>
        <w:pStyle w:val="PKTpunkt"/>
      </w:pPr>
      <w:r w:rsidRPr="000E15EE">
        <w:t>2)</w:t>
      </w:r>
      <w:r w:rsidRPr="000E15EE">
        <w:tab/>
        <w:t xml:space="preserve">w celu wykonania przez </w:t>
      </w:r>
      <w:r w:rsidR="006A095E">
        <w:t xml:space="preserve">podmiot </w:t>
      </w:r>
      <w:r w:rsidR="008D1FE4" w:rsidRPr="000E15EE">
        <w:t xml:space="preserve">zagraniczny </w:t>
      </w:r>
      <w:r w:rsidRPr="000E15EE">
        <w:t xml:space="preserve"> usługi eksportowej;</w:t>
      </w:r>
    </w:p>
    <w:p w14:paraId="2E47698F" w14:textId="77777777" w:rsidR="00D4325D" w:rsidRPr="000E15EE" w:rsidRDefault="00D4325D" w:rsidP="00D4325D">
      <w:pPr>
        <w:pStyle w:val="PKTpunkt"/>
      </w:pPr>
      <w:r w:rsidRPr="000E15EE">
        <w:t>3)</w:t>
      </w:r>
      <w:r w:rsidRPr="000E15EE">
        <w:tab/>
        <w:t>w innym celu niż wskazany</w:t>
      </w:r>
      <w:r w:rsidR="00BB7627" w:rsidRPr="000E15EE">
        <w:t xml:space="preserve"> w pkt </w:t>
      </w:r>
      <w:r w:rsidRPr="000E15EE">
        <w:t>1 i</w:t>
      </w:r>
      <w:r w:rsidR="00BB7627" w:rsidRPr="000E15EE">
        <w:t xml:space="preserve"> w </w:t>
      </w:r>
      <w:r w:rsidRPr="000E15EE">
        <w:t>innym celu niż świadczenie usług.</w:t>
      </w:r>
    </w:p>
    <w:p w14:paraId="04A96932" w14:textId="5FEACA80" w:rsidR="00D4325D" w:rsidRPr="000E15EE" w:rsidRDefault="00D4325D" w:rsidP="00D4325D">
      <w:pPr>
        <w:pStyle w:val="USTustnpkodeksu"/>
      </w:pPr>
      <w:r w:rsidRPr="000E15EE">
        <w:t>2. Usługa eksportowa,</w:t>
      </w:r>
      <w:r w:rsidR="00BB7627" w:rsidRPr="000E15EE">
        <w:t xml:space="preserve"> o </w:t>
      </w:r>
      <w:r w:rsidRPr="000E15EE">
        <w:t>której mowa</w:t>
      </w:r>
      <w:r w:rsidR="00BB7627" w:rsidRPr="000E15EE">
        <w:t xml:space="preserve"> w ust. </w:t>
      </w:r>
      <w:r w:rsidRPr="000E15EE">
        <w:t xml:space="preserve">1 </w:t>
      </w:r>
      <w:r w:rsidR="00BB7627" w:rsidRPr="000E15EE">
        <w:t>pkt </w:t>
      </w:r>
      <w:r w:rsidRPr="000E15EE">
        <w:t>2, oznacza usługę</w:t>
      </w:r>
      <w:r w:rsidR="00BB7627" w:rsidRPr="000E15EE">
        <w:t xml:space="preserve"> o </w:t>
      </w:r>
      <w:r w:rsidRPr="000E15EE">
        <w:t>charakterze tymczasowym i okazjonalnym wykonywan</w:t>
      </w:r>
      <w:r w:rsidR="00135E1C" w:rsidRPr="000E15EE">
        <w:t>ą</w:t>
      </w:r>
      <w:r w:rsidRPr="000E15EE">
        <w:t xml:space="preserve"> przez </w:t>
      </w:r>
      <w:r w:rsidR="006A095E">
        <w:t xml:space="preserve">podmiot </w:t>
      </w:r>
      <w:r w:rsidR="008D1FE4" w:rsidRPr="000E15EE">
        <w:t>zagraniczny</w:t>
      </w:r>
      <w:r w:rsidRPr="000E15EE">
        <w:t>, który na terytorium Rzeczypospolitej Polskiej nie prowadzi działalności gospodarczej</w:t>
      </w:r>
      <w:r w:rsidR="00BB7627" w:rsidRPr="000E15EE">
        <w:t xml:space="preserve"> w </w:t>
      </w:r>
      <w:r w:rsidRPr="000E15EE">
        <w:t xml:space="preserve">rozumieniu </w:t>
      </w:r>
      <w:r w:rsidR="00BB7627" w:rsidRPr="000E15EE">
        <w:t>art. </w:t>
      </w:r>
      <w:r w:rsidRPr="000E15EE">
        <w:t>3 ustawy</w:t>
      </w:r>
      <w:r w:rsidR="00BB7627" w:rsidRPr="000E15EE">
        <w:t xml:space="preserve"> z </w:t>
      </w:r>
      <w:r w:rsidRPr="000E15EE">
        <w:t>dnia 6 marca 2018</w:t>
      </w:r>
      <w:r w:rsidR="00BB7627" w:rsidRPr="000E15EE">
        <w:t xml:space="preserve"> r. </w:t>
      </w:r>
      <w:r w:rsidRPr="000E15EE">
        <w:t>– Prawo przedsiębiorców (</w:t>
      </w:r>
      <w:r w:rsidR="004943EF" w:rsidRPr="000E15EE">
        <w:t>Dz. U.</w:t>
      </w:r>
      <w:r w:rsidR="00BB7627" w:rsidRPr="000E15EE">
        <w:t xml:space="preserve"> z </w:t>
      </w:r>
      <w:r w:rsidR="00B62E36" w:rsidRPr="000E15EE">
        <w:t xml:space="preserve">2024 r. </w:t>
      </w:r>
      <w:r w:rsidR="00EA3966" w:rsidRPr="000E15EE">
        <w:t>poz. </w:t>
      </w:r>
      <w:r w:rsidR="00B62E36" w:rsidRPr="000E15EE">
        <w:t>236</w:t>
      </w:r>
      <w:r w:rsidR="00A25223">
        <w:t xml:space="preserve"> i 1222</w:t>
      </w:r>
      <w:r w:rsidRPr="000E15EE">
        <w:t>) lub</w:t>
      </w:r>
      <w:r w:rsidR="00BB7627" w:rsidRPr="000E15EE">
        <w:t xml:space="preserve"> w </w:t>
      </w:r>
      <w:r w:rsidRPr="000E15EE">
        <w:t>przepisach szczególnych.</w:t>
      </w:r>
    </w:p>
    <w:p w14:paraId="72355942" w14:textId="77777777" w:rsidR="00D4325D" w:rsidRPr="000E15EE" w:rsidRDefault="00D4325D" w:rsidP="00CC3F14">
      <w:pPr>
        <w:pStyle w:val="USTustnpkodeksu"/>
        <w:keepNext/>
      </w:pPr>
      <w:r w:rsidRPr="000E15EE">
        <w:t>3. Zezwolenie na pracę</w:t>
      </w:r>
      <w:r w:rsidR="00BB7627" w:rsidRPr="000E15EE">
        <w:t xml:space="preserve"> w </w:t>
      </w:r>
      <w:r w:rsidRPr="000E15EE">
        <w:t>związku</w:t>
      </w:r>
      <w:r w:rsidR="00BB7627" w:rsidRPr="000E15EE">
        <w:t xml:space="preserve"> z </w:t>
      </w:r>
      <w:r w:rsidRPr="000E15EE">
        <w:t xml:space="preserve">delegowaniem cudzoziemca przez </w:t>
      </w:r>
      <w:r w:rsidR="006A095E">
        <w:t xml:space="preserve">podmiot </w:t>
      </w:r>
      <w:r w:rsidR="008D1FE4" w:rsidRPr="000E15EE">
        <w:t xml:space="preserve">zagraniczny </w:t>
      </w:r>
      <w:r w:rsidRPr="000E15EE">
        <w:t>na terytorium Rzeczypospolitej Polskiej:</w:t>
      </w:r>
    </w:p>
    <w:p w14:paraId="03AE3EBA" w14:textId="77777777" w:rsidR="00D4325D" w:rsidRPr="000E15EE" w:rsidRDefault="00D4325D" w:rsidP="00D4325D">
      <w:pPr>
        <w:pStyle w:val="PKTpunkt"/>
      </w:pPr>
      <w:r w:rsidRPr="000E15EE">
        <w:t>1)</w:t>
      </w:r>
      <w:r w:rsidRPr="000E15EE">
        <w:tab/>
        <w:t>w przypadku,</w:t>
      </w:r>
      <w:r w:rsidR="00BB7627" w:rsidRPr="000E15EE">
        <w:t xml:space="preserve"> o </w:t>
      </w:r>
      <w:r w:rsidRPr="000E15EE">
        <w:t>którym mowa</w:t>
      </w:r>
      <w:r w:rsidR="00BB7627" w:rsidRPr="000E15EE">
        <w:t xml:space="preserve"> w ust. </w:t>
      </w:r>
      <w:r w:rsidRPr="000E15EE">
        <w:t xml:space="preserve">1 </w:t>
      </w:r>
      <w:r w:rsidR="00BB7627" w:rsidRPr="000E15EE">
        <w:t>pkt </w:t>
      </w:r>
      <w:r w:rsidRPr="000E15EE">
        <w:t>1, wydaje wojewoda właściwy ze względu na siedzibę podmiotu, do którego cudzoziemiec jest delegowany;</w:t>
      </w:r>
    </w:p>
    <w:p w14:paraId="4EA921E3" w14:textId="77777777" w:rsidR="00D4325D" w:rsidRPr="000E15EE" w:rsidRDefault="00D4325D" w:rsidP="00D4325D">
      <w:pPr>
        <w:pStyle w:val="PKTpunkt"/>
      </w:pPr>
      <w:r w:rsidRPr="000E15EE">
        <w:t>2)</w:t>
      </w:r>
      <w:r w:rsidRPr="000E15EE">
        <w:tab/>
        <w:t>w przypadku,</w:t>
      </w:r>
      <w:r w:rsidR="00BB7627" w:rsidRPr="000E15EE">
        <w:t xml:space="preserve"> o </w:t>
      </w:r>
      <w:r w:rsidRPr="000E15EE">
        <w:t>którym mowa</w:t>
      </w:r>
      <w:r w:rsidR="00BB7627" w:rsidRPr="000E15EE">
        <w:t xml:space="preserve"> w ust. </w:t>
      </w:r>
      <w:r w:rsidRPr="000E15EE">
        <w:t xml:space="preserve">1 </w:t>
      </w:r>
      <w:r w:rsidR="00BB7627" w:rsidRPr="000E15EE">
        <w:t>pkt </w:t>
      </w:r>
      <w:r w:rsidRPr="000E15EE">
        <w:t>2, wydaje wojewoda właściwy ze względu na siedzibę lub miejsce zamieszkania podmiotu, na rzecz którego jest świadczona usługa, a jeżeli podmiot ten ma siedzibę lub miejsce zamieszkania za granicą – ze względu na główne miejsce wykonywania pracy przez cudzoziemca na terytorium Rzeczypospolitej Polskiej;</w:t>
      </w:r>
    </w:p>
    <w:p w14:paraId="4985E3C5" w14:textId="77777777" w:rsidR="00D4325D" w:rsidRPr="000E15EE" w:rsidRDefault="00D4325D" w:rsidP="00D4325D">
      <w:pPr>
        <w:pStyle w:val="PKTpunkt"/>
      </w:pPr>
      <w:r w:rsidRPr="000E15EE">
        <w:t>3)</w:t>
      </w:r>
      <w:r w:rsidRPr="000E15EE">
        <w:tab/>
        <w:t>w przypadku,</w:t>
      </w:r>
      <w:r w:rsidR="00BB7627" w:rsidRPr="000E15EE">
        <w:t xml:space="preserve"> o </w:t>
      </w:r>
      <w:r w:rsidRPr="000E15EE">
        <w:t>którym mowa</w:t>
      </w:r>
      <w:r w:rsidR="00BB7627" w:rsidRPr="000E15EE">
        <w:t xml:space="preserve"> w ust. </w:t>
      </w:r>
      <w:r w:rsidRPr="000E15EE">
        <w:t xml:space="preserve">1 </w:t>
      </w:r>
      <w:r w:rsidR="00BB7627" w:rsidRPr="000E15EE">
        <w:t>pkt </w:t>
      </w:r>
      <w:r w:rsidRPr="000E15EE">
        <w:t>3, wydaje wojewoda właściwy ze względu na główne miejsce wykonywania pracy przez cudzoziemca na terytorium Rzeczypospolitej Polskiej.</w:t>
      </w:r>
    </w:p>
    <w:p w14:paraId="307FE265" w14:textId="77777777" w:rsidR="00D4325D" w:rsidRPr="000E15EE" w:rsidRDefault="00D4325D" w:rsidP="00D4325D">
      <w:pPr>
        <w:pStyle w:val="USTustnpkodeksu"/>
      </w:pPr>
      <w:r w:rsidRPr="000E15EE">
        <w:t>4.</w:t>
      </w:r>
      <w:r w:rsidR="00BB7627" w:rsidRPr="000E15EE">
        <w:t xml:space="preserve"> </w:t>
      </w:r>
      <w:r w:rsidR="004F7BCF" w:rsidRPr="000E15EE">
        <w:t>W </w:t>
      </w:r>
      <w:r w:rsidRPr="000E15EE">
        <w:t>przypadku,</w:t>
      </w:r>
      <w:r w:rsidR="00BB7627" w:rsidRPr="000E15EE">
        <w:t xml:space="preserve"> o </w:t>
      </w:r>
      <w:r w:rsidRPr="000E15EE">
        <w:t>którym mowa</w:t>
      </w:r>
      <w:r w:rsidR="00BB7627" w:rsidRPr="000E15EE">
        <w:t xml:space="preserve"> w ust. </w:t>
      </w:r>
      <w:r w:rsidRPr="000E15EE">
        <w:t xml:space="preserve">1 </w:t>
      </w:r>
      <w:r w:rsidR="00BB7627" w:rsidRPr="000E15EE">
        <w:t>pkt </w:t>
      </w:r>
      <w:r w:rsidRPr="000E15EE">
        <w:t>2 lub 3, jeżeli ze względu na specyfikę pracy cudzoziemca nie można ustalić głównego miejsce wykonywania pracy na terytorium Rzeczypospolitej Polskiej, zezwolenie na pracę wydaje wojewoda mazowiecki.</w:t>
      </w:r>
    </w:p>
    <w:p w14:paraId="351D10C3" w14:textId="77777777" w:rsidR="00D4325D" w:rsidRPr="000E15EE" w:rsidRDefault="00BB7627" w:rsidP="00CC3F14">
      <w:pPr>
        <w:pStyle w:val="ARTartustawynprozporzdzenia"/>
        <w:keepNext/>
      </w:pPr>
      <w:bookmarkStart w:id="117" w:name="_Toc107829977"/>
      <w:r w:rsidRPr="000E15EE">
        <w:rPr>
          <w:rStyle w:val="Ppogrubienie"/>
        </w:rPr>
        <w:t>Art. </w:t>
      </w:r>
      <w:r w:rsidR="00195F48" w:rsidRPr="000E15EE">
        <w:rPr>
          <w:rStyle w:val="Ppogrubienie"/>
        </w:rPr>
        <w:t>39</w:t>
      </w:r>
      <w:r w:rsidR="00D4325D" w:rsidRPr="000E15EE">
        <w:rPr>
          <w:rStyle w:val="Ppogrubienie"/>
        </w:rPr>
        <w:t>.</w:t>
      </w:r>
      <w:r w:rsidR="00D4325D" w:rsidRPr="000E15EE">
        <w:t> Zezwolenie na pracę</w:t>
      </w:r>
      <w:r w:rsidRPr="000E15EE">
        <w:t xml:space="preserve"> w </w:t>
      </w:r>
      <w:r w:rsidR="00D4325D" w:rsidRPr="000E15EE">
        <w:t xml:space="preserve">celu delegowania cudzoziemca przez </w:t>
      </w:r>
      <w:r w:rsidR="006A095E">
        <w:t xml:space="preserve">podmiot </w:t>
      </w:r>
      <w:r w:rsidR="008D1FE4" w:rsidRPr="000E15EE">
        <w:t xml:space="preserve">zagraniczny </w:t>
      </w:r>
      <w:r w:rsidR="00D4325D" w:rsidRPr="000E15EE">
        <w:t>na terytorium Rzeczypospolitej Polskiej wydaje się, jeżeli:</w:t>
      </w:r>
      <w:bookmarkEnd w:id="115"/>
      <w:bookmarkEnd w:id="117"/>
    </w:p>
    <w:p w14:paraId="3718DB09" w14:textId="77777777" w:rsidR="00D4325D" w:rsidRPr="000E15EE" w:rsidRDefault="00D4325D" w:rsidP="00D4325D">
      <w:pPr>
        <w:pStyle w:val="PKTpunkt"/>
      </w:pPr>
      <w:r w:rsidRPr="000E15EE">
        <w:t>1)</w:t>
      </w:r>
      <w:r w:rsidRPr="000E15EE">
        <w:tab/>
        <w:t>cudzoziemiec nie będzie zatrudniony</w:t>
      </w:r>
      <w:r w:rsidR="00BB7627" w:rsidRPr="000E15EE">
        <w:t xml:space="preserve"> w </w:t>
      </w:r>
      <w:r w:rsidRPr="000E15EE">
        <w:t xml:space="preserve">rozumieniu </w:t>
      </w:r>
      <w:r w:rsidR="00BB7627" w:rsidRPr="000E15EE">
        <w:t>art. </w:t>
      </w:r>
      <w:r w:rsidRPr="000E15EE">
        <w:t xml:space="preserve">2 </w:t>
      </w:r>
      <w:r w:rsidR="00BB7627" w:rsidRPr="000E15EE">
        <w:t>pkt </w:t>
      </w:r>
      <w:r w:rsidR="007E542E">
        <w:t xml:space="preserve">9 </w:t>
      </w:r>
      <w:r w:rsidRPr="000E15EE">
        <w:t>lit. c–</w:t>
      </w:r>
      <w:r w:rsidR="00F00002" w:rsidRPr="000E15EE">
        <w:t>f</w:t>
      </w:r>
      <w:r w:rsidRPr="000E15EE">
        <w:t>;</w:t>
      </w:r>
    </w:p>
    <w:p w14:paraId="4F97CC13" w14:textId="77777777" w:rsidR="00D4325D" w:rsidRPr="000E15EE" w:rsidRDefault="00D4325D" w:rsidP="00D4325D">
      <w:pPr>
        <w:pStyle w:val="PKTpunkt"/>
      </w:pPr>
      <w:r w:rsidRPr="000E15EE">
        <w:lastRenderedPageBreak/>
        <w:t>2)</w:t>
      </w:r>
      <w:r w:rsidRPr="000E15EE">
        <w:tab/>
        <w:t>wykonywanie pracy przez cudzoziemca będzie odbywało się na warunkach zgodnych</w:t>
      </w:r>
      <w:r w:rsidR="00BB7627" w:rsidRPr="000E15EE">
        <w:t xml:space="preserve"> z art. </w:t>
      </w:r>
      <w:r w:rsidRPr="000E15EE">
        <w:t xml:space="preserve">4 </w:t>
      </w:r>
      <w:r w:rsidR="00BB7627" w:rsidRPr="000E15EE">
        <w:t>ust. </w:t>
      </w:r>
      <w:r w:rsidRPr="000E15EE">
        <w:t xml:space="preserve">1 i </w:t>
      </w:r>
      <w:r w:rsidR="00BB7627" w:rsidRPr="000E15EE">
        <w:t>ust. </w:t>
      </w:r>
      <w:r w:rsidRPr="000E15EE">
        <w:t xml:space="preserve">2 </w:t>
      </w:r>
      <w:r w:rsidR="00BB7627" w:rsidRPr="000E15EE">
        <w:t>pkt </w:t>
      </w:r>
      <w:r w:rsidRPr="000E15EE">
        <w:t>1–</w:t>
      </w:r>
      <w:r w:rsidR="00563968" w:rsidRPr="000E15EE">
        <w:t>8</w:t>
      </w:r>
      <w:r w:rsidRPr="000E15EE">
        <w:t xml:space="preserve"> oraz </w:t>
      </w:r>
      <w:r w:rsidR="00BB7627" w:rsidRPr="000E15EE">
        <w:t>art. </w:t>
      </w:r>
      <w:r w:rsidRPr="000E15EE">
        <w:t>5 ustawy</w:t>
      </w:r>
      <w:r w:rsidR="00BB7627" w:rsidRPr="000E15EE">
        <w:t xml:space="preserve"> z </w:t>
      </w:r>
      <w:r w:rsidRPr="000E15EE">
        <w:t>dnia 10 czerwca 2016</w:t>
      </w:r>
      <w:r w:rsidR="00BB7627" w:rsidRPr="000E15EE">
        <w:t> r. o </w:t>
      </w:r>
      <w:r w:rsidRPr="000E15EE">
        <w:t>delegowaniu pracowników</w:t>
      </w:r>
      <w:r w:rsidR="00BB7627" w:rsidRPr="000E15EE">
        <w:t xml:space="preserve"> w </w:t>
      </w:r>
      <w:r w:rsidRPr="000E15EE">
        <w:t>ramach świadczenia usług (Dz. U.</w:t>
      </w:r>
      <w:r w:rsidR="00BB7627" w:rsidRPr="000E15EE">
        <w:t xml:space="preserve"> z </w:t>
      </w:r>
      <w:r w:rsidR="00B62E36" w:rsidRPr="000E15EE">
        <w:t xml:space="preserve">2024 r. </w:t>
      </w:r>
      <w:r w:rsidR="00EA3966" w:rsidRPr="000E15EE">
        <w:t>poz. </w:t>
      </w:r>
      <w:r w:rsidR="00B62E36" w:rsidRPr="000E15EE">
        <w:t>73</w:t>
      </w:r>
      <w:r w:rsidRPr="000E15EE">
        <w:t>);</w:t>
      </w:r>
    </w:p>
    <w:p w14:paraId="0D7CCCA6" w14:textId="77777777" w:rsidR="00D4325D" w:rsidRPr="000E15EE" w:rsidRDefault="00D4325D" w:rsidP="00D4325D">
      <w:pPr>
        <w:pStyle w:val="PKTpunkt"/>
      </w:pPr>
      <w:r w:rsidRPr="000E15EE">
        <w:t>3)</w:t>
      </w:r>
      <w:r w:rsidRPr="000E15EE">
        <w:tab/>
        <w:t>wysokość wynagrodzenia, która będzie przysługiwała cudzoziemcowi za wykonywanie pracy, nie będzie niższa niż 70% aktualnego</w:t>
      </w:r>
      <w:r w:rsidR="00BB7627" w:rsidRPr="000E15EE">
        <w:t xml:space="preserve"> w </w:t>
      </w:r>
      <w:r w:rsidRPr="000E15EE">
        <w:t>dniu złożenia wniosku przeciętnego miesięcznego wynagrodzenia</w:t>
      </w:r>
      <w:r w:rsidR="00BB7627" w:rsidRPr="000E15EE">
        <w:t xml:space="preserve"> w </w:t>
      </w:r>
      <w:r w:rsidRPr="000E15EE">
        <w:t xml:space="preserve">województwie, ogłaszanego przez Prezesa Głównego Urzędu Statystycznego na podstawie </w:t>
      </w:r>
      <w:r w:rsidR="00BB7627" w:rsidRPr="000E15EE">
        <w:t>art. </w:t>
      </w:r>
      <w:r w:rsidRPr="000E15EE">
        <w:t xml:space="preserve">30 </w:t>
      </w:r>
      <w:r w:rsidR="00BB7627" w:rsidRPr="000E15EE">
        <w:t>ust. </w:t>
      </w:r>
      <w:r w:rsidRPr="000E15EE">
        <w:t>2 ustawy</w:t>
      </w:r>
      <w:r w:rsidR="00BB7627" w:rsidRPr="000E15EE">
        <w:t xml:space="preserve"> z </w:t>
      </w:r>
      <w:r w:rsidRPr="000E15EE">
        <w:t>dnia 26 października 1995</w:t>
      </w:r>
      <w:r w:rsidR="00BB7627" w:rsidRPr="000E15EE">
        <w:t> r. o </w:t>
      </w:r>
      <w:r w:rsidR="00CC5F47" w:rsidRPr="000E15EE">
        <w:t>społecznych formach rozwoju mieszkalnictwa</w:t>
      </w:r>
      <w:r w:rsidRPr="000E15EE">
        <w:t>;</w:t>
      </w:r>
    </w:p>
    <w:p w14:paraId="07C3A452" w14:textId="4463138B" w:rsidR="00D4325D" w:rsidRPr="000E15EE" w:rsidRDefault="00D4325D" w:rsidP="00D4325D">
      <w:pPr>
        <w:pStyle w:val="PKTpunkt"/>
      </w:pPr>
      <w:r w:rsidRPr="000E15EE">
        <w:t>4)</w:t>
      </w:r>
      <w:r w:rsidRPr="000E15EE">
        <w:tab/>
      </w:r>
      <w:r w:rsidR="006A095E">
        <w:t xml:space="preserve">podmiot </w:t>
      </w:r>
      <w:r w:rsidR="00AF2712" w:rsidRPr="000E15EE">
        <w:t xml:space="preserve">zagraniczny </w:t>
      </w:r>
      <w:r w:rsidRPr="000E15EE">
        <w:t>wskazał osobę przebywającą na terytorium Rzeczypospolitej Polskiej</w:t>
      </w:r>
      <w:r w:rsidR="00466B8F" w:rsidRPr="000E15EE">
        <w:t>,</w:t>
      </w:r>
      <w:r w:rsidRPr="000E15EE">
        <w:t xml:space="preserve"> posiadającą dokumenty potwierdzające wypełnienie obowiązków określonych</w:t>
      </w:r>
      <w:r w:rsidR="00BB7627" w:rsidRPr="000E15EE">
        <w:t xml:space="preserve"> w</w:t>
      </w:r>
      <w:r w:rsidR="009D0593">
        <w:t xml:space="preserve"> </w:t>
      </w:r>
      <w:r w:rsidR="00BB7627" w:rsidRPr="000E15EE">
        <w:t>pkt</w:t>
      </w:r>
      <w:r w:rsidR="009D0593">
        <w:t xml:space="preserve"> </w:t>
      </w:r>
      <w:r w:rsidRPr="000E15EE">
        <w:t>2 i</w:t>
      </w:r>
      <w:r w:rsidR="009D0593">
        <w:t xml:space="preserve"> </w:t>
      </w:r>
      <w:r w:rsidRPr="000E15EE">
        <w:t>3, działającą</w:t>
      </w:r>
      <w:r w:rsidR="00BB7627" w:rsidRPr="000E15EE">
        <w:t xml:space="preserve"> w </w:t>
      </w:r>
      <w:r w:rsidRPr="000E15EE">
        <w:t xml:space="preserve">imieniu </w:t>
      </w:r>
      <w:r w:rsidR="00C6208F" w:rsidRPr="000E15EE">
        <w:t xml:space="preserve">tego </w:t>
      </w:r>
      <w:r w:rsidR="00B36F02">
        <w:t xml:space="preserve">podmiotu </w:t>
      </w:r>
      <w:r w:rsidRPr="000E15EE">
        <w:t>i upoważnioną do jego reprezentowania wobec wojewody oraz organów,</w:t>
      </w:r>
      <w:r w:rsidR="00BB7627" w:rsidRPr="000E15EE">
        <w:t xml:space="preserve"> o </w:t>
      </w:r>
      <w:r w:rsidRPr="000E15EE">
        <w:t>których mowa</w:t>
      </w:r>
      <w:r w:rsidR="00BB7627" w:rsidRPr="000E15EE">
        <w:t xml:space="preserve"> w art. </w:t>
      </w:r>
      <w:r w:rsidRPr="000E15EE">
        <w:t xml:space="preserve">17 </w:t>
      </w:r>
      <w:r w:rsidR="00BB7627" w:rsidRPr="000E15EE">
        <w:t>ust. </w:t>
      </w:r>
      <w:r w:rsidRPr="000E15EE">
        <w:t xml:space="preserve">1 </w:t>
      </w:r>
      <w:r w:rsidR="00BB7627" w:rsidRPr="000E15EE">
        <w:t>pkt </w:t>
      </w:r>
      <w:r w:rsidR="00504BC2">
        <w:t>9</w:t>
      </w:r>
      <w:r w:rsidRPr="000E15EE">
        <w:t>.</w:t>
      </w:r>
    </w:p>
    <w:p w14:paraId="7783911D" w14:textId="77777777" w:rsidR="00D4325D" w:rsidRPr="000E15EE" w:rsidRDefault="00BB7627" w:rsidP="00CC3F14">
      <w:pPr>
        <w:pStyle w:val="ARTartustawynprozporzdzenia"/>
        <w:keepNext/>
      </w:pPr>
      <w:bookmarkStart w:id="118" w:name="_Toc107829978"/>
      <w:bookmarkStart w:id="119" w:name="_Toc88838128"/>
      <w:r w:rsidRPr="000E15EE">
        <w:rPr>
          <w:rStyle w:val="Ppogrubienie"/>
        </w:rPr>
        <w:t>Art. </w:t>
      </w:r>
      <w:r w:rsidR="00195F48" w:rsidRPr="000E15EE">
        <w:rPr>
          <w:rStyle w:val="Ppogrubienie"/>
        </w:rPr>
        <w:t>40</w:t>
      </w:r>
      <w:r w:rsidR="00D4325D" w:rsidRPr="000E15EE">
        <w:rPr>
          <w:rStyle w:val="Ppogrubienie"/>
        </w:rPr>
        <w:t>.</w:t>
      </w:r>
      <w:r w:rsidR="00D4325D" w:rsidRPr="000E15EE">
        <w:t> 1</w:t>
      </w:r>
      <w:r w:rsidR="00AD402E" w:rsidRPr="000E15EE">
        <w:t>.</w:t>
      </w:r>
      <w:r w:rsidR="00D4325D" w:rsidRPr="000E15EE">
        <w:t> </w:t>
      </w:r>
      <w:r w:rsidR="00AD402E" w:rsidRPr="000E15EE">
        <w:t>W </w:t>
      </w:r>
      <w:r w:rsidR="00D4325D" w:rsidRPr="000E15EE">
        <w:t>zezwoleniu na pracę</w:t>
      </w:r>
      <w:r w:rsidRPr="000E15EE">
        <w:t xml:space="preserve"> w </w:t>
      </w:r>
      <w:r w:rsidR="00D4325D" w:rsidRPr="000E15EE">
        <w:t xml:space="preserve">celu delegowania cudzoziemca przez </w:t>
      </w:r>
      <w:r w:rsidR="006A095E">
        <w:t xml:space="preserve">podmiot </w:t>
      </w:r>
      <w:r w:rsidR="008D1FE4" w:rsidRPr="000E15EE">
        <w:t xml:space="preserve">zagraniczny </w:t>
      </w:r>
      <w:r w:rsidR="00D4325D" w:rsidRPr="000E15EE">
        <w:t>na terytorium Rzeczypospolitej Polskiej określa się:</w:t>
      </w:r>
      <w:bookmarkEnd w:id="118"/>
    </w:p>
    <w:p w14:paraId="0D62EFA3" w14:textId="77777777" w:rsidR="00D4325D" w:rsidRPr="000E15EE" w:rsidRDefault="00D4325D" w:rsidP="00D4325D">
      <w:pPr>
        <w:pStyle w:val="PKTpunkt"/>
      </w:pPr>
      <w:r w:rsidRPr="000E15EE">
        <w:t>1)</w:t>
      </w:r>
      <w:r w:rsidRPr="000E15EE">
        <w:tab/>
      </w:r>
      <w:r w:rsidR="00924832" w:rsidRPr="000E15EE">
        <w:t xml:space="preserve">dane </w:t>
      </w:r>
      <w:r w:rsidR="006A095E">
        <w:t xml:space="preserve">podmiotu </w:t>
      </w:r>
      <w:r w:rsidR="0079569E" w:rsidRPr="000E15EE">
        <w:t>zagranicznego</w:t>
      </w:r>
      <w:r w:rsidR="00924832" w:rsidRPr="000E15EE">
        <w:t>, o których mowa w art. 9 ust. 1 pkt 1 lit.</w:t>
      </w:r>
      <w:r w:rsidR="0079569E" w:rsidRPr="000E15EE">
        <w:t> </w:t>
      </w:r>
      <w:r w:rsidR="00924832" w:rsidRPr="000E15EE">
        <w:t>a</w:t>
      </w:r>
      <w:r w:rsidR="00970CB6" w:rsidRPr="000E15EE">
        <w:t>–</w:t>
      </w:r>
      <w:r w:rsidR="00924832" w:rsidRPr="000E15EE">
        <w:t>c</w:t>
      </w:r>
      <w:r w:rsidRPr="000E15EE">
        <w:t>;</w:t>
      </w:r>
    </w:p>
    <w:p w14:paraId="278FFB7C" w14:textId="77777777" w:rsidR="00D4325D" w:rsidRPr="000E15EE" w:rsidRDefault="00D03627" w:rsidP="00D4325D">
      <w:pPr>
        <w:pStyle w:val="PKTpunkt"/>
      </w:pPr>
      <w:r w:rsidRPr="000E15EE">
        <w:t>2</w:t>
      </w:r>
      <w:r w:rsidR="00D4325D" w:rsidRPr="000E15EE">
        <w:t>)</w:t>
      </w:r>
      <w:r w:rsidR="00D4325D" w:rsidRPr="000E15EE">
        <w:tab/>
      </w:r>
      <w:r w:rsidR="00924832" w:rsidRPr="000E15EE">
        <w:t xml:space="preserve">dane </w:t>
      </w:r>
      <w:r w:rsidR="00D4325D" w:rsidRPr="000E15EE">
        <w:t>cudzoziemca</w:t>
      </w:r>
      <w:r w:rsidR="00924832" w:rsidRPr="000E15EE">
        <w:t>, o których mowa w art. 9 ust. 1 pkt 3 lit. a, c, d oraz f</w:t>
      </w:r>
      <w:r w:rsidR="00D4325D" w:rsidRPr="000E15EE">
        <w:t>;</w:t>
      </w:r>
    </w:p>
    <w:p w14:paraId="59AF9186" w14:textId="77777777" w:rsidR="00D4325D" w:rsidRPr="000E15EE" w:rsidRDefault="00D03627" w:rsidP="00D4325D">
      <w:pPr>
        <w:pStyle w:val="PKTpunkt"/>
      </w:pPr>
      <w:r w:rsidRPr="000E15EE">
        <w:t>3</w:t>
      </w:r>
      <w:r w:rsidR="00D4325D" w:rsidRPr="000E15EE">
        <w:t>)</w:t>
      </w:r>
      <w:r w:rsidR="00D4325D" w:rsidRPr="000E15EE">
        <w:tab/>
        <w:t>stanowisko lub rodzaj pracy;</w:t>
      </w:r>
    </w:p>
    <w:p w14:paraId="3F6E947A" w14:textId="77777777" w:rsidR="00D4325D" w:rsidRPr="000E15EE" w:rsidRDefault="00D03627" w:rsidP="00D4325D">
      <w:pPr>
        <w:pStyle w:val="PKTpunkt"/>
      </w:pPr>
      <w:r w:rsidRPr="000E15EE">
        <w:t>4</w:t>
      </w:r>
      <w:r w:rsidR="00D4325D" w:rsidRPr="000E15EE">
        <w:t>)</w:t>
      </w:r>
      <w:r w:rsidR="00D4325D" w:rsidRPr="000E15EE">
        <w:tab/>
        <w:t>wymiar czasu pracy albo liczbę godzin pracy</w:t>
      </w:r>
      <w:r w:rsidR="00BB7627" w:rsidRPr="000E15EE">
        <w:t xml:space="preserve"> w </w:t>
      </w:r>
      <w:r w:rsidR="00D4325D" w:rsidRPr="000E15EE">
        <w:t>tygodniu lub miesiącu;</w:t>
      </w:r>
    </w:p>
    <w:p w14:paraId="1042DB26" w14:textId="77777777" w:rsidR="00D4325D" w:rsidRPr="000E15EE" w:rsidRDefault="00D03627" w:rsidP="00D4325D">
      <w:pPr>
        <w:pStyle w:val="PKTpunkt"/>
      </w:pPr>
      <w:r w:rsidRPr="000E15EE">
        <w:t>5</w:t>
      </w:r>
      <w:r w:rsidR="00D4325D" w:rsidRPr="000E15EE">
        <w:t>)</w:t>
      </w:r>
      <w:r w:rsidR="00D4325D" w:rsidRPr="000E15EE">
        <w:tab/>
        <w:t xml:space="preserve">najniższe wynagrodzenie, jakie </w:t>
      </w:r>
      <w:r w:rsidR="00985029" w:rsidRPr="000E15EE">
        <w:t xml:space="preserve">będzie </w:t>
      </w:r>
      <w:r w:rsidR="00D4325D" w:rsidRPr="000E15EE">
        <w:t>otrzymywać cudzoziemiec na danym stanowisku;</w:t>
      </w:r>
    </w:p>
    <w:p w14:paraId="6FDDF793" w14:textId="77777777" w:rsidR="00D4325D" w:rsidRPr="000E15EE" w:rsidRDefault="00D03627" w:rsidP="00D4325D">
      <w:pPr>
        <w:pStyle w:val="PKTpunkt"/>
      </w:pPr>
      <w:r w:rsidRPr="000E15EE">
        <w:t>6</w:t>
      </w:r>
      <w:r w:rsidR="00D4325D" w:rsidRPr="000E15EE">
        <w:t>)</w:t>
      </w:r>
      <w:r w:rsidR="00D4325D" w:rsidRPr="000E15EE">
        <w:tab/>
        <w:t>okres ważności zezwolenia.</w:t>
      </w:r>
    </w:p>
    <w:p w14:paraId="316FBA24" w14:textId="77777777" w:rsidR="00D4325D" w:rsidRPr="000E15EE" w:rsidRDefault="00D4325D" w:rsidP="00D4325D">
      <w:pPr>
        <w:pStyle w:val="USTustnpkodeksu"/>
      </w:pPr>
      <w:r w:rsidRPr="000E15EE">
        <w:t>2.</w:t>
      </w:r>
      <w:r w:rsidR="00BB7627" w:rsidRPr="000E15EE">
        <w:t xml:space="preserve"> </w:t>
      </w:r>
      <w:r w:rsidR="00AD402E" w:rsidRPr="000E15EE">
        <w:t>W </w:t>
      </w:r>
      <w:r w:rsidRPr="000E15EE">
        <w:t>przypadkach,</w:t>
      </w:r>
      <w:r w:rsidR="00BB7627" w:rsidRPr="000E15EE">
        <w:t xml:space="preserve"> o </w:t>
      </w:r>
      <w:r w:rsidRPr="000E15EE">
        <w:t>których mowa</w:t>
      </w:r>
      <w:r w:rsidR="00BB7627" w:rsidRPr="000E15EE">
        <w:t xml:space="preserve"> w art. </w:t>
      </w:r>
      <w:r w:rsidRPr="000E15EE">
        <w:t xml:space="preserve">38 </w:t>
      </w:r>
      <w:r w:rsidR="00BB7627" w:rsidRPr="000E15EE">
        <w:t>ust. </w:t>
      </w:r>
      <w:r w:rsidRPr="000E15EE">
        <w:t xml:space="preserve">1 </w:t>
      </w:r>
      <w:r w:rsidR="00BB7627" w:rsidRPr="000E15EE">
        <w:t>pkt </w:t>
      </w:r>
      <w:r w:rsidRPr="000E15EE">
        <w:t>1</w:t>
      </w:r>
      <w:r w:rsidR="000B4B2B" w:rsidRPr="000E15EE">
        <w:t xml:space="preserve"> i 2</w:t>
      </w:r>
      <w:r w:rsidRPr="000E15EE">
        <w:t>,</w:t>
      </w:r>
      <w:r w:rsidR="00BB7627" w:rsidRPr="000E15EE">
        <w:t xml:space="preserve"> w </w:t>
      </w:r>
      <w:r w:rsidRPr="000E15EE">
        <w:t>zezwoleniu na pracę określa się podmiot, do którego cudzoziemiec jest delegowany</w:t>
      </w:r>
      <w:r w:rsidR="00D03627" w:rsidRPr="000E15EE">
        <w:t>, lub odbiorcę usługi</w:t>
      </w:r>
      <w:r w:rsidRPr="000E15EE">
        <w:t>.</w:t>
      </w:r>
    </w:p>
    <w:p w14:paraId="2644B4BF" w14:textId="77777777" w:rsidR="00D4325D" w:rsidRPr="000E15EE" w:rsidRDefault="00BB7627" w:rsidP="00D4325D">
      <w:pPr>
        <w:pStyle w:val="ARTartustawynprozporzdzenia"/>
      </w:pPr>
      <w:bookmarkStart w:id="120" w:name="_Toc107829979"/>
      <w:r w:rsidRPr="000E15EE">
        <w:rPr>
          <w:rStyle w:val="Ppogrubienie"/>
        </w:rPr>
        <w:t>Art. </w:t>
      </w:r>
      <w:r w:rsidR="00195F48" w:rsidRPr="000E15EE">
        <w:rPr>
          <w:rStyle w:val="Ppogrubienie"/>
        </w:rPr>
        <w:t>41</w:t>
      </w:r>
      <w:r w:rsidR="00D4325D" w:rsidRPr="000E15EE">
        <w:rPr>
          <w:rStyle w:val="Ppogrubienie"/>
        </w:rPr>
        <w:t>.</w:t>
      </w:r>
      <w:r w:rsidRPr="000E15EE">
        <w:t xml:space="preserve"> </w:t>
      </w:r>
      <w:r w:rsidR="00AD402E" w:rsidRPr="000E15EE">
        <w:t>W </w:t>
      </w:r>
      <w:r w:rsidR="00D4325D" w:rsidRPr="000E15EE">
        <w:t>przypadku gdy cudzoziemiec będzie delegowany</w:t>
      </w:r>
      <w:r w:rsidR="00D03627" w:rsidRPr="000E15EE">
        <w:t xml:space="preserve"> do oddziału, zakładu lub przedstawicielstwa podmiotu zagranicznego albo do podmiotu pozostającego </w:t>
      </w:r>
      <w:r w:rsidR="00BE269E" w:rsidRPr="000E15EE">
        <w:t xml:space="preserve">z podmiotem zagranicznym </w:t>
      </w:r>
      <w:r w:rsidR="00D03627" w:rsidRPr="000E15EE">
        <w:t>w stosunku dominacji lub zależności lub w stosunku powiązania w rozumieniu art. 4 § 1 pkt 4 i 5 ustawy z dnia 15 września 2000 r. – Kodeks spółek handlowych</w:t>
      </w:r>
      <w:r w:rsidR="00D4325D" w:rsidRPr="000E15EE">
        <w:t>, prowadząc</w:t>
      </w:r>
      <w:r w:rsidR="00D03627" w:rsidRPr="000E15EE">
        <w:t>ego</w:t>
      </w:r>
      <w:r w:rsidR="00D4325D" w:rsidRPr="000E15EE">
        <w:t xml:space="preserve"> działalność gospodarczą na terytorium Rzeczypospolitej Polskiej przez okres krótszy niż 1 rok, zezwolenie na pracę wydaje się na czas określony nie dłuższy niż 1 rok.</w:t>
      </w:r>
      <w:bookmarkEnd w:id="120"/>
    </w:p>
    <w:p w14:paraId="34D6C9AC" w14:textId="77777777" w:rsidR="00D4325D" w:rsidRPr="000E15EE" w:rsidRDefault="00BB7627" w:rsidP="00CC3F14">
      <w:pPr>
        <w:pStyle w:val="ARTartustawynprozporzdzenia"/>
        <w:keepNext/>
      </w:pPr>
      <w:bookmarkStart w:id="121" w:name="_Toc107829980"/>
      <w:r w:rsidRPr="000E15EE">
        <w:rPr>
          <w:rStyle w:val="Ppogrubienie"/>
        </w:rPr>
        <w:t>Art. </w:t>
      </w:r>
      <w:r w:rsidR="00195F48" w:rsidRPr="000E15EE">
        <w:rPr>
          <w:rStyle w:val="Ppogrubienie"/>
        </w:rPr>
        <w:t>42</w:t>
      </w:r>
      <w:r w:rsidR="00D4325D" w:rsidRPr="000E15EE">
        <w:rPr>
          <w:rStyle w:val="Ppogrubienie"/>
        </w:rPr>
        <w:t>.</w:t>
      </w:r>
      <w:r w:rsidR="00D4325D" w:rsidRPr="000E15EE">
        <w:t> Zezwolenie na pracę nie jest wymagane, jeżeli cudzoziemiec:</w:t>
      </w:r>
      <w:bookmarkEnd w:id="121"/>
    </w:p>
    <w:p w14:paraId="2F038D7F" w14:textId="77777777" w:rsidR="00D4325D" w:rsidRPr="000E15EE" w:rsidRDefault="00D4325D" w:rsidP="00D4325D">
      <w:pPr>
        <w:pStyle w:val="PKTpunkt"/>
      </w:pPr>
      <w:r w:rsidRPr="000E15EE">
        <w:t>1)</w:t>
      </w:r>
      <w:r w:rsidRPr="000E15EE">
        <w:tab/>
      </w:r>
      <w:r w:rsidR="005C6BB7" w:rsidRPr="005C6BB7">
        <w:t xml:space="preserve"> </w:t>
      </w:r>
      <w:bookmarkStart w:id="122" w:name="_Hlk171670718"/>
      <w:r w:rsidR="005C6BB7">
        <w:t xml:space="preserve">uprawniony do pobytu </w:t>
      </w:r>
      <w:r w:rsidR="005C6BB7" w:rsidRPr="005C6BB7">
        <w:t xml:space="preserve">na terytorium innego państwa Europejskiego Obszaru Gospodarczego </w:t>
      </w:r>
      <w:r w:rsidR="005C6BB7">
        <w:t xml:space="preserve">i zatrudniony na podstawie stosunku pracy </w:t>
      </w:r>
      <w:r w:rsidR="005C6BB7" w:rsidRPr="005C6BB7">
        <w:t>zgodnie z przepisami obowiązującymi w tym państwie</w:t>
      </w:r>
      <w:r w:rsidR="005C6BB7">
        <w:t>,</w:t>
      </w:r>
      <w:r w:rsidR="005C6BB7" w:rsidRPr="005C6BB7">
        <w:t xml:space="preserve"> zazwyczaj wykonuj</w:t>
      </w:r>
      <w:r w:rsidR="005C6BB7">
        <w:t>ący</w:t>
      </w:r>
      <w:r w:rsidR="005C6BB7" w:rsidRPr="005C6BB7">
        <w:t xml:space="preserve"> pracę w tym państwie</w:t>
      </w:r>
      <w:r w:rsidR="005C6BB7">
        <w:t>,</w:t>
      </w:r>
      <w:r w:rsidR="005C6BB7" w:rsidRPr="005C6BB7">
        <w:t xml:space="preserve"> został </w:t>
      </w:r>
      <w:r w:rsidR="005C6BB7" w:rsidRPr="005C6BB7">
        <w:lastRenderedPageBreak/>
        <w:t>czasowo delegowany przez tego pracodawcę w celu świadczenia usług na terytorium Rzeczypospolitej Polskiej</w:t>
      </w:r>
      <w:bookmarkEnd w:id="122"/>
      <w:r w:rsidRPr="000E15EE">
        <w:t>, lub</w:t>
      </w:r>
    </w:p>
    <w:p w14:paraId="36581BF3" w14:textId="77777777" w:rsidR="00D4325D" w:rsidRPr="000E15EE" w:rsidRDefault="00D4325D" w:rsidP="00D4325D">
      <w:pPr>
        <w:pStyle w:val="PKTpunkt"/>
      </w:pPr>
      <w:r w:rsidRPr="000E15EE">
        <w:t>2)</w:t>
      </w:r>
      <w:r w:rsidRPr="000E15EE">
        <w:tab/>
        <w:t>jest delegowany na terytorium Rzeczypospolitej Polskiej na okres nieprzekraczający 30 dni</w:t>
      </w:r>
      <w:r w:rsidR="00BB7627" w:rsidRPr="000E15EE">
        <w:t xml:space="preserve"> w </w:t>
      </w:r>
      <w:r w:rsidRPr="000E15EE">
        <w:t xml:space="preserve">roku kalendarzowym </w:t>
      </w:r>
      <w:r w:rsidR="00D03627" w:rsidRPr="000E15EE">
        <w:t xml:space="preserve">do oddziału, zakładu lub przedstawicielstwa podmiotu zagranicznego albo do podmiotu pozostającego </w:t>
      </w:r>
      <w:r w:rsidR="00BE269E" w:rsidRPr="000E15EE">
        <w:t xml:space="preserve">z podmiotem zagranicznym </w:t>
      </w:r>
      <w:r w:rsidR="00D03627" w:rsidRPr="000E15EE">
        <w:t>w stosunku dominacji lub zależności lub w stosunku powiązania w rozumieniu art. 4 § 1 pkt 4 i 5 ustawy z dnia 15 września 2000 r. – Kodeks spółek handlowych</w:t>
      </w:r>
      <w:r w:rsidRPr="000E15EE">
        <w:t>,</w:t>
      </w:r>
    </w:p>
    <w:p w14:paraId="6D3518CF" w14:textId="77777777" w:rsidR="00D4325D" w:rsidRPr="000E15EE" w:rsidRDefault="00D4325D" w:rsidP="00D4325D">
      <w:pPr>
        <w:pStyle w:val="PKTpunkt"/>
      </w:pPr>
      <w:r w:rsidRPr="000E15EE">
        <w:t>3)</w:t>
      </w:r>
      <w:r w:rsidRPr="000E15EE">
        <w:tab/>
        <w:t>jest delegowany na terytorium Rzeczypospolitej Polskiej na okres nieprzekraczający 30 dni</w:t>
      </w:r>
      <w:r w:rsidR="00BB7627" w:rsidRPr="000E15EE">
        <w:t xml:space="preserve"> w </w:t>
      </w:r>
      <w:r w:rsidRPr="000E15EE">
        <w:t>ciągu 180 dni</w:t>
      </w:r>
      <w:r w:rsidR="00BB7627" w:rsidRPr="000E15EE">
        <w:t xml:space="preserve"> w </w:t>
      </w:r>
      <w:r w:rsidRPr="000E15EE">
        <w:t>innym celu niż określony</w:t>
      </w:r>
      <w:r w:rsidR="00BB7627" w:rsidRPr="000E15EE">
        <w:t xml:space="preserve"> w pkt </w:t>
      </w:r>
      <w:r w:rsidRPr="000E15EE">
        <w:t xml:space="preserve">1 i 2 </w:t>
      </w:r>
      <w:r w:rsidR="00466B8F" w:rsidRPr="000E15EE">
        <w:t xml:space="preserve">i </w:t>
      </w:r>
      <w:r w:rsidR="00BB7627" w:rsidRPr="000E15EE">
        <w:t>w </w:t>
      </w:r>
      <w:r w:rsidRPr="000E15EE">
        <w:t>innym celu niż wykonanie usługi.</w:t>
      </w:r>
    </w:p>
    <w:bookmarkEnd w:id="119"/>
    <w:p w14:paraId="2905ADBE" w14:textId="77777777" w:rsidR="00D4325D" w:rsidRPr="000E15EE" w:rsidRDefault="00D4325D" w:rsidP="00D4325D">
      <w:pPr>
        <w:pStyle w:val="ROZDZODDZOZNoznaczenierozdziauluboddziau"/>
      </w:pPr>
      <w:r w:rsidRPr="000E15EE">
        <w:t>Rozdział 5</w:t>
      </w:r>
    </w:p>
    <w:p w14:paraId="59E72544" w14:textId="77777777" w:rsidR="00D4325D" w:rsidRPr="000E15EE" w:rsidRDefault="00D4325D" w:rsidP="00CC3F14">
      <w:pPr>
        <w:pStyle w:val="ROZDZODDZPRZEDMprzedmiotregulacjirozdziauluboddziau"/>
      </w:pPr>
      <w:bookmarkStart w:id="123" w:name="_Toc88838129"/>
      <w:bookmarkStart w:id="124" w:name="_Toc107829981"/>
      <w:r w:rsidRPr="000E15EE">
        <w:t>Zezwolenie na pracę sezonową</w:t>
      </w:r>
      <w:bookmarkEnd w:id="123"/>
      <w:bookmarkEnd w:id="124"/>
    </w:p>
    <w:p w14:paraId="138D9A57" w14:textId="77777777" w:rsidR="00D4325D" w:rsidRPr="000E15EE" w:rsidRDefault="00BB7627" w:rsidP="00CC3F14">
      <w:pPr>
        <w:pStyle w:val="ARTartustawynprozporzdzenia"/>
        <w:keepNext/>
      </w:pPr>
      <w:bookmarkStart w:id="125" w:name="_Toc88838130"/>
      <w:bookmarkStart w:id="126" w:name="_Toc107829982"/>
      <w:r w:rsidRPr="000E15EE">
        <w:rPr>
          <w:rStyle w:val="Ppogrubienie"/>
        </w:rPr>
        <w:t>Art. </w:t>
      </w:r>
      <w:r w:rsidR="00195F48" w:rsidRPr="000E15EE">
        <w:rPr>
          <w:rStyle w:val="Ppogrubienie"/>
        </w:rPr>
        <w:t>43</w:t>
      </w:r>
      <w:r w:rsidR="00D4325D" w:rsidRPr="000E15EE">
        <w:rPr>
          <w:rStyle w:val="Ppogrubienie"/>
        </w:rPr>
        <w:t>.</w:t>
      </w:r>
      <w:r w:rsidR="00D4325D" w:rsidRPr="000E15EE">
        <w:t> 1  Zezwolenie na pracę sezonową wydaje się, jeżeli:</w:t>
      </w:r>
      <w:bookmarkEnd w:id="125"/>
      <w:bookmarkEnd w:id="126"/>
    </w:p>
    <w:p w14:paraId="3A66C004" w14:textId="77777777" w:rsidR="00D4325D" w:rsidRPr="000E15EE" w:rsidRDefault="00D4325D" w:rsidP="00D4325D">
      <w:pPr>
        <w:pStyle w:val="PKTpunkt"/>
      </w:pPr>
      <w:r w:rsidRPr="000E15EE">
        <w:t>1)</w:t>
      </w:r>
      <w:r w:rsidRPr="000E15EE">
        <w:tab/>
        <w:t xml:space="preserve">podmiotem powierzającym pracę cudzoziemcowi jest </w:t>
      </w:r>
      <w:r w:rsidR="00AF2712" w:rsidRPr="000E15EE">
        <w:t xml:space="preserve">polski </w:t>
      </w:r>
      <w:r w:rsidR="0015752B">
        <w:t>podmiot powierzający pracę cudzoziemcowi</w:t>
      </w:r>
      <w:r w:rsidRPr="000E15EE">
        <w:t>;</w:t>
      </w:r>
    </w:p>
    <w:p w14:paraId="12E12D14" w14:textId="77777777" w:rsidR="00D4325D" w:rsidRPr="000E15EE" w:rsidRDefault="00D4325D" w:rsidP="00D4325D">
      <w:pPr>
        <w:pStyle w:val="PKTpunkt"/>
      </w:pPr>
      <w:r w:rsidRPr="000E15EE">
        <w:t>2)</w:t>
      </w:r>
      <w:r w:rsidRPr="000E15EE">
        <w:tab/>
        <w:t>wysokość wynagrodzenia, która będzie określona</w:t>
      </w:r>
      <w:r w:rsidR="00BB7627" w:rsidRPr="000E15EE">
        <w:t xml:space="preserve"> w </w:t>
      </w:r>
      <w:r w:rsidRPr="000E15EE">
        <w:t>umowie</w:t>
      </w:r>
      <w:r w:rsidR="00BB7627" w:rsidRPr="000E15EE">
        <w:t xml:space="preserve"> z </w:t>
      </w:r>
      <w:r w:rsidRPr="000E15EE">
        <w:t>cudzoziemcem, nie będzie niższa od wynagrodzenia pracowników wykonujących</w:t>
      </w:r>
      <w:r w:rsidR="00BB7627" w:rsidRPr="000E15EE">
        <w:t xml:space="preserve"> w </w:t>
      </w:r>
      <w:r w:rsidRPr="000E15EE">
        <w:t>tym samym wymiarze czasu pracę porównywalnego rodzaju lub na porównywalnym stanowisku;</w:t>
      </w:r>
    </w:p>
    <w:p w14:paraId="638B00A6" w14:textId="77777777" w:rsidR="00D4325D" w:rsidRPr="000E15EE" w:rsidRDefault="00D4325D" w:rsidP="00D4325D">
      <w:pPr>
        <w:pStyle w:val="PKTpunkt"/>
      </w:pPr>
      <w:r w:rsidRPr="000E15EE">
        <w:t>3)</w:t>
      </w:r>
      <w:r w:rsidRPr="000E15EE">
        <w:tab/>
        <w:t>praca będzie wykonywana przez cudzoziemca</w:t>
      </w:r>
      <w:r w:rsidR="00BB7627" w:rsidRPr="000E15EE">
        <w:t xml:space="preserve"> w </w:t>
      </w:r>
      <w:r w:rsidRPr="000E15EE">
        <w:t>zakresie działalności określonych</w:t>
      </w:r>
      <w:r w:rsidR="00BB7627" w:rsidRPr="000E15EE">
        <w:t xml:space="preserve"> w </w:t>
      </w:r>
      <w:r w:rsidRPr="000E15EE">
        <w:t xml:space="preserve">przepisach wydanych na podstawie </w:t>
      </w:r>
      <w:r w:rsidR="00BB7627" w:rsidRPr="000E15EE">
        <w:t>ust. </w:t>
      </w:r>
      <w:r w:rsidRPr="000E15EE">
        <w:t>2;</w:t>
      </w:r>
    </w:p>
    <w:p w14:paraId="66A4DCD5" w14:textId="77777777" w:rsidR="00D4325D" w:rsidRPr="000E15EE" w:rsidRDefault="00D4325D" w:rsidP="00D4325D">
      <w:pPr>
        <w:pStyle w:val="PKTpunkt"/>
      </w:pPr>
      <w:r w:rsidRPr="000E15EE">
        <w:t>4)</w:t>
      </w:r>
      <w:r w:rsidRPr="000E15EE">
        <w:tab/>
        <w:t>praca będzie wykonywana przez cudzoziemca</w:t>
      </w:r>
      <w:r w:rsidR="00BB7627" w:rsidRPr="000E15EE">
        <w:t xml:space="preserve"> w </w:t>
      </w:r>
      <w:r w:rsidRPr="000E15EE">
        <w:t>okresie nieprzekraczającym 9 miesięcy</w:t>
      </w:r>
      <w:r w:rsidR="00BB7627" w:rsidRPr="000E15EE">
        <w:t xml:space="preserve"> w </w:t>
      </w:r>
      <w:r w:rsidRPr="000E15EE">
        <w:t>roku kalendarzowym.</w:t>
      </w:r>
    </w:p>
    <w:p w14:paraId="5DB8D33C" w14:textId="77777777" w:rsidR="00BF3E7D" w:rsidRPr="000E15EE" w:rsidRDefault="00D4325D" w:rsidP="00355C3D">
      <w:pPr>
        <w:pStyle w:val="USTustnpkodeksu"/>
      </w:pPr>
      <w:r w:rsidRPr="000E15EE">
        <w:t>2. Rada Ministrów określi,</w:t>
      </w:r>
      <w:r w:rsidR="00BB7627" w:rsidRPr="000E15EE">
        <w:t xml:space="preserve"> w </w:t>
      </w:r>
      <w:r w:rsidRPr="000E15EE">
        <w:t>drodze rozporządzenia, według klasyfikacji określonej</w:t>
      </w:r>
      <w:r w:rsidR="00BB7627" w:rsidRPr="000E15EE">
        <w:t xml:space="preserve"> w </w:t>
      </w:r>
      <w:r w:rsidRPr="000E15EE">
        <w:t xml:space="preserve">przepisach wydanych na podstawie </w:t>
      </w:r>
      <w:r w:rsidR="00BB7627" w:rsidRPr="000E15EE">
        <w:t>art. </w:t>
      </w:r>
      <w:r w:rsidRPr="000E15EE">
        <w:t xml:space="preserve">40 </w:t>
      </w:r>
      <w:r w:rsidR="00BB7627" w:rsidRPr="000E15EE">
        <w:t>ust. </w:t>
      </w:r>
      <w:r w:rsidRPr="000E15EE">
        <w:t>2 ustawy</w:t>
      </w:r>
      <w:r w:rsidR="00BB7627" w:rsidRPr="000E15EE">
        <w:t xml:space="preserve"> z </w:t>
      </w:r>
      <w:r w:rsidRPr="000E15EE">
        <w:t>dnia 29 czerwca 1995</w:t>
      </w:r>
      <w:r w:rsidR="00BB7627" w:rsidRPr="000E15EE">
        <w:t> r. o </w:t>
      </w:r>
      <w:r w:rsidRPr="000E15EE">
        <w:t>statystyce publicznej, działalności,</w:t>
      </w:r>
      <w:r w:rsidR="00BB7627" w:rsidRPr="000E15EE">
        <w:t xml:space="preserve"> w </w:t>
      </w:r>
      <w:r w:rsidRPr="000E15EE">
        <w:t>których wydaje się zezwolenia na pracę sezonową, biorąc pod uwagę podklasy,</w:t>
      </w:r>
      <w:r w:rsidR="00BB7627" w:rsidRPr="000E15EE">
        <w:t xml:space="preserve"> w </w:t>
      </w:r>
      <w:r w:rsidRPr="000E15EE">
        <w:t>których występuje znacznie wyższe zapotrzebowanie na siłę roboczą</w:t>
      </w:r>
      <w:r w:rsidR="00BB7627" w:rsidRPr="000E15EE">
        <w:t xml:space="preserve"> w </w:t>
      </w:r>
      <w:r w:rsidRPr="000E15EE">
        <w:t>niektórych okresach roku ze względu na powtarzające się wydarzenia lub typy wydarzeń podlegające uwarunkowaniom sezonowym</w:t>
      </w:r>
      <w:r w:rsidR="00BB7627" w:rsidRPr="000E15EE">
        <w:t xml:space="preserve"> w </w:t>
      </w:r>
      <w:r w:rsidRPr="000E15EE">
        <w:t>tych podklasach działalności.</w:t>
      </w:r>
    </w:p>
    <w:p w14:paraId="168C884E" w14:textId="77777777" w:rsidR="00D4325D" w:rsidRPr="000E15EE" w:rsidRDefault="00BB7627" w:rsidP="00D4325D">
      <w:pPr>
        <w:pStyle w:val="ARTartustawynprozporzdzenia"/>
      </w:pPr>
      <w:bookmarkStart w:id="127" w:name="_Toc88838131"/>
      <w:bookmarkStart w:id="128" w:name="_Toc107829983"/>
      <w:r w:rsidRPr="000E15EE">
        <w:rPr>
          <w:rStyle w:val="Ppogrubienie"/>
        </w:rPr>
        <w:t>Art. </w:t>
      </w:r>
      <w:r w:rsidR="00195F48" w:rsidRPr="000E15EE">
        <w:rPr>
          <w:rStyle w:val="Ppogrubienie"/>
        </w:rPr>
        <w:t>44</w:t>
      </w:r>
      <w:r w:rsidR="00D4325D" w:rsidRPr="000E15EE">
        <w:rPr>
          <w:rStyle w:val="Ppogrubienie"/>
        </w:rPr>
        <w:t>.</w:t>
      </w:r>
      <w:r w:rsidR="00D4325D" w:rsidRPr="000E15EE">
        <w:t xml:space="preserve"> Zezwolenie na pracę sezonową wydaje starosta właściwy ze względu na siedzibę lub miejsce zamieszkania </w:t>
      </w:r>
      <w:r w:rsidR="000F3309" w:rsidRPr="000E15EE">
        <w:t xml:space="preserve">polskiego </w:t>
      </w:r>
      <w:r w:rsidR="00B36F02">
        <w:t>podmiotu powierzającego pracę cudzoziemcowi</w:t>
      </w:r>
      <w:r w:rsidR="00D4325D" w:rsidRPr="000E15EE">
        <w:t>.</w:t>
      </w:r>
      <w:bookmarkEnd w:id="127"/>
      <w:bookmarkEnd w:id="128"/>
    </w:p>
    <w:p w14:paraId="2855D435" w14:textId="77777777" w:rsidR="00D4325D" w:rsidRPr="000E15EE" w:rsidRDefault="00BB7627" w:rsidP="00CC3F14">
      <w:pPr>
        <w:pStyle w:val="ARTartustawynprozporzdzenia"/>
        <w:keepNext/>
      </w:pPr>
      <w:bookmarkStart w:id="129" w:name="_Toc88838132"/>
      <w:bookmarkStart w:id="130" w:name="_Toc107829984"/>
      <w:r w:rsidRPr="000E15EE">
        <w:rPr>
          <w:rStyle w:val="Ppogrubienie"/>
        </w:rPr>
        <w:lastRenderedPageBreak/>
        <w:t>Art. </w:t>
      </w:r>
      <w:r w:rsidR="00195F48" w:rsidRPr="000E15EE">
        <w:rPr>
          <w:rStyle w:val="Ppogrubienie"/>
        </w:rPr>
        <w:t>45</w:t>
      </w:r>
      <w:r w:rsidR="00D4325D" w:rsidRPr="000E15EE">
        <w:rPr>
          <w:rStyle w:val="Ppogrubienie"/>
        </w:rPr>
        <w:t>.</w:t>
      </w:r>
      <w:r w:rsidR="00D4325D" w:rsidRPr="000E15EE">
        <w:t> Wniosek</w:t>
      </w:r>
      <w:r w:rsidRPr="000E15EE">
        <w:t xml:space="preserve"> o </w:t>
      </w:r>
      <w:r w:rsidR="00D4325D" w:rsidRPr="000E15EE">
        <w:t>wydanie zezwolenia na pracę sezonową zawiera, poza informacjami,</w:t>
      </w:r>
      <w:r w:rsidRPr="000E15EE">
        <w:t xml:space="preserve"> o </w:t>
      </w:r>
      <w:r w:rsidR="00D4325D" w:rsidRPr="000E15EE">
        <w:t>których mowa</w:t>
      </w:r>
      <w:r w:rsidRPr="000E15EE">
        <w:t xml:space="preserve"> w art. </w:t>
      </w:r>
      <w:r w:rsidR="00D4325D" w:rsidRPr="000E15EE">
        <w:t>9:</w:t>
      </w:r>
      <w:bookmarkEnd w:id="129"/>
      <w:bookmarkEnd w:id="130"/>
    </w:p>
    <w:p w14:paraId="7FBAADBF" w14:textId="77777777" w:rsidR="00D4325D" w:rsidRPr="000E15EE" w:rsidRDefault="00D4325D" w:rsidP="00D4325D">
      <w:pPr>
        <w:pStyle w:val="PKTpunkt"/>
      </w:pPr>
      <w:r w:rsidRPr="000E15EE">
        <w:t xml:space="preserve">1) </w:t>
      </w:r>
      <w:r w:rsidRPr="000E15EE">
        <w:tab/>
        <w:t>datę wjazdu na terytorium państw obszaru Schengen oraz dane dotyczące pobytu cudzoziemca na terytorium Rzeczypospolitej Polskiej</w:t>
      </w:r>
      <w:r w:rsidR="00BB7627" w:rsidRPr="000E15EE">
        <w:t xml:space="preserve"> w </w:t>
      </w:r>
      <w:r w:rsidRPr="000E15EE">
        <w:t>dniu złożenia wniosku,</w:t>
      </w:r>
      <w:r w:rsidR="00BB7627" w:rsidRPr="000E15EE">
        <w:t xml:space="preserve"> w </w:t>
      </w:r>
      <w:r w:rsidRPr="000E15EE">
        <w:t>tym podstawy prawnej;</w:t>
      </w:r>
    </w:p>
    <w:p w14:paraId="37A876F1" w14:textId="77777777" w:rsidR="00D4325D" w:rsidRPr="000E15EE" w:rsidRDefault="00D4325D" w:rsidP="00D4325D">
      <w:pPr>
        <w:pStyle w:val="PKTpunkt"/>
      </w:pPr>
      <w:r w:rsidRPr="000E15EE">
        <w:t xml:space="preserve">2) </w:t>
      </w:r>
      <w:r w:rsidRPr="000E15EE">
        <w:tab/>
        <w:t xml:space="preserve">oświadczenie </w:t>
      </w:r>
      <w:r w:rsidR="000F3309" w:rsidRPr="000E15EE">
        <w:t xml:space="preserve">polskiego </w:t>
      </w:r>
      <w:r w:rsidR="00B36F02">
        <w:t>podmiotu powierzającego pracę cudzoziemcowi</w:t>
      </w:r>
      <w:r w:rsidRPr="000E15EE">
        <w:t xml:space="preserve">, że zapewnia cudzoziemcowi zakwaterowanie albo że według wiedzy </w:t>
      </w:r>
      <w:r w:rsidR="000F3309" w:rsidRPr="000E15EE">
        <w:t xml:space="preserve">polskiego </w:t>
      </w:r>
      <w:r w:rsidR="00B36F02">
        <w:t>podmiotu powierzającego pracę cudzoziemcowi</w:t>
      </w:r>
      <w:r w:rsidRPr="000E15EE">
        <w:t xml:space="preserve"> cudzoziemiec zapewnia sobie zakwaterowanie we własnym zakresie;</w:t>
      </w:r>
    </w:p>
    <w:p w14:paraId="54E7CD72" w14:textId="77777777" w:rsidR="00D4325D" w:rsidRPr="000E15EE" w:rsidRDefault="00D4325D" w:rsidP="00D4325D">
      <w:pPr>
        <w:pStyle w:val="PKTpunkt"/>
      </w:pPr>
      <w:r w:rsidRPr="000E15EE">
        <w:t xml:space="preserve">3) </w:t>
      </w:r>
      <w:r w:rsidRPr="000E15EE">
        <w:tab/>
        <w:t>informacje dotyczące przewidywanego płatnego urlopu przysługującego cudzoziemcowi.</w:t>
      </w:r>
    </w:p>
    <w:p w14:paraId="5BC17CB5" w14:textId="77777777" w:rsidR="00D4325D" w:rsidRPr="000E15EE" w:rsidRDefault="00BB7627" w:rsidP="00D4325D">
      <w:pPr>
        <w:pStyle w:val="ARTartustawynprozporzdzenia"/>
      </w:pPr>
      <w:bookmarkStart w:id="131" w:name="_Toc88838133"/>
      <w:bookmarkStart w:id="132" w:name="_Toc107829985"/>
      <w:r w:rsidRPr="000E15EE">
        <w:rPr>
          <w:rStyle w:val="Ppogrubienie"/>
        </w:rPr>
        <w:t>Art. </w:t>
      </w:r>
      <w:r w:rsidR="00195F48" w:rsidRPr="000E15EE">
        <w:rPr>
          <w:rStyle w:val="Ppogrubienie"/>
        </w:rPr>
        <w:t>46</w:t>
      </w:r>
      <w:r w:rsidR="00D4325D" w:rsidRPr="000E15EE">
        <w:rPr>
          <w:rStyle w:val="Ppogrubienie"/>
        </w:rPr>
        <w:t>.</w:t>
      </w:r>
      <w:r w:rsidR="00D4325D" w:rsidRPr="000E15EE">
        <w:t> Wnioski</w:t>
      </w:r>
      <w:r w:rsidRPr="000E15EE">
        <w:t xml:space="preserve"> o </w:t>
      </w:r>
      <w:r w:rsidR="00D4325D" w:rsidRPr="000E15EE">
        <w:t>wydanie zezwolenia na pracę sezonową rozpatruje się</w:t>
      </w:r>
      <w:r w:rsidRPr="000E15EE">
        <w:t xml:space="preserve"> z </w:t>
      </w:r>
      <w:r w:rsidR="00D4325D" w:rsidRPr="000E15EE">
        <w:t>uwzględnieniem pierwszeństwa cudzoziemców, którzy co najmniej raz</w:t>
      </w:r>
      <w:r w:rsidRPr="000E15EE">
        <w:t xml:space="preserve"> w </w:t>
      </w:r>
      <w:r w:rsidR="00D4325D" w:rsidRPr="000E15EE">
        <w:t xml:space="preserve">okresie 5 lat poprzedzających złożenie wniosku wykonywali pracę na rzecz danego </w:t>
      </w:r>
      <w:r w:rsidR="000F3309" w:rsidRPr="000E15EE">
        <w:t xml:space="preserve">polskiego </w:t>
      </w:r>
      <w:r w:rsidR="00B36F02">
        <w:t>podmiotu powierzającego pracę cudzoziemcowi</w:t>
      </w:r>
      <w:r w:rsidR="00D4325D" w:rsidRPr="000E15EE">
        <w:t xml:space="preserve"> na podstawie zezwolenia na pracę sezonową, jeżeli praca będzie wykonywana na podstawie umowy</w:t>
      </w:r>
      <w:r w:rsidRPr="000E15EE">
        <w:t xml:space="preserve"> o </w:t>
      </w:r>
      <w:r w:rsidR="00D4325D" w:rsidRPr="000E15EE">
        <w:t>pracę.</w:t>
      </w:r>
      <w:bookmarkEnd w:id="131"/>
      <w:bookmarkEnd w:id="132"/>
    </w:p>
    <w:p w14:paraId="28DA13FB" w14:textId="77777777" w:rsidR="00C20D8C" w:rsidRPr="000E15EE" w:rsidRDefault="00BB7627" w:rsidP="00D4325D">
      <w:pPr>
        <w:pStyle w:val="ARTartustawynprozporzdzenia"/>
      </w:pPr>
      <w:bookmarkStart w:id="133" w:name="_Toc88838134"/>
      <w:bookmarkStart w:id="134" w:name="_Toc107829986"/>
      <w:r w:rsidRPr="000E15EE" w:rsidDel="00C20D8C">
        <w:rPr>
          <w:rStyle w:val="Ppogrubienie"/>
        </w:rPr>
        <w:t>Art. </w:t>
      </w:r>
      <w:r w:rsidR="00195F48" w:rsidRPr="000E15EE">
        <w:rPr>
          <w:rStyle w:val="Ppogrubienie"/>
        </w:rPr>
        <w:t>47</w:t>
      </w:r>
      <w:r w:rsidR="00D4325D" w:rsidRPr="000E15EE" w:rsidDel="00C20D8C">
        <w:rPr>
          <w:rStyle w:val="Ppogrubienie"/>
        </w:rPr>
        <w:t>.</w:t>
      </w:r>
      <w:r w:rsidR="00D4325D" w:rsidRPr="000E15EE">
        <w:t> Jeżeli wniosek</w:t>
      </w:r>
      <w:r w:rsidRPr="000E15EE">
        <w:t xml:space="preserve"> o </w:t>
      </w:r>
      <w:r w:rsidR="00D4325D" w:rsidRPr="000E15EE">
        <w:t>wydanie zezwolenia na pracę sezonową dotyczy cudzoziemca przebywającego na terytorium Rzeczypospolitej Polskiej na podstawie innego dokumentu niż wiza wydana</w:t>
      </w:r>
      <w:r w:rsidRPr="000E15EE">
        <w:t xml:space="preserve"> w </w:t>
      </w:r>
      <w:r w:rsidR="00D4325D" w:rsidRPr="000E15EE">
        <w:t>celu wykonywania pracy sezonowej lub</w:t>
      </w:r>
      <w:r w:rsidRPr="000E15EE">
        <w:t xml:space="preserve"> w </w:t>
      </w:r>
      <w:r w:rsidR="00D4325D" w:rsidRPr="000E15EE">
        <w:t>ramach ruchu bezwizowego bez związku</w:t>
      </w:r>
      <w:r w:rsidRPr="000E15EE">
        <w:t xml:space="preserve"> z </w:t>
      </w:r>
      <w:r w:rsidR="00D4325D" w:rsidRPr="000E15EE">
        <w:t>wnioskiem wpisanym do ewidencji wniosków</w:t>
      </w:r>
      <w:r w:rsidRPr="000E15EE">
        <w:t xml:space="preserve"> w </w:t>
      </w:r>
      <w:r w:rsidR="00D4325D" w:rsidRPr="000E15EE">
        <w:t>sprawie pracy sezonowej, pracę cudzoziemca na warunkach określonych we wniosku</w:t>
      </w:r>
      <w:r w:rsidRPr="000E15EE">
        <w:t xml:space="preserve"> o </w:t>
      </w:r>
      <w:r w:rsidR="00D4325D" w:rsidRPr="000E15EE">
        <w:t>wydanie zezwolenia na pracę sezonową uważa się za legalną od dnia złożenia wniosku, który nie zawiera braków formalnych, do dnia doręczenia decyzji starosty</w:t>
      </w:r>
      <w:r w:rsidRPr="000E15EE">
        <w:t xml:space="preserve"> w </w:t>
      </w:r>
      <w:r w:rsidR="00D4325D" w:rsidRPr="000E15EE">
        <w:t>sprawie zezwolenia na pracę sezonową, nie dłużej jednak niż przez okres 30 dni.</w:t>
      </w:r>
      <w:bookmarkEnd w:id="133"/>
      <w:bookmarkEnd w:id="134"/>
    </w:p>
    <w:p w14:paraId="513D510F" w14:textId="77777777" w:rsidR="00D4325D" w:rsidRPr="000E15EE" w:rsidRDefault="00BB7627" w:rsidP="00CC3F14">
      <w:pPr>
        <w:pStyle w:val="ARTartustawynprozporzdzenia"/>
        <w:keepNext/>
      </w:pPr>
      <w:bookmarkStart w:id="135" w:name="_Toc88838135"/>
      <w:bookmarkStart w:id="136" w:name="_Toc107829987"/>
      <w:r w:rsidRPr="000E15EE">
        <w:rPr>
          <w:rStyle w:val="Ppogrubienie"/>
        </w:rPr>
        <w:t>Art. </w:t>
      </w:r>
      <w:r w:rsidR="00195F48" w:rsidRPr="000E15EE">
        <w:rPr>
          <w:rStyle w:val="Ppogrubienie"/>
        </w:rPr>
        <w:t>48</w:t>
      </w:r>
      <w:r w:rsidR="00D4325D" w:rsidRPr="000E15EE">
        <w:rPr>
          <w:rStyle w:val="Ppogrubienie"/>
        </w:rPr>
        <w:t>.</w:t>
      </w:r>
      <w:r w:rsidR="00D4325D" w:rsidRPr="000E15EE">
        <w:t> </w:t>
      </w:r>
      <w:r w:rsidR="00713AC1" w:rsidRPr="000E15EE">
        <w:t>1. </w:t>
      </w:r>
      <w:r w:rsidR="00D4325D" w:rsidRPr="000E15EE">
        <w:t>Jeżeli cudzoziemiec wskazany we wniosku</w:t>
      </w:r>
      <w:r w:rsidRPr="000E15EE">
        <w:t xml:space="preserve"> o </w:t>
      </w:r>
      <w:r w:rsidR="00D4325D" w:rsidRPr="000E15EE">
        <w:t>wydanie zezwolenia na pracę sezonową będzie ubiegał się</w:t>
      </w:r>
      <w:r w:rsidRPr="000E15EE">
        <w:t xml:space="preserve"> o </w:t>
      </w:r>
      <w:r w:rsidR="00D4325D" w:rsidRPr="000E15EE">
        <w:t>wydanie wizy,</w:t>
      </w:r>
      <w:r w:rsidRPr="000E15EE">
        <w:t xml:space="preserve"> o </w:t>
      </w:r>
      <w:r w:rsidR="00D4325D" w:rsidRPr="000E15EE">
        <w:t>której mowa</w:t>
      </w:r>
      <w:r w:rsidRPr="000E15EE">
        <w:t xml:space="preserve"> w art. </w:t>
      </w:r>
      <w:r w:rsidR="00D4325D" w:rsidRPr="000E15EE">
        <w:t xml:space="preserve">60 </w:t>
      </w:r>
      <w:r w:rsidRPr="000E15EE">
        <w:t>ust. </w:t>
      </w:r>
      <w:r w:rsidR="00D4325D" w:rsidRPr="000E15EE">
        <w:t xml:space="preserve">1 </w:t>
      </w:r>
      <w:r w:rsidRPr="000E15EE">
        <w:t>pkt </w:t>
      </w:r>
      <w:r w:rsidR="00D4325D" w:rsidRPr="000E15EE">
        <w:t>5a ustawy</w:t>
      </w:r>
      <w:r w:rsidRPr="000E15EE">
        <w:t xml:space="preserve"> z </w:t>
      </w:r>
      <w:r w:rsidR="00D4325D" w:rsidRPr="000E15EE">
        <w:t>dnia 12 grudnia 2013</w:t>
      </w:r>
      <w:r w:rsidRPr="000E15EE">
        <w:t> r. o </w:t>
      </w:r>
      <w:r w:rsidR="00D4325D" w:rsidRPr="000E15EE">
        <w:t>cudzoziemcach, lub zamierza wjechać na terytorium Rzeczypospolitej Polskiej</w:t>
      </w:r>
      <w:r w:rsidRPr="000E15EE">
        <w:t xml:space="preserve"> w </w:t>
      </w:r>
      <w:r w:rsidR="00D4325D" w:rsidRPr="000E15EE">
        <w:t>ramach ruchu bezwizowego i spełnione są warunki,</w:t>
      </w:r>
      <w:r w:rsidRPr="000E15EE">
        <w:t xml:space="preserve"> o </w:t>
      </w:r>
      <w:r w:rsidR="00D4325D" w:rsidRPr="000E15EE">
        <w:t>których mowa</w:t>
      </w:r>
      <w:r w:rsidRPr="000E15EE">
        <w:t xml:space="preserve"> w art. </w:t>
      </w:r>
      <w:r w:rsidR="00D4325D" w:rsidRPr="000E15EE">
        <w:t xml:space="preserve">43 </w:t>
      </w:r>
      <w:r w:rsidRPr="000E15EE">
        <w:t>ust. </w:t>
      </w:r>
      <w:r w:rsidR="00D4325D" w:rsidRPr="000E15EE">
        <w:t>1, oraz nie zachodzą okoliczności,</w:t>
      </w:r>
      <w:r w:rsidRPr="000E15EE">
        <w:t xml:space="preserve"> z </w:t>
      </w:r>
      <w:r w:rsidR="00D4325D" w:rsidRPr="000E15EE">
        <w:t xml:space="preserve">powodu których odmawia się wydania zezwolenia na pracę sezonową, starosta właściwy ze względu na siedzibę lub miejsce zamieszkania </w:t>
      </w:r>
      <w:r w:rsidR="000F3309" w:rsidRPr="000E15EE">
        <w:t xml:space="preserve">polskiego </w:t>
      </w:r>
      <w:r w:rsidR="00B36F02">
        <w:t>podmiotu powierzającego pracę cudzoziemcowi</w:t>
      </w:r>
      <w:r w:rsidR="00D4325D" w:rsidRPr="000E15EE">
        <w:t>:</w:t>
      </w:r>
      <w:bookmarkEnd w:id="135"/>
      <w:bookmarkEnd w:id="136"/>
    </w:p>
    <w:p w14:paraId="385B943A" w14:textId="77777777" w:rsidR="00D4325D" w:rsidRPr="000E15EE" w:rsidRDefault="00D4325D" w:rsidP="00D4325D">
      <w:pPr>
        <w:pStyle w:val="PKTpunkt"/>
      </w:pPr>
      <w:r w:rsidRPr="000E15EE">
        <w:t>1)</w:t>
      </w:r>
      <w:r w:rsidRPr="000E15EE">
        <w:tab/>
        <w:t>wpisuje wniosek do ewidencji wniosków</w:t>
      </w:r>
      <w:r w:rsidR="00BB7627" w:rsidRPr="000E15EE">
        <w:t xml:space="preserve"> w </w:t>
      </w:r>
      <w:r w:rsidRPr="000E15EE">
        <w:t>sprawie pracy sezonowej;</w:t>
      </w:r>
    </w:p>
    <w:p w14:paraId="2C523E80" w14:textId="77777777" w:rsidR="00D4325D" w:rsidRPr="000E15EE" w:rsidRDefault="00D4325D" w:rsidP="00D4325D">
      <w:pPr>
        <w:pStyle w:val="PKTpunkt"/>
      </w:pPr>
      <w:r w:rsidRPr="000E15EE">
        <w:lastRenderedPageBreak/>
        <w:t>2)</w:t>
      </w:r>
      <w:r w:rsidRPr="000E15EE">
        <w:tab/>
        <w:t xml:space="preserve">wydaje </w:t>
      </w:r>
      <w:r w:rsidR="000F3309" w:rsidRPr="000E15EE">
        <w:t xml:space="preserve">polskiemu </w:t>
      </w:r>
      <w:r w:rsidR="0015752B">
        <w:t>podmiotowi powierzającemu pracę cudzoziemcowi</w:t>
      </w:r>
      <w:r w:rsidRPr="000E15EE">
        <w:t xml:space="preserve"> zaświadczenie</w:t>
      </w:r>
      <w:r w:rsidR="00BB7627" w:rsidRPr="000E15EE">
        <w:t xml:space="preserve"> o </w:t>
      </w:r>
      <w:r w:rsidRPr="000E15EE">
        <w:t>wpisie,</w:t>
      </w:r>
      <w:r w:rsidR="00BB7627" w:rsidRPr="000E15EE">
        <w:t xml:space="preserve"> o </w:t>
      </w:r>
      <w:r w:rsidRPr="000E15EE">
        <w:t>którym mowa</w:t>
      </w:r>
      <w:r w:rsidR="00BB7627" w:rsidRPr="000E15EE">
        <w:t xml:space="preserve"> w pkt </w:t>
      </w:r>
      <w:r w:rsidRPr="000E15EE">
        <w:t>1.</w:t>
      </w:r>
    </w:p>
    <w:p w14:paraId="6A348EA3" w14:textId="77777777" w:rsidR="00040274" w:rsidRPr="000E15EE" w:rsidRDefault="00040274" w:rsidP="00040274">
      <w:pPr>
        <w:pStyle w:val="USTustnpkodeksu"/>
      </w:pPr>
      <w:r w:rsidRPr="000E15EE">
        <w:t>2. W zaświadczeniu, o którym mowa ust. 1 pkt 2, określa się:</w:t>
      </w:r>
    </w:p>
    <w:p w14:paraId="7D50F0C2" w14:textId="77777777" w:rsidR="00040274" w:rsidRPr="000E15EE" w:rsidRDefault="00787ADA" w:rsidP="00040274">
      <w:pPr>
        <w:pStyle w:val="PKTpunkt"/>
      </w:pPr>
      <w:r w:rsidRPr="000E15EE">
        <w:t>1)</w:t>
      </w:r>
      <w:r w:rsidRPr="000E15EE">
        <w:tab/>
      </w:r>
      <w:r w:rsidR="00AA5B47" w:rsidRPr="000E15EE">
        <w:t xml:space="preserve">dane </w:t>
      </w:r>
      <w:r w:rsidR="000F3309" w:rsidRPr="000E15EE">
        <w:t xml:space="preserve">polskiego </w:t>
      </w:r>
      <w:r w:rsidR="00B36F02">
        <w:t>podmiotu powierzającego pracę cudzoziemcowi</w:t>
      </w:r>
      <w:r w:rsidR="00AA5B47" w:rsidRPr="000E15EE">
        <w:t>, o których mowa w art. 9 ust. 1 pkt 1 lit. a</w:t>
      </w:r>
      <w:r w:rsidR="00970CB6" w:rsidRPr="000E15EE">
        <w:t>–</w:t>
      </w:r>
      <w:r w:rsidR="00AA5B47" w:rsidRPr="000E15EE">
        <w:t>c;</w:t>
      </w:r>
    </w:p>
    <w:p w14:paraId="253131BF" w14:textId="77777777" w:rsidR="00787ADA" w:rsidRPr="000E15EE" w:rsidRDefault="00787ADA" w:rsidP="00787ADA">
      <w:pPr>
        <w:pStyle w:val="PKTpunkt"/>
      </w:pPr>
      <w:r w:rsidRPr="000E15EE">
        <w:t>2)</w:t>
      </w:r>
      <w:r w:rsidRPr="000E15EE">
        <w:tab/>
        <w:t>pracodawcę użytkownika, jeżeli wniosek dotyczy pracy w charakterze pracownika tymczasowego;</w:t>
      </w:r>
    </w:p>
    <w:p w14:paraId="6B4E3C2F" w14:textId="77777777" w:rsidR="00787ADA" w:rsidRPr="000E15EE" w:rsidRDefault="00787ADA" w:rsidP="00787ADA">
      <w:pPr>
        <w:pStyle w:val="PKTpunkt"/>
      </w:pPr>
      <w:r w:rsidRPr="000E15EE">
        <w:t>3)</w:t>
      </w:r>
      <w:r w:rsidRPr="000E15EE">
        <w:tab/>
      </w:r>
      <w:r w:rsidR="00435736" w:rsidRPr="000E15EE">
        <w:t>dane cudzoziemca, o których mowa w art. 9 ust. 1 pkt 3 lit. a, c, d oraz f;</w:t>
      </w:r>
    </w:p>
    <w:p w14:paraId="3367C213" w14:textId="77777777" w:rsidR="00787ADA" w:rsidRPr="000E15EE" w:rsidRDefault="00787ADA" w:rsidP="00787ADA">
      <w:pPr>
        <w:pStyle w:val="PKTpunkt"/>
      </w:pPr>
      <w:r w:rsidRPr="000E15EE">
        <w:t>4)</w:t>
      </w:r>
      <w:r w:rsidRPr="000E15EE">
        <w:tab/>
        <w:t>miejsce wykonywania pracy sezonowej;</w:t>
      </w:r>
    </w:p>
    <w:p w14:paraId="2E8D1511" w14:textId="77777777" w:rsidR="00787ADA" w:rsidRPr="000E15EE" w:rsidRDefault="00787ADA" w:rsidP="00787ADA">
      <w:pPr>
        <w:pStyle w:val="PKTpunkt"/>
      </w:pPr>
      <w:r w:rsidRPr="000E15EE">
        <w:t>5)</w:t>
      </w:r>
      <w:r w:rsidRPr="000E15EE">
        <w:tab/>
      </w:r>
      <w:r w:rsidR="008C1CA7" w:rsidRPr="000E15EE">
        <w:t xml:space="preserve">podstawę prawną </w:t>
      </w:r>
      <w:r w:rsidR="00343DB7" w:rsidRPr="000E15EE">
        <w:t>wykonywania pracy;</w:t>
      </w:r>
    </w:p>
    <w:p w14:paraId="756DEF8F" w14:textId="77777777" w:rsidR="00787ADA" w:rsidRPr="000E15EE" w:rsidRDefault="00343DB7" w:rsidP="00787ADA">
      <w:pPr>
        <w:pStyle w:val="PKTpunkt"/>
      </w:pPr>
      <w:r w:rsidRPr="000E15EE">
        <w:t>6)</w:t>
      </w:r>
      <w:r w:rsidRPr="000E15EE">
        <w:tab/>
        <w:t>w</w:t>
      </w:r>
      <w:r w:rsidR="00787ADA" w:rsidRPr="000E15EE">
        <w:t xml:space="preserve">ymiar czasu pracy </w:t>
      </w:r>
      <w:r w:rsidR="0015449E" w:rsidRPr="000E15EE">
        <w:t xml:space="preserve">w przypadku umowy o pracę albo </w:t>
      </w:r>
      <w:r w:rsidR="00787ADA" w:rsidRPr="000E15EE">
        <w:t>liczb</w:t>
      </w:r>
      <w:r w:rsidRPr="000E15EE">
        <w:t>ę</w:t>
      </w:r>
      <w:r w:rsidR="00787ADA" w:rsidRPr="000E15EE">
        <w:t xml:space="preserve"> godzin pracy w</w:t>
      </w:r>
      <w:r w:rsidR="0015449E" w:rsidRPr="000E15EE">
        <w:t xml:space="preserve"> </w:t>
      </w:r>
      <w:r w:rsidR="00787ADA" w:rsidRPr="000E15EE">
        <w:t>miesiącu</w:t>
      </w:r>
      <w:r w:rsidR="0015449E" w:rsidRPr="000E15EE">
        <w:t xml:space="preserve"> lub tygodniu w przypadku umowy cywilnoprawnej</w:t>
      </w:r>
      <w:r w:rsidRPr="000E15EE">
        <w:t>;</w:t>
      </w:r>
    </w:p>
    <w:p w14:paraId="158C3E9B" w14:textId="77777777" w:rsidR="00787ADA" w:rsidRPr="000E15EE" w:rsidRDefault="00343DB7" w:rsidP="00787ADA">
      <w:pPr>
        <w:pStyle w:val="PKTpunkt"/>
      </w:pPr>
      <w:r w:rsidRPr="000E15EE">
        <w:t>7)</w:t>
      </w:r>
      <w:r w:rsidRPr="000E15EE">
        <w:tab/>
        <w:t xml:space="preserve">najniższe </w:t>
      </w:r>
      <w:r w:rsidR="00787ADA" w:rsidRPr="000E15EE">
        <w:t>wynagrodzeni</w:t>
      </w:r>
      <w:r w:rsidRPr="000E15EE">
        <w:t>e</w:t>
      </w:r>
      <w:r w:rsidR="00787ADA" w:rsidRPr="000E15EE">
        <w:t xml:space="preserve"> </w:t>
      </w:r>
      <w:r w:rsidR="00B873B1" w:rsidRPr="000E15EE">
        <w:t xml:space="preserve">jakie </w:t>
      </w:r>
      <w:r w:rsidR="00985029" w:rsidRPr="000E15EE">
        <w:t xml:space="preserve">będzie </w:t>
      </w:r>
      <w:r w:rsidR="00B873B1" w:rsidRPr="000E15EE">
        <w:t xml:space="preserve">otrzymywać cudzoziemiec </w:t>
      </w:r>
      <w:r w:rsidR="00787ADA" w:rsidRPr="000E15EE">
        <w:t>określon</w:t>
      </w:r>
      <w:r w:rsidR="00B873B1" w:rsidRPr="000E15EE">
        <w:t>e</w:t>
      </w:r>
      <w:r w:rsidR="00787ADA" w:rsidRPr="000E15EE">
        <w:t xml:space="preserve"> stawką godzinową lub miesięczną</w:t>
      </w:r>
      <w:r w:rsidRPr="000E15EE">
        <w:t>;</w:t>
      </w:r>
    </w:p>
    <w:p w14:paraId="404A8B50" w14:textId="77777777" w:rsidR="00787ADA" w:rsidRPr="000E15EE" w:rsidRDefault="00343DB7" w:rsidP="00343DB7">
      <w:pPr>
        <w:pStyle w:val="PKTpunkt"/>
      </w:pPr>
      <w:r w:rsidRPr="000E15EE">
        <w:t>8)</w:t>
      </w:r>
      <w:r w:rsidRPr="000E15EE">
        <w:tab/>
        <w:t>z</w:t>
      </w:r>
      <w:r w:rsidR="00787ADA" w:rsidRPr="000E15EE">
        <w:t xml:space="preserve">akres podstawowych obowiązków </w:t>
      </w:r>
      <w:r w:rsidRPr="000E15EE">
        <w:t>cudzoziemca;</w:t>
      </w:r>
    </w:p>
    <w:p w14:paraId="06CF4F16" w14:textId="77777777" w:rsidR="00787ADA" w:rsidRPr="000E15EE" w:rsidRDefault="00343DB7" w:rsidP="00787ADA">
      <w:pPr>
        <w:pStyle w:val="PKTpunkt"/>
      </w:pPr>
      <w:r w:rsidRPr="000E15EE">
        <w:t>9)</w:t>
      </w:r>
      <w:r w:rsidRPr="000E15EE">
        <w:tab/>
        <w:t>o</w:t>
      </w:r>
      <w:r w:rsidR="00787ADA" w:rsidRPr="000E15EE">
        <w:t>kres</w:t>
      </w:r>
      <w:r w:rsidRPr="000E15EE">
        <w:t xml:space="preserve"> lub okresy</w:t>
      </w:r>
      <w:r w:rsidR="00787ADA" w:rsidRPr="000E15EE">
        <w:t xml:space="preserve"> pracy sezonowej w poszczególnych latach kalendarzowych wpisan</w:t>
      </w:r>
      <w:r w:rsidRPr="000E15EE">
        <w:t>e</w:t>
      </w:r>
      <w:r w:rsidR="00787ADA" w:rsidRPr="000E15EE">
        <w:t xml:space="preserve"> do ewidencji</w:t>
      </w:r>
      <w:r w:rsidRPr="000E15EE">
        <w:t>;</w:t>
      </w:r>
    </w:p>
    <w:p w14:paraId="5A19BC5B" w14:textId="77777777" w:rsidR="00343DB7" w:rsidRPr="000E15EE" w:rsidRDefault="00343DB7" w:rsidP="00343DB7">
      <w:pPr>
        <w:pStyle w:val="PKTpunkt"/>
      </w:pPr>
      <w:r w:rsidRPr="000E15EE">
        <w:t>10)</w:t>
      </w:r>
      <w:r w:rsidRPr="000E15EE">
        <w:tab/>
      </w:r>
      <w:r w:rsidR="0015449E" w:rsidRPr="000E15EE">
        <w:t xml:space="preserve">datę </w:t>
      </w:r>
      <w:r w:rsidRPr="000E15EE">
        <w:t>wpisu wniosku do ewidencji.</w:t>
      </w:r>
    </w:p>
    <w:p w14:paraId="285BE632" w14:textId="77777777" w:rsidR="00114B7D" w:rsidRPr="000E15EE" w:rsidRDefault="00566B31" w:rsidP="00114B7D">
      <w:pPr>
        <w:pStyle w:val="USTustnpkodeksu"/>
      </w:pPr>
      <w:r>
        <w:t>3</w:t>
      </w:r>
      <w:r w:rsidR="00713AC1" w:rsidRPr="000E15EE">
        <w:t>.</w:t>
      </w:r>
      <w:r w:rsidR="00114B7D" w:rsidRPr="000E15EE">
        <w:t> W sprawach niewymagających postępowania wyjaśniającego starosta dokonuje czynności, o których mowa w ust. 1 pkt 1 i 2, albo wydaje decyzję o odmowie wydania zezwolenia na pracę sezonową w terminie 7 dni roboczych od dnia złożenia kompletnego wniosku.</w:t>
      </w:r>
    </w:p>
    <w:p w14:paraId="689ADEA8" w14:textId="77777777" w:rsidR="00566B31" w:rsidRDefault="00566B31" w:rsidP="0032482D">
      <w:pPr>
        <w:pStyle w:val="USTustnpkodeksu"/>
      </w:pPr>
      <w:r>
        <w:t>4</w:t>
      </w:r>
      <w:r w:rsidR="00114B7D" w:rsidRPr="000E15EE">
        <w:t>. </w:t>
      </w:r>
      <w:r w:rsidRPr="00566B31">
        <w:t>W zaświadczeniu umieszcza się informację o zasadach wjazdu i pobytu cudzoziemców wykonujących pracę sezonową, ich prawach i obowiązkach związanych z dostępem do polskiego rynku pracy oraz pouczenie o prawie do odszkodowania, o którym mowa w art. 58 ust. 3.</w:t>
      </w:r>
    </w:p>
    <w:p w14:paraId="185CD2B6" w14:textId="77777777" w:rsidR="00566B31" w:rsidRDefault="00566B31" w:rsidP="0032482D">
      <w:pPr>
        <w:pStyle w:val="USTustnpkodeksu"/>
      </w:pPr>
      <w:r>
        <w:t>5.</w:t>
      </w:r>
      <w:r w:rsidRPr="00566B31">
        <w:t> </w:t>
      </w:r>
      <w:r>
        <w:t>J</w:t>
      </w:r>
      <w:r w:rsidRPr="00566B31">
        <w:t xml:space="preserve">eżeli wniosek o wydanie zezwolenia na pracę sezonową nie spełnia wymagań ustalonych przepisami prawa, starosta wzywa wnioskodawcę, w terminie nie dłuższym niż 7 dni od dnia złożenia wniosku, do usunięcia braków formalnych. Przepisy art. 64 § 2 </w:t>
      </w:r>
      <w:r w:rsidR="009D0593" w:rsidRPr="000E15EE">
        <w:t>ustawy z dnia 14 czerwca 1960 r. –</w:t>
      </w:r>
      <w:r w:rsidR="009D0593">
        <w:t xml:space="preserve"> </w:t>
      </w:r>
      <w:r w:rsidRPr="00566B31">
        <w:t>Kodeks postępowania administracyjnego stosuje się odpowiednio.</w:t>
      </w:r>
    </w:p>
    <w:p w14:paraId="3C0C5760" w14:textId="77777777" w:rsidR="00713AC1" w:rsidRPr="000E15EE" w:rsidRDefault="00566B31" w:rsidP="0032482D">
      <w:pPr>
        <w:pStyle w:val="USTustnpkodeksu"/>
      </w:pPr>
      <w:r>
        <w:t>6. </w:t>
      </w:r>
      <w:r w:rsidR="00114B7D" w:rsidRPr="000E15EE">
        <w:t>W sprawach wymagających postępowania wyjaśniającego starosta dokonuje czynności, o których mowa w ust. 1 pkt 1 i 2, albo wydaje decyzję o odmowie wydania zezwolenia na pracę sezonową w terminie 30 dni od dnia złożenia kompletnego wniosku.</w:t>
      </w:r>
    </w:p>
    <w:p w14:paraId="4080CDC0" w14:textId="77777777" w:rsidR="00D4325D" w:rsidRPr="000E15EE" w:rsidRDefault="00BB7627" w:rsidP="005F0663">
      <w:pPr>
        <w:pStyle w:val="ARTartustawynprozporzdzenia"/>
      </w:pPr>
      <w:bookmarkStart w:id="137" w:name="_Toc88838136"/>
      <w:bookmarkStart w:id="138" w:name="_Toc107829988"/>
      <w:r w:rsidRPr="000E15EE">
        <w:rPr>
          <w:rStyle w:val="Ppogrubienie"/>
        </w:rPr>
        <w:lastRenderedPageBreak/>
        <w:t>Art. </w:t>
      </w:r>
      <w:r w:rsidR="00195F48" w:rsidRPr="000E15EE">
        <w:rPr>
          <w:rStyle w:val="Ppogrubienie"/>
        </w:rPr>
        <w:t>49</w:t>
      </w:r>
      <w:r w:rsidR="00D4325D" w:rsidRPr="000E15EE">
        <w:rPr>
          <w:rStyle w:val="Ppogrubienie"/>
        </w:rPr>
        <w:t>.</w:t>
      </w:r>
      <w:r w:rsidR="00D4325D" w:rsidRPr="000E15EE">
        <w:t> 1. Jeżeli wniosek</w:t>
      </w:r>
      <w:r w:rsidRPr="000E15EE">
        <w:t xml:space="preserve"> o </w:t>
      </w:r>
      <w:r w:rsidR="00D4325D" w:rsidRPr="000E15EE">
        <w:t>wydanie zezwolenia na pracę sezonową został wpisany do ewidencji wniosków,</w:t>
      </w:r>
      <w:r w:rsidRPr="000E15EE">
        <w:t xml:space="preserve"> o </w:t>
      </w:r>
      <w:r w:rsidR="00D4325D" w:rsidRPr="000E15EE">
        <w:t>której mowa</w:t>
      </w:r>
      <w:r w:rsidRPr="000E15EE">
        <w:t xml:space="preserve"> w art. </w:t>
      </w:r>
      <w:r w:rsidR="00D4325D" w:rsidRPr="000E15EE">
        <w:t xml:space="preserve">48 </w:t>
      </w:r>
      <w:r w:rsidR="00BE33D9" w:rsidRPr="000E15EE">
        <w:t>ust.</w:t>
      </w:r>
      <w:r w:rsidR="00040274" w:rsidRPr="000E15EE">
        <w:t> </w:t>
      </w:r>
      <w:r w:rsidR="00BE33D9" w:rsidRPr="000E15EE">
        <w:t xml:space="preserve">1 </w:t>
      </w:r>
      <w:r w:rsidRPr="000E15EE">
        <w:t>pkt </w:t>
      </w:r>
      <w:r w:rsidR="00D4325D" w:rsidRPr="000E15EE">
        <w:t>1, zezwolenie na pracę sezonową wydaje się po wjeździe cudzoziemca na terytorium Rzeczypospolitej Polskiej na podstawie wizy wydanej</w:t>
      </w:r>
      <w:r w:rsidRPr="000E15EE">
        <w:t xml:space="preserve"> w </w:t>
      </w:r>
      <w:r w:rsidR="00D4325D" w:rsidRPr="000E15EE">
        <w:t>celu wykonywania pracy sezonowej lub</w:t>
      </w:r>
      <w:r w:rsidRPr="000E15EE">
        <w:t xml:space="preserve"> w </w:t>
      </w:r>
      <w:r w:rsidR="00D4325D" w:rsidRPr="000E15EE">
        <w:t xml:space="preserve">ramach ruchu bezwizowego, jeżeli </w:t>
      </w:r>
      <w:r w:rsidR="000F3309" w:rsidRPr="000E15EE">
        <w:t xml:space="preserve">polski </w:t>
      </w:r>
      <w:r w:rsidR="0015752B">
        <w:t>podmiot powierzający pracę cudzoziemcowi</w:t>
      </w:r>
      <w:r w:rsidR="00D4325D" w:rsidRPr="000E15EE">
        <w:t xml:space="preserve"> przedstawił właściwemu staroście oświadczenie</w:t>
      </w:r>
      <w:r w:rsidRPr="000E15EE">
        <w:t xml:space="preserve"> </w:t>
      </w:r>
      <w:bookmarkStart w:id="139" w:name="_Hlk120261175"/>
      <w:r w:rsidRPr="000E15EE">
        <w:t>o </w:t>
      </w:r>
      <w:r w:rsidR="00D4325D" w:rsidRPr="000E15EE">
        <w:t>zgłoszeniu się cudzoziemca do pracy wraz</w:t>
      </w:r>
      <w:r w:rsidRPr="000E15EE">
        <w:t xml:space="preserve"> z </w:t>
      </w:r>
      <w:r w:rsidR="005F0663" w:rsidRPr="000E15EE" w:rsidDel="005F0663">
        <w:t xml:space="preserve"> </w:t>
      </w:r>
      <w:r w:rsidR="00D02A58" w:rsidRPr="000E15EE">
        <w:t xml:space="preserve">kopią dokumentu </w:t>
      </w:r>
      <w:r w:rsidR="005F0663" w:rsidRPr="000E15EE">
        <w:t xml:space="preserve">podróży cudzoziemca </w:t>
      </w:r>
      <w:bookmarkEnd w:id="139"/>
      <w:r w:rsidR="005F0663" w:rsidRPr="000E15EE">
        <w:t>zawierającego wizę, na podstawie której cudzoziemiec aktualnie przebywa na terytorium Rzeczypospolitej Polskiej, lub stempel wjazdu cudzoziemca w ramach ruchu bezwizowego oraz potwierdzenie daty wjazdu na terytorium państw obszaru Schengen w celu wykonywania pracy sezonowej</w:t>
      </w:r>
      <w:r w:rsidR="00D4325D" w:rsidRPr="000E15EE">
        <w:t>.</w:t>
      </w:r>
      <w:bookmarkEnd w:id="137"/>
      <w:bookmarkEnd w:id="138"/>
    </w:p>
    <w:p w14:paraId="28620A5B" w14:textId="77777777" w:rsidR="00D02A58" w:rsidRPr="000E15EE" w:rsidRDefault="00D02A58" w:rsidP="00D4325D">
      <w:pPr>
        <w:pStyle w:val="USTustnpkodeksu"/>
      </w:pPr>
      <w:r w:rsidRPr="000E15EE">
        <w:t>2. Oświadczenie, o którym mowa w ust. 1, zawiera:</w:t>
      </w:r>
    </w:p>
    <w:p w14:paraId="54340319" w14:textId="77777777" w:rsidR="00D02A58" w:rsidRPr="000E15EE" w:rsidRDefault="00D02A58" w:rsidP="00D02A58">
      <w:pPr>
        <w:pStyle w:val="PKTpunkt"/>
      </w:pPr>
      <w:r w:rsidRPr="000E15EE">
        <w:t>1)</w:t>
      </w:r>
      <w:r w:rsidRPr="000E15EE">
        <w:tab/>
        <w:t xml:space="preserve">dane </w:t>
      </w:r>
      <w:r w:rsidR="000F3309" w:rsidRPr="000E15EE">
        <w:t xml:space="preserve">polskiego </w:t>
      </w:r>
      <w:r w:rsidR="00B36F02">
        <w:t>podmiotu powierzającego pracę cudzoziemcowi</w:t>
      </w:r>
      <w:r w:rsidRPr="000E15EE">
        <w:t>, o których mowa w art. 9 ust. 1 pkt 1 lit. a</w:t>
      </w:r>
      <w:r w:rsidR="00970CB6" w:rsidRPr="000E15EE">
        <w:t>–</w:t>
      </w:r>
      <w:r w:rsidRPr="000E15EE">
        <w:t>c;</w:t>
      </w:r>
    </w:p>
    <w:p w14:paraId="6A67BF34" w14:textId="77777777" w:rsidR="00D02A58" w:rsidRPr="000E15EE" w:rsidRDefault="00D02A58" w:rsidP="00D02A58">
      <w:pPr>
        <w:pStyle w:val="PKTpunkt"/>
      </w:pPr>
      <w:r w:rsidRPr="000E15EE">
        <w:t>2)</w:t>
      </w:r>
      <w:r w:rsidRPr="000E15EE">
        <w:tab/>
        <w:t>dane cudzoziemca, o których mowa w art. 9 ust. 1 pkt 3 lit. a, c</w:t>
      </w:r>
      <w:r w:rsidR="00970CB6" w:rsidRPr="000E15EE">
        <w:t>–</w:t>
      </w:r>
      <w:r w:rsidR="00435736" w:rsidRPr="000E15EE">
        <w:t>e</w:t>
      </w:r>
      <w:r w:rsidRPr="000E15EE">
        <w:t>;</w:t>
      </w:r>
    </w:p>
    <w:p w14:paraId="291F2807" w14:textId="77777777" w:rsidR="00435736" w:rsidRPr="000E15EE" w:rsidRDefault="00435736" w:rsidP="00D02A58">
      <w:pPr>
        <w:pStyle w:val="PKTpunkt"/>
      </w:pPr>
      <w:r w:rsidRPr="000E15EE">
        <w:t>3)</w:t>
      </w:r>
      <w:r w:rsidRPr="000E15EE">
        <w:tab/>
      </w:r>
      <w:r w:rsidR="005F0663" w:rsidRPr="000E15EE">
        <w:t>dane dotyczące pobytu cudzoziemca na terytorium Rzeczypospolitej Polskiej;</w:t>
      </w:r>
    </w:p>
    <w:p w14:paraId="2B4F4ADE" w14:textId="77777777" w:rsidR="005F0663" w:rsidRPr="000E15EE" w:rsidRDefault="005F0663" w:rsidP="00D02A58">
      <w:pPr>
        <w:pStyle w:val="PKTpunkt"/>
      </w:pPr>
      <w:r w:rsidRPr="000E15EE">
        <w:t>4)</w:t>
      </w:r>
      <w:r w:rsidRPr="000E15EE">
        <w:tab/>
        <w:t>adres zakwaterowania cudzoziemca w okresie pobytu na terytorium Rzeczypospolitej Polskiej;</w:t>
      </w:r>
    </w:p>
    <w:p w14:paraId="1BF7F494" w14:textId="77777777" w:rsidR="005F0663" w:rsidRPr="000E15EE" w:rsidRDefault="005F0663" w:rsidP="00D02A58">
      <w:pPr>
        <w:pStyle w:val="PKTpunkt"/>
      </w:pPr>
      <w:r w:rsidRPr="000E15EE">
        <w:t>5)</w:t>
      </w:r>
      <w:r w:rsidRPr="000E15EE">
        <w:tab/>
        <w:t>okres, w jakim cudzoziemiec będzie wykonywał pracę sezonową.</w:t>
      </w:r>
    </w:p>
    <w:p w14:paraId="126E81A6" w14:textId="77777777" w:rsidR="00D4325D" w:rsidRPr="000E15EE" w:rsidRDefault="0090369C" w:rsidP="00D4325D">
      <w:pPr>
        <w:pStyle w:val="USTustnpkodeksu"/>
      </w:pPr>
      <w:r w:rsidRPr="000E15EE">
        <w:t>3</w:t>
      </w:r>
      <w:r w:rsidR="00D4325D" w:rsidRPr="000E15EE">
        <w:t>. Pracę cudzoziemca na warunkach określonych</w:t>
      </w:r>
      <w:r w:rsidR="00BB7627" w:rsidRPr="000E15EE">
        <w:t xml:space="preserve"> w </w:t>
      </w:r>
      <w:r w:rsidR="00D4325D" w:rsidRPr="000E15EE">
        <w:t>zaświadczeniu</w:t>
      </w:r>
      <w:r w:rsidR="00BB7627" w:rsidRPr="000E15EE">
        <w:t xml:space="preserve"> o </w:t>
      </w:r>
      <w:r w:rsidR="00D4325D" w:rsidRPr="000E15EE">
        <w:t>wpisie wniosku</w:t>
      </w:r>
      <w:r w:rsidR="00BB7627" w:rsidRPr="000E15EE">
        <w:t xml:space="preserve"> o </w:t>
      </w:r>
      <w:r w:rsidR="00D4325D" w:rsidRPr="000E15EE">
        <w:t>wydanie zezwolenia na pracę sezonową do ewidencji wniosków</w:t>
      </w:r>
      <w:r w:rsidR="00BB7627" w:rsidRPr="000E15EE">
        <w:t xml:space="preserve"> w </w:t>
      </w:r>
      <w:r w:rsidR="00D4325D" w:rsidRPr="000E15EE">
        <w:t>sprawie pracy sezonowej uważa się za legalną od dnia,</w:t>
      </w:r>
      <w:r w:rsidR="00BB7627" w:rsidRPr="000E15EE">
        <w:t xml:space="preserve"> w </w:t>
      </w:r>
      <w:r w:rsidR="00D4325D" w:rsidRPr="000E15EE">
        <w:t xml:space="preserve">którym </w:t>
      </w:r>
      <w:r w:rsidR="000F3309" w:rsidRPr="000E15EE">
        <w:t xml:space="preserve">polski </w:t>
      </w:r>
      <w:r w:rsidR="0015752B">
        <w:t>podmiot powierzający pracę cudzoziemcowi</w:t>
      </w:r>
      <w:r w:rsidR="00D4325D" w:rsidRPr="000E15EE">
        <w:t xml:space="preserve"> przedstawił dokumenty,</w:t>
      </w:r>
      <w:r w:rsidR="00BB7627" w:rsidRPr="000E15EE">
        <w:t xml:space="preserve"> o </w:t>
      </w:r>
      <w:r w:rsidR="00D4325D" w:rsidRPr="000E15EE">
        <w:t>których mowa</w:t>
      </w:r>
      <w:r w:rsidR="00BB7627" w:rsidRPr="000E15EE">
        <w:t xml:space="preserve"> w ust. </w:t>
      </w:r>
      <w:r w:rsidR="00D4325D" w:rsidRPr="000E15EE">
        <w:t>1, do dnia doręczenia mu decyzji</w:t>
      </w:r>
      <w:r w:rsidR="00BB7627" w:rsidRPr="000E15EE">
        <w:t xml:space="preserve"> w </w:t>
      </w:r>
      <w:r w:rsidR="00D4325D" w:rsidRPr="000E15EE">
        <w:t>sprawie zezwolenia na pracę sezonową. Do okresów legalnej pracy nie wlicza się okresów zawieszenia postępowania na wniosek strony.</w:t>
      </w:r>
    </w:p>
    <w:p w14:paraId="34707367" w14:textId="77777777" w:rsidR="00D4325D" w:rsidRPr="000E15EE" w:rsidRDefault="0090369C" w:rsidP="00D4325D">
      <w:pPr>
        <w:pStyle w:val="USTustnpkodeksu"/>
      </w:pPr>
      <w:r w:rsidRPr="000E15EE">
        <w:t>4</w:t>
      </w:r>
      <w:r w:rsidR="00D4325D" w:rsidRPr="000E15EE">
        <w:t>. Jeżeli dzień rozpoczęcia pracy przez cudzoziemca przypada na dzień wolny od pracy</w:t>
      </w:r>
      <w:r w:rsidR="00466B8F" w:rsidRPr="000E15EE">
        <w:t xml:space="preserve"> urzędu</w:t>
      </w:r>
      <w:r w:rsidR="00D4325D" w:rsidRPr="000E15EE">
        <w:t>, pracę na warunkach określonych</w:t>
      </w:r>
      <w:r w:rsidR="00BB7627" w:rsidRPr="000E15EE">
        <w:t xml:space="preserve"> w </w:t>
      </w:r>
      <w:r w:rsidR="00D4325D" w:rsidRPr="000E15EE">
        <w:t>zaświadczeniu</w:t>
      </w:r>
      <w:r w:rsidR="00BB7627" w:rsidRPr="000E15EE">
        <w:t xml:space="preserve"> o </w:t>
      </w:r>
      <w:r w:rsidR="00D4325D" w:rsidRPr="000E15EE">
        <w:t>wpisie wniosku</w:t>
      </w:r>
      <w:r w:rsidR="00BB7627" w:rsidRPr="000E15EE">
        <w:t xml:space="preserve"> o </w:t>
      </w:r>
      <w:r w:rsidR="00D4325D" w:rsidRPr="000E15EE">
        <w:t>wydanie zezwolenia na pracę sezonową do ewidencji wniosków</w:t>
      </w:r>
      <w:r w:rsidR="00BB7627" w:rsidRPr="000E15EE">
        <w:t xml:space="preserve"> w </w:t>
      </w:r>
      <w:r w:rsidR="00D4325D" w:rsidRPr="000E15EE">
        <w:t>sprawie pracy sezonowej uważa się za legalną również wówczas, gdy</w:t>
      </w:r>
      <w:r w:rsidR="00BB7627" w:rsidRPr="000E15EE">
        <w:t xml:space="preserve"> w </w:t>
      </w:r>
      <w:r w:rsidR="00D4325D" w:rsidRPr="000E15EE">
        <w:t xml:space="preserve">pierwszym dniu pracy </w:t>
      </w:r>
      <w:r w:rsidR="00782633" w:rsidRPr="000E15EE">
        <w:t xml:space="preserve">urzędu </w:t>
      </w:r>
      <w:r w:rsidR="000F3309" w:rsidRPr="000E15EE">
        <w:t xml:space="preserve">polski </w:t>
      </w:r>
      <w:r w:rsidR="0015752B">
        <w:t>podmiot powierzający pracę cudzoziemcowi</w:t>
      </w:r>
      <w:r w:rsidR="00D4325D" w:rsidRPr="000E15EE">
        <w:t xml:space="preserve"> przedstawił właściwemu staroście dokumenty,</w:t>
      </w:r>
      <w:r w:rsidR="00BB7627" w:rsidRPr="000E15EE">
        <w:t xml:space="preserve"> o </w:t>
      </w:r>
      <w:r w:rsidR="00D4325D" w:rsidRPr="000E15EE">
        <w:t>których mowa</w:t>
      </w:r>
      <w:r w:rsidR="00BB7627" w:rsidRPr="000E15EE">
        <w:t xml:space="preserve"> w ust. </w:t>
      </w:r>
      <w:r w:rsidR="00D4325D" w:rsidRPr="000E15EE">
        <w:t>1.</w:t>
      </w:r>
    </w:p>
    <w:p w14:paraId="590815CD" w14:textId="77777777" w:rsidR="00D4325D" w:rsidRPr="000E15EE" w:rsidRDefault="00BB7627" w:rsidP="00CC3F14">
      <w:pPr>
        <w:pStyle w:val="ARTartustawynprozporzdzenia"/>
        <w:keepNext/>
      </w:pPr>
      <w:bookmarkStart w:id="140" w:name="_Toc88838137"/>
      <w:bookmarkStart w:id="141" w:name="_Toc107829989"/>
      <w:r w:rsidRPr="000E15EE">
        <w:rPr>
          <w:rStyle w:val="Ppogrubienie"/>
        </w:rPr>
        <w:t>Art. </w:t>
      </w:r>
      <w:r w:rsidR="00195F48" w:rsidRPr="000E15EE">
        <w:rPr>
          <w:rStyle w:val="Ppogrubienie"/>
        </w:rPr>
        <w:t>50</w:t>
      </w:r>
      <w:r w:rsidR="00D4325D" w:rsidRPr="000E15EE">
        <w:rPr>
          <w:rStyle w:val="Ppogrubienie"/>
        </w:rPr>
        <w:t>.</w:t>
      </w:r>
      <w:r w:rsidR="00D4325D" w:rsidRPr="000E15EE">
        <w:t> 1. Jeżeli wniosek</w:t>
      </w:r>
      <w:r w:rsidRPr="000E15EE">
        <w:t xml:space="preserve"> o </w:t>
      </w:r>
      <w:r w:rsidR="00D4325D" w:rsidRPr="000E15EE">
        <w:t>wydanie zezwolenia na pracę sezonową został wpisany do ewidencji wniosków,</w:t>
      </w:r>
      <w:r w:rsidRPr="000E15EE">
        <w:t xml:space="preserve"> o </w:t>
      </w:r>
      <w:r w:rsidR="00D4325D" w:rsidRPr="000E15EE">
        <w:t>której mowa</w:t>
      </w:r>
      <w:r w:rsidRPr="000E15EE">
        <w:t xml:space="preserve"> w art. </w:t>
      </w:r>
      <w:r w:rsidR="00D4325D" w:rsidRPr="000E15EE">
        <w:t>48</w:t>
      </w:r>
      <w:r w:rsidR="00BE33D9" w:rsidRPr="000E15EE">
        <w:t xml:space="preserve"> ust.</w:t>
      </w:r>
      <w:r w:rsidR="00343DB7" w:rsidRPr="000E15EE">
        <w:t> </w:t>
      </w:r>
      <w:r w:rsidR="00BE33D9" w:rsidRPr="000E15EE">
        <w:t>1</w:t>
      </w:r>
      <w:r w:rsidR="00D4325D" w:rsidRPr="000E15EE">
        <w:t xml:space="preserve"> </w:t>
      </w:r>
      <w:r w:rsidRPr="000E15EE">
        <w:t>pkt </w:t>
      </w:r>
      <w:r w:rsidR="00D4325D" w:rsidRPr="000E15EE">
        <w:t>1, postępowanie ulega umorzeniu</w:t>
      </w:r>
      <w:r w:rsidRPr="000E15EE">
        <w:t xml:space="preserve"> </w:t>
      </w:r>
      <w:r w:rsidRPr="000E15EE">
        <w:lastRenderedPageBreak/>
        <w:t>z </w:t>
      </w:r>
      <w:r w:rsidR="00D4325D" w:rsidRPr="000E15EE">
        <w:t xml:space="preserve">mocy prawa, jeżeli </w:t>
      </w:r>
      <w:r w:rsidR="000F3309" w:rsidRPr="000E15EE">
        <w:t xml:space="preserve">polski </w:t>
      </w:r>
      <w:r w:rsidR="0015752B">
        <w:t>podmiot powierzający pracę cudzoziemcowi</w:t>
      </w:r>
      <w:r w:rsidR="00D4325D" w:rsidRPr="000E15EE">
        <w:t xml:space="preserve"> nie przedstawił oświadczenia</w:t>
      </w:r>
      <w:r w:rsidRPr="000E15EE">
        <w:t xml:space="preserve"> o </w:t>
      </w:r>
      <w:r w:rsidR="00D4325D" w:rsidRPr="000E15EE">
        <w:t>zgłoszeniu się cudzoziemca do pracy</w:t>
      </w:r>
      <w:r w:rsidRPr="000E15EE">
        <w:t xml:space="preserve"> w </w:t>
      </w:r>
      <w:r w:rsidR="00D4325D" w:rsidRPr="000E15EE">
        <w:t>celu wykonywania pracy sezonowej:</w:t>
      </w:r>
      <w:bookmarkEnd w:id="140"/>
      <w:bookmarkEnd w:id="141"/>
    </w:p>
    <w:p w14:paraId="26393C15" w14:textId="77777777" w:rsidR="00D4325D" w:rsidRPr="000E15EE" w:rsidRDefault="00D4325D" w:rsidP="00D4325D">
      <w:pPr>
        <w:pStyle w:val="PKTpunkt"/>
      </w:pPr>
      <w:r w:rsidRPr="000E15EE">
        <w:t>1)</w:t>
      </w:r>
      <w:r w:rsidRPr="000E15EE">
        <w:tab/>
        <w:t>po upływie 90 dni od dnia rozpoczęcia pracy określonego we wpisie do ewidencji wniosków lub</w:t>
      </w:r>
    </w:p>
    <w:p w14:paraId="7CC2A69A" w14:textId="77777777" w:rsidR="00D4325D" w:rsidRPr="000E15EE" w:rsidRDefault="00D4325D" w:rsidP="00D4325D">
      <w:pPr>
        <w:pStyle w:val="PKTpunkt"/>
      </w:pPr>
      <w:r w:rsidRPr="000E15EE">
        <w:t>2)</w:t>
      </w:r>
      <w:r w:rsidRPr="000E15EE">
        <w:tab/>
        <w:t>w dniu upływu terminu zakończenia pracy określonego we wpisie do ewidencji wniosków, lub</w:t>
      </w:r>
    </w:p>
    <w:p w14:paraId="527E4BE5" w14:textId="77777777" w:rsidR="00D4325D" w:rsidRPr="000E15EE" w:rsidRDefault="00D4325D" w:rsidP="00D4325D">
      <w:pPr>
        <w:pStyle w:val="PKTpunkt"/>
      </w:pPr>
      <w:r w:rsidRPr="000E15EE">
        <w:t>3)</w:t>
      </w:r>
      <w:r w:rsidRPr="000E15EE">
        <w:tab/>
        <w:t>w dniu 31 grudnia roku kalendarzowego,</w:t>
      </w:r>
      <w:r w:rsidR="00BB7627" w:rsidRPr="000E15EE">
        <w:t xml:space="preserve"> w </w:t>
      </w:r>
      <w:r w:rsidRPr="000E15EE">
        <w:t>którym cudzoziemiec miał wykonywać pracę.</w:t>
      </w:r>
    </w:p>
    <w:p w14:paraId="52326409" w14:textId="77777777" w:rsidR="00D4325D" w:rsidRPr="000E15EE" w:rsidRDefault="00D4325D" w:rsidP="00D4325D">
      <w:pPr>
        <w:pStyle w:val="USTustnpkodeksu"/>
      </w:pPr>
      <w:r w:rsidRPr="000E15EE">
        <w:t>2. Jeżeli postępowanie</w:t>
      </w:r>
      <w:r w:rsidR="00BB7627" w:rsidRPr="000E15EE">
        <w:t xml:space="preserve"> w </w:t>
      </w:r>
      <w:r w:rsidRPr="000E15EE">
        <w:t>sprawie wydania zezwolenia na pracę sezonową uległo umorzeniu, wpis do ewidencji wniosków</w:t>
      </w:r>
      <w:r w:rsidR="00BB7627" w:rsidRPr="000E15EE">
        <w:t xml:space="preserve"> w </w:t>
      </w:r>
      <w:r w:rsidRPr="000E15EE">
        <w:t>sprawie pracy sezonowej ulega unieważnieniu</w:t>
      </w:r>
      <w:r w:rsidR="00BB7627" w:rsidRPr="000E15EE">
        <w:t xml:space="preserve"> z </w:t>
      </w:r>
      <w:r w:rsidRPr="000E15EE">
        <w:t>mocy prawa.</w:t>
      </w:r>
    </w:p>
    <w:p w14:paraId="723490EC" w14:textId="77777777" w:rsidR="00D4325D" w:rsidRPr="000E15EE" w:rsidRDefault="00BB7627" w:rsidP="00D85B4F">
      <w:pPr>
        <w:pStyle w:val="ARTartustawynprozporzdzenia"/>
        <w:keepNext/>
      </w:pPr>
      <w:bookmarkStart w:id="142" w:name="_Toc88838138"/>
      <w:bookmarkStart w:id="143" w:name="_Toc107829990"/>
      <w:r w:rsidRPr="000E15EE">
        <w:rPr>
          <w:rStyle w:val="Ppogrubienie"/>
        </w:rPr>
        <w:t>Art. </w:t>
      </w:r>
      <w:r w:rsidR="00195F48" w:rsidRPr="000E15EE">
        <w:rPr>
          <w:rStyle w:val="Ppogrubienie"/>
        </w:rPr>
        <w:t>51</w:t>
      </w:r>
      <w:r w:rsidR="00D4325D" w:rsidRPr="000E15EE">
        <w:rPr>
          <w:rStyle w:val="Ppogrubienie"/>
        </w:rPr>
        <w:t>.</w:t>
      </w:r>
      <w:r w:rsidR="00D4325D" w:rsidRPr="000E15EE">
        <w:t xml:space="preserve"> Na wniosek </w:t>
      </w:r>
      <w:r w:rsidR="000F3309" w:rsidRPr="000E15EE">
        <w:t xml:space="preserve">polskiego </w:t>
      </w:r>
      <w:r w:rsidR="00B36F02">
        <w:t>podmiotu powierzającego pracę cudzoziemcowi</w:t>
      </w:r>
      <w:r w:rsidR="00D4325D" w:rsidRPr="000E15EE">
        <w:t xml:space="preserve"> właściwy starosta może dokonać wpisu wniosku</w:t>
      </w:r>
      <w:r w:rsidRPr="000E15EE">
        <w:t xml:space="preserve"> o </w:t>
      </w:r>
      <w:r w:rsidR="00D4325D" w:rsidRPr="000E15EE">
        <w:t>wydanie zezwolenia na pracę sezonową do ewidencji wniosków,</w:t>
      </w:r>
      <w:r w:rsidRPr="000E15EE">
        <w:t xml:space="preserve"> o </w:t>
      </w:r>
      <w:r w:rsidR="00D4325D" w:rsidRPr="000E15EE">
        <w:t>której mowa</w:t>
      </w:r>
      <w:r w:rsidRPr="000E15EE">
        <w:t xml:space="preserve"> w art. </w:t>
      </w:r>
      <w:r w:rsidR="00D4325D" w:rsidRPr="000E15EE">
        <w:t>48</w:t>
      </w:r>
      <w:r w:rsidR="00BE33D9" w:rsidRPr="000E15EE">
        <w:t xml:space="preserve"> ust.</w:t>
      </w:r>
      <w:r w:rsidR="00343DB7" w:rsidRPr="000E15EE">
        <w:t> </w:t>
      </w:r>
      <w:r w:rsidR="00BE33D9" w:rsidRPr="000E15EE">
        <w:t>1</w:t>
      </w:r>
      <w:r w:rsidR="00466B8F" w:rsidRPr="000E15EE">
        <w:t xml:space="preserve"> </w:t>
      </w:r>
      <w:r w:rsidRPr="000E15EE">
        <w:t>pkt </w:t>
      </w:r>
      <w:r w:rsidR="00D4325D" w:rsidRPr="000E15EE">
        <w:t>1, na okresy nie dłuższe niż 9 miesięcy</w:t>
      </w:r>
      <w:r w:rsidRPr="000E15EE">
        <w:t xml:space="preserve"> w </w:t>
      </w:r>
      <w:r w:rsidR="00D4325D" w:rsidRPr="000E15EE">
        <w:t>ciągu roku kalendarzowego, przypadające odpowiednio</w:t>
      </w:r>
      <w:r w:rsidRPr="000E15EE">
        <w:t xml:space="preserve"> w </w:t>
      </w:r>
      <w:r w:rsidR="00D4325D" w:rsidRPr="000E15EE">
        <w:t>ciągu nie więcej niż 3 kolejnych lat kalendarzowych, jeżeli cudzoziemiec jest obywatelem państwa określonego</w:t>
      </w:r>
      <w:r w:rsidRPr="000E15EE">
        <w:t xml:space="preserve"> w </w:t>
      </w:r>
      <w:r w:rsidR="00D4325D" w:rsidRPr="000E15EE">
        <w:t xml:space="preserve">przepisach wydanych na podstawie </w:t>
      </w:r>
      <w:r w:rsidRPr="000E15EE">
        <w:t>art. </w:t>
      </w:r>
      <w:r w:rsidR="00D4325D" w:rsidRPr="000E15EE">
        <w:t xml:space="preserve">3 </w:t>
      </w:r>
      <w:r w:rsidRPr="000E15EE">
        <w:t>ust. </w:t>
      </w:r>
      <w:r w:rsidR="0011713C" w:rsidRPr="000E15EE">
        <w:t>7</w:t>
      </w:r>
      <w:r w:rsidR="00D4325D" w:rsidRPr="000E15EE">
        <w:t>, a </w:t>
      </w:r>
      <w:r w:rsidR="000F3309" w:rsidRPr="000E15EE">
        <w:t xml:space="preserve">polski </w:t>
      </w:r>
      <w:bookmarkEnd w:id="142"/>
      <w:bookmarkEnd w:id="143"/>
      <w:r w:rsidR="0015752B">
        <w:t>podmiot powierzający pracę cudzoziemcowi</w:t>
      </w:r>
      <w:r w:rsidR="000F3309" w:rsidRPr="000E15EE">
        <w:t xml:space="preserve"> </w:t>
      </w:r>
      <w:r w:rsidR="00D4325D" w:rsidRPr="000E15EE">
        <w:t>powierzał pracę cudzoziemcowi, którego dotyczy wniosek, zgodnie</w:t>
      </w:r>
      <w:r w:rsidRPr="000E15EE">
        <w:t xml:space="preserve"> z </w:t>
      </w:r>
      <w:r w:rsidR="00D4325D" w:rsidRPr="000E15EE">
        <w:t>zezwoleniem na pracę sezonową, co najmniej raz</w:t>
      </w:r>
      <w:r w:rsidRPr="000E15EE">
        <w:t xml:space="preserve"> w </w:t>
      </w:r>
      <w:r w:rsidR="00D4325D" w:rsidRPr="000E15EE">
        <w:t>okresie 5 lat poprzedzających dzień złożenia wniosku</w:t>
      </w:r>
      <w:r w:rsidR="00D85B4F" w:rsidRPr="000E15EE">
        <w:t>.</w:t>
      </w:r>
    </w:p>
    <w:p w14:paraId="65A89DE6" w14:textId="77777777" w:rsidR="00D4325D" w:rsidRPr="000E15EE" w:rsidRDefault="00BB7627" w:rsidP="00D4325D">
      <w:pPr>
        <w:pStyle w:val="ARTartustawynprozporzdzenia"/>
      </w:pPr>
      <w:bookmarkStart w:id="144" w:name="_Toc88838139"/>
      <w:bookmarkStart w:id="145" w:name="_Toc107829991"/>
      <w:r w:rsidRPr="000E15EE">
        <w:rPr>
          <w:rStyle w:val="Ppogrubienie"/>
        </w:rPr>
        <w:t>Art. </w:t>
      </w:r>
      <w:r w:rsidR="00195F48" w:rsidRPr="000E15EE">
        <w:rPr>
          <w:rStyle w:val="Ppogrubienie"/>
        </w:rPr>
        <w:t>52</w:t>
      </w:r>
      <w:r w:rsidR="00D4325D" w:rsidRPr="000E15EE">
        <w:rPr>
          <w:rStyle w:val="Ppogrubienie"/>
        </w:rPr>
        <w:t>.</w:t>
      </w:r>
      <w:r w:rsidR="00D4325D" w:rsidRPr="000E15EE">
        <w:t> 1. Zezwolenie na pracę sezonową wydaje się na czas określony, który nie może być dłuższy niż 9 miesięcy</w:t>
      </w:r>
      <w:r w:rsidRPr="000E15EE">
        <w:t xml:space="preserve"> w </w:t>
      </w:r>
      <w:r w:rsidR="00D4325D" w:rsidRPr="000E15EE">
        <w:t>roku kalendarzowym.</w:t>
      </w:r>
      <w:bookmarkEnd w:id="144"/>
      <w:bookmarkEnd w:id="145"/>
    </w:p>
    <w:p w14:paraId="10BE7D9D" w14:textId="77777777" w:rsidR="00D4325D" w:rsidRPr="000E15EE" w:rsidRDefault="00D4325D" w:rsidP="00D4325D">
      <w:pPr>
        <w:pStyle w:val="USTustnpkodeksu"/>
      </w:pPr>
      <w:r w:rsidRPr="000E15EE">
        <w:t>2.</w:t>
      </w:r>
      <w:r w:rsidR="00BB7627" w:rsidRPr="000E15EE">
        <w:t xml:space="preserve"> </w:t>
      </w:r>
      <w:r w:rsidR="00466B8F" w:rsidRPr="000E15EE">
        <w:t>W</w:t>
      </w:r>
      <w:r w:rsidR="00BB7627" w:rsidRPr="000E15EE">
        <w:t> </w:t>
      </w:r>
      <w:r w:rsidRPr="000E15EE">
        <w:t>przypadku cudzoziemca, który wjechał na terytorium Rzeczypospolitej Polskiej na podstawie wizy wydanej</w:t>
      </w:r>
      <w:r w:rsidR="00BB7627" w:rsidRPr="000E15EE">
        <w:t xml:space="preserve"> w </w:t>
      </w:r>
      <w:r w:rsidRPr="000E15EE">
        <w:t>celu wykonywania pracy sezonowej lub</w:t>
      </w:r>
      <w:r w:rsidR="00BB7627" w:rsidRPr="000E15EE">
        <w:t xml:space="preserve"> w </w:t>
      </w:r>
      <w:r w:rsidRPr="000E15EE">
        <w:t>ramach ruchu bezwizowego</w:t>
      </w:r>
      <w:r w:rsidR="00BB7627" w:rsidRPr="000E15EE">
        <w:t xml:space="preserve"> w </w:t>
      </w:r>
      <w:r w:rsidRPr="000E15EE">
        <w:t>związku</w:t>
      </w:r>
      <w:r w:rsidR="00BB7627" w:rsidRPr="000E15EE">
        <w:t xml:space="preserve"> z </w:t>
      </w:r>
      <w:r w:rsidRPr="000E15EE">
        <w:t>wnioskiem</w:t>
      </w:r>
      <w:r w:rsidR="00BB7627" w:rsidRPr="000E15EE">
        <w:t xml:space="preserve"> o </w:t>
      </w:r>
      <w:r w:rsidRPr="000E15EE">
        <w:t>wydanie zezwolenia na pracę sezonową wpisanym do ewidencji wniosków,</w:t>
      </w:r>
      <w:r w:rsidR="00BB7627" w:rsidRPr="000E15EE">
        <w:t xml:space="preserve"> o </w:t>
      </w:r>
      <w:r w:rsidRPr="000E15EE">
        <w:t>której mowa</w:t>
      </w:r>
      <w:r w:rsidR="00BB7627" w:rsidRPr="000E15EE">
        <w:t xml:space="preserve"> w art. </w:t>
      </w:r>
      <w:r w:rsidRPr="000E15EE">
        <w:t>48</w:t>
      </w:r>
      <w:r w:rsidR="00B0216E" w:rsidRPr="000E15EE">
        <w:t xml:space="preserve"> ust.</w:t>
      </w:r>
      <w:r w:rsidR="00343DB7" w:rsidRPr="000E15EE">
        <w:t> </w:t>
      </w:r>
      <w:r w:rsidR="00B0216E" w:rsidRPr="000E15EE">
        <w:t>1</w:t>
      </w:r>
      <w:r w:rsidRPr="000E15EE">
        <w:t xml:space="preserve"> </w:t>
      </w:r>
      <w:r w:rsidR="00BB7627" w:rsidRPr="000E15EE">
        <w:t>pkt </w:t>
      </w:r>
      <w:r w:rsidRPr="000E15EE">
        <w:t>1, okres,</w:t>
      </w:r>
      <w:r w:rsidR="00BB7627" w:rsidRPr="000E15EE">
        <w:t xml:space="preserve"> o </w:t>
      </w:r>
      <w:r w:rsidRPr="000E15EE">
        <w:t>którym mowa</w:t>
      </w:r>
      <w:r w:rsidR="00BB7627" w:rsidRPr="000E15EE">
        <w:t xml:space="preserve"> w ust. </w:t>
      </w:r>
      <w:r w:rsidRPr="000E15EE">
        <w:t>1, jest liczony od dnia pierwszego wjazdu cudzoziemca na terytorium państw obszaru Schengen</w:t>
      </w:r>
      <w:r w:rsidR="00BB7627" w:rsidRPr="000E15EE">
        <w:t xml:space="preserve"> w </w:t>
      </w:r>
      <w:r w:rsidRPr="000E15EE">
        <w:t>danym roku kalendarzowym po wydaniu zaświadczenia,</w:t>
      </w:r>
      <w:r w:rsidR="00BB7627" w:rsidRPr="000E15EE">
        <w:t xml:space="preserve"> o </w:t>
      </w:r>
      <w:r w:rsidRPr="000E15EE">
        <w:t>którym mowa</w:t>
      </w:r>
      <w:r w:rsidR="00BB7627" w:rsidRPr="000E15EE">
        <w:t xml:space="preserve"> w art. </w:t>
      </w:r>
      <w:r w:rsidRPr="000E15EE">
        <w:t>48</w:t>
      </w:r>
      <w:r w:rsidR="00B0216E" w:rsidRPr="000E15EE">
        <w:t xml:space="preserve"> ust.</w:t>
      </w:r>
      <w:r w:rsidR="00343DB7" w:rsidRPr="000E15EE">
        <w:t> </w:t>
      </w:r>
      <w:r w:rsidR="00B0216E" w:rsidRPr="000E15EE">
        <w:t>1</w:t>
      </w:r>
      <w:r w:rsidRPr="000E15EE">
        <w:t xml:space="preserve"> </w:t>
      </w:r>
      <w:r w:rsidR="00BB7627" w:rsidRPr="000E15EE">
        <w:t>pkt </w:t>
      </w:r>
      <w:r w:rsidRPr="000E15EE">
        <w:t>2.</w:t>
      </w:r>
    </w:p>
    <w:p w14:paraId="76E5A994" w14:textId="77777777" w:rsidR="00D4325D" w:rsidRPr="000E15EE" w:rsidRDefault="00D4325D" w:rsidP="00D4325D">
      <w:pPr>
        <w:pStyle w:val="USTustnpkodeksu"/>
      </w:pPr>
      <w:r w:rsidRPr="000E15EE">
        <w:t>3. Jeżeli wniosek</w:t>
      </w:r>
      <w:r w:rsidR="00BB7627" w:rsidRPr="000E15EE">
        <w:t xml:space="preserve"> o </w:t>
      </w:r>
      <w:r w:rsidRPr="000E15EE">
        <w:t>wydanie zezwolenia na pracę sezonową dotyczy cudzoziemca, który przebywa na terytorium Rzeczypospolitej Polskiej na innej podstawie niż określona</w:t>
      </w:r>
      <w:r w:rsidR="00BB7627" w:rsidRPr="000E15EE">
        <w:t xml:space="preserve"> w ust. </w:t>
      </w:r>
      <w:r w:rsidRPr="000E15EE">
        <w:t>2,</w:t>
      </w:r>
      <w:r w:rsidR="00BB7627" w:rsidRPr="000E15EE">
        <w:t xml:space="preserve"> z </w:t>
      </w:r>
      <w:r w:rsidRPr="000E15EE">
        <w:t>którą może wiązać się uprawnienie do wykonywania pracy, zezwolenie może być wydane na okres legalnego pobytu, nie dłużej jednak niż na okres 9 miesięcy</w:t>
      </w:r>
      <w:r w:rsidR="00BB7627" w:rsidRPr="000E15EE">
        <w:t xml:space="preserve"> w </w:t>
      </w:r>
      <w:r w:rsidRPr="000E15EE">
        <w:t xml:space="preserve">ciągu roku </w:t>
      </w:r>
      <w:r w:rsidRPr="000E15EE">
        <w:lastRenderedPageBreak/>
        <w:t>kalendarzowego, liczony łącznie</w:t>
      </w:r>
      <w:r w:rsidR="00BB7627" w:rsidRPr="000E15EE">
        <w:t xml:space="preserve"> z </w:t>
      </w:r>
      <w:r w:rsidRPr="000E15EE">
        <w:t>okresami określonymi</w:t>
      </w:r>
      <w:r w:rsidR="00BB7627" w:rsidRPr="000E15EE">
        <w:t xml:space="preserve"> w </w:t>
      </w:r>
      <w:r w:rsidRPr="000E15EE">
        <w:t>poprzednio wydanych zezwoleniach na pracę sezonową dla tego cudzoziemca.</w:t>
      </w:r>
    </w:p>
    <w:p w14:paraId="63A77FC9" w14:textId="77777777" w:rsidR="00D4325D" w:rsidRPr="000E15EE" w:rsidRDefault="00BB7627" w:rsidP="00CC3F14">
      <w:pPr>
        <w:pStyle w:val="ARTartustawynprozporzdzenia"/>
        <w:keepNext/>
      </w:pPr>
      <w:bookmarkStart w:id="146" w:name="_Toc88838140"/>
      <w:bookmarkStart w:id="147" w:name="_Toc107829992"/>
      <w:r w:rsidRPr="000E15EE">
        <w:rPr>
          <w:rStyle w:val="Ppogrubienie"/>
        </w:rPr>
        <w:t>Art. </w:t>
      </w:r>
      <w:r w:rsidR="00195F48" w:rsidRPr="000E15EE">
        <w:rPr>
          <w:rStyle w:val="Ppogrubienie"/>
        </w:rPr>
        <w:t>53</w:t>
      </w:r>
      <w:r w:rsidR="00D4325D" w:rsidRPr="000E15EE">
        <w:rPr>
          <w:rStyle w:val="Ppogrubienie"/>
        </w:rPr>
        <w:t>.</w:t>
      </w:r>
      <w:r w:rsidR="00D4325D" w:rsidRPr="000E15EE">
        <w:t> 1.</w:t>
      </w:r>
      <w:r w:rsidR="00964215">
        <w:t xml:space="preserve"> </w:t>
      </w:r>
      <w:r w:rsidR="00D4325D" w:rsidRPr="000E15EE">
        <w:t>W zezwoleniu na pracę sezonową określa się:</w:t>
      </w:r>
      <w:bookmarkEnd w:id="146"/>
      <w:bookmarkEnd w:id="147"/>
      <w:r w:rsidR="00D4325D" w:rsidRPr="000E15EE">
        <w:t xml:space="preserve"> </w:t>
      </w:r>
    </w:p>
    <w:p w14:paraId="2BDE26F3" w14:textId="77777777" w:rsidR="00D4325D" w:rsidRPr="000E15EE" w:rsidRDefault="00D4325D" w:rsidP="00D4325D">
      <w:pPr>
        <w:pStyle w:val="PKTpunkt"/>
      </w:pPr>
      <w:r w:rsidRPr="000E15EE">
        <w:t>1)</w:t>
      </w:r>
      <w:r w:rsidRPr="000E15EE">
        <w:tab/>
      </w:r>
      <w:r w:rsidR="00924832" w:rsidRPr="000E15EE">
        <w:t xml:space="preserve">dane </w:t>
      </w:r>
      <w:r w:rsidR="00157545" w:rsidRPr="000E15EE">
        <w:t>polski</w:t>
      </w:r>
      <w:r w:rsidR="00924832" w:rsidRPr="000E15EE">
        <w:t>ego</w:t>
      </w:r>
      <w:r w:rsidR="00157545" w:rsidRPr="000E15EE">
        <w:t xml:space="preserve"> </w:t>
      </w:r>
      <w:r w:rsidR="00B36F02">
        <w:t>podmiotu powierzającego pracę cudzoziemcowi</w:t>
      </w:r>
      <w:r w:rsidR="00924832" w:rsidRPr="000E15EE">
        <w:t>, o których mowa w art. 9 ust. 1 pkt 1 lit. a</w:t>
      </w:r>
      <w:r w:rsidR="00970CB6" w:rsidRPr="000E15EE">
        <w:t>–</w:t>
      </w:r>
      <w:r w:rsidR="00924832" w:rsidRPr="000E15EE">
        <w:t>c</w:t>
      </w:r>
      <w:r w:rsidRPr="000E15EE">
        <w:t>;</w:t>
      </w:r>
    </w:p>
    <w:p w14:paraId="04890575" w14:textId="77777777" w:rsidR="00D4325D" w:rsidRPr="000E15EE" w:rsidRDefault="00D4325D" w:rsidP="00D4325D">
      <w:pPr>
        <w:pStyle w:val="PKTpunkt"/>
      </w:pPr>
      <w:r w:rsidRPr="000E15EE">
        <w:t>2)</w:t>
      </w:r>
      <w:r w:rsidRPr="000E15EE">
        <w:tab/>
      </w:r>
      <w:r w:rsidR="00924832" w:rsidRPr="000E15EE">
        <w:t xml:space="preserve">dane </w:t>
      </w:r>
      <w:r w:rsidRPr="000E15EE">
        <w:t>cudzoziemca</w:t>
      </w:r>
      <w:r w:rsidR="00924832" w:rsidRPr="000E15EE">
        <w:t>, o których mowa w art. 9 ust. 1 pkt 3 lit. a, c, d oraz f</w:t>
      </w:r>
      <w:r w:rsidRPr="000E15EE">
        <w:t>;</w:t>
      </w:r>
    </w:p>
    <w:p w14:paraId="17A3106E" w14:textId="77777777" w:rsidR="00D4325D" w:rsidRPr="000E15EE" w:rsidRDefault="00D4325D" w:rsidP="00D4325D">
      <w:pPr>
        <w:pStyle w:val="PKTpunkt"/>
      </w:pPr>
      <w:r w:rsidRPr="000E15EE">
        <w:t>3)</w:t>
      </w:r>
      <w:r w:rsidRPr="000E15EE">
        <w:tab/>
        <w:t xml:space="preserve">wymiar czasu pracy </w:t>
      </w:r>
      <w:r w:rsidR="0015449E" w:rsidRPr="000E15EE">
        <w:t xml:space="preserve">w przypadku umowy o pracę </w:t>
      </w:r>
      <w:r w:rsidRPr="000E15EE">
        <w:t>albo liczbę godzin pracy</w:t>
      </w:r>
      <w:r w:rsidR="00BB7627" w:rsidRPr="000E15EE">
        <w:t xml:space="preserve"> w </w:t>
      </w:r>
      <w:r w:rsidRPr="000E15EE">
        <w:t>miesiącu</w:t>
      </w:r>
      <w:r w:rsidR="0015449E" w:rsidRPr="000E15EE">
        <w:t xml:space="preserve"> lub tygodniu w przypadku umowy cywilnoprawnej</w:t>
      </w:r>
      <w:r w:rsidRPr="000E15EE">
        <w:t>;</w:t>
      </w:r>
    </w:p>
    <w:p w14:paraId="65BA04E8" w14:textId="77777777" w:rsidR="00D4325D" w:rsidRPr="000E15EE" w:rsidRDefault="00D4325D" w:rsidP="00D4325D">
      <w:pPr>
        <w:pStyle w:val="PKTpunkt"/>
      </w:pPr>
      <w:bookmarkStart w:id="148" w:name="_Hlk125715806"/>
      <w:r w:rsidRPr="000E15EE">
        <w:t>4)</w:t>
      </w:r>
      <w:r w:rsidRPr="000E15EE">
        <w:tab/>
        <w:t xml:space="preserve">najniższe wynagrodzenie, jakie </w:t>
      </w:r>
      <w:r w:rsidR="00985029" w:rsidRPr="000E15EE">
        <w:t xml:space="preserve">będzie </w:t>
      </w:r>
      <w:r w:rsidRPr="000E15EE">
        <w:t>otrzymywać cudzoziemiec</w:t>
      </w:r>
      <w:r w:rsidR="0015449E" w:rsidRPr="000E15EE">
        <w:t>, określone stawką godzinową lub miesięczną</w:t>
      </w:r>
      <w:r w:rsidRPr="000E15EE">
        <w:t>;</w:t>
      </w:r>
    </w:p>
    <w:bookmarkEnd w:id="148"/>
    <w:p w14:paraId="2C5B13EC" w14:textId="77777777" w:rsidR="00D4325D" w:rsidRPr="000E15EE" w:rsidRDefault="00D4325D" w:rsidP="00D4325D">
      <w:pPr>
        <w:pStyle w:val="PKTpunkt"/>
      </w:pPr>
      <w:r w:rsidRPr="000E15EE">
        <w:t>5)</w:t>
      </w:r>
      <w:r w:rsidRPr="000E15EE">
        <w:tab/>
      </w:r>
      <w:r w:rsidR="008C1CA7" w:rsidRPr="000E15EE">
        <w:t xml:space="preserve">podstawę prawną </w:t>
      </w:r>
      <w:r w:rsidRPr="000E15EE">
        <w:t>wykonywania pracy;</w:t>
      </w:r>
    </w:p>
    <w:p w14:paraId="3D17FDD5" w14:textId="77777777" w:rsidR="00D4325D" w:rsidRPr="000E15EE" w:rsidRDefault="00D4325D" w:rsidP="00D4325D">
      <w:pPr>
        <w:pStyle w:val="PKTpunkt"/>
      </w:pPr>
      <w:r w:rsidRPr="000E15EE">
        <w:t>6)</w:t>
      </w:r>
      <w:r w:rsidRPr="000E15EE">
        <w:tab/>
        <w:t>okres ważności zezwolenia.</w:t>
      </w:r>
    </w:p>
    <w:p w14:paraId="5C719797" w14:textId="77777777" w:rsidR="00D4325D" w:rsidRPr="000E15EE" w:rsidRDefault="00D4325D" w:rsidP="00D4325D">
      <w:pPr>
        <w:pStyle w:val="USTustnpkodeksu"/>
      </w:pPr>
      <w:r w:rsidRPr="000E15EE">
        <w:t>2. Jeżeli zezwolenie dotyczy pracy cudzoziemca</w:t>
      </w:r>
      <w:r w:rsidR="00BB7627" w:rsidRPr="000E15EE">
        <w:t xml:space="preserve"> w </w:t>
      </w:r>
      <w:r w:rsidRPr="000E15EE">
        <w:t>charakterze pracownika tymczasowego,</w:t>
      </w:r>
      <w:r w:rsidR="00BB7627" w:rsidRPr="000E15EE">
        <w:t xml:space="preserve"> w </w:t>
      </w:r>
      <w:r w:rsidRPr="000E15EE">
        <w:t>zezwoleniu na pracę sezonową określa się pracodawcę użytkownika.</w:t>
      </w:r>
    </w:p>
    <w:p w14:paraId="0CD15313" w14:textId="77777777" w:rsidR="00D4325D" w:rsidRPr="000E15EE" w:rsidRDefault="00BB7627" w:rsidP="00CC3F14">
      <w:pPr>
        <w:pStyle w:val="ARTartustawynprozporzdzenia"/>
        <w:keepNext/>
      </w:pPr>
      <w:bookmarkStart w:id="149" w:name="_Toc88838141"/>
      <w:bookmarkStart w:id="150" w:name="_Toc107829993"/>
      <w:r w:rsidRPr="000E15EE">
        <w:rPr>
          <w:rStyle w:val="Ppogrubienie"/>
        </w:rPr>
        <w:t>Art. </w:t>
      </w:r>
      <w:r w:rsidR="00195F48" w:rsidRPr="000E15EE">
        <w:rPr>
          <w:rStyle w:val="Ppogrubienie"/>
        </w:rPr>
        <w:t>54</w:t>
      </w:r>
      <w:r w:rsidR="00D4325D" w:rsidRPr="000E15EE">
        <w:rPr>
          <w:rStyle w:val="Ppogrubienie"/>
        </w:rPr>
        <w:t>.</w:t>
      </w:r>
      <w:r w:rsidR="00D4325D" w:rsidRPr="000E15EE">
        <w:t> 1. </w:t>
      </w:r>
      <w:r w:rsidR="00AF2712" w:rsidRPr="000E15EE">
        <w:t>P</w:t>
      </w:r>
      <w:r w:rsidR="000F3309" w:rsidRPr="000E15EE">
        <w:t xml:space="preserve">olski </w:t>
      </w:r>
      <w:r w:rsidR="0015752B">
        <w:t>podmiot powierzający pracę cudzoziemcowi</w:t>
      </w:r>
      <w:r w:rsidR="00D4325D" w:rsidRPr="000E15EE">
        <w:t xml:space="preserve"> </w:t>
      </w:r>
      <w:r w:rsidR="00E310D4" w:rsidRPr="000E15EE">
        <w:t xml:space="preserve">cudzoziemca </w:t>
      </w:r>
      <w:r w:rsidR="00D4325D" w:rsidRPr="000E15EE">
        <w:t>na podstawie zezwolenia na pracę sezonową może powierzyć mu pracę innego rodzaju niż praca wykonywana</w:t>
      </w:r>
      <w:r w:rsidRPr="000E15EE">
        <w:t xml:space="preserve"> w </w:t>
      </w:r>
      <w:r w:rsidR="00D4325D" w:rsidRPr="000E15EE">
        <w:t>ramach działalności określonych</w:t>
      </w:r>
      <w:r w:rsidRPr="000E15EE">
        <w:t xml:space="preserve"> w </w:t>
      </w:r>
      <w:r w:rsidR="00D4325D" w:rsidRPr="000E15EE">
        <w:t xml:space="preserve">przepisach wydanych na podstawie </w:t>
      </w:r>
      <w:r w:rsidRPr="000E15EE">
        <w:t>art. </w:t>
      </w:r>
      <w:r w:rsidR="00D4325D" w:rsidRPr="000E15EE">
        <w:t xml:space="preserve">43 </w:t>
      </w:r>
      <w:r w:rsidRPr="000E15EE">
        <w:t>ust. </w:t>
      </w:r>
      <w:r w:rsidR="00D4325D" w:rsidRPr="000E15EE">
        <w:t>2 na okresy nie dłuższe niż łącznie 30 dni</w:t>
      </w:r>
      <w:r w:rsidRPr="000E15EE">
        <w:t xml:space="preserve"> w </w:t>
      </w:r>
      <w:r w:rsidR="00D4325D" w:rsidRPr="000E15EE">
        <w:t>ciągu ważności zezwolenia, jeżeli zostały spełnione łącznie następujące warunki:</w:t>
      </w:r>
      <w:bookmarkEnd w:id="149"/>
      <w:bookmarkEnd w:id="150"/>
    </w:p>
    <w:p w14:paraId="556CC3DC" w14:textId="77777777" w:rsidR="00D4325D" w:rsidRPr="000E15EE" w:rsidRDefault="00D4325D" w:rsidP="00D4325D">
      <w:pPr>
        <w:pStyle w:val="PKTpunkt"/>
      </w:pPr>
      <w:r w:rsidRPr="000E15EE">
        <w:t>1)</w:t>
      </w:r>
      <w:r w:rsidRPr="000E15EE">
        <w:tab/>
        <w:t>cudzoziemiec jest obywatelem państwa określonego</w:t>
      </w:r>
      <w:r w:rsidR="00BB7627" w:rsidRPr="000E15EE">
        <w:t xml:space="preserve"> w </w:t>
      </w:r>
      <w:r w:rsidRPr="000E15EE">
        <w:t xml:space="preserve">przepisach wydanych na podstawie </w:t>
      </w:r>
      <w:r w:rsidR="00BB7627" w:rsidRPr="000E15EE">
        <w:t>art. </w:t>
      </w:r>
      <w:r w:rsidRPr="000E15EE">
        <w:t xml:space="preserve">3 </w:t>
      </w:r>
      <w:r w:rsidR="00BB7627" w:rsidRPr="000E15EE">
        <w:t>ust. </w:t>
      </w:r>
      <w:r w:rsidR="0011713C" w:rsidRPr="000E15EE">
        <w:t>7</w:t>
      </w:r>
      <w:r w:rsidRPr="000E15EE">
        <w:t>;</w:t>
      </w:r>
    </w:p>
    <w:p w14:paraId="48A2C575" w14:textId="77777777" w:rsidR="00D4325D" w:rsidRPr="000E15EE" w:rsidRDefault="00D4325D" w:rsidP="00D4325D">
      <w:pPr>
        <w:pStyle w:val="PKTpunkt"/>
      </w:pPr>
      <w:r w:rsidRPr="000E15EE">
        <w:t>2)</w:t>
      </w:r>
      <w:r w:rsidRPr="000E15EE">
        <w:tab/>
        <w:t>cudzoziemiec otrzymuje wynagrodzenie nie niższe niż określone</w:t>
      </w:r>
      <w:r w:rsidR="00BB7627" w:rsidRPr="000E15EE">
        <w:t xml:space="preserve"> w </w:t>
      </w:r>
      <w:r w:rsidRPr="000E15EE">
        <w:t>posiadanym zezwoleniu na pracę sezonową;</w:t>
      </w:r>
    </w:p>
    <w:p w14:paraId="277E00FB" w14:textId="77777777" w:rsidR="00D4325D" w:rsidRPr="000E15EE" w:rsidRDefault="00D4325D" w:rsidP="00D4325D">
      <w:pPr>
        <w:pStyle w:val="PKTpunkt"/>
      </w:pPr>
      <w:r w:rsidRPr="000E15EE">
        <w:t>3)</w:t>
      </w:r>
      <w:r w:rsidRPr="000E15EE">
        <w:tab/>
        <w:t>cudzoziemiec nie wykonuje pracy</w:t>
      </w:r>
      <w:r w:rsidR="00BB7627" w:rsidRPr="000E15EE">
        <w:t xml:space="preserve"> w </w:t>
      </w:r>
      <w:r w:rsidRPr="000E15EE">
        <w:t>charakterze pracownika tymczasowego.</w:t>
      </w:r>
    </w:p>
    <w:p w14:paraId="27F8711B" w14:textId="77777777" w:rsidR="00D4325D" w:rsidRPr="000E15EE" w:rsidRDefault="00D4325D" w:rsidP="00CC3F14">
      <w:pPr>
        <w:pStyle w:val="USTustnpkodeksu"/>
        <w:keepNext/>
      </w:pPr>
      <w:r w:rsidRPr="000E15EE">
        <w:t>2. Zmiana lub wydanie nowego zezwolenia na pracę sezonową nie jest wymagane, jeżeli:</w:t>
      </w:r>
    </w:p>
    <w:p w14:paraId="0117DD13" w14:textId="77777777" w:rsidR="00D4325D" w:rsidRPr="000E15EE" w:rsidRDefault="00D4325D" w:rsidP="00D4325D">
      <w:pPr>
        <w:pStyle w:val="PKTpunkt"/>
      </w:pPr>
      <w:r w:rsidRPr="000E15EE">
        <w:t>1)</w:t>
      </w:r>
      <w:r w:rsidRPr="000E15EE">
        <w:tab/>
      </w:r>
      <w:r w:rsidR="000F3309" w:rsidRPr="000E15EE">
        <w:t xml:space="preserve">polski </w:t>
      </w:r>
      <w:r w:rsidR="0015752B">
        <w:t>podmiot powierzający pracę cudzoziemcowi</w:t>
      </w:r>
      <w:r w:rsidRPr="000E15EE">
        <w:t xml:space="preserve"> i cudzoziemiec zawarli umowę</w:t>
      </w:r>
      <w:r w:rsidR="00BB7627" w:rsidRPr="000E15EE">
        <w:t xml:space="preserve"> o </w:t>
      </w:r>
      <w:r w:rsidRPr="000E15EE">
        <w:t>pracę zamiast umowy cywilnoprawnej lub umowę</w:t>
      </w:r>
      <w:r w:rsidR="00BB7627" w:rsidRPr="000E15EE">
        <w:t xml:space="preserve"> o </w:t>
      </w:r>
      <w:r w:rsidRPr="000E15EE">
        <w:t>pomocy przy zbiorach zamiast innej umowy cywilnoprawnej;</w:t>
      </w:r>
    </w:p>
    <w:p w14:paraId="0B88C13A" w14:textId="77777777" w:rsidR="00D4325D" w:rsidRPr="000E15EE" w:rsidRDefault="00D4325D" w:rsidP="00D4325D">
      <w:pPr>
        <w:pStyle w:val="PKTpunkt"/>
      </w:pPr>
      <w:r w:rsidRPr="000E15EE">
        <w:t>2)</w:t>
      </w:r>
      <w:r w:rsidRPr="000E15EE">
        <w:tab/>
      </w:r>
      <w:r w:rsidR="000F3309" w:rsidRPr="000E15EE">
        <w:t xml:space="preserve">polski </w:t>
      </w:r>
      <w:r w:rsidR="0015752B">
        <w:t>podmiot powierzający pracę cudzoziemcowi</w:t>
      </w:r>
      <w:r w:rsidRPr="000E15EE">
        <w:t xml:space="preserve"> i cudzoziemiec zawarli umowę inną niż wskazana</w:t>
      </w:r>
      <w:r w:rsidR="00BB7627" w:rsidRPr="000E15EE">
        <w:t xml:space="preserve"> w </w:t>
      </w:r>
      <w:r w:rsidRPr="000E15EE">
        <w:t>zezwoleniu na pracę sezonową umowa</w:t>
      </w:r>
      <w:r w:rsidR="00BB7627" w:rsidRPr="000E15EE">
        <w:t xml:space="preserve"> o </w:t>
      </w:r>
      <w:r w:rsidRPr="000E15EE">
        <w:t>pomocy przy zbiorach;</w:t>
      </w:r>
    </w:p>
    <w:p w14:paraId="18697EB4" w14:textId="77777777" w:rsidR="00D4325D" w:rsidRDefault="00D4325D" w:rsidP="008C6747">
      <w:pPr>
        <w:pStyle w:val="PKTpunkt"/>
      </w:pPr>
      <w:r w:rsidRPr="000E15EE">
        <w:t>3)</w:t>
      </w:r>
      <w:r w:rsidRPr="000E15EE">
        <w:tab/>
        <w:t>zaistniały okoliczności,</w:t>
      </w:r>
      <w:r w:rsidR="00BB7627" w:rsidRPr="000E15EE">
        <w:t xml:space="preserve"> o </w:t>
      </w:r>
      <w:r w:rsidRPr="000E15EE">
        <w:t>których mowa</w:t>
      </w:r>
      <w:r w:rsidR="00BB7627" w:rsidRPr="000E15EE">
        <w:t xml:space="preserve"> w ust. </w:t>
      </w:r>
      <w:r w:rsidRPr="000E15EE">
        <w:t>1</w:t>
      </w:r>
      <w:r w:rsidR="008C6747">
        <w:t>;</w:t>
      </w:r>
    </w:p>
    <w:p w14:paraId="222E79F3" w14:textId="77777777" w:rsidR="008C6747" w:rsidRPr="000E15EE" w:rsidRDefault="008C6747" w:rsidP="008C6747">
      <w:pPr>
        <w:pStyle w:val="PKTpunkt"/>
      </w:pPr>
      <w:r>
        <w:lastRenderedPageBreak/>
        <w:t>4</w:t>
      </w:r>
      <w:r w:rsidRPr="00622C59">
        <w:t>)</w:t>
      </w:r>
      <w:r w:rsidRPr="00622C59">
        <w:tab/>
        <w:t>zwiększono wymiar czasu pracy lub liczbę godzin pracy w tygodniu lub miesiącu określone w zezwoleniu na pracę</w:t>
      </w:r>
      <w:r>
        <w:t xml:space="preserve"> sezonową nie więcej niż do pełnego wymiaru czasu pracy, a w przypadku umowy cywilnoprawnej do </w:t>
      </w:r>
      <w:r w:rsidR="00842D8B">
        <w:t>299</w:t>
      </w:r>
      <w:r>
        <w:t xml:space="preserve"> godzin miesięcznie</w:t>
      </w:r>
      <w:r w:rsidRPr="00622C59">
        <w:t>, przy jednoczesnym proporcjonalnym zwiększeniu wynagrodzenia</w:t>
      </w:r>
      <w:r>
        <w:t>.</w:t>
      </w:r>
    </w:p>
    <w:p w14:paraId="6C092419" w14:textId="77777777" w:rsidR="00D4325D" w:rsidRPr="000E15EE" w:rsidRDefault="00BB7627" w:rsidP="00D4325D">
      <w:pPr>
        <w:pStyle w:val="ARTartustawynprozporzdzenia"/>
      </w:pPr>
      <w:bookmarkStart w:id="151" w:name="_Toc107829994"/>
      <w:bookmarkStart w:id="152" w:name="_Toc88838142"/>
      <w:r w:rsidRPr="000E15EE">
        <w:rPr>
          <w:rStyle w:val="Ppogrubienie"/>
        </w:rPr>
        <w:t>Art. </w:t>
      </w:r>
      <w:r w:rsidR="00195F48" w:rsidRPr="000E15EE">
        <w:rPr>
          <w:rStyle w:val="Ppogrubienie"/>
        </w:rPr>
        <w:t>55</w:t>
      </w:r>
      <w:r w:rsidR="00D4325D" w:rsidRPr="000E15EE">
        <w:rPr>
          <w:rStyle w:val="Ppogrubienie"/>
        </w:rPr>
        <w:t>.</w:t>
      </w:r>
      <w:r w:rsidR="00D4325D" w:rsidRPr="000E15EE">
        <w:t> </w:t>
      </w:r>
      <w:bookmarkStart w:id="153" w:name="_Hlk171686530"/>
      <w:r w:rsidR="00D4325D" w:rsidRPr="000E15EE">
        <w:t xml:space="preserve">Do zezwolenia na pracę sezonową nie stosuje się </w:t>
      </w:r>
      <w:r w:rsidR="00F45E30" w:rsidRPr="000E15EE">
        <w:t xml:space="preserve">art. </w:t>
      </w:r>
      <w:r w:rsidR="00D4325D" w:rsidRPr="000E15EE">
        <w:t>19</w:t>
      </w:r>
      <w:bookmarkEnd w:id="153"/>
      <w:r w:rsidR="00D4325D" w:rsidRPr="000E15EE">
        <w:t>.</w:t>
      </w:r>
      <w:bookmarkEnd w:id="151"/>
    </w:p>
    <w:p w14:paraId="35BAB9D9" w14:textId="77777777" w:rsidR="00D4325D" w:rsidRPr="000E15EE" w:rsidRDefault="00BB7627" w:rsidP="00D4325D">
      <w:pPr>
        <w:pStyle w:val="ARTartustawynprozporzdzenia"/>
      </w:pPr>
      <w:bookmarkStart w:id="154" w:name="_Toc107829995"/>
      <w:r w:rsidRPr="000E15EE">
        <w:rPr>
          <w:rStyle w:val="Ppogrubienie"/>
        </w:rPr>
        <w:t>Art. </w:t>
      </w:r>
      <w:r w:rsidR="00195F48" w:rsidRPr="000E15EE">
        <w:rPr>
          <w:rStyle w:val="Ppogrubienie"/>
        </w:rPr>
        <w:t>56</w:t>
      </w:r>
      <w:r w:rsidR="00D4325D" w:rsidRPr="000E15EE">
        <w:rPr>
          <w:rStyle w:val="Ppogrubienie"/>
        </w:rPr>
        <w:t>.</w:t>
      </w:r>
      <w:r w:rsidR="00D4325D" w:rsidRPr="000E15EE">
        <w:t> 1. Jeżeli cudzoziemiec wjechał na terytorium Rzeczypospolitej Polskiej na podstawie wizy wydanej</w:t>
      </w:r>
      <w:r w:rsidRPr="000E15EE">
        <w:t xml:space="preserve"> w </w:t>
      </w:r>
      <w:r w:rsidR="00D4325D" w:rsidRPr="000E15EE">
        <w:t>celu wykonywania pracy sezonowej lub</w:t>
      </w:r>
      <w:r w:rsidRPr="000E15EE">
        <w:t xml:space="preserve"> w </w:t>
      </w:r>
      <w:r w:rsidR="00D4325D" w:rsidRPr="000E15EE">
        <w:t>ramach ruchu bezwizowego</w:t>
      </w:r>
      <w:r w:rsidRPr="000E15EE">
        <w:t xml:space="preserve"> w </w:t>
      </w:r>
      <w:r w:rsidR="00D4325D" w:rsidRPr="000E15EE">
        <w:t>związku</w:t>
      </w:r>
      <w:r w:rsidRPr="000E15EE">
        <w:t xml:space="preserve"> z </w:t>
      </w:r>
      <w:r w:rsidR="00D4325D" w:rsidRPr="000E15EE">
        <w:t>wnioskiem</w:t>
      </w:r>
      <w:r w:rsidRPr="000E15EE">
        <w:t xml:space="preserve"> o </w:t>
      </w:r>
      <w:r w:rsidR="00D4325D" w:rsidRPr="000E15EE">
        <w:t>wydanie zezwolenia na pracę sezonową wpisanym do ewidencji,</w:t>
      </w:r>
      <w:r w:rsidRPr="000E15EE">
        <w:t xml:space="preserve"> o </w:t>
      </w:r>
      <w:r w:rsidR="00D4325D" w:rsidRPr="000E15EE">
        <w:t>której mowa</w:t>
      </w:r>
      <w:r w:rsidRPr="000E15EE">
        <w:t xml:space="preserve"> w art. </w:t>
      </w:r>
      <w:r w:rsidR="00D4325D" w:rsidRPr="000E15EE">
        <w:t>48</w:t>
      </w:r>
      <w:r w:rsidR="00B0216E" w:rsidRPr="000E15EE">
        <w:t xml:space="preserve"> ust.</w:t>
      </w:r>
      <w:r w:rsidR="003E194F" w:rsidRPr="000E15EE">
        <w:t> </w:t>
      </w:r>
      <w:r w:rsidR="00B0216E" w:rsidRPr="000E15EE">
        <w:t>1</w:t>
      </w:r>
      <w:r w:rsidR="00D4325D" w:rsidRPr="000E15EE">
        <w:t xml:space="preserve"> </w:t>
      </w:r>
      <w:r w:rsidRPr="000E15EE">
        <w:t>pkt </w:t>
      </w:r>
      <w:r w:rsidR="00D4325D" w:rsidRPr="000E15EE">
        <w:t>1, starosta może wydać przedłużenie zezwolenia na pracę sezonową</w:t>
      </w:r>
      <w:r w:rsidRPr="000E15EE">
        <w:t xml:space="preserve"> w </w:t>
      </w:r>
      <w:r w:rsidR="00D4325D" w:rsidRPr="000E15EE">
        <w:t xml:space="preserve">celu kontynuacji pracy sezonowej przez cudzoziemca na rzecz tego samego </w:t>
      </w:r>
      <w:r w:rsidR="00B36F02">
        <w:t>podmiotu powierzającego pracę cudzoziemcowi</w:t>
      </w:r>
      <w:r w:rsidR="00D4325D" w:rsidRPr="000E15EE">
        <w:t xml:space="preserve"> lub</w:t>
      </w:r>
      <w:r w:rsidRPr="000E15EE">
        <w:t xml:space="preserve"> w </w:t>
      </w:r>
      <w:r w:rsidR="00D4325D" w:rsidRPr="000E15EE">
        <w:t>celu wykonywania pracy sezonowej na rzecz innego polskiego</w:t>
      </w:r>
      <w:r w:rsidR="00F011A1" w:rsidRPr="000E15EE">
        <w:t xml:space="preserve"> </w:t>
      </w:r>
      <w:r w:rsidR="00B36F02">
        <w:t>podmiotu powierzającego pracę cudzoziemcowi</w:t>
      </w:r>
      <w:r w:rsidR="00D4325D" w:rsidRPr="000E15EE">
        <w:t xml:space="preserve">. Przepis </w:t>
      </w:r>
      <w:r w:rsidRPr="000E15EE">
        <w:t>art. </w:t>
      </w:r>
      <w:r w:rsidR="00D4325D" w:rsidRPr="000E15EE">
        <w:t xml:space="preserve">49 </w:t>
      </w:r>
      <w:r w:rsidRPr="000E15EE">
        <w:t>ust. </w:t>
      </w:r>
      <w:r w:rsidR="00D4325D" w:rsidRPr="000E15EE">
        <w:t>1 stosuje się odpowiednio.</w:t>
      </w:r>
      <w:bookmarkEnd w:id="152"/>
      <w:bookmarkEnd w:id="154"/>
    </w:p>
    <w:p w14:paraId="57788522" w14:textId="77777777" w:rsidR="00D4325D" w:rsidRPr="000E15EE" w:rsidRDefault="00D4325D" w:rsidP="00D4325D">
      <w:pPr>
        <w:pStyle w:val="USTustnpkodeksu"/>
      </w:pPr>
      <w:r w:rsidRPr="000E15EE">
        <w:t>2. Jeżeli cudzoziemiec przebywa na terytorium Rzeczypospolitej Polskiej na podstawie innego dokumentu niż wiza wydana</w:t>
      </w:r>
      <w:r w:rsidR="00BB7627" w:rsidRPr="000E15EE">
        <w:t xml:space="preserve"> w </w:t>
      </w:r>
      <w:r w:rsidRPr="000E15EE">
        <w:t>celu wykonywania pracy sezonowej lub</w:t>
      </w:r>
      <w:r w:rsidR="00BB7627" w:rsidRPr="000E15EE">
        <w:t xml:space="preserve"> w </w:t>
      </w:r>
      <w:r w:rsidRPr="000E15EE">
        <w:t>ramach ruchu bezwizowego bez związku</w:t>
      </w:r>
      <w:r w:rsidR="00BB7627" w:rsidRPr="000E15EE">
        <w:t xml:space="preserve"> z </w:t>
      </w:r>
      <w:r w:rsidRPr="000E15EE">
        <w:t>wnioskiem wpisanym do ewidencji,</w:t>
      </w:r>
      <w:r w:rsidR="00BB7627" w:rsidRPr="000E15EE">
        <w:t xml:space="preserve"> o </w:t>
      </w:r>
      <w:r w:rsidRPr="000E15EE">
        <w:t>której mowa</w:t>
      </w:r>
      <w:r w:rsidR="00BB7627" w:rsidRPr="000E15EE">
        <w:t xml:space="preserve"> w art. </w:t>
      </w:r>
      <w:r w:rsidRPr="000E15EE">
        <w:t>48</w:t>
      </w:r>
      <w:r w:rsidR="00B0216E" w:rsidRPr="000E15EE">
        <w:t xml:space="preserve"> ust.</w:t>
      </w:r>
      <w:r w:rsidR="003E194F" w:rsidRPr="000E15EE">
        <w:t> </w:t>
      </w:r>
      <w:r w:rsidR="00B0216E" w:rsidRPr="000E15EE">
        <w:t>1</w:t>
      </w:r>
      <w:r w:rsidRPr="000E15EE">
        <w:t xml:space="preserve"> </w:t>
      </w:r>
      <w:r w:rsidR="00BB7627" w:rsidRPr="000E15EE">
        <w:t>pkt </w:t>
      </w:r>
      <w:r w:rsidRPr="000E15EE">
        <w:t>1, starosta odmawia wszczęcia postępowania</w:t>
      </w:r>
      <w:r w:rsidR="00BB7627" w:rsidRPr="000E15EE">
        <w:t xml:space="preserve"> w </w:t>
      </w:r>
      <w:r w:rsidRPr="000E15EE">
        <w:t>sprawie wydania przedłużenia zezwolenia na pracę sezonową.</w:t>
      </w:r>
    </w:p>
    <w:p w14:paraId="4598583F" w14:textId="77777777" w:rsidR="00D4325D" w:rsidRPr="000E15EE" w:rsidRDefault="00D4325D" w:rsidP="00D4325D">
      <w:pPr>
        <w:pStyle w:val="USTustnpkodeksu"/>
      </w:pPr>
      <w:r w:rsidRPr="000E15EE">
        <w:t>3. Przedłużenie zezwolenia na pracę sezonową wydaje się na okres, który łącznie</w:t>
      </w:r>
      <w:r w:rsidR="00BB7627" w:rsidRPr="000E15EE">
        <w:t xml:space="preserve"> z </w:t>
      </w:r>
      <w:r w:rsidRPr="000E15EE">
        <w:t>okresem pobytu cudzoziemca</w:t>
      </w:r>
      <w:r w:rsidR="00BB7627" w:rsidRPr="000E15EE">
        <w:t xml:space="preserve"> w </w:t>
      </w:r>
      <w:r w:rsidRPr="000E15EE">
        <w:t>celu wykonywania pracy sezonowej, liczonym od dnia pierwszego wjazdu na terytorium państw obszaru Schengen</w:t>
      </w:r>
      <w:r w:rsidR="00BB7627" w:rsidRPr="000E15EE">
        <w:t xml:space="preserve"> w </w:t>
      </w:r>
      <w:r w:rsidRPr="000E15EE">
        <w:t>danym roku kalendarzowym, nie jest dłuższy niż 9 miesięcy</w:t>
      </w:r>
      <w:r w:rsidR="00BB7627" w:rsidRPr="000E15EE">
        <w:t xml:space="preserve"> w </w:t>
      </w:r>
      <w:r w:rsidRPr="000E15EE">
        <w:t>ciągu roku kalendarzowego.</w:t>
      </w:r>
    </w:p>
    <w:p w14:paraId="007E3C23" w14:textId="77777777" w:rsidR="00D4325D" w:rsidRPr="000E15EE" w:rsidRDefault="00D4325D" w:rsidP="00D4325D">
      <w:pPr>
        <w:pStyle w:val="USTustnpkodeksu"/>
      </w:pPr>
      <w:r w:rsidRPr="000E15EE">
        <w:t xml:space="preserve">4. Jeżeli </w:t>
      </w:r>
      <w:r w:rsidR="00240A4C" w:rsidRPr="000E15EE">
        <w:t xml:space="preserve">polski </w:t>
      </w:r>
      <w:r w:rsidR="0015752B">
        <w:t>podmiot powierzający pracę cudzoziemcowi</w:t>
      </w:r>
      <w:r w:rsidRPr="000E15EE">
        <w:t xml:space="preserve"> </w:t>
      </w:r>
      <w:r w:rsidR="00E310D4" w:rsidRPr="000E15EE">
        <w:t xml:space="preserve">cudzoziemca </w:t>
      </w:r>
      <w:r w:rsidRPr="000E15EE">
        <w:t>na podstawie zezwolenia na pracę sezonową złożył wniosek</w:t>
      </w:r>
      <w:r w:rsidR="00BB7627" w:rsidRPr="000E15EE">
        <w:t xml:space="preserve"> o </w:t>
      </w:r>
      <w:r w:rsidRPr="000E15EE">
        <w:t>przedłużenie zezwolenia na pracę sezonową dla tego cudzoziemca, a wniosek nie zawiera braków formalnych lub braki formalne zostały uzupełnione</w:t>
      </w:r>
      <w:r w:rsidR="00BB7627" w:rsidRPr="000E15EE">
        <w:t xml:space="preserve"> w </w:t>
      </w:r>
      <w:r w:rsidRPr="000E15EE">
        <w:t>terminie, pracę cudzoziemca na warunkach określonych</w:t>
      </w:r>
      <w:r w:rsidR="00BB7627" w:rsidRPr="000E15EE">
        <w:t xml:space="preserve"> w </w:t>
      </w:r>
      <w:r w:rsidRPr="000E15EE">
        <w:t>zezwoleniu na pracę sezonową uważa się za legalną od dnia złożenia wniosku do dnia,</w:t>
      </w:r>
      <w:r w:rsidR="00BB7627" w:rsidRPr="000E15EE">
        <w:t xml:space="preserve"> w </w:t>
      </w:r>
      <w:r w:rsidRPr="000E15EE">
        <w:t>którym decyzja</w:t>
      </w:r>
      <w:r w:rsidR="00BB7627" w:rsidRPr="000E15EE">
        <w:t xml:space="preserve"> w </w:t>
      </w:r>
      <w:r w:rsidRPr="000E15EE">
        <w:t>sprawie przedłużenia zezwolenia na pracę sezonową staje się ostateczna. Do okresów legalnej pracy nie wlicza się okresów zawieszenia postępowania na wniosek strony.</w:t>
      </w:r>
    </w:p>
    <w:p w14:paraId="05D5B6A0" w14:textId="77777777" w:rsidR="00D4325D" w:rsidRPr="000E15EE" w:rsidRDefault="00D4325D" w:rsidP="00D4325D">
      <w:pPr>
        <w:pStyle w:val="USTustnpkodeksu"/>
      </w:pPr>
      <w:r w:rsidRPr="000E15EE">
        <w:t xml:space="preserve">5. Przepis </w:t>
      </w:r>
      <w:r w:rsidR="00BB7627" w:rsidRPr="000E15EE">
        <w:t>ust. </w:t>
      </w:r>
      <w:r w:rsidRPr="000E15EE">
        <w:t>4 stosuje się odpowiednio, jeżeli po zakończeniu pracy na podstawie umowy</w:t>
      </w:r>
      <w:r w:rsidR="00BB7627" w:rsidRPr="000E15EE">
        <w:t xml:space="preserve"> o </w:t>
      </w:r>
      <w:r w:rsidRPr="000E15EE">
        <w:t xml:space="preserve">pomocy przy zbiorach cudzoziemiec będzie wykonywał pracę na podstawie innej </w:t>
      </w:r>
      <w:r w:rsidRPr="000E15EE">
        <w:lastRenderedPageBreak/>
        <w:t>umowy, a pozostałe warunki wykonywania pracy określone</w:t>
      </w:r>
      <w:r w:rsidR="00BB7627" w:rsidRPr="000E15EE">
        <w:t xml:space="preserve"> w </w:t>
      </w:r>
      <w:r w:rsidRPr="000E15EE">
        <w:t>zezwoleniu na pracę sezonową nie ulegną zmianie.</w:t>
      </w:r>
    </w:p>
    <w:p w14:paraId="72CBDC88" w14:textId="77777777" w:rsidR="00D4325D" w:rsidRPr="000E15EE" w:rsidRDefault="00D4325D" w:rsidP="00D4325D">
      <w:pPr>
        <w:pStyle w:val="USTustnpkodeksu"/>
      </w:pPr>
      <w:r w:rsidRPr="000E15EE">
        <w:t>6. Jeżeli wniosek</w:t>
      </w:r>
      <w:r w:rsidR="00BB7627" w:rsidRPr="000E15EE">
        <w:t xml:space="preserve"> o </w:t>
      </w:r>
      <w:r w:rsidRPr="000E15EE">
        <w:t xml:space="preserve">przedłużenie zezwolenia na pracę sezonową złożył </w:t>
      </w:r>
      <w:r w:rsidR="00240A4C" w:rsidRPr="000E15EE">
        <w:t xml:space="preserve">polski </w:t>
      </w:r>
      <w:r w:rsidR="0015752B">
        <w:t>podmiot powierzający pracę cudzoziemcowi</w:t>
      </w:r>
      <w:r w:rsidRPr="000E15EE">
        <w:t>, który nie powierzał pracy danemu cudzoziemcowi na podstawie zezwolenia na pracę sezonową</w:t>
      </w:r>
      <w:r w:rsidR="00BB7627" w:rsidRPr="000E15EE">
        <w:t xml:space="preserve"> w </w:t>
      </w:r>
      <w:r w:rsidRPr="000E15EE">
        <w:t xml:space="preserve">okresie bezpośrednio poprzedzającym dzień złożenia wniosku, pracę tego cudzoziemca na warunkach określonych we wniosku </w:t>
      </w:r>
      <w:r w:rsidR="004A6406">
        <w:t xml:space="preserve">lub korzystniejszych </w:t>
      </w:r>
      <w:r w:rsidRPr="000E15EE">
        <w:t>uważa się za legalną do dnia doręczenia decyzji starosty, nie dłużej jednak niż przez okres 30 dni liczonych od dnia złożenia wniosku, który nie zawiera braków formalnych.</w:t>
      </w:r>
    </w:p>
    <w:p w14:paraId="11D852E4" w14:textId="77777777" w:rsidR="00D4325D" w:rsidRPr="000E15EE" w:rsidRDefault="00D4325D" w:rsidP="00D4325D">
      <w:pPr>
        <w:pStyle w:val="USTustnpkodeksu"/>
      </w:pPr>
      <w:bookmarkStart w:id="155" w:name="_Toc88838143"/>
      <w:r w:rsidRPr="000E15EE">
        <w:t xml:space="preserve">7. Do przedłużenia zezwolenia na pracę sezonową na podstawie </w:t>
      </w:r>
      <w:r w:rsidR="00BB7627" w:rsidRPr="000E15EE">
        <w:t>ust. </w:t>
      </w:r>
      <w:r w:rsidRPr="000E15EE">
        <w:t>1 stosuje się odpowiednio przepisy dotyczące wydania zezwolenia na pracę sezonową.</w:t>
      </w:r>
      <w:bookmarkEnd w:id="155"/>
    </w:p>
    <w:p w14:paraId="32F0A442" w14:textId="77777777" w:rsidR="00D4325D" w:rsidRPr="000E15EE" w:rsidRDefault="00D4325D" w:rsidP="00D4325D">
      <w:pPr>
        <w:pStyle w:val="USTustnpkodeksu"/>
      </w:pPr>
      <w:bookmarkStart w:id="156" w:name="_Toc88838144"/>
      <w:r w:rsidRPr="000E15EE">
        <w:t>8. Do wniosku</w:t>
      </w:r>
      <w:r w:rsidR="00BB7627" w:rsidRPr="000E15EE">
        <w:t xml:space="preserve"> o </w:t>
      </w:r>
      <w:r w:rsidRPr="000E15EE">
        <w:t xml:space="preserve">przedłużenie zezwolenia na pracę sezonową nie stosuje się </w:t>
      </w:r>
      <w:r w:rsidR="00BB7627" w:rsidRPr="000E15EE">
        <w:t>art. </w:t>
      </w:r>
      <w:r w:rsidRPr="000E15EE">
        <w:t>49.</w:t>
      </w:r>
    </w:p>
    <w:p w14:paraId="54DA50FE" w14:textId="77777777" w:rsidR="00D4325D" w:rsidRPr="000E15EE" w:rsidRDefault="00BB7627" w:rsidP="00D4325D">
      <w:pPr>
        <w:pStyle w:val="ARTartustawynprozporzdzenia"/>
      </w:pPr>
      <w:bookmarkStart w:id="157" w:name="_Toc107829996"/>
      <w:bookmarkStart w:id="158" w:name="_Hlk112686083"/>
      <w:r w:rsidRPr="000E15EE">
        <w:rPr>
          <w:rStyle w:val="Ppogrubienie"/>
        </w:rPr>
        <w:t>Art. </w:t>
      </w:r>
      <w:bookmarkStart w:id="159" w:name="_Hlk112846904"/>
      <w:r w:rsidR="00195F48" w:rsidRPr="000E15EE">
        <w:rPr>
          <w:rStyle w:val="Ppogrubienie"/>
        </w:rPr>
        <w:t>57</w:t>
      </w:r>
      <w:r w:rsidR="00D4325D" w:rsidRPr="000E15EE">
        <w:rPr>
          <w:rStyle w:val="Ppogrubienie"/>
        </w:rPr>
        <w:t>.</w:t>
      </w:r>
      <w:r w:rsidR="00D4325D" w:rsidRPr="000E15EE">
        <w:t> 1. Jeżeli cudzoziemiec wjechał na terytorium Rzeczypospolitej Polskiej na podstawie wizy wydanej</w:t>
      </w:r>
      <w:r w:rsidRPr="000E15EE">
        <w:t xml:space="preserve"> w </w:t>
      </w:r>
      <w:r w:rsidR="00D4325D" w:rsidRPr="000E15EE">
        <w:t>celu wykonywania pracy sezonowej lub</w:t>
      </w:r>
      <w:r w:rsidRPr="000E15EE">
        <w:t xml:space="preserve"> w </w:t>
      </w:r>
      <w:r w:rsidR="00D4325D" w:rsidRPr="000E15EE">
        <w:t>ramach ruchu bezwizowego</w:t>
      </w:r>
      <w:r w:rsidRPr="000E15EE">
        <w:t xml:space="preserve"> w </w:t>
      </w:r>
      <w:r w:rsidR="00D4325D" w:rsidRPr="000E15EE">
        <w:t>związku</w:t>
      </w:r>
      <w:r w:rsidRPr="000E15EE">
        <w:t xml:space="preserve"> z </w:t>
      </w:r>
      <w:r w:rsidR="00D4325D" w:rsidRPr="000E15EE">
        <w:t>wnioskiem</w:t>
      </w:r>
      <w:r w:rsidRPr="000E15EE">
        <w:t xml:space="preserve"> o </w:t>
      </w:r>
      <w:r w:rsidR="00D4325D" w:rsidRPr="000E15EE">
        <w:t>wydanie zezwolenia na pracę sezonową wpisanym do ewidencji,</w:t>
      </w:r>
      <w:r w:rsidRPr="000E15EE">
        <w:t xml:space="preserve"> o </w:t>
      </w:r>
      <w:r w:rsidR="00D4325D" w:rsidRPr="000E15EE">
        <w:t>której mowa</w:t>
      </w:r>
      <w:r w:rsidRPr="000E15EE">
        <w:t xml:space="preserve"> w art. </w:t>
      </w:r>
      <w:r w:rsidR="00D4325D" w:rsidRPr="000E15EE">
        <w:t>48</w:t>
      </w:r>
      <w:r w:rsidR="00B0216E" w:rsidRPr="000E15EE">
        <w:t xml:space="preserve"> ust.</w:t>
      </w:r>
      <w:r w:rsidR="002D15A5" w:rsidRPr="000E15EE">
        <w:t> </w:t>
      </w:r>
      <w:r w:rsidR="00B0216E" w:rsidRPr="000E15EE">
        <w:t>1</w:t>
      </w:r>
      <w:r w:rsidR="00D4325D" w:rsidRPr="000E15EE">
        <w:t xml:space="preserve"> </w:t>
      </w:r>
      <w:r w:rsidRPr="000E15EE">
        <w:t>pkt </w:t>
      </w:r>
      <w:r w:rsidR="00D4325D" w:rsidRPr="000E15EE">
        <w:t>1, a</w:t>
      </w:r>
      <w:r w:rsidR="00AF2712" w:rsidRPr="000E15EE">
        <w:t xml:space="preserve"> </w:t>
      </w:r>
      <w:r w:rsidR="00240A4C" w:rsidRPr="000E15EE">
        <w:t xml:space="preserve">polski </w:t>
      </w:r>
      <w:r w:rsidR="0015752B">
        <w:t>podmiot powierzający pracę cudzoziemcowi</w:t>
      </w:r>
      <w:r w:rsidR="00D4325D" w:rsidRPr="000E15EE">
        <w:t xml:space="preserve"> zapewnia mu zakwaterowanie, </w:t>
      </w:r>
      <w:r w:rsidR="00AF2712" w:rsidRPr="000E15EE">
        <w:t>podmiot</w:t>
      </w:r>
      <w:r w:rsidR="00D4325D" w:rsidRPr="000E15EE">
        <w:t xml:space="preserve"> ten zawiera</w:t>
      </w:r>
      <w:r w:rsidRPr="000E15EE">
        <w:t xml:space="preserve"> z </w:t>
      </w:r>
      <w:r w:rsidR="00D4325D" w:rsidRPr="000E15EE">
        <w:t>cudzoziemcem odrębną umowę</w:t>
      </w:r>
      <w:r w:rsidRPr="000E15EE">
        <w:t xml:space="preserve"> w </w:t>
      </w:r>
      <w:r w:rsidR="00D4325D" w:rsidRPr="000E15EE">
        <w:t>formie pisemnej określającą warunki najmu lub użyczenia kwatery mieszkalnej.</w:t>
      </w:r>
      <w:bookmarkEnd w:id="156"/>
      <w:bookmarkEnd w:id="157"/>
    </w:p>
    <w:p w14:paraId="5661F205" w14:textId="77777777" w:rsidR="00D4325D" w:rsidRPr="000E15EE" w:rsidRDefault="00D4325D" w:rsidP="00D4325D">
      <w:pPr>
        <w:pStyle w:val="USTustnpkodeksu"/>
      </w:pPr>
      <w:r w:rsidRPr="000E15EE">
        <w:t>2. Czynsz najmu kwatery mieszkalnej,</w:t>
      </w:r>
      <w:r w:rsidR="00BB7627" w:rsidRPr="000E15EE">
        <w:t xml:space="preserve"> o </w:t>
      </w:r>
      <w:r w:rsidRPr="000E15EE">
        <w:t>której mowa</w:t>
      </w:r>
      <w:r w:rsidR="00BB7627" w:rsidRPr="000E15EE">
        <w:t xml:space="preserve"> w ust. </w:t>
      </w:r>
      <w:r w:rsidRPr="000E15EE">
        <w:t>1, nie może być potrącany</w:t>
      </w:r>
      <w:r w:rsidR="00BB7627" w:rsidRPr="000E15EE">
        <w:t xml:space="preserve"> z </w:t>
      </w:r>
      <w:r w:rsidRPr="000E15EE">
        <w:t>wynagrodzenia cudzoziemca. Postanowienia umowy przewidujące możliwość automatycznego potrącenia czynszu</w:t>
      </w:r>
      <w:r w:rsidR="00BB7627" w:rsidRPr="000E15EE">
        <w:t xml:space="preserve"> z </w:t>
      </w:r>
      <w:r w:rsidRPr="000E15EE">
        <w:t>wynagrodzenia cudzoziemca są nieważne.</w:t>
      </w:r>
    </w:p>
    <w:p w14:paraId="068E8A2E" w14:textId="77777777" w:rsidR="00B50257" w:rsidRPr="000E15EE" w:rsidRDefault="00D4325D" w:rsidP="00D4325D">
      <w:pPr>
        <w:pStyle w:val="USTustnpkodeksu"/>
      </w:pPr>
      <w:r w:rsidRPr="000E15EE">
        <w:t>3. </w:t>
      </w:r>
      <w:r w:rsidR="00EF1F4F" w:rsidRPr="00EF1F4F">
        <w:t>Czynsz najmu kwatery mieszkalnej określony w umowie najmu nie może być wygórowany w stosunku do wynagrodzenia netto, które otrzymuje cudzoziemiec w okresie najmu, biorąc pod uwagę standard zakwaterowania i stawki rynkowe.</w:t>
      </w:r>
    </w:p>
    <w:p w14:paraId="2557AA74" w14:textId="77777777" w:rsidR="00D4325D" w:rsidRDefault="00B50257" w:rsidP="00D4325D">
      <w:pPr>
        <w:pStyle w:val="USTustnpkodeksu"/>
      </w:pPr>
      <w:r w:rsidRPr="000E15EE">
        <w:t>4. </w:t>
      </w:r>
      <w:r w:rsidR="00D4325D" w:rsidRPr="000E15EE">
        <w:t>Przed podpisaniem umowy,</w:t>
      </w:r>
      <w:r w:rsidR="00BB7627" w:rsidRPr="000E15EE">
        <w:t xml:space="preserve"> o </w:t>
      </w:r>
      <w:r w:rsidR="00D4325D" w:rsidRPr="000E15EE">
        <w:t>której mowa</w:t>
      </w:r>
      <w:r w:rsidR="00BB7627" w:rsidRPr="000E15EE">
        <w:t xml:space="preserve"> w ust. </w:t>
      </w:r>
      <w:r w:rsidR="00D4325D" w:rsidRPr="000E15EE">
        <w:t xml:space="preserve">1, </w:t>
      </w:r>
      <w:r w:rsidR="00240A4C" w:rsidRPr="000E15EE">
        <w:t xml:space="preserve">polski </w:t>
      </w:r>
      <w:r w:rsidR="0015752B">
        <w:t>podmiot powierzający pracę cudzoziemcowi</w:t>
      </w:r>
      <w:r w:rsidR="00D4325D" w:rsidRPr="000E15EE">
        <w:t xml:space="preserve"> przedstawia cudzoziemcowi tłumaczenie umowy na język dla niego zrozumiały.</w:t>
      </w:r>
    </w:p>
    <w:p w14:paraId="2F32F045" w14:textId="77777777" w:rsidR="00C57964" w:rsidRPr="00C57964" w:rsidRDefault="00C57964" w:rsidP="00C57964">
      <w:pPr>
        <w:pStyle w:val="USTustnpkodeksu"/>
      </w:pPr>
      <w:r w:rsidRPr="00C57964">
        <w:t>5. Cudzoziemiec</w:t>
      </w:r>
      <w:r>
        <w:t>,</w:t>
      </w:r>
      <w:r w:rsidRPr="00C57964">
        <w:t xml:space="preserve"> któremu </w:t>
      </w:r>
      <w:r w:rsidR="006A095E" w:rsidRPr="006A095E">
        <w:t xml:space="preserve">polski </w:t>
      </w:r>
      <w:r w:rsidR="0015752B">
        <w:t>podmiot powierzający pracę cudzoziemcowi</w:t>
      </w:r>
      <w:r w:rsidRPr="00C57964">
        <w:t xml:space="preserve"> zapewnia zakwaterowanie</w:t>
      </w:r>
      <w:r>
        <w:t>,</w:t>
      </w:r>
      <w:r w:rsidRPr="00C57964">
        <w:t xml:space="preserve"> może zgłosić staroście, który wydał zezwolenie na pracę sezonową w związku z pracą tego cudzoziemca, że kwatera mieszkalna nie spełnia warunków przewidzianych dla pomieszczeń przeznaczonych do zamieszkania przez ludzi w trakcie ich użytkowania. </w:t>
      </w:r>
    </w:p>
    <w:p w14:paraId="50384F85" w14:textId="77777777" w:rsidR="00C57964" w:rsidRPr="000E15EE" w:rsidRDefault="00C57964" w:rsidP="00D4325D">
      <w:pPr>
        <w:pStyle w:val="USTustnpkodeksu"/>
      </w:pPr>
      <w:r w:rsidRPr="00C57964">
        <w:t xml:space="preserve">6. </w:t>
      </w:r>
      <w:r w:rsidR="004A6406">
        <w:t>S</w:t>
      </w:r>
      <w:r w:rsidRPr="00C57964">
        <w:t>tarosta przekazuje zgłoszenie, o którym mowa w ust. 5</w:t>
      </w:r>
      <w:r>
        <w:t>,</w:t>
      </w:r>
      <w:r w:rsidRPr="00C57964">
        <w:t xml:space="preserve"> organom właściwym w zakresie kontroli przestrzegania przepisów dotyczących utrzymywania obiektów budowlanych. </w:t>
      </w:r>
    </w:p>
    <w:p w14:paraId="1B4F93F6" w14:textId="753FC674" w:rsidR="00D4325D" w:rsidRPr="000E15EE" w:rsidRDefault="00BB7627" w:rsidP="00D4325D">
      <w:pPr>
        <w:pStyle w:val="ARTartustawynprozporzdzenia"/>
      </w:pPr>
      <w:bookmarkStart w:id="160" w:name="_Toc88838145"/>
      <w:bookmarkStart w:id="161" w:name="_Toc107829997"/>
      <w:bookmarkEnd w:id="158"/>
      <w:bookmarkEnd w:id="159"/>
      <w:r w:rsidRPr="000E15EE">
        <w:rPr>
          <w:rStyle w:val="Ppogrubienie"/>
        </w:rPr>
        <w:lastRenderedPageBreak/>
        <w:t>Art. </w:t>
      </w:r>
      <w:r w:rsidR="00195F48" w:rsidRPr="000E15EE">
        <w:rPr>
          <w:rStyle w:val="Ppogrubienie"/>
        </w:rPr>
        <w:t>58</w:t>
      </w:r>
      <w:r w:rsidR="00D4325D" w:rsidRPr="000E15EE">
        <w:rPr>
          <w:rStyle w:val="Ppogrubienie"/>
        </w:rPr>
        <w:t>.</w:t>
      </w:r>
      <w:r w:rsidR="00D4325D" w:rsidRPr="000E15EE">
        <w:t> 1. Oprócz przypadków,</w:t>
      </w:r>
      <w:r w:rsidRPr="000E15EE">
        <w:t xml:space="preserve"> o </w:t>
      </w:r>
      <w:r w:rsidR="00D4325D" w:rsidRPr="000E15EE">
        <w:t>których mowa</w:t>
      </w:r>
      <w:r w:rsidRPr="000E15EE">
        <w:t xml:space="preserve"> w art. </w:t>
      </w:r>
      <w:r w:rsidR="00D4325D" w:rsidRPr="000E15EE">
        <w:t xml:space="preserve">22 </w:t>
      </w:r>
      <w:r w:rsidRPr="000E15EE">
        <w:t>ust. </w:t>
      </w:r>
      <w:r w:rsidR="00D4325D" w:rsidRPr="000E15EE">
        <w:t xml:space="preserve">1 </w:t>
      </w:r>
      <w:r w:rsidRPr="000E15EE">
        <w:t>pkt </w:t>
      </w:r>
      <w:r w:rsidR="00D4325D" w:rsidRPr="000E15EE">
        <w:t>1–5, 7 i 8, starosta wydaje decyzję</w:t>
      </w:r>
      <w:r w:rsidRPr="000E15EE">
        <w:t xml:space="preserve"> o </w:t>
      </w:r>
      <w:r w:rsidR="00D4325D" w:rsidRPr="000E15EE">
        <w:t>uchyleniu zezwolenia na pracę sezonową, jeżeli</w:t>
      </w:r>
      <w:bookmarkEnd w:id="160"/>
      <w:r w:rsidR="00D4325D" w:rsidRPr="000E15EE">
        <w:t xml:space="preserve"> zaistniały okoliczności,</w:t>
      </w:r>
      <w:r w:rsidRPr="000E15EE">
        <w:t xml:space="preserve"> o </w:t>
      </w:r>
      <w:r w:rsidR="00D4325D" w:rsidRPr="000E15EE">
        <w:t>których mowa</w:t>
      </w:r>
      <w:r w:rsidRPr="000E15EE">
        <w:t xml:space="preserve"> w art. </w:t>
      </w:r>
      <w:r w:rsidR="00D4325D" w:rsidRPr="000E15EE">
        <w:t xml:space="preserve">13 </w:t>
      </w:r>
      <w:r w:rsidRPr="000E15EE">
        <w:t>ust. </w:t>
      </w:r>
      <w:r w:rsidR="00D4325D" w:rsidRPr="000E15EE">
        <w:t xml:space="preserve">1 </w:t>
      </w:r>
      <w:r w:rsidRPr="000E15EE">
        <w:t>pkt </w:t>
      </w:r>
      <w:r w:rsidR="00D4325D" w:rsidRPr="000E15EE">
        <w:t>1 lit. c–g.</w:t>
      </w:r>
      <w:bookmarkEnd w:id="161"/>
    </w:p>
    <w:p w14:paraId="56EBF465" w14:textId="77777777" w:rsidR="00D4325D" w:rsidRPr="000E15EE" w:rsidRDefault="00D4325D" w:rsidP="00D4325D">
      <w:pPr>
        <w:pStyle w:val="USTustnpkodeksu"/>
      </w:pPr>
      <w:r w:rsidRPr="000E15EE">
        <w:t xml:space="preserve">2  Przepisów </w:t>
      </w:r>
      <w:r w:rsidR="00BB7627" w:rsidRPr="000E15EE">
        <w:t>art. </w:t>
      </w:r>
      <w:r w:rsidRPr="000E15EE">
        <w:t xml:space="preserve">22 </w:t>
      </w:r>
      <w:r w:rsidR="00BB7627" w:rsidRPr="000E15EE">
        <w:t>ust. </w:t>
      </w:r>
      <w:r w:rsidRPr="000E15EE">
        <w:t xml:space="preserve">1 </w:t>
      </w:r>
      <w:r w:rsidR="00BB7627" w:rsidRPr="000E15EE">
        <w:t>pkt </w:t>
      </w:r>
      <w:r w:rsidRPr="000E15EE">
        <w:t>1 nie stosuje się</w:t>
      </w:r>
      <w:r w:rsidR="00BB7627" w:rsidRPr="000E15EE">
        <w:t xml:space="preserve"> w </w:t>
      </w:r>
      <w:r w:rsidRPr="000E15EE">
        <w:t>przypadku,</w:t>
      </w:r>
      <w:r w:rsidR="00BB7627" w:rsidRPr="000E15EE">
        <w:t xml:space="preserve"> o </w:t>
      </w:r>
      <w:r w:rsidRPr="000E15EE">
        <w:t>którym mowa</w:t>
      </w:r>
      <w:r w:rsidR="00BB7627" w:rsidRPr="000E15EE">
        <w:t xml:space="preserve"> w art. </w:t>
      </w:r>
      <w:r w:rsidRPr="000E15EE">
        <w:t xml:space="preserve">54 </w:t>
      </w:r>
      <w:r w:rsidR="00BB7627" w:rsidRPr="000E15EE">
        <w:t>ust. </w:t>
      </w:r>
      <w:r w:rsidRPr="000E15EE">
        <w:t>1 lub 2.</w:t>
      </w:r>
    </w:p>
    <w:p w14:paraId="350BB117" w14:textId="77777777" w:rsidR="00713AC1" w:rsidRPr="000E15EE" w:rsidRDefault="00713AC1" w:rsidP="00D4325D">
      <w:pPr>
        <w:pStyle w:val="USTustnpkodeksu"/>
      </w:pPr>
      <w:r w:rsidRPr="000E15EE">
        <w:t xml:space="preserve">3. W przypadku uchylenia zezwolenia na pracę na podstawie art. 22 ust. 1 pkt 8 lub art. 58 ust. 1 cudzoziemcowi przysługuje prawo do odszkodowania od </w:t>
      </w:r>
      <w:r w:rsidR="00240A4C" w:rsidRPr="000E15EE">
        <w:t xml:space="preserve">polskiego </w:t>
      </w:r>
      <w:r w:rsidR="00B36F02">
        <w:t>podmiotu powierzającego pracę cudzoziemcowi</w:t>
      </w:r>
      <w:r w:rsidRPr="000E15EE">
        <w:t xml:space="preserve"> za niewykonanie zobowiązań, które ten </w:t>
      </w:r>
      <w:r w:rsidR="0015752B">
        <w:t xml:space="preserve">podmiot </w:t>
      </w:r>
      <w:r w:rsidRPr="000E15EE">
        <w:t xml:space="preserve"> musiałby wykonać, gdyby zezwolenie na pracę nie zostało uchylone. </w:t>
      </w:r>
    </w:p>
    <w:p w14:paraId="1C959680" w14:textId="77777777" w:rsidR="00D4325D" w:rsidRPr="000E15EE" w:rsidRDefault="0046005F" w:rsidP="00D4325D">
      <w:pPr>
        <w:pStyle w:val="USTustnpkodeksu"/>
      </w:pPr>
      <w:r w:rsidRPr="000E15EE">
        <w:t>4</w:t>
      </w:r>
      <w:r w:rsidR="00D4325D" w:rsidRPr="000E15EE">
        <w:t>. Jeżeli decyzja</w:t>
      </w:r>
      <w:r w:rsidR="00BB7627" w:rsidRPr="000E15EE">
        <w:t xml:space="preserve"> o </w:t>
      </w:r>
      <w:r w:rsidR="00D4325D" w:rsidRPr="000E15EE">
        <w:t>uchyleniu zezwolenia na pracę sezonową dotyczy cudzoziemca, który wjechał na terytorium Rzeczypospolitej Polskiej</w:t>
      </w:r>
      <w:r w:rsidR="00BB7627" w:rsidRPr="000E15EE">
        <w:t xml:space="preserve"> w </w:t>
      </w:r>
      <w:r w:rsidR="00D4325D" w:rsidRPr="000E15EE">
        <w:t>związku</w:t>
      </w:r>
      <w:r w:rsidR="00BB7627" w:rsidRPr="000E15EE">
        <w:t xml:space="preserve"> z </w:t>
      </w:r>
      <w:r w:rsidR="00D4325D" w:rsidRPr="000E15EE">
        <w:t>wnioskiem</w:t>
      </w:r>
      <w:r w:rsidR="00BB7627" w:rsidRPr="000E15EE">
        <w:t xml:space="preserve"> o </w:t>
      </w:r>
      <w:r w:rsidR="00D4325D" w:rsidRPr="000E15EE">
        <w:t>wydanie zezwolenia na pracę sezonową wpisanym do ewidencji wniosków,</w:t>
      </w:r>
      <w:r w:rsidR="00BB7627" w:rsidRPr="000E15EE">
        <w:t xml:space="preserve"> o </w:t>
      </w:r>
      <w:r w:rsidR="00D4325D" w:rsidRPr="000E15EE">
        <w:t>której mowa</w:t>
      </w:r>
      <w:r w:rsidR="00BB7627" w:rsidRPr="000E15EE">
        <w:t xml:space="preserve"> w art. </w:t>
      </w:r>
      <w:r w:rsidR="00D4325D" w:rsidRPr="000E15EE">
        <w:t>48</w:t>
      </w:r>
      <w:r w:rsidR="00B0216E" w:rsidRPr="000E15EE">
        <w:t xml:space="preserve"> ust.</w:t>
      </w:r>
      <w:r w:rsidR="00287897" w:rsidRPr="000E15EE">
        <w:t> </w:t>
      </w:r>
      <w:r w:rsidR="00B0216E" w:rsidRPr="000E15EE">
        <w:t>1</w:t>
      </w:r>
      <w:r w:rsidR="00D4325D" w:rsidRPr="000E15EE">
        <w:t xml:space="preserve"> </w:t>
      </w:r>
      <w:r w:rsidR="00BB7627" w:rsidRPr="000E15EE">
        <w:t>pkt </w:t>
      </w:r>
      <w:r w:rsidR="00D4325D" w:rsidRPr="000E15EE">
        <w:t>1, doręcza się ją dodatkowo temu cudzoziemcowi.</w:t>
      </w:r>
    </w:p>
    <w:p w14:paraId="31BB697E" w14:textId="77777777" w:rsidR="00D4325D" w:rsidRPr="000E15EE" w:rsidRDefault="0046005F" w:rsidP="00D4325D">
      <w:pPr>
        <w:pStyle w:val="USTustnpkodeksu"/>
      </w:pPr>
      <w:r w:rsidRPr="000E15EE">
        <w:t>5</w:t>
      </w:r>
      <w:r w:rsidR="00D4325D" w:rsidRPr="000E15EE">
        <w:t>.</w:t>
      </w:r>
      <w:r w:rsidR="00BB7627" w:rsidRPr="000E15EE">
        <w:t xml:space="preserve"> </w:t>
      </w:r>
      <w:r w:rsidR="00AD402E" w:rsidRPr="000E15EE">
        <w:t>W </w:t>
      </w:r>
      <w:r w:rsidR="00D4325D" w:rsidRPr="000E15EE">
        <w:t>przypadku gdy decyzja</w:t>
      </w:r>
      <w:r w:rsidR="00BB7627" w:rsidRPr="000E15EE">
        <w:t xml:space="preserve"> o </w:t>
      </w:r>
      <w:r w:rsidR="00D4325D" w:rsidRPr="000E15EE">
        <w:t>uchyleniu zezwolenia na pracę sezonową stanie się ostateczna, starosta</w:t>
      </w:r>
      <w:r w:rsidR="00BB7627" w:rsidRPr="000E15EE">
        <w:t xml:space="preserve"> z </w:t>
      </w:r>
      <w:r w:rsidR="00D4325D" w:rsidRPr="000E15EE">
        <w:t>urzędu unieważnia wpis do ewidencji wniosków</w:t>
      </w:r>
      <w:r w:rsidR="00BB7627" w:rsidRPr="000E15EE">
        <w:t xml:space="preserve"> w </w:t>
      </w:r>
      <w:r w:rsidR="00D4325D" w:rsidRPr="000E15EE">
        <w:t>sprawie pracy sezonowej.</w:t>
      </w:r>
    </w:p>
    <w:p w14:paraId="7DCADB10" w14:textId="77777777" w:rsidR="00D4325D" w:rsidRPr="000E15EE" w:rsidRDefault="00D4325D" w:rsidP="00D4325D">
      <w:pPr>
        <w:pStyle w:val="ROZDZODDZOZNoznaczenierozdziauluboddziau"/>
      </w:pPr>
      <w:r w:rsidRPr="000E15EE">
        <w:t>Rozdział 6</w:t>
      </w:r>
    </w:p>
    <w:p w14:paraId="6A430246" w14:textId="77777777" w:rsidR="00D4325D" w:rsidRPr="000E15EE" w:rsidRDefault="00D4325D" w:rsidP="00CC3F14">
      <w:pPr>
        <w:pStyle w:val="ROZDZODDZPRZEDMprzedmiotregulacjirozdziauluboddziau"/>
      </w:pPr>
      <w:bookmarkStart w:id="162" w:name="_Toc107829998"/>
      <w:r w:rsidRPr="000E15EE">
        <w:t>Oświadczenie</w:t>
      </w:r>
      <w:r w:rsidR="00BB7627" w:rsidRPr="000E15EE">
        <w:t xml:space="preserve"> </w:t>
      </w:r>
      <w:bookmarkEnd w:id="162"/>
      <w:r w:rsidR="003C7E3D">
        <w:t>powierzeniu pracy cudzoziemcowi</w:t>
      </w:r>
    </w:p>
    <w:p w14:paraId="27BB353C" w14:textId="77777777" w:rsidR="00D4325D" w:rsidRPr="000E15EE" w:rsidRDefault="00BB7627" w:rsidP="00CC3F14">
      <w:pPr>
        <w:pStyle w:val="ARTartustawynprozporzdzenia"/>
        <w:keepNext/>
      </w:pPr>
      <w:bookmarkStart w:id="163" w:name="_Toc107829999"/>
      <w:r w:rsidRPr="000E15EE">
        <w:rPr>
          <w:rStyle w:val="Ppogrubienie"/>
        </w:rPr>
        <w:t>Art. </w:t>
      </w:r>
      <w:r w:rsidR="00195F48" w:rsidRPr="000E15EE">
        <w:rPr>
          <w:rStyle w:val="Ppogrubienie"/>
        </w:rPr>
        <w:t>59</w:t>
      </w:r>
      <w:r w:rsidR="00D4325D" w:rsidRPr="000E15EE">
        <w:rPr>
          <w:rStyle w:val="Ppogrubienie"/>
        </w:rPr>
        <w:t>.</w:t>
      </w:r>
      <w:r w:rsidR="00D4325D" w:rsidRPr="000E15EE">
        <w:t> </w:t>
      </w:r>
      <w:r w:rsidR="0087080C" w:rsidRPr="000E15EE">
        <w:t xml:space="preserve">1. </w:t>
      </w:r>
      <w:r w:rsidR="00AF2712" w:rsidRPr="000E15EE">
        <w:t xml:space="preserve">Polski </w:t>
      </w:r>
      <w:r w:rsidR="0015752B">
        <w:t>podmiot powierzający pracę cudzoziemcowi</w:t>
      </w:r>
      <w:r w:rsidR="00D4325D" w:rsidRPr="000E15EE">
        <w:t xml:space="preserve"> </w:t>
      </w:r>
      <w:r w:rsidR="00454A84" w:rsidRPr="000E15EE">
        <w:t xml:space="preserve">składa </w:t>
      </w:r>
      <w:r w:rsidR="00D4325D" w:rsidRPr="000E15EE">
        <w:t>za pomocą systemu teleinformatycznego</w:t>
      </w:r>
      <w:r w:rsidR="009D5FBB" w:rsidRPr="000E15EE">
        <w:t>, o którym mowa w art.</w:t>
      </w:r>
      <w:r w:rsidR="009F29BB">
        <w:t xml:space="preserve"> 26 ust. 1 </w:t>
      </w:r>
      <w:r w:rsidR="00BB1576" w:rsidRPr="00BB1576">
        <w:t>ustawy z dnia … o rynku pracy i służbach zatrudnienia</w:t>
      </w:r>
      <w:r w:rsidR="009D5FBB" w:rsidRPr="000E15EE">
        <w:t>,</w:t>
      </w:r>
      <w:r w:rsidR="0016094E" w:rsidRPr="000E15EE">
        <w:t xml:space="preserve"> </w:t>
      </w:r>
      <w:r w:rsidR="00D4325D" w:rsidRPr="000E15EE">
        <w:t>oświadczenie</w:t>
      </w:r>
      <w:r w:rsidRPr="000E15EE">
        <w:t xml:space="preserve"> o </w:t>
      </w:r>
      <w:r w:rsidR="00B36F02">
        <w:t>powierzeniu pracy cudzoziemcowi,</w:t>
      </w:r>
      <w:r w:rsidR="00D4325D" w:rsidRPr="000E15EE">
        <w:t xml:space="preserve"> jeżeli:</w:t>
      </w:r>
      <w:bookmarkEnd w:id="163"/>
    </w:p>
    <w:p w14:paraId="53F617A9" w14:textId="77777777" w:rsidR="00D4325D" w:rsidRPr="000E15EE" w:rsidRDefault="00D4325D" w:rsidP="00D4325D">
      <w:pPr>
        <w:pStyle w:val="PKTpunkt"/>
      </w:pPr>
      <w:r w:rsidRPr="000E15EE">
        <w:t>1)</w:t>
      </w:r>
      <w:r w:rsidRPr="000E15EE">
        <w:tab/>
        <w:t>cudzoziemiec jest obywatelem państwa określonego</w:t>
      </w:r>
      <w:r w:rsidR="00BB7627" w:rsidRPr="000E15EE">
        <w:t xml:space="preserve"> w </w:t>
      </w:r>
      <w:r w:rsidRPr="000E15EE">
        <w:t xml:space="preserve">przepisach wydanych na podstawie </w:t>
      </w:r>
      <w:r w:rsidR="00BB7627" w:rsidRPr="000E15EE">
        <w:t>art. </w:t>
      </w:r>
      <w:r w:rsidRPr="000E15EE">
        <w:t xml:space="preserve">3 </w:t>
      </w:r>
      <w:r w:rsidR="00BB7627" w:rsidRPr="000E15EE">
        <w:t>ust. </w:t>
      </w:r>
      <w:r w:rsidR="0011713C" w:rsidRPr="000E15EE">
        <w:t>7</w:t>
      </w:r>
      <w:r w:rsidRPr="000E15EE">
        <w:t xml:space="preserve"> oraz;</w:t>
      </w:r>
    </w:p>
    <w:p w14:paraId="22F69892" w14:textId="77777777" w:rsidR="00D4325D" w:rsidRPr="000E15EE" w:rsidRDefault="00D4325D" w:rsidP="00D4325D">
      <w:pPr>
        <w:pStyle w:val="PKTpunkt"/>
      </w:pPr>
      <w:r w:rsidRPr="000E15EE">
        <w:t>2)</w:t>
      </w:r>
      <w:r w:rsidRPr="000E15EE">
        <w:tab/>
        <w:t>cudzoziemiec będzie wykonywał pracę na terytorium Rzeczypospolitej Polskiej, oraz</w:t>
      </w:r>
    </w:p>
    <w:p w14:paraId="6947DB46" w14:textId="77777777" w:rsidR="00D4325D" w:rsidRPr="000E15EE" w:rsidRDefault="00D4325D" w:rsidP="00D4325D">
      <w:pPr>
        <w:pStyle w:val="PKTpunkt"/>
      </w:pPr>
      <w:r w:rsidRPr="000E15EE">
        <w:t>3)</w:t>
      </w:r>
      <w:r w:rsidRPr="000E15EE">
        <w:tab/>
        <w:t>cudzoziemiec będzie wykonywał pracę poza zakresem działalności określonych</w:t>
      </w:r>
      <w:r w:rsidR="00BB7627" w:rsidRPr="000E15EE">
        <w:t xml:space="preserve"> w </w:t>
      </w:r>
      <w:r w:rsidRPr="000E15EE">
        <w:t xml:space="preserve">przepisach wydanych na podstawie </w:t>
      </w:r>
      <w:r w:rsidR="00BB7627" w:rsidRPr="000E15EE">
        <w:t>art. </w:t>
      </w:r>
      <w:r w:rsidRPr="000E15EE">
        <w:t xml:space="preserve">43 </w:t>
      </w:r>
      <w:r w:rsidR="00BB7627" w:rsidRPr="000E15EE">
        <w:t>ust. </w:t>
      </w:r>
      <w:r w:rsidRPr="000E15EE">
        <w:t>2, oraz</w:t>
      </w:r>
    </w:p>
    <w:p w14:paraId="04B3FC27" w14:textId="33955D87" w:rsidR="00D4325D" w:rsidRPr="000E15EE" w:rsidRDefault="00D4325D" w:rsidP="00D4325D">
      <w:pPr>
        <w:pStyle w:val="PKTpunkt"/>
      </w:pPr>
      <w:r w:rsidRPr="000E15EE">
        <w:t>4)</w:t>
      </w:r>
      <w:r w:rsidRPr="000E15EE">
        <w:tab/>
        <w:t xml:space="preserve">cudzoziemiec </w:t>
      </w:r>
      <w:r w:rsidR="00C11BB8">
        <w:t xml:space="preserve">będzie wykonywał pracę na podstawie umowy o pracę, z wyjątkiem przypadków, o których mowa w </w:t>
      </w:r>
      <w:r w:rsidR="00C11BB8" w:rsidRPr="000E15EE">
        <w:t>art. 2 pkt </w:t>
      </w:r>
      <w:r w:rsidR="00C11BB8">
        <w:t xml:space="preserve">9 </w:t>
      </w:r>
      <w:r w:rsidR="00C11BB8" w:rsidRPr="000E15EE">
        <w:t>lit. c–</w:t>
      </w:r>
      <w:r w:rsidR="00C11BB8">
        <w:t>e</w:t>
      </w:r>
      <w:r w:rsidR="00C11BB8" w:rsidRPr="000E15EE">
        <w:t>;</w:t>
      </w:r>
      <w:r w:rsidR="009F5A6A">
        <w:t xml:space="preserve"> </w:t>
      </w:r>
      <w:r w:rsidRPr="000E15EE">
        <w:t>oraz</w:t>
      </w:r>
    </w:p>
    <w:p w14:paraId="07DD10FB" w14:textId="77777777" w:rsidR="00D4325D" w:rsidRPr="000E15EE" w:rsidRDefault="00D4325D" w:rsidP="00D4325D">
      <w:pPr>
        <w:pStyle w:val="PKTpunkt"/>
      </w:pPr>
      <w:r w:rsidRPr="000E15EE">
        <w:t>5)</w:t>
      </w:r>
      <w:r w:rsidRPr="000E15EE">
        <w:tab/>
        <w:t>okres wykonywania pracy określony</w:t>
      </w:r>
      <w:r w:rsidR="00BB7627" w:rsidRPr="000E15EE">
        <w:t xml:space="preserve"> w </w:t>
      </w:r>
      <w:r w:rsidRPr="000E15EE">
        <w:t>oświadczeniu</w:t>
      </w:r>
      <w:r w:rsidR="00BB7627" w:rsidRPr="000E15EE">
        <w:t xml:space="preserve"> </w:t>
      </w:r>
      <w:r w:rsidR="001503C9">
        <w:t xml:space="preserve">o powierzeniu pracy cudzoziemcowi </w:t>
      </w:r>
      <w:r w:rsidRPr="000E15EE">
        <w:t>nie będzie dłuższy niż 24 miesiące, oraz</w:t>
      </w:r>
    </w:p>
    <w:p w14:paraId="46E11220" w14:textId="77777777" w:rsidR="00D4325D" w:rsidRPr="000E15EE" w:rsidRDefault="00D4325D" w:rsidP="00D4325D">
      <w:pPr>
        <w:pStyle w:val="PKTpunkt"/>
      </w:pPr>
      <w:r w:rsidRPr="000E15EE">
        <w:t>6)</w:t>
      </w:r>
      <w:r w:rsidRPr="000E15EE">
        <w:tab/>
        <w:t>dzień rozpoczęcia pracy wskazany</w:t>
      </w:r>
      <w:r w:rsidR="00BB7627" w:rsidRPr="000E15EE">
        <w:t xml:space="preserve"> w </w:t>
      </w:r>
      <w:r w:rsidRPr="000E15EE">
        <w:t>złożonym oświadczeniu nastąpi nie później niż 6 miesięcy od dnia złożenia oświadczenia.</w:t>
      </w:r>
    </w:p>
    <w:p w14:paraId="43811E28" w14:textId="77777777" w:rsidR="0087080C" w:rsidRPr="000E15EE" w:rsidRDefault="0087080C" w:rsidP="0087080C">
      <w:pPr>
        <w:pStyle w:val="USTustnpkodeksu"/>
      </w:pPr>
      <w:r w:rsidRPr="000E15EE">
        <w:lastRenderedPageBreak/>
        <w:t>2.</w:t>
      </w:r>
      <w:r w:rsidRPr="000E15EE">
        <w:tab/>
        <w:t xml:space="preserve">Oświadczenie </w:t>
      </w:r>
      <w:r w:rsidR="001503C9">
        <w:t xml:space="preserve">o powierzeniu pracy cudzoziemcowi </w:t>
      </w:r>
      <w:r w:rsidRPr="000E15EE">
        <w:t>niespełniające warunków określonych w ust. 1 pozostawia się bez rozpoznania.</w:t>
      </w:r>
    </w:p>
    <w:p w14:paraId="4B6EB7C7" w14:textId="77777777" w:rsidR="00D4325D" w:rsidRPr="000E15EE" w:rsidRDefault="00BB7627" w:rsidP="00CC3F14">
      <w:pPr>
        <w:pStyle w:val="ARTartustawynprozporzdzenia"/>
        <w:keepNext/>
      </w:pPr>
      <w:bookmarkStart w:id="164" w:name="_Toc107830000"/>
      <w:r w:rsidRPr="000E15EE">
        <w:rPr>
          <w:rStyle w:val="Ppogrubienie"/>
        </w:rPr>
        <w:t>Art. </w:t>
      </w:r>
      <w:r w:rsidR="00195F48" w:rsidRPr="000E15EE">
        <w:rPr>
          <w:rStyle w:val="Ppogrubienie"/>
        </w:rPr>
        <w:t>60</w:t>
      </w:r>
      <w:r w:rsidR="00D4325D" w:rsidRPr="000E15EE">
        <w:rPr>
          <w:rStyle w:val="Ppogrubienie"/>
        </w:rPr>
        <w:t>.</w:t>
      </w:r>
      <w:r w:rsidR="00D4325D" w:rsidRPr="000E15EE">
        <w:t> 1.</w:t>
      </w:r>
      <w:r w:rsidRPr="000E15EE">
        <w:t xml:space="preserve"> </w:t>
      </w:r>
      <w:r w:rsidR="00AD402E" w:rsidRPr="000E15EE">
        <w:t>W </w:t>
      </w:r>
      <w:r w:rsidR="00D4325D" w:rsidRPr="000E15EE">
        <w:t>oświadczeniu</w:t>
      </w:r>
      <w:r w:rsidRPr="000E15EE">
        <w:t xml:space="preserve"> </w:t>
      </w:r>
      <w:r w:rsidR="001503C9">
        <w:t xml:space="preserve">o powierzeniu pracy cudzoziemcowi </w:t>
      </w:r>
      <w:r w:rsidR="00240A4C" w:rsidRPr="000E15EE">
        <w:t xml:space="preserve">polski </w:t>
      </w:r>
      <w:r w:rsidR="0015752B">
        <w:t>podmiot powierzający pracę cudzoziemcowi</w:t>
      </w:r>
      <w:r w:rsidR="00D4325D" w:rsidRPr="000E15EE">
        <w:t xml:space="preserve"> zamieszcza:</w:t>
      </w:r>
      <w:bookmarkEnd w:id="164"/>
    </w:p>
    <w:p w14:paraId="718D1F90" w14:textId="77777777" w:rsidR="00D4325D" w:rsidRPr="000E15EE" w:rsidRDefault="00D4325D" w:rsidP="00CC3F14">
      <w:pPr>
        <w:pStyle w:val="PKTpunkt"/>
        <w:keepNext/>
      </w:pPr>
      <w:r w:rsidRPr="000E15EE">
        <w:t>1)</w:t>
      </w:r>
      <w:r w:rsidRPr="000E15EE">
        <w:tab/>
        <w:t xml:space="preserve">informacje dotyczące </w:t>
      </w:r>
      <w:r w:rsidR="00240A4C" w:rsidRPr="000E15EE">
        <w:t xml:space="preserve">polskiego </w:t>
      </w:r>
      <w:r w:rsidR="00B36F02">
        <w:t>podmiotu powierzającego pracę cudzoziemcowi</w:t>
      </w:r>
      <w:r w:rsidRPr="000E15EE">
        <w:t>:</w:t>
      </w:r>
    </w:p>
    <w:p w14:paraId="4E00C216" w14:textId="77777777" w:rsidR="00D4325D" w:rsidRPr="000E15EE" w:rsidRDefault="00D4325D" w:rsidP="00D4325D">
      <w:pPr>
        <w:pStyle w:val="LITlitera"/>
      </w:pPr>
      <w:r w:rsidRPr="000E15EE">
        <w:t>a)</w:t>
      </w:r>
      <w:r w:rsidRPr="000E15EE">
        <w:tab/>
        <w:t>nazwę albo imię (imiona) i nazwisko,</w:t>
      </w:r>
    </w:p>
    <w:p w14:paraId="0E2299B1" w14:textId="77777777" w:rsidR="00D4325D" w:rsidRPr="000E15EE" w:rsidRDefault="00D4325D" w:rsidP="00D4325D">
      <w:pPr>
        <w:pStyle w:val="LITlitera"/>
      </w:pPr>
      <w:r w:rsidRPr="000E15EE">
        <w:t>b)</w:t>
      </w:r>
      <w:r w:rsidRPr="000E15EE">
        <w:tab/>
        <w:t>adres siedziby</w:t>
      </w:r>
      <w:r w:rsidR="001422FA" w:rsidRPr="000E15EE">
        <w:t xml:space="preserve"> albo miejsca zamieszkania</w:t>
      </w:r>
      <w:r w:rsidRPr="000E15EE">
        <w:t>,</w:t>
      </w:r>
    </w:p>
    <w:p w14:paraId="606ECAA7" w14:textId="77777777" w:rsidR="00D4325D" w:rsidRPr="000E15EE" w:rsidRDefault="00D4325D" w:rsidP="00D4325D">
      <w:pPr>
        <w:pStyle w:val="LITlitera"/>
      </w:pPr>
      <w:r w:rsidRPr="000E15EE">
        <w:t>c)</w:t>
      </w:r>
      <w:r w:rsidRPr="000E15EE">
        <w:tab/>
        <w:t xml:space="preserve">numer telefonu oraz adres </w:t>
      </w:r>
      <w:r w:rsidR="008B0C88" w:rsidRPr="000E15EE">
        <w:t>do doręczeń</w:t>
      </w:r>
      <w:r w:rsidRPr="000E15EE">
        <w:t>,</w:t>
      </w:r>
    </w:p>
    <w:p w14:paraId="15616115" w14:textId="77777777" w:rsidR="00D4325D" w:rsidRPr="000E15EE" w:rsidRDefault="00D4325D" w:rsidP="00D4325D">
      <w:pPr>
        <w:pStyle w:val="LITlitera"/>
      </w:pPr>
      <w:r w:rsidRPr="000E15EE">
        <w:t>d)</w:t>
      </w:r>
      <w:r w:rsidRPr="000E15EE">
        <w:tab/>
      </w:r>
      <w:r w:rsidR="00474F35" w:rsidRPr="000E15EE">
        <w:t xml:space="preserve">identyfikator podatkowy </w:t>
      </w:r>
      <w:r w:rsidRPr="000E15EE">
        <w:t xml:space="preserve">NIP i </w:t>
      </w:r>
      <w:r w:rsidR="00474F35" w:rsidRPr="000E15EE">
        <w:t xml:space="preserve">numer </w:t>
      </w:r>
      <w:r w:rsidRPr="000E15EE">
        <w:t>REGON –</w:t>
      </w:r>
      <w:r w:rsidR="00BB7627" w:rsidRPr="000E15EE">
        <w:t xml:space="preserve"> w </w:t>
      </w:r>
      <w:r w:rsidRPr="000E15EE">
        <w:t xml:space="preserve">przypadku </w:t>
      </w:r>
      <w:r w:rsidR="00240A4C" w:rsidRPr="000E15EE">
        <w:t xml:space="preserve">polskiego </w:t>
      </w:r>
      <w:r w:rsidR="00B36F02">
        <w:t>podmiotu powierzającego pracę cudzoziemcowi</w:t>
      </w:r>
      <w:r w:rsidRPr="000E15EE">
        <w:t xml:space="preserve"> prowadzącego działalność gospodarczą, </w:t>
      </w:r>
    </w:p>
    <w:p w14:paraId="53D61222" w14:textId="77777777" w:rsidR="00D4325D" w:rsidRPr="000E15EE" w:rsidRDefault="00D4325D" w:rsidP="00D4325D">
      <w:pPr>
        <w:pStyle w:val="LITlitera"/>
      </w:pPr>
      <w:r w:rsidRPr="000E15EE">
        <w:t>e)</w:t>
      </w:r>
      <w:r w:rsidRPr="000E15EE">
        <w:tab/>
        <w:t>numer PESEL –</w:t>
      </w:r>
      <w:r w:rsidR="00BB7627" w:rsidRPr="000E15EE">
        <w:t xml:space="preserve"> w </w:t>
      </w:r>
      <w:r w:rsidRPr="000E15EE">
        <w:t>przypadku osoby fizycznej,</w:t>
      </w:r>
    </w:p>
    <w:p w14:paraId="56828255" w14:textId="77777777" w:rsidR="00D4325D" w:rsidRPr="000E15EE" w:rsidRDefault="00D4325D" w:rsidP="00D4325D">
      <w:pPr>
        <w:pStyle w:val="LITlitera"/>
      </w:pPr>
      <w:r w:rsidRPr="000E15EE">
        <w:t>f)</w:t>
      </w:r>
      <w:r w:rsidRPr="000E15EE">
        <w:tab/>
        <w:t>numer wpisu do rejestru podmiotów prowadzących agencje zatrudnienia –</w:t>
      </w:r>
      <w:r w:rsidR="00BB7627" w:rsidRPr="000E15EE">
        <w:t xml:space="preserve"> w </w:t>
      </w:r>
      <w:r w:rsidRPr="000E15EE">
        <w:t>przypadku</w:t>
      </w:r>
      <w:r w:rsidR="00DB61FA" w:rsidRPr="000E15EE">
        <w:t xml:space="preserve"> oświadczenia dotyczącego pracownika tymczasowego</w:t>
      </w:r>
      <w:r w:rsidRPr="000E15EE">
        <w:t>,</w:t>
      </w:r>
    </w:p>
    <w:p w14:paraId="67CEEADE" w14:textId="77777777" w:rsidR="00D4325D" w:rsidRPr="000E15EE" w:rsidRDefault="00D4325D" w:rsidP="00D4325D">
      <w:pPr>
        <w:pStyle w:val="LITlitera"/>
      </w:pPr>
      <w:r w:rsidRPr="000E15EE">
        <w:t>g)</w:t>
      </w:r>
      <w:r w:rsidRPr="000E15EE">
        <w:tab/>
      </w:r>
      <w:r w:rsidR="00AE5AE3" w:rsidRPr="000E15EE">
        <w:t xml:space="preserve"> rodzaj działalności, w zakresie której cudzoziemiec będzie wykonywał pracę, określony według klasyfikacji ustalonej w przepisach wydanych na podstawie art. </w:t>
      </w:r>
      <w:r w:rsidR="003E6738" w:rsidRPr="000E15EE">
        <w:t xml:space="preserve">40 </w:t>
      </w:r>
      <w:r w:rsidR="00AE5AE3" w:rsidRPr="000E15EE">
        <w:t>ust. 2 ustawy z dnia 29 czerwca 1995 r. o statystyce publicznej</w:t>
      </w:r>
      <w:r w:rsidRPr="000E15EE">
        <w:t>,</w:t>
      </w:r>
    </w:p>
    <w:p w14:paraId="08152762" w14:textId="77777777" w:rsidR="00D4325D" w:rsidRPr="000E15EE" w:rsidRDefault="004A6F16" w:rsidP="00D4325D">
      <w:pPr>
        <w:pStyle w:val="LITlitera"/>
      </w:pPr>
      <w:r w:rsidRPr="000E15EE">
        <w:t>h</w:t>
      </w:r>
      <w:r w:rsidR="00D4325D" w:rsidRPr="000E15EE">
        <w:t>)</w:t>
      </w:r>
      <w:r w:rsidR="00D4325D" w:rsidRPr="000E15EE">
        <w:tab/>
        <w:t>oświadczenie</w:t>
      </w:r>
      <w:r w:rsidR="00BB7627" w:rsidRPr="000E15EE">
        <w:t xml:space="preserve"> o </w:t>
      </w:r>
      <w:r w:rsidR="00D4325D" w:rsidRPr="000E15EE">
        <w:t>zapoznaniu się</w:t>
      </w:r>
      <w:r w:rsidR="00BB7627" w:rsidRPr="000E15EE">
        <w:t xml:space="preserve"> z </w:t>
      </w:r>
      <w:r w:rsidR="00D4325D" w:rsidRPr="000E15EE">
        <w:t>przepisami dotyczącymi zasad powierzenia wykonywania pracy cudzoziemcom;</w:t>
      </w:r>
    </w:p>
    <w:p w14:paraId="2E94A12F" w14:textId="77777777" w:rsidR="00D4325D" w:rsidRPr="000E15EE" w:rsidRDefault="00D4325D" w:rsidP="00CC3F14">
      <w:pPr>
        <w:pStyle w:val="PKTpunkt"/>
        <w:keepNext/>
      </w:pPr>
      <w:r w:rsidRPr="000E15EE">
        <w:t>2)</w:t>
      </w:r>
      <w:r w:rsidRPr="000E15EE">
        <w:tab/>
        <w:t>informacje dotyczące cudzoziemca:</w:t>
      </w:r>
    </w:p>
    <w:p w14:paraId="16F865F6" w14:textId="77777777" w:rsidR="00D4325D" w:rsidRPr="000E15EE" w:rsidRDefault="00D4325D" w:rsidP="00D4325D">
      <w:pPr>
        <w:pStyle w:val="LITlitera"/>
      </w:pPr>
      <w:r w:rsidRPr="000E15EE">
        <w:t>a)</w:t>
      </w:r>
      <w:r w:rsidRPr="000E15EE">
        <w:tab/>
        <w:t>imię (imiona) i nazwisko,</w:t>
      </w:r>
    </w:p>
    <w:p w14:paraId="526C58B2" w14:textId="77777777" w:rsidR="00D4325D" w:rsidRPr="000E15EE" w:rsidRDefault="00783E50" w:rsidP="00D4325D">
      <w:pPr>
        <w:pStyle w:val="LITlitera"/>
      </w:pPr>
      <w:r>
        <w:t>b</w:t>
      </w:r>
      <w:r w:rsidR="00D4325D" w:rsidRPr="000E15EE">
        <w:t>)</w:t>
      </w:r>
      <w:r w:rsidR="00D4325D" w:rsidRPr="000E15EE">
        <w:tab/>
        <w:t>obywatelstwo,</w:t>
      </w:r>
    </w:p>
    <w:p w14:paraId="219385B3" w14:textId="77777777" w:rsidR="00D4325D" w:rsidRPr="000E15EE" w:rsidRDefault="00783E50" w:rsidP="00D4325D">
      <w:pPr>
        <w:pStyle w:val="LITlitera"/>
      </w:pPr>
      <w:r>
        <w:t>c</w:t>
      </w:r>
      <w:r w:rsidR="00D4325D" w:rsidRPr="000E15EE">
        <w:t>)</w:t>
      </w:r>
      <w:r w:rsidR="00D4325D" w:rsidRPr="000E15EE">
        <w:tab/>
        <w:t>nazwę, serię, numer, datę wydania i datę ważności dokumentu podróży,</w:t>
      </w:r>
    </w:p>
    <w:p w14:paraId="337CE01F" w14:textId="77777777" w:rsidR="00D4325D" w:rsidRPr="000E15EE" w:rsidRDefault="00783E50" w:rsidP="00D4325D">
      <w:pPr>
        <w:pStyle w:val="LITlitera"/>
      </w:pPr>
      <w:r>
        <w:t>d</w:t>
      </w:r>
      <w:r w:rsidR="00D4325D" w:rsidRPr="000E15EE">
        <w:t>)</w:t>
      </w:r>
      <w:r w:rsidR="00D4325D" w:rsidRPr="000E15EE">
        <w:tab/>
        <w:t>numer wizy lub karty pobytu oraz okres ważności tego dokumentu, jeżeli przebywa na terytorium Rzeczypospolitej Polskiej,</w:t>
      </w:r>
    </w:p>
    <w:p w14:paraId="58AED2A9" w14:textId="77777777" w:rsidR="00D4325D" w:rsidRPr="000E15EE" w:rsidRDefault="00783E50" w:rsidP="00D4325D">
      <w:pPr>
        <w:pStyle w:val="LITlitera"/>
      </w:pPr>
      <w:r>
        <w:t>e</w:t>
      </w:r>
      <w:r w:rsidR="00D4325D" w:rsidRPr="000E15EE">
        <w:t>)</w:t>
      </w:r>
      <w:r w:rsidR="00D4325D" w:rsidRPr="000E15EE">
        <w:tab/>
        <w:t>dane dotyczące podstawy prawnej pobytu na terytorium Rzeczypospolitej Polskiej oraz przewidywanego sposobu wykorzystania oświadczenia wpisanego do ewidencji oświadczeń</w:t>
      </w:r>
      <w:r w:rsidR="009D0593">
        <w:t>,</w:t>
      </w:r>
    </w:p>
    <w:p w14:paraId="45D48F96" w14:textId="77777777" w:rsidR="00D4325D" w:rsidRPr="000E15EE" w:rsidRDefault="0087784C" w:rsidP="00D4325D">
      <w:pPr>
        <w:pStyle w:val="LITlitera"/>
      </w:pPr>
      <w:r>
        <w:t>f</w:t>
      </w:r>
      <w:r w:rsidR="00D4325D" w:rsidRPr="000E15EE">
        <w:t>)</w:t>
      </w:r>
      <w:r w:rsidR="00D4325D" w:rsidRPr="000E15EE">
        <w:tab/>
      </w:r>
      <w:r w:rsidR="00D4325D" w:rsidRPr="000E15EE">
        <w:tab/>
        <w:t>numer PESEL</w:t>
      </w:r>
      <w:r w:rsidR="00783E50" w:rsidRPr="00783E50">
        <w:t xml:space="preserve"> albo w przypadku osób nieposiadających </w:t>
      </w:r>
      <w:r w:rsidR="00783E50">
        <w:t>tego numeru</w:t>
      </w:r>
      <w:r w:rsidR="00783E50" w:rsidRPr="00783E50">
        <w:t xml:space="preserve"> datę urodzenia i płeć</w:t>
      </w:r>
      <w:r w:rsidR="00D4325D" w:rsidRPr="000E15EE">
        <w:t>;</w:t>
      </w:r>
    </w:p>
    <w:p w14:paraId="06954071" w14:textId="77777777" w:rsidR="00D4325D" w:rsidRPr="000E15EE" w:rsidRDefault="00D4325D" w:rsidP="00CC3F14">
      <w:pPr>
        <w:pStyle w:val="PKTpunkt"/>
        <w:keepNext/>
      </w:pPr>
      <w:r w:rsidRPr="000E15EE">
        <w:t>3)</w:t>
      </w:r>
      <w:r w:rsidRPr="000E15EE">
        <w:tab/>
        <w:t>dane dotyczące pracy oferowanej cudzoziemcowi:</w:t>
      </w:r>
    </w:p>
    <w:p w14:paraId="26D5E573" w14:textId="77777777" w:rsidR="00D4325D" w:rsidRPr="000E15EE" w:rsidRDefault="00D4325D" w:rsidP="00D4325D">
      <w:pPr>
        <w:pStyle w:val="LITlitera"/>
      </w:pPr>
      <w:r w:rsidRPr="000E15EE">
        <w:t>a)</w:t>
      </w:r>
      <w:r w:rsidRPr="000E15EE">
        <w:tab/>
      </w:r>
      <w:r w:rsidR="00551E9F" w:rsidRPr="000E15EE">
        <w:t>zawód zgodny z klasyfikacją zawodów i specjalności na potrzeby rynku pracy,</w:t>
      </w:r>
    </w:p>
    <w:p w14:paraId="76D041AB" w14:textId="77777777" w:rsidR="00D4325D" w:rsidRPr="000E15EE" w:rsidRDefault="00D4325D" w:rsidP="00D4325D">
      <w:pPr>
        <w:pStyle w:val="LITlitera"/>
      </w:pPr>
      <w:r w:rsidRPr="000E15EE">
        <w:t>b)</w:t>
      </w:r>
      <w:r w:rsidRPr="000E15EE">
        <w:tab/>
        <w:t>stanowisko lub rodzaj pracy,</w:t>
      </w:r>
    </w:p>
    <w:p w14:paraId="2E74359B" w14:textId="77777777" w:rsidR="00D4325D" w:rsidRPr="000E15EE" w:rsidRDefault="00D4325D" w:rsidP="00D4325D">
      <w:pPr>
        <w:pStyle w:val="LITlitera"/>
      </w:pPr>
      <w:r w:rsidRPr="000E15EE">
        <w:t>c)</w:t>
      </w:r>
      <w:r w:rsidRPr="000E15EE">
        <w:tab/>
        <w:t>miejsce wykonywania pracy,</w:t>
      </w:r>
    </w:p>
    <w:p w14:paraId="3B395825" w14:textId="77777777" w:rsidR="00D4325D" w:rsidRPr="000E15EE" w:rsidRDefault="00D4325D" w:rsidP="00D4325D">
      <w:pPr>
        <w:pStyle w:val="LITlitera"/>
      </w:pPr>
      <w:r w:rsidRPr="000E15EE">
        <w:lastRenderedPageBreak/>
        <w:t>d)</w:t>
      </w:r>
      <w:r w:rsidRPr="000E15EE">
        <w:tab/>
        <w:t>okres pracy oznaczony datami,</w:t>
      </w:r>
    </w:p>
    <w:p w14:paraId="21F75F4E" w14:textId="77777777" w:rsidR="00D4325D" w:rsidRPr="000E15EE" w:rsidRDefault="00D4325D" w:rsidP="00D4325D">
      <w:pPr>
        <w:pStyle w:val="LITlitera"/>
      </w:pPr>
      <w:r w:rsidRPr="000E15EE">
        <w:t>e)</w:t>
      </w:r>
      <w:r w:rsidRPr="000E15EE">
        <w:tab/>
        <w:t>rodzaj umowy stanowiącej podstawę wykonywania pracy,</w:t>
      </w:r>
    </w:p>
    <w:p w14:paraId="2A100157" w14:textId="77777777" w:rsidR="00D4325D" w:rsidRPr="000E15EE" w:rsidRDefault="00D4325D" w:rsidP="00D4325D">
      <w:pPr>
        <w:pStyle w:val="LITlitera"/>
      </w:pPr>
      <w:r w:rsidRPr="000E15EE">
        <w:t>f)</w:t>
      </w:r>
      <w:r w:rsidRPr="000E15EE">
        <w:tab/>
        <w:t xml:space="preserve">najniższe wynagrodzenie, jakie </w:t>
      </w:r>
      <w:r w:rsidR="00985029" w:rsidRPr="000E15EE">
        <w:t xml:space="preserve">będzie </w:t>
      </w:r>
      <w:r w:rsidRPr="000E15EE">
        <w:t>otrzymywać cudzoziemiec, określone stawką godzinową lub miesięczną,</w:t>
      </w:r>
    </w:p>
    <w:p w14:paraId="43101D74" w14:textId="77777777" w:rsidR="00D4325D" w:rsidRPr="000E15EE" w:rsidRDefault="00D4325D" w:rsidP="00D4325D">
      <w:pPr>
        <w:pStyle w:val="LITlitera"/>
      </w:pPr>
      <w:r w:rsidRPr="000E15EE">
        <w:t>g)</w:t>
      </w:r>
      <w:r w:rsidRPr="000E15EE">
        <w:tab/>
        <w:t>wymiar czasu pracy lub liczbę godzin pracy</w:t>
      </w:r>
      <w:r w:rsidR="00BB7627" w:rsidRPr="000E15EE">
        <w:t xml:space="preserve"> w </w:t>
      </w:r>
      <w:r w:rsidRPr="000E15EE">
        <w:t>tygodniu lub</w:t>
      </w:r>
      <w:r w:rsidR="00BB7627" w:rsidRPr="000E15EE">
        <w:t xml:space="preserve"> w </w:t>
      </w:r>
      <w:r w:rsidRPr="000E15EE">
        <w:t>miesiącu;</w:t>
      </w:r>
    </w:p>
    <w:p w14:paraId="5C46C37B" w14:textId="77777777" w:rsidR="00D4325D" w:rsidRPr="000E15EE" w:rsidRDefault="00D4325D" w:rsidP="00CC3F14">
      <w:pPr>
        <w:pStyle w:val="PKTpunkt"/>
        <w:keepNext/>
      </w:pPr>
      <w:r w:rsidRPr="000E15EE">
        <w:t>4)</w:t>
      </w:r>
      <w:r w:rsidRPr="000E15EE">
        <w:tab/>
        <w:t>dane dotyczące pracodawcy użytkownika, jeżeli oświadczenie dotyczy pracy cudzoziemca</w:t>
      </w:r>
      <w:r w:rsidR="00BB7627" w:rsidRPr="000E15EE">
        <w:t xml:space="preserve"> w </w:t>
      </w:r>
      <w:r w:rsidRPr="000E15EE">
        <w:t>charakterze pracownika tymczasowego:</w:t>
      </w:r>
    </w:p>
    <w:p w14:paraId="21C62572" w14:textId="77777777" w:rsidR="00D4325D" w:rsidRPr="000E15EE" w:rsidRDefault="00D4325D" w:rsidP="00D4325D">
      <w:pPr>
        <w:pStyle w:val="LITlitera"/>
      </w:pPr>
      <w:r w:rsidRPr="000E15EE">
        <w:t>a)</w:t>
      </w:r>
      <w:r w:rsidRPr="000E15EE">
        <w:tab/>
        <w:t>nazwę albo imię (imiona) i nazwisko,</w:t>
      </w:r>
    </w:p>
    <w:p w14:paraId="49973F22" w14:textId="77777777" w:rsidR="00D4325D" w:rsidRPr="000E15EE" w:rsidRDefault="00D4325D" w:rsidP="00D4325D">
      <w:pPr>
        <w:pStyle w:val="LITlitera"/>
      </w:pPr>
      <w:r w:rsidRPr="000E15EE">
        <w:t>b)</w:t>
      </w:r>
      <w:r w:rsidRPr="000E15EE">
        <w:tab/>
        <w:t>adres zamieszkania albo siedziby,</w:t>
      </w:r>
    </w:p>
    <w:p w14:paraId="4A5DE872" w14:textId="77777777" w:rsidR="00D4325D" w:rsidRPr="000E15EE" w:rsidRDefault="00D4325D" w:rsidP="00D4325D">
      <w:pPr>
        <w:pStyle w:val="LITlitera"/>
      </w:pPr>
      <w:r w:rsidRPr="000E15EE">
        <w:t>c)</w:t>
      </w:r>
      <w:r w:rsidRPr="000E15EE">
        <w:tab/>
      </w:r>
      <w:r w:rsidR="00551E9F" w:rsidRPr="000E15EE">
        <w:t xml:space="preserve"> identyfikator podatkowy NIP i numer REGON </w:t>
      </w:r>
      <w:r w:rsidR="00BB7627" w:rsidRPr="000E15EE">
        <w:t>w </w:t>
      </w:r>
      <w:r w:rsidRPr="000E15EE">
        <w:t xml:space="preserve">przypadku podmiotu prowadzącego działalność gospodarczą, </w:t>
      </w:r>
    </w:p>
    <w:p w14:paraId="0FAB493D" w14:textId="77777777" w:rsidR="00F07FC5" w:rsidRPr="000E15EE" w:rsidRDefault="00D4325D" w:rsidP="00D4325D">
      <w:pPr>
        <w:pStyle w:val="LITlitera"/>
      </w:pPr>
      <w:r w:rsidRPr="000E15EE">
        <w:t>d)</w:t>
      </w:r>
      <w:r w:rsidRPr="000E15EE">
        <w:tab/>
        <w:t xml:space="preserve"> numer PESEL –</w:t>
      </w:r>
      <w:r w:rsidR="00BB7627" w:rsidRPr="000E15EE">
        <w:t xml:space="preserve"> w </w:t>
      </w:r>
      <w:r w:rsidRPr="000E15EE">
        <w:t>przypadku osoby fizycznej</w:t>
      </w:r>
    </w:p>
    <w:p w14:paraId="39256B3F" w14:textId="77777777" w:rsidR="00D4325D" w:rsidRPr="000E15EE" w:rsidRDefault="00E51C69" w:rsidP="00D4325D">
      <w:pPr>
        <w:pStyle w:val="LITlitera"/>
      </w:pPr>
      <w:r w:rsidRPr="000E15EE">
        <w:t>e)</w:t>
      </w:r>
      <w:r w:rsidRPr="000E15EE">
        <w:tab/>
      </w:r>
      <w:r w:rsidR="00AE5AE3" w:rsidRPr="000E15EE">
        <w:t>rodzaj działalności według klasyfikacji określonej w przepisach wydanych na podstawie art. </w:t>
      </w:r>
      <w:r w:rsidR="003E6738" w:rsidRPr="000E15EE">
        <w:t xml:space="preserve">40 </w:t>
      </w:r>
      <w:r w:rsidR="00AE5AE3" w:rsidRPr="000E15EE">
        <w:t>ust. 2 ustawy z dnia 29 czerwca 1995 r. o statystyce publicznej</w:t>
      </w:r>
      <w:r w:rsidR="00D4325D" w:rsidRPr="000E15EE">
        <w:t>.</w:t>
      </w:r>
    </w:p>
    <w:p w14:paraId="6B9031AA" w14:textId="77777777" w:rsidR="004A6F16" w:rsidRPr="000E15EE" w:rsidRDefault="004A6F16" w:rsidP="00D4325D">
      <w:pPr>
        <w:pStyle w:val="USTustnpkodeksu"/>
      </w:pPr>
      <w:r w:rsidRPr="000E15EE">
        <w:t xml:space="preserve">2. Do oświadczenia </w:t>
      </w:r>
      <w:r w:rsidR="001503C9">
        <w:t xml:space="preserve">o powierzeniu pracy cudzoziemcowi </w:t>
      </w:r>
      <w:r w:rsidRPr="000E15EE">
        <w:t xml:space="preserve">dołącza się oświadczenie złożone pod rygorem odpowiedzialności karnej przez </w:t>
      </w:r>
      <w:r w:rsidR="00E90F0A" w:rsidRPr="000E15EE">
        <w:t xml:space="preserve">polski </w:t>
      </w:r>
      <w:r w:rsidR="0015752B">
        <w:t>podmiot powierzający pracę cudzoziemcowi</w:t>
      </w:r>
      <w:r w:rsidRPr="000E15EE">
        <w:t>, czy zachodzą okoliczności, o</w:t>
      </w:r>
      <w:r w:rsidR="00AE5AE3" w:rsidRPr="000E15EE">
        <w:t> </w:t>
      </w:r>
      <w:r w:rsidRPr="000E15EE">
        <w:t xml:space="preserve">których mowa w art. 13 ust. 1 pkt 1 lit. c–g. Składający oświadczenie jest obowiązany do zawarcia w nim klauzuli następującej treści: </w:t>
      </w:r>
      <w:r w:rsidR="006C00D6" w:rsidRPr="000E15EE">
        <w:t>„</w:t>
      </w:r>
      <w:r w:rsidRPr="000E15EE">
        <w:t>Jestem świadomy odpowiedzialności karnej za złożenie fałszywego oświadczenia.</w:t>
      </w:r>
      <w:r w:rsidR="006C00D6" w:rsidRPr="000E15EE">
        <w:t>”</w:t>
      </w:r>
      <w:r w:rsidRPr="000E15EE">
        <w:t>; klauzula ta zastępuje pouczenie organu o</w:t>
      </w:r>
      <w:r w:rsidR="00AE5AE3" w:rsidRPr="000E15EE">
        <w:t> </w:t>
      </w:r>
      <w:r w:rsidRPr="000E15EE">
        <w:t>odpowiedzialności karnej za składanie fałszywych zeznań.</w:t>
      </w:r>
    </w:p>
    <w:p w14:paraId="15CE4889" w14:textId="77777777" w:rsidR="00D4325D" w:rsidRPr="000E15EE" w:rsidRDefault="004A6F16" w:rsidP="00D4325D">
      <w:pPr>
        <w:pStyle w:val="USTustnpkodeksu"/>
      </w:pPr>
      <w:r w:rsidRPr="000E15EE">
        <w:t>3</w:t>
      </w:r>
      <w:r w:rsidR="00D4325D" w:rsidRPr="000E15EE">
        <w:t>. Minister właściwy do spraw pracy określi,</w:t>
      </w:r>
      <w:r w:rsidR="00BB7627" w:rsidRPr="000E15EE">
        <w:t xml:space="preserve"> w </w:t>
      </w:r>
      <w:r w:rsidR="00D4325D" w:rsidRPr="000E15EE">
        <w:t xml:space="preserve">drodze rozporządzenia, wykaz dokumentów, które </w:t>
      </w:r>
      <w:r w:rsidR="00C6208F" w:rsidRPr="000E15EE">
        <w:t xml:space="preserve">polski </w:t>
      </w:r>
      <w:r w:rsidR="0015752B">
        <w:t>podmiot powierzający pracę cudzoziemcowi</w:t>
      </w:r>
      <w:r w:rsidR="00D4325D" w:rsidRPr="000E15EE">
        <w:t xml:space="preserve"> jest obowiązany dołączyć do oświadczenia</w:t>
      </w:r>
      <w:r w:rsidR="00BB7627" w:rsidRPr="000E15EE">
        <w:t xml:space="preserve"> o </w:t>
      </w:r>
      <w:r w:rsidR="00B36F02">
        <w:t>powierzeniu pracy cudzoziemcowi,</w:t>
      </w:r>
      <w:r w:rsidR="00D4325D" w:rsidRPr="000E15EE">
        <w:t xml:space="preserve"> potwierdzających okoliczności określone</w:t>
      </w:r>
      <w:r w:rsidR="00BB7627" w:rsidRPr="000E15EE">
        <w:t xml:space="preserve"> w </w:t>
      </w:r>
      <w:r w:rsidR="00D4325D" w:rsidRPr="000E15EE">
        <w:t>oświadczeniu</w:t>
      </w:r>
      <w:r w:rsidR="00987C3F" w:rsidRPr="000E15EE">
        <w:t>, a także dopełnienie obowiązku dokonania opłaty, o której mowa w art. 61 ust. 1</w:t>
      </w:r>
      <w:r w:rsidR="00BC0C40" w:rsidRPr="000E15EE">
        <w:t xml:space="preserve">, mając na uwadze potrzebę uzyskania informacji niezbędnych do sprawnego przeprowadzenia postępowania w sprawie wpisu oświadczenia </w:t>
      </w:r>
      <w:r w:rsidR="001503C9">
        <w:t xml:space="preserve">o powierzeniu pracy cudzoziemcowi </w:t>
      </w:r>
      <w:r w:rsidR="00BC0C40" w:rsidRPr="000E15EE">
        <w:t>do ewidencji oświadczeń</w:t>
      </w:r>
      <w:r w:rsidR="00D4325D" w:rsidRPr="000E15EE">
        <w:t>.</w:t>
      </w:r>
    </w:p>
    <w:p w14:paraId="25C17A53" w14:textId="77777777" w:rsidR="00D4325D" w:rsidRPr="000E15EE" w:rsidRDefault="00BB7627" w:rsidP="00D4325D">
      <w:pPr>
        <w:pStyle w:val="ARTartustawynprozporzdzenia"/>
      </w:pPr>
      <w:bookmarkStart w:id="165" w:name="_Toc107830001"/>
      <w:r w:rsidRPr="000E15EE">
        <w:rPr>
          <w:rStyle w:val="Ppogrubienie"/>
        </w:rPr>
        <w:t>Art. </w:t>
      </w:r>
      <w:r w:rsidR="00195F48" w:rsidRPr="000E15EE">
        <w:rPr>
          <w:rStyle w:val="Ppogrubienie"/>
        </w:rPr>
        <w:t>61</w:t>
      </w:r>
      <w:r w:rsidR="00D4325D" w:rsidRPr="000E15EE">
        <w:rPr>
          <w:rStyle w:val="Ppogrubienie"/>
        </w:rPr>
        <w:t>.</w:t>
      </w:r>
      <w:r w:rsidR="00D4325D" w:rsidRPr="000E15EE">
        <w:t> 1.  Oświadczenie</w:t>
      </w:r>
      <w:r w:rsidRPr="000E15EE">
        <w:t xml:space="preserve"> </w:t>
      </w:r>
      <w:r w:rsidR="001503C9">
        <w:t xml:space="preserve">o powierzeniu pracy cudzoziemcowi </w:t>
      </w:r>
      <w:r w:rsidR="00D4325D" w:rsidRPr="000E15EE">
        <w:t>składa się wraz</w:t>
      </w:r>
      <w:r w:rsidRPr="000E15EE">
        <w:t xml:space="preserve"> z </w:t>
      </w:r>
      <w:r w:rsidR="00D4325D" w:rsidRPr="000E15EE">
        <w:t>opłatą.</w:t>
      </w:r>
      <w:bookmarkEnd w:id="165"/>
    </w:p>
    <w:p w14:paraId="0A7E91BB" w14:textId="77777777" w:rsidR="009F61DE" w:rsidRPr="000E15EE" w:rsidRDefault="00AB6BB6" w:rsidP="00AB6BB6">
      <w:pPr>
        <w:pStyle w:val="USTustnpkodeksu"/>
      </w:pPr>
      <w:r w:rsidRPr="000E15EE">
        <w:t xml:space="preserve">2. Opłata wniesiona w związku z oświadczeniem </w:t>
      </w:r>
      <w:r w:rsidR="001503C9">
        <w:t xml:space="preserve">o powierzeniu pracy cudzoziemcowi </w:t>
      </w:r>
      <w:r w:rsidRPr="000E15EE">
        <w:t>stanowi dochód budżetu państwa i dochód powiatu w częściach równych.</w:t>
      </w:r>
    </w:p>
    <w:p w14:paraId="34A962AA" w14:textId="77777777" w:rsidR="00D4325D" w:rsidRPr="000E15EE" w:rsidRDefault="0046005F" w:rsidP="00D4325D">
      <w:pPr>
        <w:pStyle w:val="USTustnpkodeksu"/>
      </w:pPr>
      <w:r w:rsidRPr="000E15EE">
        <w:t>3</w:t>
      </w:r>
      <w:r w:rsidR="00D4325D" w:rsidRPr="000E15EE">
        <w:t xml:space="preserve">. Opłata </w:t>
      </w:r>
      <w:r w:rsidR="00AB6BB6" w:rsidRPr="000E15EE">
        <w:t xml:space="preserve">wniesiona w związku z oświadczeniem </w:t>
      </w:r>
      <w:r w:rsidR="001503C9">
        <w:t xml:space="preserve">o powierzeniu pracy cudzoziemcowi </w:t>
      </w:r>
      <w:r w:rsidR="00D4325D" w:rsidRPr="000E15EE">
        <w:t>nie podlega zwrotowi.</w:t>
      </w:r>
    </w:p>
    <w:p w14:paraId="613AE248" w14:textId="77777777" w:rsidR="009F61DE" w:rsidRPr="000E15EE" w:rsidRDefault="0046005F" w:rsidP="00AB6BB6">
      <w:pPr>
        <w:pStyle w:val="USTustnpkodeksu"/>
      </w:pPr>
      <w:r w:rsidRPr="000E15EE">
        <w:lastRenderedPageBreak/>
        <w:t>4</w:t>
      </w:r>
      <w:r w:rsidR="00D4325D" w:rsidRPr="000E15EE">
        <w:t>.  Minister właściwy do spraw pracy określi,</w:t>
      </w:r>
      <w:r w:rsidR="00BB7627" w:rsidRPr="000E15EE">
        <w:t xml:space="preserve"> w </w:t>
      </w:r>
      <w:r w:rsidR="00D4325D" w:rsidRPr="000E15EE">
        <w:t>drodze rozporządzenia, wysokość opłaty,</w:t>
      </w:r>
      <w:r w:rsidR="00BB7627" w:rsidRPr="000E15EE">
        <w:t xml:space="preserve"> o </w:t>
      </w:r>
      <w:r w:rsidR="00D4325D" w:rsidRPr="000E15EE">
        <w:t>której mowa</w:t>
      </w:r>
      <w:r w:rsidR="00BB7627" w:rsidRPr="000E15EE">
        <w:t xml:space="preserve"> w ust. </w:t>
      </w:r>
      <w:r w:rsidR="00D4325D" w:rsidRPr="000E15EE">
        <w:t xml:space="preserve">1, nie większą niż </w:t>
      </w:r>
      <w:r w:rsidR="00FD01BC">
        <w:t>10</w:t>
      </w:r>
      <w:r w:rsidR="00D4325D" w:rsidRPr="000E15EE">
        <w:t>% minimalnego wynagrodzenia za pracę</w:t>
      </w:r>
      <w:r w:rsidR="00AB6BB6" w:rsidRPr="000E15EE">
        <w:t xml:space="preserve">, </w:t>
      </w:r>
      <w:r w:rsidR="000B61CA" w:rsidRPr="000E15EE">
        <w:t xml:space="preserve">o którym mowa w przepisach o minimalnym wynagrodzeniu za pracę, </w:t>
      </w:r>
      <w:r w:rsidR="00AB6BB6" w:rsidRPr="000E15EE">
        <w:t>biorąc pod uwagę okres wykonywania pracy przez cudzoziemca oraz szacowany przeciętny koszt postępowania w sprawie oświadczeni</w:t>
      </w:r>
      <w:r w:rsidR="003C7E3D">
        <w:t>a</w:t>
      </w:r>
      <w:r w:rsidR="00AB6BB6" w:rsidRPr="000E15EE">
        <w:t xml:space="preserve"> </w:t>
      </w:r>
      <w:r w:rsidR="003C7E3D">
        <w:t>o powierzeniu pracy cudzoziemcowi</w:t>
      </w:r>
      <w:r w:rsidR="00D4325D" w:rsidRPr="000E15EE">
        <w:t>.</w:t>
      </w:r>
    </w:p>
    <w:p w14:paraId="2B07CBC9" w14:textId="77777777" w:rsidR="00D4325D" w:rsidRPr="000E15EE" w:rsidRDefault="00BB7627" w:rsidP="00D4325D">
      <w:pPr>
        <w:pStyle w:val="ARTartustawynprozporzdzenia"/>
      </w:pPr>
      <w:bookmarkStart w:id="166" w:name="_Toc107830002"/>
      <w:r w:rsidRPr="000E15EE">
        <w:rPr>
          <w:rStyle w:val="Ppogrubienie"/>
        </w:rPr>
        <w:t>Art. </w:t>
      </w:r>
      <w:r w:rsidR="00195F48" w:rsidRPr="000E15EE">
        <w:rPr>
          <w:rStyle w:val="Ppogrubienie"/>
        </w:rPr>
        <w:t>62</w:t>
      </w:r>
      <w:r w:rsidR="00D4325D" w:rsidRPr="000E15EE">
        <w:rPr>
          <w:rStyle w:val="Ppogrubienie"/>
        </w:rPr>
        <w:t>.</w:t>
      </w:r>
      <w:r w:rsidR="00D4325D" w:rsidRPr="000E15EE">
        <w:t xml:space="preserve"> 1. Starosta właściwy ze względu na siedzibę lub miejsce zamieszkania </w:t>
      </w:r>
      <w:r w:rsidR="00E90F0A" w:rsidRPr="000E15EE">
        <w:t xml:space="preserve">polskiego </w:t>
      </w:r>
      <w:r w:rsidR="00B36F02">
        <w:t>podmiotu powierzającego pracę cudzoziemcowi</w:t>
      </w:r>
      <w:r w:rsidR="00D4325D" w:rsidRPr="000E15EE">
        <w:t xml:space="preserve"> wpisuje oświadczenie</w:t>
      </w:r>
      <w:r w:rsidRPr="000E15EE">
        <w:t xml:space="preserve"> </w:t>
      </w:r>
      <w:r w:rsidR="001503C9">
        <w:t xml:space="preserve">o powierzeniu pracy cudzoziemcowi </w:t>
      </w:r>
      <w:r w:rsidR="00D4325D" w:rsidRPr="000E15EE">
        <w:t>do ewidencji oświadczeń.</w:t>
      </w:r>
      <w:bookmarkEnd w:id="166"/>
    </w:p>
    <w:p w14:paraId="65219983" w14:textId="77777777" w:rsidR="00D4325D" w:rsidRPr="000E15EE" w:rsidRDefault="00D4325D" w:rsidP="00D4325D">
      <w:pPr>
        <w:pStyle w:val="USTustnpkodeksu"/>
      </w:pPr>
      <w:r w:rsidRPr="000E15EE">
        <w:t>2. Starosta, wpisując oświadczenie</w:t>
      </w:r>
      <w:r w:rsidR="00BB7627" w:rsidRPr="000E15EE">
        <w:t xml:space="preserve"> </w:t>
      </w:r>
      <w:r w:rsidR="001503C9">
        <w:t xml:space="preserve">o powierzeniu pracy cudzoziemcowi </w:t>
      </w:r>
      <w:r w:rsidRPr="000E15EE">
        <w:t>do ewidencji oświadczeń, może określić późniejszy dzień rozpoczęcia pracy niż określony</w:t>
      </w:r>
      <w:r w:rsidR="00BB7627" w:rsidRPr="000E15EE">
        <w:t xml:space="preserve"> w </w:t>
      </w:r>
      <w:r w:rsidRPr="000E15EE">
        <w:t>oświadczeniu, nie wcześniejszy niż dzień następujący po dniu wpisania oświadczenia do ewidencji oświadczeń.</w:t>
      </w:r>
    </w:p>
    <w:p w14:paraId="550B18F8" w14:textId="77777777" w:rsidR="00D4325D" w:rsidRPr="000E15EE" w:rsidRDefault="00BB7627" w:rsidP="00CC3F14">
      <w:pPr>
        <w:pStyle w:val="ARTartustawynprozporzdzenia"/>
        <w:keepNext/>
      </w:pPr>
      <w:bookmarkStart w:id="167" w:name="_Toc107830003"/>
      <w:r w:rsidRPr="000E15EE">
        <w:rPr>
          <w:rStyle w:val="Ppogrubienie"/>
        </w:rPr>
        <w:t>Art. </w:t>
      </w:r>
      <w:r w:rsidR="00195F48" w:rsidRPr="000E15EE">
        <w:rPr>
          <w:rStyle w:val="Ppogrubienie"/>
        </w:rPr>
        <w:t>63</w:t>
      </w:r>
      <w:r w:rsidR="00D4325D" w:rsidRPr="000E15EE">
        <w:rPr>
          <w:rStyle w:val="Ppogrubienie"/>
        </w:rPr>
        <w:t>.</w:t>
      </w:r>
      <w:r w:rsidR="00D4325D" w:rsidRPr="000E15EE">
        <w:t xml:space="preserve"> 1. Starosta właściwy ze względu na siedzibę lub miejsce zamieszkania </w:t>
      </w:r>
      <w:r w:rsidR="00E90F0A" w:rsidRPr="000E15EE">
        <w:t xml:space="preserve">polskiego </w:t>
      </w:r>
      <w:r w:rsidR="00B36F02">
        <w:t>podmiotu powierzającego pracę cudzoziemcowi</w:t>
      </w:r>
      <w:r w:rsidR="00D4325D" w:rsidRPr="000E15EE">
        <w:t xml:space="preserve"> odmawia dokonania wpisu oświadczenia</w:t>
      </w:r>
      <w:r w:rsidRPr="000E15EE">
        <w:t xml:space="preserve"> </w:t>
      </w:r>
      <w:r w:rsidR="001503C9">
        <w:t xml:space="preserve">o powierzeniu pracy cudzoziemcowi </w:t>
      </w:r>
      <w:r w:rsidR="00D4325D" w:rsidRPr="000E15EE">
        <w:t>do ewidencji oświadczeń, jeżeli:</w:t>
      </w:r>
      <w:bookmarkEnd w:id="167"/>
    </w:p>
    <w:p w14:paraId="25C9CEE4" w14:textId="77777777" w:rsidR="00D4325D" w:rsidRPr="000E15EE" w:rsidRDefault="0087080C" w:rsidP="00CC3F14">
      <w:pPr>
        <w:pStyle w:val="PKTpunkt"/>
        <w:keepNext/>
      </w:pPr>
      <w:r w:rsidRPr="000E15EE">
        <w:t>1</w:t>
      </w:r>
      <w:r w:rsidR="00D4325D" w:rsidRPr="000E15EE">
        <w:t>)</w:t>
      </w:r>
      <w:r w:rsidR="00D4325D" w:rsidRPr="000E15EE">
        <w:tab/>
        <w:t xml:space="preserve">wysokość wynagrodzenia cudzoziemca będzie niższa niż: </w:t>
      </w:r>
    </w:p>
    <w:p w14:paraId="4A12D0C7" w14:textId="77777777" w:rsidR="00D4325D" w:rsidRPr="000E15EE" w:rsidRDefault="00D4325D" w:rsidP="00D4325D">
      <w:pPr>
        <w:pStyle w:val="LITlitera"/>
      </w:pPr>
      <w:r w:rsidRPr="000E15EE">
        <w:t>a)</w:t>
      </w:r>
      <w:r w:rsidRPr="000E15EE">
        <w:tab/>
        <w:t>wysokość wynagrodzenia pracowników wykonujących pracę porównywalnego rodzaju lub na porównywalnym stanowisku oraz</w:t>
      </w:r>
    </w:p>
    <w:p w14:paraId="4EE034DD" w14:textId="0431C1CA" w:rsidR="00D4325D" w:rsidRPr="000E15EE" w:rsidRDefault="00D4325D" w:rsidP="00D4325D">
      <w:pPr>
        <w:pStyle w:val="LITlitera"/>
      </w:pPr>
      <w:r w:rsidRPr="000E15EE">
        <w:t>b)</w:t>
      </w:r>
      <w:r w:rsidRPr="000E15EE">
        <w:tab/>
        <w:t>wysokość minimalnego wynagrodzenia za pracę</w:t>
      </w:r>
      <w:r w:rsidR="009F5A6A">
        <w:t>, o którym</w:t>
      </w:r>
      <w:r w:rsidR="000B4B2B" w:rsidRPr="000E15EE">
        <w:t xml:space="preserve"> </w:t>
      </w:r>
      <w:r w:rsidRPr="000E15EE">
        <w:t>mowa</w:t>
      </w:r>
      <w:r w:rsidR="00BB7627" w:rsidRPr="000E15EE">
        <w:t xml:space="preserve"> w </w:t>
      </w:r>
      <w:r w:rsidRPr="000E15EE">
        <w:t>przepisach</w:t>
      </w:r>
      <w:r w:rsidR="00BB7627" w:rsidRPr="000E15EE">
        <w:t xml:space="preserve"> o </w:t>
      </w:r>
      <w:r w:rsidRPr="000E15EE">
        <w:t>minimalnym wynagrodzeniu za pracę, lub</w:t>
      </w:r>
    </w:p>
    <w:p w14:paraId="0A58E292" w14:textId="77777777" w:rsidR="00D4325D" w:rsidRPr="000E15EE" w:rsidRDefault="0087080C" w:rsidP="00D4325D">
      <w:pPr>
        <w:pStyle w:val="PKTpunkt"/>
      </w:pPr>
      <w:r w:rsidRPr="000E15EE">
        <w:t>2</w:t>
      </w:r>
      <w:r w:rsidR="00D4325D" w:rsidRPr="000E15EE">
        <w:t>)</w:t>
      </w:r>
      <w:r w:rsidR="00D4325D" w:rsidRPr="000E15EE">
        <w:tab/>
        <w:t xml:space="preserve">oświadczenie zawiera nieprawdziwe dane osobowe lub fałszywe informacje lub </w:t>
      </w:r>
      <w:r w:rsidR="00C6208F" w:rsidRPr="000E15EE">
        <w:t xml:space="preserve">polski </w:t>
      </w:r>
      <w:r w:rsidR="0015752B">
        <w:t>podmiot powierzający pracę cudzoziemcowi</w:t>
      </w:r>
      <w:r w:rsidR="00D4325D" w:rsidRPr="000E15EE">
        <w:t xml:space="preserve"> dołączył do oświadczenia dokumenty zawierające takie dane, lub</w:t>
      </w:r>
    </w:p>
    <w:p w14:paraId="0EF8BE2E" w14:textId="1D0A8EB7" w:rsidR="00D4325D" w:rsidRPr="000E15EE" w:rsidRDefault="0087080C" w:rsidP="00D4325D">
      <w:pPr>
        <w:pStyle w:val="PKTpunkt"/>
      </w:pPr>
      <w:r w:rsidRPr="000E15EE">
        <w:t>3</w:t>
      </w:r>
      <w:r w:rsidR="00D4325D" w:rsidRPr="000E15EE">
        <w:t>)</w:t>
      </w:r>
      <w:r w:rsidR="00D4325D" w:rsidRPr="000E15EE">
        <w:tab/>
        <w:t>zachodzą okoliczności,</w:t>
      </w:r>
      <w:r w:rsidR="00BB7627" w:rsidRPr="000E15EE">
        <w:t xml:space="preserve"> o </w:t>
      </w:r>
      <w:r w:rsidR="00D4325D" w:rsidRPr="000E15EE">
        <w:t>których mowa</w:t>
      </w:r>
      <w:r w:rsidR="00BB7627" w:rsidRPr="000E15EE">
        <w:t xml:space="preserve"> w art. </w:t>
      </w:r>
      <w:r w:rsidR="00D4325D" w:rsidRPr="000E15EE">
        <w:t xml:space="preserve">13 </w:t>
      </w:r>
      <w:r w:rsidR="00BB7627" w:rsidRPr="000E15EE">
        <w:t>ust. </w:t>
      </w:r>
      <w:r w:rsidR="00D4325D" w:rsidRPr="000E15EE">
        <w:t xml:space="preserve">1 </w:t>
      </w:r>
      <w:r w:rsidR="00BB7627" w:rsidRPr="000E15EE">
        <w:t>pkt </w:t>
      </w:r>
      <w:r w:rsidR="00D4325D" w:rsidRPr="000E15EE">
        <w:t>1 lit. c–</w:t>
      </w:r>
      <w:r w:rsidR="007E542E">
        <w:t>n</w:t>
      </w:r>
      <w:r w:rsidR="00D4325D" w:rsidRPr="000E15EE">
        <w:t xml:space="preserve">, </w:t>
      </w:r>
      <w:r w:rsidR="00BB7627" w:rsidRPr="000E15EE">
        <w:t>pkt </w:t>
      </w:r>
      <w:r w:rsidR="00D4325D" w:rsidRPr="000E15EE">
        <w:t xml:space="preserve">2 lub </w:t>
      </w:r>
      <w:r w:rsidR="00BB7627" w:rsidRPr="000E15EE">
        <w:t>pkt </w:t>
      </w:r>
      <w:r w:rsidR="00D4325D" w:rsidRPr="000E15EE">
        <w:t>4–</w:t>
      </w:r>
      <w:r w:rsidR="00310488">
        <w:t>9</w:t>
      </w:r>
      <w:r w:rsidR="00F07FC5" w:rsidRPr="000E15EE">
        <w:t>, lub</w:t>
      </w:r>
    </w:p>
    <w:p w14:paraId="77A49498" w14:textId="77777777" w:rsidR="00D4325D" w:rsidRPr="000E15EE" w:rsidRDefault="0087080C" w:rsidP="00D4325D">
      <w:pPr>
        <w:pStyle w:val="PKTpunkt"/>
      </w:pPr>
      <w:r w:rsidRPr="000E15EE">
        <w:t>4</w:t>
      </w:r>
      <w:r w:rsidR="00D4325D" w:rsidRPr="000E15EE">
        <w:t>)</w:t>
      </w:r>
      <w:r w:rsidR="00D4325D" w:rsidRPr="000E15EE">
        <w:tab/>
      </w:r>
      <w:r w:rsidR="00E90F0A" w:rsidRPr="000E15EE">
        <w:t xml:space="preserve">polski </w:t>
      </w:r>
      <w:r w:rsidR="0015752B">
        <w:t>podmiot powierzający pracę cudzoziemcowi</w:t>
      </w:r>
      <w:r w:rsidR="00D4325D" w:rsidRPr="000E15EE">
        <w:t xml:space="preserve"> lub osoba fizyczna, która działała</w:t>
      </w:r>
      <w:r w:rsidR="00BB7627" w:rsidRPr="000E15EE">
        <w:t xml:space="preserve"> w </w:t>
      </w:r>
      <w:r w:rsidR="00D4325D" w:rsidRPr="000E15EE">
        <w:t>jego imieniu, zostali co najmniej dwukrotnie prawomocnie ukarani za popełnienie</w:t>
      </w:r>
      <w:r w:rsidR="009F61DE" w:rsidRPr="000E15EE">
        <w:t xml:space="preserve"> wykroczenia</w:t>
      </w:r>
      <w:r w:rsidR="00D4325D" w:rsidRPr="000E15EE">
        <w:t>,</w:t>
      </w:r>
      <w:r w:rsidR="00BB7627" w:rsidRPr="000E15EE">
        <w:t xml:space="preserve"> o </w:t>
      </w:r>
      <w:r w:rsidR="00D4325D" w:rsidRPr="000E15EE">
        <w:t>którym mowa</w:t>
      </w:r>
      <w:r w:rsidR="00BB7627" w:rsidRPr="000E15EE">
        <w:t xml:space="preserve"> w art.</w:t>
      </w:r>
      <w:r w:rsidR="000C37B9">
        <w:t xml:space="preserve"> </w:t>
      </w:r>
      <w:r w:rsidR="00D5646A">
        <w:t xml:space="preserve">82 </w:t>
      </w:r>
      <w:r w:rsidR="00BB7627" w:rsidRPr="000E15EE">
        <w:t>ust. </w:t>
      </w:r>
      <w:r w:rsidR="00AB6BB6" w:rsidRPr="000E15EE">
        <w:t>9</w:t>
      </w:r>
      <w:r w:rsidR="00D4325D" w:rsidRPr="000E15EE">
        <w:t>,</w:t>
      </w:r>
      <w:r w:rsidR="00BB7627" w:rsidRPr="000E15EE">
        <w:t xml:space="preserve"> w </w:t>
      </w:r>
      <w:r w:rsidR="00D4325D" w:rsidRPr="000E15EE">
        <w:t>okresie 12 miesięcy poprzedzających datę złożenia oświadczenia</w:t>
      </w:r>
      <w:r w:rsidR="00BB7627" w:rsidRPr="000E15EE">
        <w:t xml:space="preserve"> w </w:t>
      </w:r>
      <w:r w:rsidR="00D4325D" w:rsidRPr="000E15EE">
        <w:t>powiatowym urzędzie pracy</w:t>
      </w:r>
      <w:r w:rsidR="00987C3F" w:rsidRPr="000E15EE">
        <w:t>, lub</w:t>
      </w:r>
    </w:p>
    <w:p w14:paraId="7FE579A9" w14:textId="77777777" w:rsidR="00D4325D" w:rsidRPr="000E15EE" w:rsidRDefault="0087080C" w:rsidP="00D4325D">
      <w:pPr>
        <w:pStyle w:val="PKTpunkt"/>
      </w:pPr>
      <w:r w:rsidRPr="000E15EE">
        <w:t>5</w:t>
      </w:r>
      <w:r w:rsidR="00D4325D" w:rsidRPr="000E15EE">
        <w:t>)</w:t>
      </w:r>
      <w:r w:rsidR="00D4325D" w:rsidRPr="000E15EE">
        <w:tab/>
        <w:t>w danym roku kalendarzowym nastąpiło przekroczenie obowiązującego limitu oświadczeń,</w:t>
      </w:r>
      <w:r w:rsidR="00BB7627" w:rsidRPr="000E15EE">
        <w:t xml:space="preserve"> o </w:t>
      </w:r>
      <w:r w:rsidR="00D4325D" w:rsidRPr="000E15EE">
        <w:t>którym mowa</w:t>
      </w:r>
      <w:r w:rsidR="00BB7627" w:rsidRPr="000E15EE">
        <w:t xml:space="preserve"> w ust. </w:t>
      </w:r>
      <w:r w:rsidR="00D4325D" w:rsidRPr="000E15EE">
        <w:t>2.</w:t>
      </w:r>
    </w:p>
    <w:p w14:paraId="21793EB5" w14:textId="77777777" w:rsidR="00D4325D" w:rsidRPr="000E15EE" w:rsidRDefault="00D4325D" w:rsidP="00D4325D">
      <w:pPr>
        <w:pStyle w:val="USTustnpkodeksu"/>
      </w:pPr>
      <w:r w:rsidRPr="000E15EE">
        <w:lastRenderedPageBreak/>
        <w:t>2. Rada Ministrów może określić,</w:t>
      </w:r>
      <w:r w:rsidR="00BB7627" w:rsidRPr="000E15EE">
        <w:t xml:space="preserve"> w </w:t>
      </w:r>
      <w:r w:rsidRPr="000E15EE">
        <w:t xml:space="preserve">drodze rozporządzenia, maksymalną liczbę </w:t>
      </w:r>
      <w:r w:rsidR="00A6363E">
        <w:t xml:space="preserve">(limity) </w:t>
      </w:r>
      <w:r w:rsidRPr="000E15EE">
        <w:t>oświadczeń</w:t>
      </w:r>
      <w:r w:rsidR="00BB7627" w:rsidRPr="000E15EE">
        <w:t xml:space="preserve"> o </w:t>
      </w:r>
      <w:r w:rsidR="00B36F02">
        <w:t>powierzeniu pracy cudzoziemcowi,</w:t>
      </w:r>
      <w:r w:rsidRPr="000E15EE">
        <w:t xml:space="preserve"> która może zostać wpisana do ewidencji oświadczeń</w:t>
      </w:r>
      <w:r w:rsidR="00BB7627" w:rsidRPr="000E15EE">
        <w:t xml:space="preserve"> w </w:t>
      </w:r>
      <w:r w:rsidRPr="000E15EE">
        <w:t>danym roku kalendarzowym,</w:t>
      </w:r>
      <w:r w:rsidR="00BB7627" w:rsidRPr="000E15EE">
        <w:t xml:space="preserve"> o </w:t>
      </w:r>
      <w:r w:rsidRPr="000E15EE">
        <w:t xml:space="preserve">ile jest to niezbędne ze względu na zagrożenie bezpieczeństwa państwa i porządku publicznego lub ryzyko, że wysoka liczba </w:t>
      </w:r>
      <w:r w:rsidR="0041797A" w:rsidRPr="000E15EE">
        <w:t xml:space="preserve">oświadczeń </w:t>
      </w:r>
      <w:r w:rsidR="001503C9">
        <w:t xml:space="preserve">o powierzeniu pracy cudzoziemcowi </w:t>
      </w:r>
      <w:r w:rsidRPr="000E15EE">
        <w:t>utrudni zatrudnienie obywateli polskich lub cudzoziemców,</w:t>
      </w:r>
      <w:r w:rsidR="00BB7627" w:rsidRPr="000E15EE">
        <w:t xml:space="preserve"> o </w:t>
      </w:r>
      <w:r w:rsidRPr="000E15EE">
        <w:t>których mowa</w:t>
      </w:r>
      <w:r w:rsidR="00BB7627" w:rsidRPr="000E15EE">
        <w:t xml:space="preserve"> w art. </w:t>
      </w:r>
      <w:r w:rsidRPr="000E15EE">
        <w:t xml:space="preserve">1 </w:t>
      </w:r>
      <w:r w:rsidR="00BB7627" w:rsidRPr="000E15EE">
        <w:t>ust. </w:t>
      </w:r>
      <w:r w:rsidR="003B5FE6" w:rsidRPr="000E15EE">
        <w:t>3 pkt 6</w:t>
      </w:r>
      <w:r w:rsidRPr="000E15EE">
        <w:t xml:space="preserve"> lub </w:t>
      </w:r>
      <w:r w:rsidR="00BB7627" w:rsidRPr="000E15EE">
        <w:t>art. </w:t>
      </w:r>
      <w:r w:rsidRPr="000E15EE">
        <w:t xml:space="preserve">3 </w:t>
      </w:r>
      <w:r w:rsidR="00BB7627" w:rsidRPr="000E15EE">
        <w:t>ust. </w:t>
      </w:r>
      <w:r w:rsidRPr="000E15EE">
        <w:t>1</w:t>
      </w:r>
      <w:r w:rsidR="007A0CBC">
        <w:t>, oraz sposób podziału limitów pomiędzy podmioty powierzające pracę cudzoziemcowi</w:t>
      </w:r>
      <w:r w:rsidRPr="000E15EE">
        <w:t xml:space="preserve">. Limity mogą dotyczyć województw, powiatów, zawodów, rodzajów umów, na podstawie których cudzoziemcowi może zostać powierzone wykonywanie pracy, lub rodzajów działalności </w:t>
      </w:r>
      <w:r w:rsidR="00E90F0A" w:rsidRPr="000E15EE">
        <w:t xml:space="preserve">polskiego </w:t>
      </w:r>
      <w:r w:rsidR="00B36F02">
        <w:t>podmiotu powierzającego pracę cudzoziemcowi</w:t>
      </w:r>
      <w:r w:rsidRPr="000E15EE">
        <w:t xml:space="preserve"> według klasyfikacji określonej</w:t>
      </w:r>
      <w:r w:rsidR="00BB7627" w:rsidRPr="000E15EE">
        <w:t xml:space="preserve"> w </w:t>
      </w:r>
      <w:r w:rsidRPr="000E15EE">
        <w:t xml:space="preserve">przepisach wydanych na podstawie </w:t>
      </w:r>
      <w:r w:rsidR="00BB7627" w:rsidRPr="000E15EE">
        <w:t>art. </w:t>
      </w:r>
      <w:r w:rsidRPr="000E15EE">
        <w:t xml:space="preserve">40 </w:t>
      </w:r>
      <w:r w:rsidR="00BB7627" w:rsidRPr="000E15EE">
        <w:t>ust. </w:t>
      </w:r>
      <w:r w:rsidRPr="000E15EE">
        <w:t>2 ustawy</w:t>
      </w:r>
      <w:r w:rsidR="00BB7627" w:rsidRPr="000E15EE">
        <w:t xml:space="preserve"> z </w:t>
      </w:r>
      <w:r w:rsidRPr="000E15EE">
        <w:t>dnia 29 czerwca 1995</w:t>
      </w:r>
      <w:r w:rsidR="00BB7627" w:rsidRPr="000E15EE">
        <w:t> r. o </w:t>
      </w:r>
      <w:r w:rsidRPr="000E15EE">
        <w:t>statystyce publicznej.</w:t>
      </w:r>
      <w:r w:rsidR="00651310" w:rsidRPr="00651310">
        <w:t xml:space="preserve"> </w:t>
      </w:r>
      <w:r w:rsidR="00651310">
        <w:t>Rozporządzenie może określić sposób podziału limitów pomiędzy podmioty powierzające pracę cudzoziemcowi.</w:t>
      </w:r>
    </w:p>
    <w:p w14:paraId="43677866" w14:textId="77777777" w:rsidR="00D4325D" w:rsidRPr="000E15EE" w:rsidRDefault="00D4325D" w:rsidP="00D4325D">
      <w:pPr>
        <w:pStyle w:val="USTustnpkodeksu"/>
      </w:pPr>
      <w:r w:rsidRPr="000E15EE">
        <w:t>3. Minister właściwy do spraw pracy umieszcza</w:t>
      </w:r>
      <w:r w:rsidR="00BB7627" w:rsidRPr="000E15EE">
        <w:t xml:space="preserve"> w </w:t>
      </w:r>
      <w:r w:rsidRPr="000E15EE">
        <w:t>Biuletynie Informacji Publicznej informacje</w:t>
      </w:r>
      <w:r w:rsidR="00BB7627" w:rsidRPr="000E15EE">
        <w:t xml:space="preserve"> o </w:t>
      </w:r>
      <w:r w:rsidRPr="000E15EE">
        <w:t>stanie wykorzystania limitów,</w:t>
      </w:r>
      <w:r w:rsidR="00BB7627" w:rsidRPr="000E15EE">
        <w:t xml:space="preserve"> o </w:t>
      </w:r>
      <w:r w:rsidRPr="000E15EE">
        <w:t>których mowa</w:t>
      </w:r>
      <w:r w:rsidR="00BB7627" w:rsidRPr="000E15EE">
        <w:t xml:space="preserve"> w ust. </w:t>
      </w:r>
      <w:r w:rsidRPr="000E15EE">
        <w:t>2, na koniec każdego miesiąca oraz ogłasza ich pełne wykorzystanie</w:t>
      </w:r>
      <w:r w:rsidR="00BB7627" w:rsidRPr="000E15EE">
        <w:t xml:space="preserve"> w </w:t>
      </w:r>
      <w:r w:rsidRPr="000E15EE">
        <w:t xml:space="preserve">Dzienniku Urzędowym Rzeczypospolitej Polskiej </w:t>
      </w:r>
      <w:r w:rsidR="006C00D6" w:rsidRPr="000E15EE">
        <w:t>„</w:t>
      </w:r>
      <w:r w:rsidRPr="000E15EE">
        <w:t>Monitor Polski</w:t>
      </w:r>
      <w:r w:rsidR="006C00D6" w:rsidRPr="000E15EE">
        <w:t>”</w:t>
      </w:r>
      <w:r w:rsidRPr="000E15EE">
        <w:t>,</w:t>
      </w:r>
      <w:r w:rsidR="00BB7627" w:rsidRPr="000E15EE">
        <w:t xml:space="preserve"> w </w:t>
      </w:r>
      <w:r w:rsidRPr="000E15EE">
        <w:t>drodze obwieszczenia.</w:t>
      </w:r>
    </w:p>
    <w:p w14:paraId="7382C84E" w14:textId="77777777" w:rsidR="00D4325D" w:rsidRPr="000E15EE" w:rsidRDefault="00D4325D" w:rsidP="00D4325D">
      <w:pPr>
        <w:pStyle w:val="USTustnpkodeksu"/>
      </w:pPr>
      <w:r w:rsidRPr="000E15EE">
        <w:t>4. </w:t>
      </w:r>
      <w:r w:rsidR="00857DC3" w:rsidRPr="000E15EE">
        <w:t xml:space="preserve">Przepisy art. 14 stosuje się odpowiednio w sprawie wpisu oświadczenia </w:t>
      </w:r>
      <w:r w:rsidR="001503C9">
        <w:t xml:space="preserve">o powierzeniu pracy cudzoziemcowi </w:t>
      </w:r>
      <w:r w:rsidR="00857DC3" w:rsidRPr="000E15EE">
        <w:t>do ewidencji oświadczeń.</w:t>
      </w:r>
    </w:p>
    <w:p w14:paraId="7B4B3DB6" w14:textId="77777777" w:rsidR="00D4325D" w:rsidRPr="000E15EE" w:rsidRDefault="00D4325D" w:rsidP="00D4325D">
      <w:pPr>
        <w:pStyle w:val="USTustnpkodeksu"/>
      </w:pPr>
      <w:r w:rsidRPr="000E15EE">
        <w:t>5. Odmowa dokonania wpisu oświadczenia</w:t>
      </w:r>
      <w:r w:rsidR="00BB7627" w:rsidRPr="000E15EE">
        <w:t xml:space="preserve"> </w:t>
      </w:r>
      <w:r w:rsidR="001503C9">
        <w:t xml:space="preserve">o powierzeniu pracy cudzoziemcowi </w:t>
      </w:r>
      <w:r w:rsidRPr="000E15EE">
        <w:t>do ewidencji oświadczeń następuje</w:t>
      </w:r>
      <w:r w:rsidR="00BB7627" w:rsidRPr="000E15EE">
        <w:t xml:space="preserve"> w </w:t>
      </w:r>
      <w:r w:rsidRPr="000E15EE">
        <w:t>drodze decyzji administracyjnej.</w:t>
      </w:r>
    </w:p>
    <w:p w14:paraId="108B662E" w14:textId="77777777" w:rsidR="00D4325D" w:rsidRPr="000E15EE" w:rsidRDefault="00BB7627" w:rsidP="00D4325D">
      <w:pPr>
        <w:pStyle w:val="ARTartustawynprozporzdzenia"/>
      </w:pPr>
      <w:bookmarkStart w:id="168" w:name="_Toc107830004"/>
      <w:r w:rsidRPr="000E15EE">
        <w:rPr>
          <w:rStyle w:val="Ppogrubienie"/>
        </w:rPr>
        <w:t>Art. </w:t>
      </w:r>
      <w:r w:rsidR="00195F48" w:rsidRPr="000E15EE">
        <w:rPr>
          <w:rStyle w:val="Ppogrubienie"/>
        </w:rPr>
        <w:t>64</w:t>
      </w:r>
      <w:r w:rsidR="00D4325D" w:rsidRPr="000E15EE">
        <w:rPr>
          <w:rStyle w:val="Ppogrubienie"/>
        </w:rPr>
        <w:t>.</w:t>
      </w:r>
      <w:r w:rsidRPr="000E15EE">
        <w:t xml:space="preserve"> </w:t>
      </w:r>
      <w:r w:rsidR="00AD402E" w:rsidRPr="000E15EE">
        <w:t>W </w:t>
      </w:r>
      <w:r w:rsidR="00D4325D" w:rsidRPr="000E15EE">
        <w:t>sprawach niewymagających postępowania wyjaśniającego wpis albo odmowa dokonania wpisu oświadczenia</w:t>
      </w:r>
      <w:r w:rsidRPr="000E15EE">
        <w:t xml:space="preserve"> </w:t>
      </w:r>
      <w:r w:rsidR="001503C9">
        <w:t xml:space="preserve">o powierzeniu pracy cudzoziemcowi </w:t>
      </w:r>
      <w:r w:rsidR="00D4325D" w:rsidRPr="000E15EE">
        <w:t>do ewidencji oświadczeń następuje nie później niż</w:t>
      </w:r>
      <w:r w:rsidRPr="000E15EE">
        <w:t xml:space="preserve"> w </w:t>
      </w:r>
      <w:r w:rsidR="00D4325D" w:rsidRPr="000E15EE">
        <w:t>terminie 7 dni roboczych od dnia otrzymania oświadczenia, a</w:t>
      </w:r>
      <w:r w:rsidRPr="000E15EE">
        <w:t xml:space="preserve"> w </w:t>
      </w:r>
      <w:r w:rsidR="00D4325D" w:rsidRPr="000E15EE">
        <w:t>sprawach wymagających postępowania wyjaśniającego – nie później niż</w:t>
      </w:r>
      <w:r w:rsidRPr="000E15EE">
        <w:t xml:space="preserve"> w </w:t>
      </w:r>
      <w:r w:rsidR="00D4325D" w:rsidRPr="000E15EE">
        <w:t>terminie 30 dni od dnia otrzymania oświadczenia.</w:t>
      </w:r>
      <w:bookmarkEnd w:id="168"/>
    </w:p>
    <w:p w14:paraId="4EDBBE50" w14:textId="77777777" w:rsidR="00D4325D" w:rsidRPr="000E15EE" w:rsidRDefault="00BB7627" w:rsidP="00D4325D">
      <w:pPr>
        <w:pStyle w:val="ARTartustawynprozporzdzenia"/>
      </w:pPr>
      <w:bookmarkStart w:id="169" w:name="_Toc107830005"/>
      <w:r w:rsidRPr="000E15EE">
        <w:rPr>
          <w:rStyle w:val="Ppogrubienie"/>
        </w:rPr>
        <w:t>Art. </w:t>
      </w:r>
      <w:r w:rsidR="00195F48" w:rsidRPr="000E15EE">
        <w:rPr>
          <w:rStyle w:val="Ppogrubienie"/>
        </w:rPr>
        <w:t>65</w:t>
      </w:r>
      <w:r w:rsidR="00D4325D" w:rsidRPr="000E15EE">
        <w:rPr>
          <w:rStyle w:val="Ppogrubienie"/>
        </w:rPr>
        <w:t>.</w:t>
      </w:r>
      <w:r w:rsidR="00D4325D" w:rsidRPr="000E15EE">
        <w:t> 1. Do postępowań</w:t>
      </w:r>
      <w:r w:rsidRPr="000E15EE">
        <w:t xml:space="preserve"> w </w:t>
      </w:r>
      <w:r w:rsidR="00D4325D" w:rsidRPr="000E15EE">
        <w:t>sprawie wpisu oświadczenia</w:t>
      </w:r>
      <w:r w:rsidRPr="000E15EE">
        <w:t xml:space="preserve"> </w:t>
      </w:r>
      <w:r w:rsidR="001503C9">
        <w:t xml:space="preserve">o powierzeniu pracy cudzoziemcowi </w:t>
      </w:r>
      <w:r w:rsidR="00D4325D" w:rsidRPr="000E15EE">
        <w:t>do ewidencji oświadczeń stosuje się przepisy ustawy</w:t>
      </w:r>
      <w:r w:rsidRPr="000E15EE">
        <w:t xml:space="preserve"> z </w:t>
      </w:r>
      <w:r w:rsidR="00D4325D" w:rsidRPr="000E15EE">
        <w:t>dnia 14 czerwca 1960</w:t>
      </w:r>
      <w:r w:rsidRPr="000E15EE">
        <w:t xml:space="preserve"> r. </w:t>
      </w:r>
      <w:r w:rsidR="00D4325D" w:rsidRPr="000E15EE">
        <w:t xml:space="preserve">– Kodeks </w:t>
      </w:r>
      <w:bookmarkStart w:id="170" w:name="highlightHit_2"/>
      <w:bookmarkEnd w:id="170"/>
      <w:r w:rsidR="00D4325D" w:rsidRPr="000E15EE">
        <w:t>postępowania administracyjnego</w:t>
      </w:r>
      <w:r w:rsidR="00FA5895">
        <w:t>, z wyłączeniem art. 37</w:t>
      </w:r>
      <w:r w:rsidR="00D4325D" w:rsidRPr="000E15EE">
        <w:t>.</w:t>
      </w:r>
      <w:bookmarkEnd w:id="169"/>
    </w:p>
    <w:p w14:paraId="5F20E777" w14:textId="77777777" w:rsidR="00897EC8" w:rsidRPr="000E15EE" w:rsidRDefault="00D4325D" w:rsidP="00897EC8">
      <w:pPr>
        <w:pStyle w:val="USTustnpkodeksu"/>
      </w:pPr>
      <w:r w:rsidRPr="000E15EE">
        <w:t>2.</w:t>
      </w:r>
      <w:r w:rsidR="00BB7627" w:rsidRPr="000E15EE">
        <w:t xml:space="preserve"> </w:t>
      </w:r>
      <w:r w:rsidR="00E310D4" w:rsidRPr="000E15EE">
        <w:t>W</w:t>
      </w:r>
      <w:r w:rsidR="00BB7627" w:rsidRPr="000E15EE">
        <w:t> </w:t>
      </w:r>
      <w:r w:rsidRPr="000E15EE">
        <w:t>postępowaniu</w:t>
      </w:r>
      <w:r w:rsidR="00BB7627" w:rsidRPr="000E15EE">
        <w:t xml:space="preserve"> w </w:t>
      </w:r>
      <w:r w:rsidRPr="000E15EE">
        <w:t>sprawie oświadczenia</w:t>
      </w:r>
      <w:r w:rsidR="00BB7627" w:rsidRPr="000E15EE">
        <w:t xml:space="preserve"> </w:t>
      </w:r>
      <w:r w:rsidR="003C7E3D">
        <w:t>powierzeniu pracy cudzoziemcowi</w:t>
      </w:r>
      <w:r w:rsidR="00897EC8">
        <w:t>:</w:t>
      </w:r>
    </w:p>
    <w:p w14:paraId="0C5CA95C" w14:textId="77777777" w:rsidR="00897EC8" w:rsidRDefault="00897EC8" w:rsidP="00CE7FC3">
      <w:pPr>
        <w:pStyle w:val="PKTpunkt"/>
      </w:pPr>
      <w:r w:rsidRPr="000E15EE">
        <w:t>1)</w:t>
      </w:r>
      <w:r w:rsidRPr="000E15EE">
        <w:tab/>
      </w:r>
      <w:r w:rsidRPr="009150B4">
        <w:t xml:space="preserve">stroną postępowania jest wyłącznie </w:t>
      </w:r>
      <w:r w:rsidR="0015752B">
        <w:t>podmiot powierzający pracę cudzoziemcowi</w:t>
      </w:r>
      <w:r>
        <w:t>;</w:t>
      </w:r>
    </w:p>
    <w:p w14:paraId="59D9DBD4" w14:textId="77777777" w:rsidR="00897EC8" w:rsidRPr="000E15EE" w:rsidRDefault="00897EC8" w:rsidP="00CE7FC3">
      <w:pPr>
        <w:pStyle w:val="PKTpunkt"/>
        <w:rPr>
          <w:rStyle w:val="Ppogrubienie"/>
        </w:rPr>
      </w:pPr>
      <w:r w:rsidRPr="009150B4">
        <w:t>2)</w:t>
      </w:r>
      <w:r>
        <w:tab/>
      </w:r>
      <w:r w:rsidRPr="009150B4">
        <w:t>nie stosuje się przepisów art. 31 ustawy z dnia 14 czerwca 1960 r. – Kodeks postępowania administracyjnego.</w:t>
      </w:r>
    </w:p>
    <w:p w14:paraId="15D330B4" w14:textId="77777777" w:rsidR="00222839" w:rsidRPr="000E15EE" w:rsidRDefault="00222839" w:rsidP="00222839">
      <w:pPr>
        <w:pStyle w:val="USTustnpkodeksu"/>
      </w:pPr>
      <w:r w:rsidRPr="000E15EE">
        <w:lastRenderedPageBreak/>
        <w:t xml:space="preserve">3. Środek zaskarżenia w sprawie wpisu oświadczenia </w:t>
      </w:r>
      <w:r w:rsidR="001503C9">
        <w:t xml:space="preserve">o powierzeniu pracy cudzoziemcowi </w:t>
      </w:r>
      <w:r w:rsidRPr="000E15EE">
        <w:t>do ewidencji oświadczeń składa się za pomocą systemu teleinformatycznego</w:t>
      </w:r>
      <w:r w:rsidR="008B0C88" w:rsidRPr="000E15EE">
        <w:t>, o którym mowa w art.</w:t>
      </w:r>
      <w:r w:rsidR="009F29BB">
        <w:t xml:space="preserve"> 26 ust. 1 </w:t>
      </w:r>
      <w:r w:rsidR="00BB1576" w:rsidRPr="00BB1576">
        <w:t>ustawy z dnia … o rynku pracy i służbach zatrudnienia</w:t>
      </w:r>
      <w:r w:rsidRPr="000E15EE">
        <w:t>. Złożenie środka zaskarżenia w inny sposób jest niedopuszczalne.</w:t>
      </w:r>
    </w:p>
    <w:p w14:paraId="62003750" w14:textId="77777777" w:rsidR="00222839" w:rsidRPr="000E15EE" w:rsidRDefault="00A55101" w:rsidP="00222839">
      <w:pPr>
        <w:pStyle w:val="USTustnpkodeksu"/>
      </w:pPr>
      <w:r w:rsidRPr="000E15EE">
        <w:t>4</w:t>
      </w:r>
      <w:r w:rsidR="00222839" w:rsidRPr="000E15EE">
        <w:t>. </w:t>
      </w:r>
      <w:r w:rsidR="00951D9B" w:rsidRPr="000E15EE">
        <w:t>W przypadku nieprawidłowego działania systemu teleinformatycznego</w:t>
      </w:r>
      <w:r w:rsidR="008B0C88" w:rsidRPr="000E15EE">
        <w:t>, o którym mowa w art.</w:t>
      </w:r>
      <w:r w:rsidR="009F29BB">
        <w:t xml:space="preserve"> 26 ust. 1 </w:t>
      </w:r>
      <w:r w:rsidR="00BB1576" w:rsidRPr="00BB1576">
        <w:t>ustawy z dnia … o rynku pracy i służbach zatrudnienia</w:t>
      </w:r>
      <w:r w:rsidR="00951D9B" w:rsidRPr="000E15EE">
        <w:t xml:space="preserve">, które powoduje brak możliwości wniesienia środka zaskarżenia w sposób określony w ust. 4 w terminie określonym odpowiednio przepisami art. 129 § 2 lub art. 141 § 2 ustawy z dnia 14 czerwca 1960 r. – Kodeks postępowania administracyjnego, środek zaskarżenia wnosi się najpóźniej pierwszego dnia roboczego następującego po dniu usunięcia </w:t>
      </w:r>
      <w:r w:rsidR="004D3819" w:rsidRPr="000E15EE">
        <w:t>nieprawidłowości</w:t>
      </w:r>
      <w:r w:rsidR="00222839" w:rsidRPr="000E15EE">
        <w:t xml:space="preserve">. </w:t>
      </w:r>
    </w:p>
    <w:p w14:paraId="3D56F4AB" w14:textId="77777777" w:rsidR="00FB0661" w:rsidRPr="000E15EE" w:rsidRDefault="00A55101" w:rsidP="00222839">
      <w:pPr>
        <w:pStyle w:val="USTustnpkodeksu"/>
      </w:pPr>
      <w:r w:rsidRPr="000E15EE">
        <w:t>5. </w:t>
      </w:r>
      <w:r w:rsidR="00E310D4" w:rsidRPr="000E15EE">
        <w:t>W</w:t>
      </w:r>
      <w:r w:rsidR="00BB7627" w:rsidRPr="000E15EE">
        <w:t> </w:t>
      </w:r>
      <w:r w:rsidR="00D4325D" w:rsidRPr="000E15EE">
        <w:t>sprawach dotyczących oświadczeń</w:t>
      </w:r>
      <w:r w:rsidR="00BB7627" w:rsidRPr="000E15EE">
        <w:t xml:space="preserve"> </w:t>
      </w:r>
      <w:r w:rsidR="001503C9">
        <w:t xml:space="preserve">o powierzeniu pracy cudzoziemcowi </w:t>
      </w:r>
      <w:r w:rsidR="00D4325D" w:rsidRPr="000E15EE">
        <w:t>organem wyższego stopnia</w:t>
      </w:r>
      <w:r w:rsidR="00BB7627" w:rsidRPr="000E15EE">
        <w:t xml:space="preserve"> w </w:t>
      </w:r>
      <w:r w:rsidR="00D4325D" w:rsidRPr="000E15EE">
        <w:t>rozumieniu przepisów Kodeksu postępowania administracyjnego jest minister właściwy do spraw pracy.</w:t>
      </w:r>
    </w:p>
    <w:p w14:paraId="4BF52095" w14:textId="77777777" w:rsidR="00D4325D" w:rsidRPr="000E15EE" w:rsidRDefault="00BB7627" w:rsidP="00CC3F14">
      <w:pPr>
        <w:pStyle w:val="ARTartustawynprozporzdzenia"/>
        <w:keepNext/>
      </w:pPr>
      <w:bookmarkStart w:id="171" w:name="_Toc107830006"/>
      <w:r w:rsidRPr="000E15EE">
        <w:rPr>
          <w:rStyle w:val="Ppogrubienie"/>
        </w:rPr>
        <w:t>Art. </w:t>
      </w:r>
      <w:r w:rsidR="00195F48" w:rsidRPr="000E15EE">
        <w:rPr>
          <w:rStyle w:val="Ppogrubienie"/>
        </w:rPr>
        <w:t>66</w:t>
      </w:r>
      <w:r w:rsidR="00D4325D" w:rsidRPr="000E15EE">
        <w:rPr>
          <w:rStyle w:val="Ppogrubienie"/>
        </w:rPr>
        <w:t>.</w:t>
      </w:r>
      <w:r w:rsidR="00D4325D" w:rsidRPr="000E15EE">
        <w:t xml:space="preserve"> 1. </w:t>
      </w:r>
      <w:r w:rsidR="00AF2712" w:rsidRPr="000E15EE">
        <w:t>P</w:t>
      </w:r>
      <w:r w:rsidR="00E90F0A" w:rsidRPr="000E15EE">
        <w:t xml:space="preserve">olski </w:t>
      </w:r>
      <w:r w:rsidR="0015752B">
        <w:t>podmiot powierzający pracę cudzoziemcowi</w:t>
      </w:r>
      <w:r w:rsidR="00D4325D" w:rsidRPr="000E15EE">
        <w:t>, którego oświadczenie</w:t>
      </w:r>
      <w:r w:rsidRPr="000E15EE">
        <w:t xml:space="preserve"> </w:t>
      </w:r>
      <w:r w:rsidR="001503C9">
        <w:t xml:space="preserve">o powierzeniu pracy cudzoziemcowi </w:t>
      </w:r>
      <w:r w:rsidR="00D4325D" w:rsidRPr="000E15EE">
        <w:t>zostało wpisane do ewidencji:</w:t>
      </w:r>
      <w:bookmarkEnd w:id="171"/>
    </w:p>
    <w:p w14:paraId="15EFD384" w14:textId="77777777" w:rsidR="00D4325D" w:rsidRDefault="00D4325D" w:rsidP="00D4325D">
      <w:pPr>
        <w:pStyle w:val="PKTpunkt"/>
      </w:pPr>
      <w:r w:rsidRPr="000E15EE">
        <w:t>1)</w:t>
      </w:r>
      <w:r w:rsidRPr="000E15EE">
        <w:tab/>
        <w:t>uwzględnia</w:t>
      </w:r>
      <w:r w:rsidR="00BB7627" w:rsidRPr="000E15EE">
        <w:t xml:space="preserve"> w </w:t>
      </w:r>
      <w:r w:rsidRPr="000E15EE">
        <w:t>umowie</w:t>
      </w:r>
      <w:r w:rsidR="00BB7627" w:rsidRPr="000E15EE">
        <w:t xml:space="preserve"> z </w:t>
      </w:r>
      <w:r w:rsidRPr="000E15EE">
        <w:t>cudzoziemcem warunki określone</w:t>
      </w:r>
      <w:r w:rsidR="00BB7627" w:rsidRPr="000E15EE">
        <w:t xml:space="preserve"> w </w:t>
      </w:r>
      <w:r w:rsidRPr="000E15EE">
        <w:t>oświadczeniu lub zmianę warunków, która nie wymaga nowego oświadczenia;</w:t>
      </w:r>
    </w:p>
    <w:p w14:paraId="2C922B32" w14:textId="77777777" w:rsidR="00492925" w:rsidRPr="000E15EE" w:rsidRDefault="00492925" w:rsidP="00492925">
      <w:pPr>
        <w:pStyle w:val="PKTpunkt"/>
      </w:pPr>
      <w:r w:rsidRPr="00492925">
        <w:t>2)</w:t>
      </w:r>
      <w:r w:rsidRPr="00492925">
        <w:tab/>
        <w:t>przekazuje organowi, który wydał zezwolenie na pracę, kopię umowy z cudzoziemcem, za pomocą systemu, o którym mowa w art. 26 ust. 1 ustawy z dnia … o rynku pracy i służbach zatrudnienia;</w:t>
      </w:r>
    </w:p>
    <w:p w14:paraId="7E8FF880" w14:textId="03E40946" w:rsidR="00D4325D" w:rsidRPr="000E15EE" w:rsidRDefault="00492925" w:rsidP="00D4325D">
      <w:pPr>
        <w:pStyle w:val="PKTpunkt"/>
      </w:pPr>
      <w:r>
        <w:t>3</w:t>
      </w:r>
      <w:r w:rsidR="00D4325D" w:rsidRPr="000E15EE">
        <w:t xml:space="preserve">) </w:t>
      </w:r>
      <w:r w:rsidR="00D4325D" w:rsidRPr="000E15EE">
        <w:tab/>
        <w:t xml:space="preserve">dostosowuje wysokość wynagrodzenia cudzoziemca do </w:t>
      </w:r>
      <w:r w:rsidR="00DC50A0" w:rsidRPr="000E15EE">
        <w:t xml:space="preserve">kwoty nie niższej niż aktualna wysokość </w:t>
      </w:r>
      <w:r w:rsidR="00D4325D" w:rsidRPr="000E15EE">
        <w:t>minimalnego wynagrodzenia za pracę</w:t>
      </w:r>
      <w:r w:rsidR="00426C9D" w:rsidRPr="000E15EE">
        <w:t xml:space="preserve"> lub kwota określona według minimalnej stawki godzinowej, o których mowa w przepisach o minimalnym wynagrodzeniu za pracę</w:t>
      </w:r>
      <w:r w:rsidR="00D4325D" w:rsidRPr="000E15EE">
        <w:t>;</w:t>
      </w:r>
    </w:p>
    <w:p w14:paraId="743D3072" w14:textId="5E448052" w:rsidR="00D4325D" w:rsidRPr="000E15EE" w:rsidRDefault="00492925" w:rsidP="00D4325D">
      <w:pPr>
        <w:pStyle w:val="PKTpunkt"/>
      </w:pPr>
      <w:r>
        <w:t>4</w:t>
      </w:r>
      <w:r w:rsidR="00D4325D" w:rsidRPr="000E15EE">
        <w:t xml:space="preserve">) </w:t>
      </w:r>
      <w:r w:rsidR="00D4325D" w:rsidRPr="000E15EE">
        <w:tab/>
        <w:t>podwyższa wynagrodzenie cudzoziemca proporcjonalnie do zwiększenia wymiaru czasu pracy cudzoziemca zatrudnionego</w:t>
      </w:r>
      <w:r w:rsidR="00BB7627" w:rsidRPr="000E15EE">
        <w:t xml:space="preserve"> w </w:t>
      </w:r>
      <w:r w:rsidR="00D4325D" w:rsidRPr="000E15EE">
        <w:t>niepełnym wymiarze czasu pracy lub liczby godzin,</w:t>
      </w:r>
      <w:r w:rsidR="00BB7627" w:rsidRPr="000E15EE">
        <w:t xml:space="preserve"> w </w:t>
      </w:r>
      <w:r w:rsidR="00D4325D" w:rsidRPr="000E15EE">
        <w:t>których cudzoziemiec wykonuje pracę na podstawie umowy cywilnoprawnej;</w:t>
      </w:r>
    </w:p>
    <w:p w14:paraId="6A787F9F" w14:textId="04FBA4FB" w:rsidR="00D4325D" w:rsidRPr="000E15EE" w:rsidRDefault="00492925" w:rsidP="00D4325D">
      <w:pPr>
        <w:pStyle w:val="PKTpunkt"/>
      </w:pPr>
      <w:r>
        <w:t>5</w:t>
      </w:r>
      <w:r w:rsidR="00D4325D" w:rsidRPr="000E15EE">
        <w:t>)</w:t>
      </w:r>
      <w:r w:rsidR="00D4325D" w:rsidRPr="000E15EE">
        <w:tab/>
      </w:r>
      <w:r w:rsidR="000B4B2B" w:rsidRPr="000E15EE">
        <w:t xml:space="preserve">przekazuje </w:t>
      </w:r>
      <w:r w:rsidR="00D4325D" w:rsidRPr="000E15EE">
        <w:t>cudzoziemc</w:t>
      </w:r>
      <w:r w:rsidR="000B4B2B" w:rsidRPr="000E15EE">
        <w:t>owi</w:t>
      </w:r>
      <w:r w:rsidR="00BB7627" w:rsidRPr="000E15EE">
        <w:t xml:space="preserve"> </w:t>
      </w:r>
      <w:r w:rsidR="00D4325D" w:rsidRPr="000E15EE">
        <w:t>oświadczeni</w:t>
      </w:r>
      <w:r w:rsidR="000B4B2B" w:rsidRPr="000E15EE">
        <w:t>e</w:t>
      </w:r>
      <w:r w:rsidR="00D4325D" w:rsidRPr="000E15EE">
        <w:t xml:space="preserve"> wpisan</w:t>
      </w:r>
      <w:r w:rsidR="000B4B2B" w:rsidRPr="000E15EE">
        <w:t>e</w:t>
      </w:r>
      <w:r w:rsidR="00D4325D" w:rsidRPr="000E15EE">
        <w:t xml:space="preserve"> do ewidencji oświadczeń;</w:t>
      </w:r>
    </w:p>
    <w:p w14:paraId="2BC4DA7E" w14:textId="44F4E6D5" w:rsidR="00D4325D" w:rsidRPr="000E15EE" w:rsidRDefault="00492925" w:rsidP="00D4325D">
      <w:pPr>
        <w:pStyle w:val="PKTpunkt"/>
      </w:pPr>
      <w:r>
        <w:t>6</w:t>
      </w:r>
      <w:r w:rsidR="00D4325D" w:rsidRPr="000E15EE">
        <w:t>)</w:t>
      </w:r>
      <w:r w:rsidR="00D4325D" w:rsidRPr="000E15EE">
        <w:tab/>
        <w:t>zachowuje należytą staranność</w:t>
      </w:r>
      <w:r w:rsidR="00BB7627" w:rsidRPr="000E15EE">
        <w:t xml:space="preserve"> w </w:t>
      </w:r>
      <w:r w:rsidR="00D4325D" w:rsidRPr="000E15EE">
        <w:t>postępowaniu</w:t>
      </w:r>
      <w:r w:rsidR="00BB7627" w:rsidRPr="000E15EE">
        <w:t xml:space="preserve"> w </w:t>
      </w:r>
      <w:r w:rsidR="00D4325D" w:rsidRPr="000E15EE">
        <w:t>sprawie wpisu oświadczenia do ewidencji;</w:t>
      </w:r>
    </w:p>
    <w:p w14:paraId="39FEE48C" w14:textId="2BFDD965" w:rsidR="00D4325D" w:rsidRPr="000E15EE" w:rsidRDefault="00492925" w:rsidP="00D4325D">
      <w:pPr>
        <w:pStyle w:val="PKTpunkt"/>
      </w:pPr>
      <w:r>
        <w:t>7</w:t>
      </w:r>
      <w:r w:rsidR="00D4325D" w:rsidRPr="000E15EE">
        <w:t>)</w:t>
      </w:r>
      <w:r w:rsidR="00D4325D" w:rsidRPr="000E15EE">
        <w:tab/>
        <w:t xml:space="preserve">udostępnia staroście, wojewodzie, jednostce organizacyjnej Zakładu Ubezpieczeń Społecznych, Kasie Rolniczego Ubezpieczenia Społecznego, konsulowi, </w:t>
      </w:r>
      <w:r w:rsidR="005071CE" w:rsidRPr="000E15EE">
        <w:t xml:space="preserve">ministrowi właściwemu do spraw zagranicznych, </w:t>
      </w:r>
      <w:r w:rsidR="00D4325D" w:rsidRPr="000E15EE">
        <w:t xml:space="preserve">organowi Państwowej Inspekcji Pracy, Krajowej </w:t>
      </w:r>
      <w:r w:rsidR="00D4325D" w:rsidRPr="000E15EE">
        <w:lastRenderedPageBreak/>
        <w:t xml:space="preserve">Administracji Skarbowej, Straży Granicznej </w:t>
      </w:r>
      <w:r w:rsidR="004A6406">
        <w:t xml:space="preserve">lub </w:t>
      </w:r>
      <w:r w:rsidR="00D4325D" w:rsidRPr="000E15EE">
        <w:t>Policji, na ich wniosek, dokumenty potwierdzające wypełnienie obowiązków określonych</w:t>
      </w:r>
      <w:r w:rsidR="00BB7627" w:rsidRPr="000E15EE">
        <w:t xml:space="preserve"> w pkt </w:t>
      </w:r>
      <w:r w:rsidR="00D4325D" w:rsidRPr="000E15EE">
        <w:t>1</w:t>
      </w:r>
      <w:r>
        <w:t xml:space="preserve">, </w:t>
      </w:r>
      <w:r w:rsidR="00D4325D" w:rsidRPr="000E15EE">
        <w:t>3</w:t>
      </w:r>
      <w:r>
        <w:t xml:space="preserve"> i 4</w:t>
      </w:r>
      <w:r w:rsidR="00D4325D" w:rsidRPr="000E15EE">
        <w:t>, sporządzone</w:t>
      </w:r>
      <w:r w:rsidR="00BB7627" w:rsidRPr="000E15EE">
        <w:t xml:space="preserve"> w </w:t>
      </w:r>
      <w:r w:rsidR="00D4325D" w:rsidRPr="000E15EE">
        <w:t>języku polskim lub przetłumaczone na język polski;</w:t>
      </w:r>
    </w:p>
    <w:p w14:paraId="0292A15C" w14:textId="4489D0C9" w:rsidR="00D4325D" w:rsidRPr="000E15EE" w:rsidRDefault="00492925" w:rsidP="00D4325D">
      <w:pPr>
        <w:pStyle w:val="PKTpunkt"/>
      </w:pPr>
      <w:r>
        <w:t>8</w:t>
      </w:r>
      <w:r w:rsidR="00D4325D" w:rsidRPr="000E15EE">
        <w:t>)</w:t>
      </w:r>
      <w:r w:rsidR="00D4325D" w:rsidRPr="000E15EE">
        <w:tab/>
        <w:t>na wniosek pracodawcy użytkownika przekazuje mu kopię oświadczenia</w:t>
      </w:r>
      <w:r w:rsidR="00BB7627" w:rsidRPr="000E15EE">
        <w:t xml:space="preserve"> </w:t>
      </w:r>
      <w:r w:rsidR="001503C9">
        <w:t xml:space="preserve">o powierzeniu pracy cudzoziemcowi </w:t>
      </w:r>
      <w:r w:rsidR="00D4325D" w:rsidRPr="000E15EE">
        <w:t>dotyczącego pracownika tymczasowego.</w:t>
      </w:r>
    </w:p>
    <w:p w14:paraId="4E44F95F" w14:textId="77777777" w:rsidR="00D4325D" w:rsidRPr="000E15EE" w:rsidRDefault="00D4325D" w:rsidP="00D4325D">
      <w:pPr>
        <w:pStyle w:val="USTustnpkodeksu"/>
      </w:pPr>
      <w:r w:rsidRPr="000E15EE">
        <w:t>2.</w:t>
      </w:r>
      <w:r w:rsidR="00BB7627" w:rsidRPr="000E15EE">
        <w:t xml:space="preserve"> </w:t>
      </w:r>
      <w:r w:rsidR="00E310D4" w:rsidRPr="000E15EE">
        <w:t>W</w:t>
      </w:r>
      <w:r w:rsidR="00BB7627" w:rsidRPr="000E15EE">
        <w:t> </w:t>
      </w:r>
      <w:r w:rsidRPr="000E15EE">
        <w:t xml:space="preserve">przypadku stwierdzenia naruszenia przepisów </w:t>
      </w:r>
      <w:r w:rsidR="00BB7627" w:rsidRPr="000E15EE">
        <w:t>ust. </w:t>
      </w:r>
      <w:r w:rsidRPr="000E15EE">
        <w:t xml:space="preserve">1 </w:t>
      </w:r>
      <w:r w:rsidR="00E90F0A" w:rsidRPr="000E15EE">
        <w:t xml:space="preserve">polski </w:t>
      </w:r>
      <w:r w:rsidR="0015752B">
        <w:t>podmiot powierzający pracę cudzoziemcowi</w:t>
      </w:r>
      <w:r w:rsidRPr="000E15EE">
        <w:t xml:space="preserve"> jest obowiązany niezwłocznie dopełnić obowiązków,</w:t>
      </w:r>
      <w:r w:rsidR="00BB7627" w:rsidRPr="000E15EE">
        <w:t xml:space="preserve"> o </w:t>
      </w:r>
      <w:r w:rsidRPr="000E15EE">
        <w:t>których mowa</w:t>
      </w:r>
      <w:r w:rsidR="00BB7627" w:rsidRPr="000E15EE">
        <w:t xml:space="preserve"> w </w:t>
      </w:r>
      <w:r w:rsidRPr="000E15EE">
        <w:t>tych przepisach.</w:t>
      </w:r>
    </w:p>
    <w:p w14:paraId="471F9F22" w14:textId="77777777" w:rsidR="00D4325D" w:rsidRPr="000E15EE" w:rsidRDefault="00D4325D" w:rsidP="00D4325D">
      <w:pPr>
        <w:pStyle w:val="USTustnpkodeksu"/>
      </w:pPr>
      <w:r w:rsidRPr="000E15EE">
        <w:t>3.</w:t>
      </w:r>
      <w:r w:rsidR="00BB7627" w:rsidRPr="000E15EE">
        <w:t xml:space="preserve"> </w:t>
      </w:r>
      <w:r w:rsidR="00E310D4" w:rsidRPr="000E15EE">
        <w:t>W</w:t>
      </w:r>
      <w:r w:rsidR="00BB7627" w:rsidRPr="000E15EE">
        <w:t> </w:t>
      </w:r>
      <w:r w:rsidRPr="000E15EE">
        <w:t xml:space="preserve">przypadku niewypłacenia należnego wynagrodzenia lub nieopłacenia należnych składek na ubezpieczenia społeczne </w:t>
      </w:r>
      <w:r w:rsidR="00E90F0A" w:rsidRPr="000E15EE">
        <w:t xml:space="preserve">polski </w:t>
      </w:r>
      <w:r w:rsidR="0015752B">
        <w:t>podmiot powierzający pracę cudzoziemcowi</w:t>
      </w:r>
      <w:r w:rsidRPr="000E15EE">
        <w:t xml:space="preserve"> jest obowiązany wypłacić cudzoziemcowi zaległe wynagrodzenie za okres wykonywanej pracy.</w:t>
      </w:r>
    </w:p>
    <w:p w14:paraId="2328C23B" w14:textId="77777777" w:rsidR="00D4325D" w:rsidRPr="000E15EE" w:rsidRDefault="00BB7627" w:rsidP="00CC3F14">
      <w:pPr>
        <w:pStyle w:val="ARTartustawynprozporzdzenia"/>
        <w:keepNext/>
      </w:pPr>
      <w:bookmarkStart w:id="172" w:name="_Toc107830007"/>
      <w:r w:rsidRPr="000E15EE">
        <w:rPr>
          <w:rStyle w:val="Ppogrubienie"/>
        </w:rPr>
        <w:t>Art. </w:t>
      </w:r>
      <w:r w:rsidR="00195F48" w:rsidRPr="000E15EE">
        <w:rPr>
          <w:rStyle w:val="Ppogrubienie"/>
        </w:rPr>
        <w:t>67</w:t>
      </w:r>
      <w:r w:rsidR="00D4325D" w:rsidRPr="000E15EE">
        <w:rPr>
          <w:rStyle w:val="Ppogrubienie"/>
        </w:rPr>
        <w:t>.</w:t>
      </w:r>
      <w:r w:rsidR="00D4325D" w:rsidRPr="000E15EE">
        <w:t> Wpis nowego oświadczenia</w:t>
      </w:r>
      <w:r w:rsidRPr="000E15EE">
        <w:t xml:space="preserve"> </w:t>
      </w:r>
      <w:r w:rsidR="001503C9">
        <w:t xml:space="preserve">o powierzeniu pracy cudzoziemcowi </w:t>
      </w:r>
      <w:r w:rsidR="00D4325D" w:rsidRPr="000E15EE">
        <w:t>do ewidencji oświadczeń nie jest wymagany, jeżeli:</w:t>
      </w:r>
      <w:bookmarkEnd w:id="172"/>
    </w:p>
    <w:p w14:paraId="6DB013F8" w14:textId="77777777" w:rsidR="00FC224F" w:rsidRPr="000E15EE" w:rsidRDefault="00D4325D" w:rsidP="00D4325D">
      <w:pPr>
        <w:pStyle w:val="PKTpunkt"/>
      </w:pPr>
      <w:r w:rsidRPr="000E15EE">
        <w:t>1)</w:t>
      </w:r>
      <w:r w:rsidRPr="000E15EE">
        <w:tab/>
        <w:t xml:space="preserve">nastąpiła zmiana siedziby lub miejsca </w:t>
      </w:r>
      <w:r w:rsidR="00FC224F" w:rsidRPr="000E15EE">
        <w:t>zamieszkania</w:t>
      </w:r>
      <w:r w:rsidRPr="000E15EE">
        <w:t xml:space="preserve">, nazwy lub formy prawnej </w:t>
      </w:r>
      <w:r w:rsidR="00E90F0A" w:rsidRPr="000E15EE">
        <w:t xml:space="preserve">polskiego </w:t>
      </w:r>
      <w:r w:rsidR="00B36F02">
        <w:t>podmiotu powierzającego pracę cudzoziemcowi</w:t>
      </w:r>
      <w:r w:rsidRPr="000E15EE">
        <w:t xml:space="preserve"> lub </w:t>
      </w:r>
      <w:r w:rsidR="00FC224F" w:rsidRPr="000E15EE">
        <w:t>pracodawcy użytkownika</w:t>
      </w:r>
    </w:p>
    <w:p w14:paraId="16FAF653" w14:textId="77777777" w:rsidR="00D4325D" w:rsidRPr="000E15EE" w:rsidRDefault="00FC224F" w:rsidP="00D4325D">
      <w:pPr>
        <w:pStyle w:val="PKTpunkt"/>
      </w:pPr>
      <w:r w:rsidRPr="000E15EE">
        <w:t>2)</w:t>
      </w:r>
      <w:r w:rsidRPr="000E15EE">
        <w:tab/>
      </w:r>
      <w:r w:rsidR="00D4325D" w:rsidRPr="000E15EE">
        <w:t>nastąpiło przejście zakładu pracy lub jego części na innego pracodawcę;</w:t>
      </w:r>
    </w:p>
    <w:p w14:paraId="0D6C34C8" w14:textId="4571926F" w:rsidR="00FC224F" w:rsidRPr="000E15EE" w:rsidRDefault="00492925" w:rsidP="00D4325D">
      <w:pPr>
        <w:pStyle w:val="PKTpunkt"/>
      </w:pPr>
      <w:r>
        <w:t>3</w:t>
      </w:r>
      <w:r w:rsidR="00D4325D" w:rsidRPr="000E15EE">
        <w:t>)</w:t>
      </w:r>
      <w:r w:rsidR="00D4325D" w:rsidRPr="000E15EE">
        <w:tab/>
        <w:t>zwiększono wymiar czasu pracy lub liczbę godzin pracy</w:t>
      </w:r>
      <w:r w:rsidR="00BB7627" w:rsidRPr="000E15EE">
        <w:t xml:space="preserve"> w </w:t>
      </w:r>
      <w:r w:rsidR="00D4325D" w:rsidRPr="000E15EE">
        <w:t>tygodniu lub miesiącu określone</w:t>
      </w:r>
      <w:r w:rsidR="00BB7627" w:rsidRPr="000E15EE">
        <w:t xml:space="preserve"> w </w:t>
      </w:r>
      <w:r w:rsidR="00D4325D" w:rsidRPr="000E15EE">
        <w:t xml:space="preserve"> oświadczeniu</w:t>
      </w:r>
      <w:r w:rsidR="00BB7627" w:rsidRPr="000E15EE">
        <w:t xml:space="preserve"> </w:t>
      </w:r>
      <w:r w:rsidR="001503C9">
        <w:t xml:space="preserve">o powierzeniu pracy cudzoziemcowi </w:t>
      </w:r>
      <w:r w:rsidR="00AB2C2D" w:rsidRPr="00AB2C2D">
        <w:t>nie więcej niż do pełnego wymiaru czasu pracy, a w przypadku umowy cywilnoprawnej do 299 godzin miesięcznie</w:t>
      </w:r>
      <w:r w:rsidR="00D4325D" w:rsidRPr="000E15EE">
        <w:t>, przy jednoczesnym proporcjonalnym zwiększeniu wynagrodzenia</w:t>
      </w:r>
      <w:r w:rsidR="00FC224F" w:rsidRPr="000E15EE">
        <w:t>;</w:t>
      </w:r>
    </w:p>
    <w:p w14:paraId="0B3192FC" w14:textId="310B7FF2" w:rsidR="00D4325D" w:rsidRPr="000E15EE" w:rsidRDefault="00492925" w:rsidP="00FC224F">
      <w:pPr>
        <w:pStyle w:val="PKTpunkt"/>
      </w:pPr>
      <w:r>
        <w:t>4</w:t>
      </w:r>
      <w:r w:rsidR="00FC224F" w:rsidRPr="000E15EE">
        <w:t>)</w:t>
      </w:r>
      <w:r w:rsidR="00FC224F" w:rsidRPr="000E15EE">
        <w:tab/>
        <w:t>nastąpiła zmiana nazwy stanowiska pracy bez zmiany zakresu obowiązków cudzoziemca.</w:t>
      </w:r>
    </w:p>
    <w:p w14:paraId="07E0751D" w14:textId="77777777" w:rsidR="00D4325D" w:rsidRPr="000E15EE" w:rsidRDefault="00BB7627" w:rsidP="00CC3F14">
      <w:pPr>
        <w:pStyle w:val="ARTartustawynprozporzdzenia"/>
        <w:keepNext/>
      </w:pPr>
      <w:bookmarkStart w:id="173" w:name="_Toc107830008"/>
      <w:r w:rsidRPr="000E15EE">
        <w:rPr>
          <w:rStyle w:val="Ppogrubienie"/>
        </w:rPr>
        <w:t>Art. </w:t>
      </w:r>
      <w:r w:rsidR="00195F48" w:rsidRPr="000E15EE">
        <w:rPr>
          <w:rStyle w:val="Ppogrubienie"/>
        </w:rPr>
        <w:t>68</w:t>
      </w:r>
      <w:r w:rsidR="00D4325D" w:rsidRPr="000E15EE">
        <w:rPr>
          <w:rStyle w:val="Ppogrubienie"/>
        </w:rPr>
        <w:t>.</w:t>
      </w:r>
      <w:r w:rsidR="00D4325D" w:rsidRPr="000E15EE">
        <w:t> 1. </w:t>
      </w:r>
      <w:r w:rsidR="00AF2712" w:rsidRPr="000E15EE">
        <w:t>P</w:t>
      </w:r>
      <w:r w:rsidR="00E90F0A" w:rsidRPr="000E15EE">
        <w:t xml:space="preserve">olski </w:t>
      </w:r>
      <w:r w:rsidR="0015752B">
        <w:t>podmiot powierzający pracę cudzoziemcowi</w:t>
      </w:r>
      <w:r w:rsidR="00D4325D" w:rsidRPr="000E15EE">
        <w:t>, którego oświadczenie</w:t>
      </w:r>
      <w:r w:rsidRPr="000E15EE">
        <w:t xml:space="preserve"> </w:t>
      </w:r>
      <w:r w:rsidR="001503C9">
        <w:t xml:space="preserve">o powierzeniu pracy cudzoziemcowi </w:t>
      </w:r>
      <w:r w:rsidR="00D4325D" w:rsidRPr="000E15EE">
        <w:t>zostało wpisane do ewidencji oświadczeń, powiadamia starostę, który dokonał wpisu, o:</w:t>
      </w:r>
      <w:bookmarkEnd w:id="173"/>
    </w:p>
    <w:p w14:paraId="48F9896A" w14:textId="77777777" w:rsidR="00D4325D" w:rsidRPr="000E15EE" w:rsidRDefault="00D4325D" w:rsidP="00D4325D">
      <w:pPr>
        <w:pStyle w:val="PKTpunkt"/>
      </w:pPr>
      <w:r w:rsidRPr="000E15EE">
        <w:t>1)</w:t>
      </w:r>
      <w:r w:rsidRPr="000E15EE">
        <w:tab/>
        <w:t>podjęciu pracy przez cudzoziemca</w:t>
      </w:r>
      <w:r w:rsidR="00BB7627" w:rsidRPr="000E15EE">
        <w:t xml:space="preserve"> w </w:t>
      </w:r>
      <w:r w:rsidRPr="000E15EE">
        <w:t>terminie 7 dni od dnia rozpoczęcia pracy;</w:t>
      </w:r>
    </w:p>
    <w:p w14:paraId="281983F9" w14:textId="77777777" w:rsidR="00D4325D" w:rsidRPr="000E15EE" w:rsidRDefault="00D4325D" w:rsidP="00D4325D">
      <w:pPr>
        <w:pStyle w:val="PKTpunkt"/>
      </w:pPr>
      <w:r w:rsidRPr="000E15EE">
        <w:t>2)</w:t>
      </w:r>
      <w:r w:rsidRPr="000E15EE">
        <w:tab/>
        <w:t>niepodjęciu pracy przez cudzoziemca</w:t>
      </w:r>
      <w:r w:rsidR="00BB7627" w:rsidRPr="000E15EE">
        <w:t xml:space="preserve"> w </w:t>
      </w:r>
      <w:r w:rsidRPr="000E15EE">
        <w:t>terminie 14 dni od dnia rozpoczęcia pracy określonego</w:t>
      </w:r>
      <w:r w:rsidR="00BB7627" w:rsidRPr="000E15EE">
        <w:t xml:space="preserve"> w </w:t>
      </w:r>
      <w:r w:rsidRPr="000E15EE">
        <w:t>ewidencji oświadczeń.</w:t>
      </w:r>
    </w:p>
    <w:p w14:paraId="75E8A079" w14:textId="77777777" w:rsidR="00D4325D" w:rsidRPr="000E15EE" w:rsidRDefault="00563968" w:rsidP="00D4325D">
      <w:pPr>
        <w:pStyle w:val="USTustnpkodeksu"/>
      </w:pPr>
      <w:r w:rsidRPr="000E15EE">
        <w:t>2</w:t>
      </w:r>
      <w:r w:rsidR="00D4325D" w:rsidRPr="000E15EE">
        <w:t>. </w:t>
      </w:r>
      <w:r w:rsidR="00AF2712" w:rsidRPr="000E15EE">
        <w:t>P</w:t>
      </w:r>
      <w:r w:rsidR="00E90F0A" w:rsidRPr="000E15EE">
        <w:t xml:space="preserve">olski </w:t>
      </w:r>
      <w:r w:rsidR="0015752B">
        <w:t>podmiot powierzający pracę cudzoziemcowi</w:t>
      </w:r>
      <w:r w:rsidR="00D4325D" w:rsidRPr="000E15EE">
        <w:t>, którego oświadczenie</w:t>
      </w:r>
      <w:r w:rsidR="00BB7627" w:rsidRPr="000E15EE">
        <w:t xml:space="preserve"> </w:t>
      </w:r>
      <w:r w:rsidR="001503C9">
        <w:t xml:space="preserve">o powierzeniu pracy cudzoziemcowi </w:t>
      </w:r>
      <w:r w:rsidR="00D4325D" w:rsidRPr="000E15EE">
        <w:t>zostało wpisane do ewidencji oświadczeń, powiadamia starostę, który dokonał wpisu, że cudzoziemiec nie podejmie pracy lub zakończył pracę</w:t>
      </w:r>
      <w:r w:rsidR="005419C6" w:rsidRPr="000E15EE">
        <w:t xml:space="preserve"> przed dniem zakończenia pracy określonym w oświadczeniu</w:t>
      </w:r>
      <w:r w:rsidR="00D4325D" w:rsidRPr="000E15EE">
        <w:t>.</w:t>
      </w:r>
    </w:p>
    <w:p w14:paraId="78614AEC" w14:textId="77777777" w:rsidR="00D4325D" w:rsidRPr="000E15EE" w:rsidRDefault="00563968" w:rsidP="00D4325D">
      <w:pPr>
        <w:pStyle w:val="USTustnpkodeksu"/>
      </w:pPr>
      <w:r w:rsidRPr="000E15EE">
        <w:lastRenderedPageBreak/>
        <w:t>3</w:t>
      </w:r>
      <w:r w:rsidR="00D4325D" w:rsidRPr="000E15EE">
        <w:t>. Powiadomień,</w:t>
      </w:r>
      <w:r w:rsidR="00BB7627" w:rsidRPr="000E15EE">
        <w:t xml:space="preserve"> o </w:t>
      </w:r>
      <w:r w:rsidR="00D4325D" w:rsidRPr="000E15EE">
        <w:t>których mowa</w:t>
      </w:r>
      <w:r w:rsidR="00BB7627" w:rsidRPr="000E15EE">
        <w:t xml:space="preserve"> w ust. </w:t>
      </w:r>
      <w:r w:rsidR="00D4325D" w:rsidRPr="000E15EE">
        <w:t>1</w:t>
      </w:r>
      <w:r w:rsidR="00987C3F" w:rsidRPr="000E15EE">
        <w:t xml:space="preserve"> i</w:t>
      </w:r>
      <w:r w:rsidR="00C75E37" w:rsidRPr="000E15EE">
        <w:t xml:space="preserve"> 2</w:t>
      </w:r>
      <w:r w:rsidR="00D4325D" w:rsidRPr="000E15EE">
        <w:t>, dokonuje się za pomocą systemu teleinformatycznego</w:t>
      </w:r>
      <w:r w:rsidR="008B0C88" w:rsidRPr="000E15EE">
        <w:t>, o którym mowa w art.</w:t>
      </w:r>
      <w:r w:rsidR="009F29BB">
        <w:t xml:space="preserve"> 26 ust. 1 </w:t>
      </w:r>
      <w:r w:rsidR="00BB1576" w:rsidRPr="00BB1576">
        <w:t>ustawy z dnia … o rynku pracy i służbach zatrudnienia</w:t>
      </w:r>
      <w:r w:rsidR="00D4325D" w:rsidRPr="000E15EE">
        <w:t>.</w:t>
      </w:r>
    </w:p>
    <w:p w14:paraId="4784416F" w14:textId="77777777" w:rsidR="00563968" w:rsidRPr="000E15EE" w:rsidRDefault="00563968" w:rsidP="00563968">
      <w:pPr>
        <w:pStyle w:val="USTustnpkodeksu"/>
      </w:pPr>
      <w:r w:rsidRPr="000E15EE">
        <w:t>4. </w:t>
      </w:r>
      <w:r w:rsidR="00951D9B" w:rsidRPr="000E15EE">
        <w:t xml:space="preserve">W przypadku nieprawidłowego działania systemu teleinformatycznego, które powoduje brak możliwości terminowego powiadomienia w sposób określony w ust. 1, powiadomienia dokonuje się najpóźniej pierwszego dnia roboczego następującego po dniu usunięcia </w:t>
      </w:r>
      <w:r w:rsidR="004D3819" w:rsidRPr="000E15EE">
        <w:t>nieprawidłowości</w:t>
      </w:r>
      <w:r w:rsidRPr="000E15EE">
        <w:t>.</w:t>
      </w:r>
    </w:p>
    <w:p w14:paraId="37CF2959" w14:textId="77777777" w:rsidR="0095721E" w:rsidRPr="000E15EE" w:rsidRDefault="0046005F" w:rsidP="00D4325D">
      <w:pPr>
        <w:pStyle w:val="USTustnpkodeksu"/>
      </w:pPr>
      <w:r w:rsidRPr="000E15EE">
        <w:t>5</w:t>
      </w:r>
      <w:r w:rsidR="005419C6" w:rsidRPr="000E15EE">
        <w:t>. Wskutek powiadomienia, o którym mowa w ust.</w:t>
      </w:r>
      <w:r w:rsidR="00C75E37" w:rsidRPr="000E15EE">
        <w:t xml:space="preserve"> 2</w:t>
      </w:r>
      <w:r w:rsidR="005419C6" w:rsidRPr="000E15EE">
        <w:t xml:space="preserve">, wpis oświadczenia </w:t>
      </w:r>
      <w:r w:rsidR="001503C9">
        <w:t xml:space="preserve">o powierzeniu pracy cudzoziemcowi </w:t>
      </w:r>
      <w:r w:rsidR="005419C6" w:rsidRPr="000E15EE">
        <w:t>do ewidencji oświadczeń ulega unieważnieniu z mocy prawa.</w:t>
      </w:r>
    </w:p>
    <w:p w14:paraId="217215FF" w14:textId="77777777" w:rsidR="00D4325D" w:rsidRPr="000E15EE" w:rsidRDefault="00BB7627" w:rsidP="00D4325D">
      <w:pPr>
        <w:pStyle w:val="ARTartustawynprozporzdzenia"/>
      </w:pPr>
      <w:bookmarkStart w:id="174" w:name="_Toc107830009"/>
      <w:r w:rsidRPr="000E15EE">
        <w:rPr>
          <w:rStyle w:val="Ppogrubienie"/>
        </w:rPr>
        <w:t>Art. </w:t>
      </w:r>
      <w:r w:rsidR="00195F48" w:rsidRPr="000E15EE">
        <w:rPr>
          <w:rStyle w:val="Ppogrubienie"/>
        </w:rPr>
        <w:t>69</w:t>
      </w:r>
      <w:r w:rsidR="00D4325D" w:rsidRPr="000E15EE">
        <w:rPr>
          <w:rStyle w:val="Ppogrubienie"/>
        </w:rPr>
        <w:t>.</w:t>
      </w:r>
      <w:r w:rsidR="00D4325D" w:rsidRPr="000E15EE">
        <w:t> 1.</w:t>
      </w:r>
      <w:r w:rsidR="00AD402E" w:rsidRPr="000E15EE">
        <w:t> </w:t>
      </w:r>
      <w:r w:rsidR="00D4325D" w:rsidRPr="000E15EE">
        <w:t xml:space="preserve">Jeżeli </w:t>
      </w:r>
      <w:r w:rsidR="00E90F0A" w:rsidRPr="000E15EE">
        <w:t xml:space="preserve">polski </w:t>
      </w:r>
      <w:r w:rsidR="0015752B">
        <w:t>podmiot powierzający pracę cudzoziemcowi</w:t>
      </w:r>
      <w:r w:rsidR="00D4325D" w:rsidRPr="000E15EE">
        <w:t xml:space="preserve">, który zatrudniał cudzoziemca </w:t>
      </w:r>
      <w:r w:rsidR="00DB61FA" w:rsidRPr="000E15EE">
        <w:t xml:space="preserve">na podstawie </w:t>
      </w:r>
      <w:r w:rsidR="00B03B91" w:rsidRPr="000E15EE">
        <w:t>umowy o pracę</w:t>
      </w:r>
      <w:r w:rsidR="00DB61FA" w:rsidRPr="000E15EE">
        <w:t xml:space="preserve"> </w:t>
      </w:r>
      <w:r w:rsidR="00D4325D" w:rsidRPr="000E15EE">
        <w:t>przez okres nie krótszy niż 3 miesiące</w:t>
      </w:r>
      <w:r w:rsidRPr="000E15EE">
        <w:t xml:space="preserve"> w </w:t>
      </w:r>
      <w:r w:rsidR="00D4325D" w:rsidRPr="000E15EE">
        <w:t>związku</w:t>
      </w:r>
      <w:r w:rsidRPr="000E15EE">
        <w:t xml:space="preserve"> z </w:t>
      </w:r>
      <w:r w:rsidR="00D4325D" w:rsidRPr="000E15EE">
        <w:t>oświadczeniem</w:t>
      </w:r>
      <w:r w:rsidRPr="000E15EE">
        <w:t xml:space="preserve"> </w:t>
      </w:r>
      <w:r w:rsidR="001503C9">
        <w:t xml:space="preserve">o powierzeniu pracy cudzoziemcowi </w:t>
      </w:r>
      <w:r w:rsidR="00D4325D" w:rsidRPr="000E15EE">
        <w:t xml:space="preserve">wpisanym do ewidencji oświadczeń, złożył przed </w:t>
      </w:r>
      <w:r w:rsidR="0095721E" w:rsidRPr="000E15EE">
        <w:t xml:space="preserve">dniem </w:t>
      </w:r>
      <w:r w:rsidR="00D4325D" w:rsidRPr="000E15EE">
        <w:t xml:space="preserve">zakończenia pracy </w:t>
      </w:r>
      <w:r w:rsidR="0095721E" w:rsidRPr="000E15EE">
        <w:t xml:space="preserve">określonym </w:t>
      </w:r>
      <w:r w:rsidRPr="000E15EE">
        <w:t>w </w:t>
      </w:r>
      <w:r w:rsidR="00D4325D" w:rsidRPr="000E15EE">
        <w:t>oświadczeniu wniosek</w:t>
      </w:r>
      <w:r w:rsidRPr="000E15EE">
        <w:t xml:space="preserve"> o </w:t>
      </w:r>
      <w:r w:rsidR="009D3FC9" w:rsidRPr="000E15EE">
        <w:t xml:space="preserve">wydanie </w:t>
      </w:r>
      <w:r w:rsidR="00D4325D" w:rsidRPr="000E15EE">
        <w:t>zezwolenia na pracę dla tego cudzoziemca na tym samym stanowisku na podstawie umowy</w:t>
      </w:r>
      <w:r w:rsidRPr="000E15EE">
        <w:t xml:space="preserve"> o </w:t>
      </w:r>
      <w:r w:rsidR="00D4325D" w:rsidRPr="000E15EE">
        <w:t>pracę, a wniosek nie zawiera braków formalnych lub braki formalne zostały uzupełnione</w:t>
      </w:r>
      <w:r w:rsidRPr="000E15EE">
        <w:t xml:space="preserve"> w </w:t>
      </w:r>
      <w:r w:rsidR="00D4325D" w:rsidRPr="000E15EE">
        <w:t>terminie, pracę cudzoziemca na warunkach nie gorszych niż określone</w:t>
      </w:r>
      <w:r w:rsidRPr="000E15EE">
        <w:t xml:space="preserve"> w </w:t>
      </w:r>
      <w:r w:rsidR="00D4325D" w:rsidRPr="000E15EE">
        <w:t xml:space="preserve">oświadczeniu wpisanym do ewidencji oświadczeń uważa się za legalną od dnia </w:t>
      </w:r>
      <w:r w:rsidR="00DB61FA" w:rsidRPr="000E15EE">
        <w:t xml:space="preserve">zakończenia pracy </w:t>
      </w:r>
      <w:r w:rsidR="005419C6" w:rsidRPr="000E15EE">
        <w:t xml:space="preserve">określonego </w:t>
      </w:r>
      <w:r w:rsidR="00DB61FA" w:rsidRPr="000E15EE">
        <w:t xml:space="preserve">w oświadczeniu </w:t>
      </w:r>
      <w:r w:rsidR="00D4325D" w:rsidRPr="000E15EE">
        <w:t xml:space="preserve">do dnia </w:t>
      </w:r>
      <w:r w:rsidR="009D3FC9" w:rsidRPr="000E15EE">
        <w:t xml:space="preserve">wydania </w:t>
      </w:r>
      <w:r w:rsidR="00D4325D" w:rsidRPr="000E15EE">
        <w:t>zezwolenia na pracę lub doręczenia decyzji odmownej</w:t>
      </w:r>
      <w:r w:rsidRPr="000E15EE">
        <w:t xml:space="preserve"> w </w:t>
      </w:r>
      <w:r w:rsidR="00D4325D" w:rsidRPr="000E15EE">
        <w:t>tej sprawie.</w:t>
      </w:r>
      <w:bookmarkEnd w:id="174"/>
    </w:p>
    <w:p w14:paraId="30C2A93C" w14:textId="77777777" w:rsidR="00D4325D" w:rsidRPr="000E15EE" w:rsidRDefault="00D4325D" w:rsidP="00D4325D">
      <w:pPr>
        <w:pStyle w:val="USTustnpkodeksu"/>
      </w:pPr>
      <w:r w:rsidRPr="000E15EE">
        <w:t xml:space="preserve">2. Przepisu </w:t>
      </w:r>
      <w:r w:rsidR="00BB7627" w:rsidRPr="000E15EE">
        <w:t>ust. </w:t>
      </w:r>
      <w:r w:rsidRPr="000E15EE">
        <w:t>1 nie stosuje się</w:t>
      </w:r>
      <w:r w:rsidR="00BB7627" w:rsidRPr="000E15EE">
        <w:t xml:space="preserve"> w </w:t>
      </w:r>
      <w:r w:rsidRPr="000E15EE">
        <w:t>przypadku zawieszenia postępowania na wniosek strony.</w:t>
      </w:r>
    </w:p>
    <w:p w14:paraId="36E33538" w14:textId="77777777" w:rsidR="00E5450A" w:rsidRPr="000E15EE" w:rsidRDefault="00D4325D" w:rsidP="00D4325D">
      <w:pPr>
        <w:pStyle w:val="USTustnpkodeksu"/>
      </w:pPr>
      <w:r w:rsidRPr="000E15EE">
        <w:t xml:space="preserve">3. </w:t>
      </w:r>
      <w:r w:rsidR="00E5450A" w:rsidRPr="000E15EE">
        <w:t xml:space="preserve">W przypadku nieprawidłowego działania systemu informatycznego, które powoduje brak możliwości złożenia wniosku o wydanie zezwolenia na pracę, przepis ust. 1 stosuje się odpowiednio, jeżeli został złożony wniosek pierwszego dnia roboczego następującego po dniu usunięcia </w:t>
      </w:r>
      <w:r w:rsidR="004D3819" w:rsidRPr="000E15EE">
        <w:t>nieprawidłowości.</w:t>
      </w:r>
    </w:p>
    <w:p w14:paraId="457D77B1" w14:textId="77777777" w:rsidR="00D4325D" w:rsidRPr="000E15EE" w:rsidRDefault="00E5450A" w:rsidP="00D4325D">
      <w:pPr>
        <w:pStyle w:val="USTustnpkodeksu"/>
      </w:pPr>
      <w:r w:rsidRPr="000E15EE">
        <w:t>4. </w:t>
      </w:r>
      <w:r w:rsidR="00D4325D" w:rsidRPr="000E15EE">
        <w:t xml:space="preserve">Przepisy </w:t>
      </w:r>
      <w:r w:rsidR="00BB7627" w:rsidRPr="000E15EE">
        <w:t>ust. </w:t>
      </w:r>
      <w:r w:rsidR="00D4325D" w:rsidRPr="000E15EE">
        <w:t>1 i 2 stosuje się odpowiednio</w:t>
      </w:r>
      <w:r w:rsidR="00BB7627" w:rsidRPr="000E15EE">
        <w:t xml:space="preserve"> w </w:t>
      </w:r>
      <w:r w:rsidR="00D4325D" w:rsidRPr="000E15EE">
        <w:t>przypadku wniosku cudzoziemca</w:t>
      </w:r>
      <w:r w:rsidR="00BB7627" w:rsidRPr="000E15EE">
        <w:t xml:space="preserve"> o </w:t>
      </w:r>
      <w:r w:rsidR="00D4325D" w:rsidRPr="000E15EE">
        <w:t>udzielenie zezwolenia na pobyt czasowy,</w:t>
      </w:r>
      <w:r w:rsidR="00BB7627" w:rsidRPr="000E15EE">
        <w:t xml:space="preserve"> o </w:t>
      </w:r>
      <w:r w:rsidR="00D4325D" w:rsidRPr="000E15EE">
        <w:t>którym mowa</w:t>
      </w:r>
      <w:r w:rsidR="00BB7627" w:rsidRPr="000E15EE">
        <w:t xml:space="preserve"> w art. </w:t>
      </w:r>
      <w:r w:rsidR="00D4325D" w:rsidRPr="000E15EE">
        <w:t xml:space="preserve">114 </w:t>
      </w:r>
      <w:r w:rsidR="00BB7627" w:rsidRPr="000E15EE">
        <w:t>ust. </w:t>
      </w:r>
      <w:r w:rsidR="00D4325D" w:rsidRPr="000E15EE">
        <w:t>1 ustawy</w:t>
      </w:r>
      <w:r w:rsidR="00BB7627" w:rsidRPr="000E15EE">
        <w:t xml:space="preserve"> z </w:t>
      </w:r>
      <w:r w:rsidR="00D4325D" w:rsidRPr="000E15EE">
        <w:t>dnia 12 grudnia 2013</w:t>
      </w:r>
      <w:r w:rsidR="00BB7627" w:rsidRPr="000E15EE">
        <w:t> r. o </w:t>
      </w:r>
      <w:r w:rsidR="00D4325D" w:rsidRPr="000E15EE">
        <w:t>cudzoziemcach,</w:t>
      </w:r>
      <w:r w:rsidR="00BB7627" w:rsidRPr="000E15EE">
        <w:t xml:space="preserve"> w </w:t>
      </w:r>
      <w:r w:rsidR="00D4325D" w:rsidRPr="000E15EE">
        <w:t xml:space="preserve">celu kontynuacji zatrudnienia u danego </w:t>
      </w:r>
      <w:r w:rsidR="00E90F0A" w:rsidRPr="000E15EE">
        <w:t xml:space="preserve">polskiego </w:t>
      </w:r>
      <w:r w:rsidR="00B36F02">
        <w:t>podmiotu powierzającego pracę cudzoziemcowi</w:t>
      </w:r>
      <w:r w:rsidR="00DB61FA" w:rsidRPr="000E15EE">
        <w:t xml:space="preserve"> na tym samym stanowisku na podstawie umowy o pracę</w:t>
      </w:r>
      <w:r w:rsidR="00D4325D" w:rsidRPr="000E15EE">
        <w:t>.</w:t>
      </w:r>
    </w:p>
    <w:p w14:paraId="79658CAD" w14:textId="77777777" w:rsidR="00D4325D" w:rsidRPr="000E15EE" w:rsidRDefault="00D4325D" w:rsidP="00D4325D">
      <w:pPr>
        <w:pStyle w:val="ROZDZODDZOZNoznaczenierozdziauluboddziau"/>
      </w:pPr>
      <w:r w:rsidRPr="000E15EE">
        <w:lastRenderedPageBreak/>
        <w:t>Rozdział 7</w:t>
      </w:r>
    </w:p>
    <w:p w14:paraId="47D2BEB6" w14:textId="77777777" w:rsidR="00D4325D" w:rsidRPr="000E15EE" w:rsidRDefault="002F39CE" w:rsidP="00CC3F14">
      <w:pPr>
        <w:pStyle w:val="ROZDZODDZPRZEDMprzedmiotregulacjirozdziauluboddziau"/>
      </w:pPr>
      <w:bookmarkStart w:id="175" w:name="_Toc88838215"/>
      <w:r w:rsidRPr="000E15EE">
        <w:t xml:space="preserve">Indywidualne konta oraz przetwarzanie danych w </w:t>
      </w:r>
      <w:r w:rsidR="003275A4" w:rsidRPr="000E15EE">
        <w:t>systemach teleinformatycznych</w:t>
      </w:r>
    </w:p>
    <w:p w14:paraId="7AEB1B50" w14:textId="54664382" w:rsidR="002F39CE" w:rsidRPr="000E15EE" w:rsidRDefault="00BB7627" w:rsidP="005F108C">
      <w:pPr>
        <w:pStyle w:val="ARTartustawynprozporzdzenia"/>
      </w:pPr>
      <w:bookmarkStart w:id="176" w:name="_Toc107830011"/>
      <w:r w:rsidRPr="000E15EE">
        <w:rPr>
          <w:rStyle w:val="Ppogrubienie"/>
        </w:rPr>
        <w:t>Art. </w:t>
      </w:r>
      <w:r w:rsidR="00195F48" w:rsidRPr="000E15EE">
        <w:rPr>
          <w:rStyle w:val="Ppogrubienie"/>
        </w:rPr>
        <w:t>70</w:t>
      </w:r>
      <w:r w:rsidR="00D4325D" w:rsidRPr="000E15EE">
        <w:rPr>
          <w:rStyle w:val="Ppogrubienie"/>
        </w:rPr>
        <w:t>.</w:t>
      </w:r>
      <w:r w:rsidR="00D4325D" w:rsidRPr="000E15EE">
        <w:t> 1. </w:t>
      </w:r>
      <w:r w:rsidR="002F39CE" w:rsidRPr="000E15EE">
        <w:t>Indywidualne konto w systemie teleinformatycznym</w:t>
      </w:r>
      <w:r w:rsidR="009F29BB">
        <w:t>,</w:t>
      </w:r>
      <w:r w:rsidR="009F29BB" w:rsidRPr="009F29BB">
        <w:t xml:space="preserve"> </w:t>
      </w:r>
      <w:r w:rsidR="009F29BB" w:rsidRPr="000E15EE">
        <w:t>o którym mowa w art.</w:t>
      </w:r>
      <w:r w:rsidR="009F29BB">
        <w:t xml:space="preserve"> 26 ust. 1 </w:t>
      </w:r>
      <w:r w:rsidR="009F29BB" w:rsidRPr="00BB1576">
        <w:t>ustawy z dnia … o rynku pracy i służbach zatrudnienia</w:t>
      </w:r>
      <w:r w:rsidR="009F29BB">
        <w:t xml:space="preserve">, zwane dalej </w:t>
      </w:r>
      <w:r w:rsidR="001A0177" w:rsidRPr="000E15EE">
        <w:t>„</w:t>
      </w:r>
      <w:r w:rsidR="009F29BB">
        <w:t>indywidualnym kontem</w:t>
      </w:r>
      <w:r w:rsidR="001A0177" w:rsidRPr="000E15EE">
        <w:t>”</w:t>
      </w:r>
      <w:r w:rsidR="009F29BB">
        <w:t>,</w:t>
      </w:r>
      <w:r w:rsidR="002F39CE" w:rsidRPr="000E15EE">
        <w:t xml:space="preserve"> może założyć:</w:t>
      </w:r>
    </w:p>
    <w:p w14:paraId="2883CC0B" w14:textId="77777777" w:rsidR="002F39CE" w:rsidRPr="000E15EE" w:rsidRDefault="002F39CE" w:rsidP="002F39CE">
      <w:pPr>
        <w:pStyle w:val="PKTpunkt"/>
      </w:pPr>
      <w:r w:rsidRPr="000E15EE">
        <w:t>1)</w:t>
      </w:r>
      <w:r w:rsidRPr="000E15EE">
        <w:tab/>
        <w:t>osoba fizyczna:</w:t>
      </w:r>
    </w:p>
    <w:p w14:paraId="63377EC3" w14:textId="77777777" w:rsidR="002F39CE" w:rsidRPr="000E15EE" w:rsidRDefault="002F39CE" w:rsidP="002F39CE">
      <w:pPr>
        <w:pStyle w:val="LITlitera"/>
      </w:pPr>
      <w:r w:rsidRPr="000E15EE">
        <w:t>a)</w:t>
      </w:r>
      <w:r w:rsidRPr="000E15EE">
        <w:tab/>
        <w:t xml:space="preserve">upoważniona do reprezentowania </w:t>
      </w:r>
      <w:r w:rsidR="00B36F02">
        <w:t>podmiotu powierzającego pracę cudzoziemcowi</w:t>
      </w:r>
      <w:r w:rsidRPr="000E15EE">
        <w:t xml:space="preserve"> lub</w:t>
      </w:r>
    </w:p>
    <w:p w14:paraId="6306E497" w14:textId="77777777" w:rsidR="00D26EDF" w:rsidRPr="000E15EE" w:rsidRDefault="002F39CE" w:rsidP="002F39CE">
      <w:pPr>
        <w:pStyle w:val="LITlitera"/>
      </w:pPr>
      <w:r w:rsidRPr="000E15EE">
        <w:t>b)</w:t>
      </w:r>
      <w:r w:rsidRPr="000E15EE">
        <w:tab/>
      </w:r>
      <w:r w:rsidR="00D26EDF" w:rsidRPr="000E15EE">
        <w:t xml:space="preserve">będąca podmiotem </w:t>
      </w:r>
      <w:r w:rsidR="0015752B">
        <w:t>powierzającym pracę cudzoziemcowi</w:t>
      </w:r>
      <w:r w:rsidR="00D26EDF" w:rsidRPr="000E15EE">
        <w:t xml:space="preserve"> nieprowadzącym działalności gospodarczej, lub</w:t>
      </w:r>
    </w:p>
    <w:p w14:paraId="1A7C6853" w14:textId="77777777" w:rsidR="002F39CE" w:rsidRPr="000E15EE" w:rsidRDefault="00D26EDF" w:rsidP="002F39CE">
      <w:pPr>
        <w:pStyle w:val="LITlitera"/>
      </w:pPr>
      <w:r w:rsidRPr="000E15EE">
        <w:t>c)</w:t>
      </w:r>
      <w:r w:rsidRPr="000E15EE">
        <w:tab/>
      </w:r>
      <w:r w:rsidR="002F39CE" w:rsidRPr="000E15EE">
        <w:t>będąca cudzoziemcem, którego dotyczy zezwolenie na prac</w:t>
      </w:r>
      <w:r w:rsidR="005674BF" w:rsidRPr="000E15EE">
        <w:t>ę</w:t>
      </w:r>
      <w:r w:rsidR="002F39CE" w:rsidRPr="000E15EE">
        <w:t xml:space="preserve"> lub oświadczenie </w:t>
      </w:r>
      <w:r w:rsidR="003C7E3D">
        <w:t>powierzeniu pracy</w:t>
      </w:r>
      <w:r w:rsidR="002F39CE" w:rsidRPr="000E15EE">
        <w:t xml:space="preserve"> cudzoziemc</w:t>
      </w:r>
      <w:r w:rsidR="003C7E3D">
        <w:t>owi</w:t>
      </w:r>
      <w:r w:rsidR="002F39CE" w:rsidRPr="000E15EE">
        <w:t>;</w:t>
      </w:r>
    </w:p>
    <w:p w14:paraId="31BAE81C" w14:textId="77777777" w:rsidR="00D4325D" w:rsidRPr="000E15EE" w:rsidRDefault="002F39CE" w:rsidP="002F39CE">
      <w:pPr>
        <w:pStyle w:val="PKTpunkt"/>
      </w:pPr>
      <w:r w:rsidRPr="000E15EE">
        <w:t>2)</w:t>
      </w:r>
      <w:r w:rsidRPr="000E15EE">
        <w:tab/>
      </w:r>
      <w:bookmarkEnd w:id="176"/>
      <w:r w:rsidR="0015752B">
        <w:t>podmiot powierzający pracę cudzoziemcowi</w:t>
      </w:r>
      <w:r w:rsidR="00D26EDF" w:rsidRPr="000E15EE">
        <w:t xml:space="preserve"> niewymieniony w pkt 1 lit. b</w:t>
      </w:r>
      <w:r w:rsidRPr="000E15EE">
        <w:t>.</w:t>
      </w:r>
    </w:p>
    <w:p w14:paraId="6A67373C" w14:textId="77777777" w:rsidR="005F108C" w:rsidRPr="000E15EE" w:rsidRDefault="005F108C" w:rsidP="005F108C">
      <w:pPr>
        <w:pStyle w:val="USTustnpkodeksu"/>
      </w:pPr>
      <w:r w:rsidRPr="000E15EE">
        <w:t>2. Założenie indywidualnego konta wymaga uwierzytelnienia:</w:t>
      </w:r>
    </w:p>
    <w:p w14:paraId="14BEFA6D" w14:textId="77777777" w:rsidR="005F108C" w:rsidRPr="000E15EE" w:rsidRDefault="005F108C" w:rsidP="005F108C">
      <w:pPr>
        <w:pStyle w:val="PKTpunkt"/>
      </w:pPr>
      <w:r w:rsidRPr="000E15EE">
        <w:t>1)</w:t>
      </w:r>
      <w:r w:rsidRPr="000E15EE">
        <w:tab/>
        <w:t>zgodnie z metodami wymienionymi w art. 20a ust. 1 ustawy z dnia 17 lutego 2005 r. o</w:t>
      </w:r>
      <w:r w:rsidR="00D26EDF" w:rsidRPr="000E15EE">
        <w:t> </w:t>
      </w:r>
      <w:r w:rsidRPr="000E15EE">
        <w:t>informatyzacji działalności podmiotów realizujących zadania publiczne albo</w:t>
      </w:r>
    </w:p>
    <w:p w14:paraId="7D99E436" w14:textId="77777777" w:rsidR="005F108C" w:rsidRPr="000E15EE" w:rsidRDefault="005F108C" w:rsidP="005F108C">
      <w:pPr>
        <w:pStyle w:val="PKTpunkt"/>
      </w:pPr>
      <w:r w:rsidRPr="000E15EE">
        <w:t>2)</w:t>
      </w:r>
      <w:r w:rsidRPr="000E15EE">
        <w:tab/>
        <w:t>z wykorzystaniem certyfikatu</w:t>
      </w:r>
      <w:r w:rsidR="00AB6AF6" w:rsidRPr="00AB6AF6">
        <w:t xml:space="preserve"> </w:t>
      </w:r>
      <w:r w:rsidR="00AB6AF6" w:rsidRPr="00E4168D">
        <w:t>podstawowego, o którym mowa w art. 2 pkt 2 ustawy z dnia 26 maja 2023 r. o aplikacji mObywatel (Dz. U. poz. 1234</w:t>
      </w:r>
      <w:r w:rsidR="00AB6AF6">
        <w:t xml:space="preserve"> oraz z 2024 r. poz. 854</w:t>
      </w:r>
      <w:r w:rsidR="00AB6AF6" w:rsidRPr="00E4168D">
        <w:t>)</w:t>
      </w:r>
      <w:r w:rsidRPr="000E15EE">
        <w:t xml:space="preserve">. </w:t>
      </w:r>
    </w:p>
    <w:p w14:paraId="13D4E9CD" w14:textId="77777777" w:rsidR="005F108C" w:rsidRPr="000E15EE" w:rsidRDefault="005F108C" w:rsidP="005F108C">
      <w:pPr>
        <w:pStyle w:val="USTustnpkodeksu"/>
      </w:pPr>
      <w:r w:rsidRPr="000E15EE">
        <w:t>3. Zakładając indywidualne konto:</w:t>
      </w:r>
    </w:p>
    <w:p w14:paraId="6A1A0C73" w14:textId="77777777" w:rsidR="005F108C" w:rsidRPr="000E15EE" w:rsidRDefault="005F108C" w:rsidP="005F108C">
      <w:pPr>
        <w:pStyle w:val="PKTpunkt"/>
      </w:pPr>
      <w:r w:rsidRPr="000E15EE">
        <w:t>1)</w:t>
      </w:r>
      <w:r w:rsidRPr="000E15EE">
        <w:tab/>
        <w:t>osoba fizyczna, o której mowa w ust. 1 pkt 1 podaje następujące dane:</w:t>
      </w:r>
      <w:r w:rsidRPr="000E15EE" w:rsidDel="00C07CEA">
        <w:t xml:space="preserve"> </w:t>
      </w:r>
    </w:p>
    <w:p w14:paraId="045C93B6" w14:textId="5A31EE16" w:rsidR="005F108C" w:rsidRPr="000E15EE" w:rsidRDefault="005F108C" w:rsidP="005F108C">
      <w:pPr>
        <w:pStyle w:val="LITlitera"/>
      </w:pPr>
      <w:r w:rsidRPr="000E15EE">
        <w:t>a)</w:t>
      </w:r>
      <w:r w:rsidRPr="000E15EE">
        <w:tab/>
      </w:r>
      <w:bookmarkStart w:id="177" w:name="_Hlk125925465"/>
      <w:r w:rsidR="004A6406" w:rsidRPr="004A6406">
        <w:t>identyfikator profilu zaufanego, o którym mowa w ustawie z dnia 17 lutego 2005 r. o informatyzacji działalności podmiotów realizujących zadania publiczne (Dz. U. z 2024 r. poz. 307</w:t>
      </w:r>
      <w:r w:rsidR="001A0177">
        <w:t xml:space="preserve"> i 1222</w:t>
      </w:r>
      <w:r w:rsidR="004A6406" w:rsidRPr="004A6406">
        <w:t>)</w:t>
      </w:r>
      <w:r w:rsidRPr="000E15EE">
        <w:t>,</w:t>
      </w:r>
      <w:bookmarkEnd w:id="177"/>
    </w:p>
    <w:p w14:paraId="6E9B7139" w14:textId="77777777" w:rsidR="005F108C" w:rsidRPr="000E15EE" w:rsidRDefault="005F108C" w:rsidP="005F108C">
      <w:pPr>
        <w:pStyle w:val="LITlitera"/>
      </w:pPr>
      <w:r w:rsidRPr="000E15EE">
        <w:t>b)</w:t>
      </w:r>
      <w:r w:rsidRPr="000E15EE">
        <w:tab/>
        <w:t>imię (imiona) i nazwisko,</w:t>
      </w:r>
    </w:p>
    <w:p w14:paraId="5C539C2E" w14:textId="77777777" w:rsidR="005F108C" w:rsidRPr="000E15EE" w:rsidRDefault="005F108C" w:rsidP="005F108C">
      <w:pPr>
        <w:pStyle w:val="LITlitera"/>
      </w:pPr>
      <w:r w:rsidRPr="000E15EE">
        <w:t>c)</w:t>
      </w:r>
      <w:r w:rsidRPr="000E15EE">
        <w:tab/>
      </w:r>
      <w:r w:rsidR="005674BF" w:rsidRPr="000E15EE">
        <w:t xml:space="preserve">miejsce </w:t>
      </w:r>
      <w:r w:rsidRPr="000E15EE">
        <w:t>zamieszkania,</w:t>
      </w:r>
    </w:p>
    <w:p w14:paraId="0E9B6FF3" w14:textId="77777777" w:rsidR="005F108C" w:rsidRPr="000E15EE" w:rsidRDefault="005F108C" w:rsidP="005F108C">
      <w:pPr>
        <w:pStyle w:val="LITlitera"/>
      </w:pPr>
      <w:r w:rsidRPr="000E15EE">
        <w:t>d)</w:t>
      </w:r>
      <w:r w:rsidRPr="000E15EE">
        <w:tab/>
      </w:r>
      <w:r w:rsidR="003503BD" w:rsidRPr="000E15EE">
        <w:t>numer PESEL, a w przypadku jego braku, inny numer identyfikujący osobę</w:t>
      </w:r>
      <w:r w:rsidR="00FF7DEE" w:rsidRPr="000E15EE">
        <w:t>,</w:t>
      </w:r>
      <w:r w:rsidR="003503BD" w:rsidRPr="000E15EE">
        <w:t xml:space="preserve"> o której mowa w ust. 1 pkt 1 w krajach Unii Europejskiej i Europejskiego Obszaru Gospodarczego, kraj wydający taki  numer identyfikujący oraz jego nazwę,</w:t>
      </w:r>
    </w:p>
    <w:p w14:paraId="7C226B94" w14:textId="77777777" w:rsidR="005F108C" w:rsidRPr="000E15EE" w:rsidRDefault="005F108C" w:rsidP="005F108C">
      <w:pPr>
        <w:pStyle w:val="LITlitera"/>
      </w:pPr>
      <w:r w:rsidRPr="000E15EE">
        <w:t>e)</w:t>
      </w:r>
      <w:r w:rsidRPr="000E15EE">
        <w:tab/>
        <w:t xml:space="preserve">adres </w:t>
      </w:r>
      <w:r w:rsidR="0078151C">
        <w:t>elektroniczny</w:t>
      </w:r>
      <w:r w:rsidRPr="000E15EE">
        <w:t>,</w:t>
      </w:r>
    </w:p>
    <w:p w14:paraId="4F8616B5" w14:textId="77777777" w:rsidR="005F108C" w:rsidRPr="000E15EE" w:rsidRDefault="005F108C" w:rsidP="005F108C">
      <w:pPr>
        <w:pStyle w:val="LITlitera"/>
      </w:pPr>
      <w:r w:rsidRPr="000E15EE">
        <w:t>f)</w:t>
      </w:r>
      <w:r w:rsidRPr="000E15EE">
        <w:tab/>
        <w:t>numer telefonu;</w:t>
      </w:r>
    </w:p>
    <w:p w14:paraId="66220707" w14:textId="77777777" w:rsidR="005F108C" w:rsidRPr="000E15EE" w:rsidRDefault="005F108C" w:rsidP="005F108C">
      <w:pPr>
        <w:pStyle w:val="PKTpunkt"/>
      </w:pPr>
      <w:r w:rsidRPr="000E15EE">
        <w:t>2)</w:t>
      </w:r>
      <w:r w:rsidRPr="000E15EE">
        <w:tab/>
      </w:r>
      <w:r w:rsidR="0015752B">
        <w:t>podmiot powierzający pracę cudzoziemcowi</w:t>
      </w:r>
      <w:r w:rsidRPr="000E15EE">
        <w:t xml:space="preserve"> </w:t>
      </w:r>
      <w:r w:rsidR="003140C7" w:rsidRPr="000E15EE">
        <w:t xml:space="preserve">będący jednostką organizacyjną </w:t>
      </w:r>
      <w:r w:rsidRPr="000E15EE">
        <w:t>podaje:</w:t>
      </w:r>
    </w:p>
    <w:p w14:paraId="42747940" w14:textId="77777777" w:rsidR="00927F5A" w:rsidRPr="000E15EE" w:rsidRDefault="00927F5A" w:rsidP="005F108C">
      <w:pPr>
        <w:pStyle w:val="LITlitera"/>
      </w:pPr>
      <w:r w:rsidRPr="000E15EE">
        <w:t>a)</w:t>
      </w:r>
      <w:r w:rsidRPr="000E15EE">
        <w:tab/>
        <w:t>numer w Krajowym Rejestrze Sądowym, o ile posiada,</w:t>
      </w:r>
    </w:p>
    <w:p w14:paraId="095C60B3" w14:textId="77777777" w:rsidR="005F108C" w:rsidRPr="000E15EE" w:rsidRDefault="00927F5A" w:rsidP="005F108C">
      <w:pPr>
        <w:pStyle w:val="LITlitera"/>
      </w:pPr>
      <w:r w:rsidRPr="000E15EE">
        <w:lastRenderedPageBreak/>
        <w:t>b</w:t>
      </w:r>
      <w:r w:rsidR="005F108C" w:rsidRPr="000E15EE">
        <w:t>)</w:t>
      </w:r>
      <w:r w:rsidR="005F108C" w:rsidRPr="000E15EE">
        <w:tab/>
        <w:t>identyfika</w:t>
      </w:r>
      <w:r w:rsidR="00B97085" w:rsidRPr="000E15EE">
        <w:t>tor</w:t>
      </w:r>
      <w:r w:rsidR="005F108C" w:rsidRPr="000E15EE">
        <w:t xml:space="preserve"> podatkow</w:t>
      </w:r>
      <w:r w:rsidR="00B97085" w:rsidRPr="000E15EE">
        <w:t>y</w:t>
      </w:r>
      <w:r w:rsidR="005F108C" w:rsidRPr="000E15EE">
        <w:t xml:space="preserve"> NIP, </w:t>
      </w:r>
    </w:p>
    <w:p w14:paraId="37F65B57" w14:textId="77777777" w:rsidR="005F108C" w:rsidRPr="000E15EE" w:rsidRDefault="00927F5A" w:rsidP="005F108C">
      <w:pPr>
        <w:pStyle w:val="LITlitera"/>
      </w:pPr>
      <w:r w:rsidRPr="000E15EE">
        <w:t>c</w:t>
      </w:r>
      <w:r w:rsidR="005F108C" w:rsidRPr="000E15EE">
        <w:t>)</w:t>
      </w:r>
      <w:r w:rsidR="005F108C" w:rsidRPr="000E15EE">
        <w:tab/>
        <w:t>numer REGON,</w:t>
      </w:r>
    </w:p>
    <w:p w14:paraId="011AE7CF" w14:textId="77777777" w:rsidR="005F108C" w:rsidRPr="000E15EE" w:rsidRDefault="00927F5A" w:rsidP="005F108C">
      <w:pPr>
        <w:pStyle w:val="LITlitera"/>
      </w:pPr>
      <w:r w:rsidRPr="000E15EE">
        <w:t>d</w:t>
      </w:r>
      <w:r w:rsidR="005F108C" w:rsidRPr="000E15EE">
        <w:t>)</w:t>
      </w:r>
      <w:r w:rsidR="005F108C" w:rsidRPr="000E15EE">
        <w:tab/>
        <w:t>nazwę lub firmę,</w:t>
      </w:r>
    </w:p>
    <w:p w14:paraId="003BA374" w14:textId="77777777" w:rsidR="005F108C" w:rsidRPr="000E15EE" w:rsidRDefault="00927F5A" w:rsidP="005F108C">
      <w:pPr>
        <w:pStyle w:val="LITlitera"/>
      </w:pPr>
      <w:r w:rsidRPr="000E15EE">
        <w:t>e</w:t>
      </w:r>
      <w:r w:rsidR="005F108C" w:rsidRPr="000E15EE">
        <w:t>)</w:t>
      </w:r>
      <w:r w:rsidR="005F108C" w:rsidRPr="000E15EE">
        <w:tab/>
        <w:t>adres siedziby,</w:t>
      </w:r>
    </w:p>
    <w:p w14:paraId="0AFA55EA" w14:textId="77777777" w:rsidR="005F108C" w:rsidRPr="000E15EE" w:rsidRDefault="00927F5A" w:rsidP="005F108C">
      <w:pPr>
        <w:pStyle w:val="LITlitera"/>
      </w:pPr>
      <w:r w:rsidRPr="000E15EE">
        <w:t>f</w:t>
      </w:r>
      <w:r w:rsidR="005F108C" w:rsidRPr="000E15EE">
        <w:t>)</w:t>
      </w:r>
      <w:r w:rsidR="005F108C" w:rsidRPr="000E15EE">
        <w:tab/>
      </w:r>
      <w:r w:rsidR="00AE449F" w:rsidRPr="000E15EE">
        <w:t xml:space="preserve">adres </w:t>
      </w:r>
      <w:r w:rsidR="0078151C" w:rsidRPr="0078151C">
        <w:t>elektroniczny</w:t>
      </w:r>
      <w:r w:rsidR="005F108C" w:rsidRPr="000E15EE">
        <w:t>,</w:t>
      </w:r>
    </w:p>
    <w:p w14:paraId="40BE9689" w14:textId="77777777" w:rsidR="005F108C" w:rsidRPr="000E15EE" w:rsidRDefault="00927F5A" w:rsidP="005F108C">
      <w:pPr>
        <w:pStyle w:val="LITlitera"/>
      </w:pPr>
      <w:r w:rsidRPr="000E15EE">
        <w:t>g</w:t>
      </w:r>
      <w:r w:rsidR="005F108C" w:rsidRPr="000E15EE">
        <w:t>)</w:t>
      </w:r>
      <w:r w:rsidR="005F108C" w:rsidRPr="000E15EE">
        <w:tab/>
        <w:t>numer telefonu</w:t>
      </w:r>
      <w:r w:rsidR="003140C7" w:rsidRPr="000E15EE">
        <w:t>;</w:t>
      </w:r>
      <w:r w:rsidR="005F108C" w:rsidRPr="000E15EE" w:rsidDel="00C07CEA">
        <w:t xml:space="preserve"> </w:t>
      </w:r>
    </w:p>
    <w:p w14:paraId="6AA1CD66" w14:textId="77777777" w:rsidR="003140C7" w:rsidRPr="000E15EE" w:rsidRDefault="00C40EEF" w:rsidP="003140C7">
      <w:pPr>
        <w:pStyle w:val="PKTpunkt"/>
      </w:pPr>
      <w:r w:rsidRPr="000E15EE">
        <w:t>3</w:t>
      </w:r>
      <w:r w:rsidR="003140C7" w:rsidRPr="000E15EE">
        <w:t>)</w:t>
      </w:r>
      <w:r w:rsidR="003140C7" w:rsidRPr="000E15EE">
        <w:tab/>
      </w:r>
      <w:r w:rsidR="0015752B">
        <w:t>podmiot powierzający pracę cudzoziemcowi</w:t>
      </w:r>
      <w:r w:rsidR="003140C7" w:rsidRPr="000E15EE">
        <w:t xml:space="preserve"> będący osobą fizyczną prowadzącą działalność gospodarczą podaje:</w:t>
      </w:r>
    </w:p>
    <w:p w14:paraId="5C51B4C5" w14:textId="7238AEAF" w:rsidR="00C40EEF" w:rsidRPr="000E15EE" w:rsidRDefault="00C40EEF" w:rsidP="00C40EEF">
      <w:pPr>
        <w:pStyle w:val="LITlitera"/>
      </w:pPr>
      <w:r w:rsidRPr="000E15EE">
        <w:t>a)</w:t>
      </w:r>
      <w:r w:rsidRPr="000E15EE">
        <w:tab/>
      </w:r>
      <w:r w:rsidR="004A6406" w:rsidRPr="004A6406">
        <w:t>identyfikator profilu zaufanego, o którym mowa w ustawie z dnia 17 lutego 2005 r. o informatyzacji działalności podmiotów realizujących zadania publiczne</w:t>
      </w:r>
      <w:r w:rsidRPr="000E15EE">
        <w:t>,</w:t>
      </w:r>
    </w:p>
    <w:p w14:paraId="4590C6ED" w14:textId="77777777" w:rsidR="00C40EEF" w:rsidRPr="000E15EE" w:rsidRDefault="00B97085" w:rsidP="00C40EEF">
      <w:pPr>
        <w:pStyle w:val="LITlitera"/>
      </w:pPr>
      <w:r w:rsidRPr="000E15EE">
        <w:t>b</w:t>
      </w:r>
      <w:r w:rsidR="00C40EEF" w:rsidRPr="000E15EE">
        <w:t>)</w:t>
      </w:r>
      <w:r w:rsidR="00C40EEF" w:rsidRPr="000E15EE">
        <w:tab/>
        <w:t>imię (imiona) i nazwisko,</w:t>
      </w:r>
    </w:p>
    <w:p w14:paraId="5E2C5860" w14:textId="77777777" w:rsidR="00C40EEF" w:rsidRPr="000E15EE" w:rsidRDefault="00B97085" w:rsidP="00C40EEF">
      <w:pPr>
        <w:pStyle w:val="LITlitera"/>
      </w:pPr>
      <w:r w:rsidRPr="000E15EE">
        <w:t>c</w:t>
      </w:r>
      <w:r w:rsidR="00C40EEF" w:rsidRPr="000E15EE">
        <w:t>)</w:t>
      </w:r>
      <w:r w:rsidR="00C40EEF" w:rsidRPr="000E15EE">
        <w:tab/>
      </w:r>
      <w:r w:rsidR="00D95D70" w:rsidRPr="000E15EE">
        <w:t xml:space="preserve">firmę </w:t>
      </w:r>
      <w:r w:rsidR="000C510D" w:rsidRPr="000E15EE">
        <w:t>przedsiębiorcy,</w:t>
      </w:r>
    </w:p>
    <w:p w14:paraId="66473264" w14:textId="77777777" w:rsidR="00C40EEF" w:rsidRPr="000E15EE" w:rsidRDefault="00B97085" w:rsidP="00C40EEF">
      <w:pPr>
        <w:pStyle w:val="LITlitera"/>
      </w:pPr>
      <w:r w:rsidRPr="000E15EE">
        <w:t>d</w:t>
      </w:r>
      <w:r w:rsidR="00C40EEF" w:rsidRPr="000E15EE">
        <w:t>)</w:t>
      </w:r>
      <w:r w:rsidR="00C40EEF" w:rsidRPr="000E15EE">
        <w:tab/>
        <w:t>miejsce zamieszkania,</w:t>
      </w:r>
    </w:p>
    <w:p w14:paraId="54650629" w14:textId="77777777" w:rsidR="00C40EEF" w:rsidRPr="000E15EE" w:rsidRDefault="00B97085" w:rsidP="00C40EEF">
      <w:pPr>
        <w:pStyle w:val="LITlitera"/>
      </w:pPr>
      <w:r w:rsidRPr="000E15EE">
        <w:t>e</w:t>
      </w:r>
      <w:r w:rsidR="00C40EEF" w:rsidRPr="000E15EE">
        <w:t>)</w:t>
      </w:r>
      <w:r w:rsidR="00C40EEF" w:rsidRPr="000E15EE">
        <w:tab/>
      </w:r>
      <w:r w:rsidR="003503BD" w:rsidRPr="000E15EE">
        <w:tab/>
        <w:t>numer PESEL, a w przypadku jego braku, inny numer identyfikujący osobę</w:t>
      </w:r>
      <w:r w:rsidR="00FF7DEE" w:rsidRPr="000E15EE">
        <w:t>,</w:t>
      </w:r>
      <w:r w:rsidR="003503BD" w:rsidRPr="000E15EE">
        <w:t xml:space="preserve"> o której mowa w ust. 1 pkt 1 w krajach Unii Europejskiej i Europejskiego Obszaru Gospodarczego, </w:t>
      </w:r>
      <w:bookmarkStart w:id="178" w:name="_Hlk127274073"/>
      <w:r w:rsidR="003503BD" w:rsidRPr="000E15EE">
        <w:t>kraj wydający taki  numer identyfikujący oraz jego nazwę,</w:t>
      </w:r>
      <w:bookmarkEnd w:id="178"/>
    </w:p>
    <w:p w14:paraId="42AA38F2" w14:textId="77777777" w:rsidR="003140C7" w:rsidRPr="000E15EE" w:rsidRDefault="00B97085" w:rsidP="003140C7">
      <w:pPr>
        <w:pStyle w:val="LITlitera"/>
      </w:pPr>
      <w:r w:rsidRPr="000E15EE">
        <w:t>f</w:t>
      </w:r>
      <w:r w:rsidR="003140C7" w:rsidRPr="000E15EE">
        <w:t>)</w:t>
      </w:r>
      <w:r w:rsidR="003140C7" w:rsidRPr="000E15EE">
        <w:tab/>
      </w:r>
      <w:r w:rsidRPr="000E15EE">
        <w:t>identyfikator podatkowy NIP</w:t>
      </w:r>
      <w:r w:rsidR="003140C7" w:rsidRPr="000E15EE">
        <w:t xml:space="preserve">, </w:t>
      </w:r>
    </w:p>
    <w:p w14:paraId="175784E4" w14:textId="77777777" w:rsidR="003140C7" w:rsidRPr="000E15EE" w:rsidRDefault="00B97085" w:rsidP="003140C7">
      <w:pPr>
        <w:pStyle w:val="LITlitera"/>
      </w:pPr>
      <w:r w:rsidRPr="000E15EE">
        <w:t>g</w:t>
      </w:r>
      <w:r w:rsidR="003140C7" w:rsidRPr="000E15EE">
        <w:t>)</w:t>
      </w:r>
      <w:r w:rsidR="003140C7" w:rsidRPr="000E15EE">
        <w:tab/>
        <w:t>numer REGON,</w:t>
      </w:r>
    </w:p>
    <w:p w14:paraId="1391E4AA" w14:textId="77777777" w:rsidR="00C40EEF" w:rsidRPr="000E15EE" w:rsidRDefault="00B97085" w:rsidP="00C40EEF">
      <w:pPr>
        <w:pStyle w:val="LITlitera"/>
      </w:pPr>
      <w:r w:rsidRPr="000E15EE">
        <w:t>h</w:t>
      </w:r>
      <w:r w:rsidR="00C40EEF" w:rsidRPr="000E15EE">
        <w:t>)</w:t>
      </w:r>
      <w:r w:rsidR="00C40EEF" w:rsidRPr="000E15EE">
        <w:tab/>
      </w:r>
      <w:r w:rsidR="00AE449F" w:rsidRPr="000E15EE">
        <w:t xml:space="preserve">adres </w:t>
      </w:r>
      <w:r w:rsidR="0078151C" w:rsidRPr="0078151C">
        <w:t>elektroniczny</w:t>
      </w:r>
      <w:r w:rsidR="00C40EEF" w:rsidRPr="000E15EE">
        <w:t>,</w:t>
      </w:r>
    </w:p>
    <w:p w14:paraId="5EFE0C52" w14:textId="77777777" w:rsidR="00C40EEF" w:rsidRPr="000E15EE" w:rsidRDefault="00B97085" w:rsidP="00C40EEF">
      <w:pPr>
        <w:pStyle w:val="LITlitera"/>
      </w:pPr>
      <w:r w:rsidRPr="000E15EE">
        <w:t>i</w:t>
      </w:r>
      <w:r w:rsidR="00C40EEF" w:rsidRPr="000E15EE">
        <w:t>)</w:t>
      </w:r>
      <w:r w:rsidR="00C40EEF" w:rsidRPr="000E15EE">
        <w:tab/>
        <w:t>numer telefonu;</w:t>
      </w:r>
    </w:p>
    <w:p w14:paraId="532B9954" w14:textId="77777777" w:rsidR="005F108C" w:rsidRPr="000E15EE" w:rsidRDefault="00C40EEF" w:rsidP="005F108C">
      <w:pPr>
        <w:pStyle w:val="USTustnpkodeksu"/>
      </w:pPr>
      <w:r w:rsidRPr="000E15EE">
        <w:t>4</w:t>
      </w:r>
      <w:r w:rsidR="005F108C" w:rsidRPr="000E15EE">
        <w:t xml:space="preserve">. Zamiast danych, o których mowa w ust. 3 pkt 2 lit. a oraz b, zagraniczny </w:t>
      </w:r>
      <w:r w:rsidR="0015752B">
        <w:t>podmiot powierzający pracę cudzoziemcowi</w:t>
      </w:r>
      <w:r w:rsidR="005F108C" w:rsidRPr="000E15EE">
        <w:t xml:space="preserve"> </w:t>
      </w:r>
      <w:r w:rsidR="00075329" w:rsidRPr="000E15EE">
        <w:t xml:space="preserve">podaje </w:t>
      </w:r>
      <w:r w:rsidR="003503BD" w:rsidRPr="000E15EE">
        <w:t xml:space="preserve">inny numer identyfikujący zagraniczny </w:t>
      </w:r>
      <w:r w:rsidR="0015752B">
        <w:t>podmiot powierzający pracę cudzoziemcowi</w:t>
      </w:r>
      <w:r w:rsidR="003503BD" w:rsidRPr="000E15EE">
        <w:t>, kraj wydający taki  numer identyfikujący oraz jego nazwę</w:t>
      </w:r>
      <w:r w:rsidR="005F108C" w:rsidRPr="000E15EE">
        <w:t>.</w:t>
      </w:r>
    </w:p>
    <w:p w14:paraId="4AA608CD" w14:textId="77777777" w:rsidR="00C951EF" w:rsidRPr="000E15EE" w:rsidRDefault="00C40EEF" w:rsidP="00DC4512">
      <w:pPr>
        <w:pStyle w:val="USTustnpkodeksu"/>
      </w:pPr>
      <w:r w:rsidRPr="000E15EE">
        <w:t>5</w:t>
      </w:r>
      <w:r w:rsidR="00DC4512" w:rsidRPr="000E15EE">
        <w:t xml:space="preserve">. Organ właściwy w sprawach zezwoleń na pracę lub oświadczeń o </w:t>
      </w:r>
      <w:r w:rsidR="001503C9">
        <w:t xml:space="preserve">powierzeniu pracy cudzoziemcowi </w:t>
      </w:r>
      <w:r w:rsidR="00DC4512" w:rsidRPr="000E15EE">
        <w:t xml:space="preserve">jest obowiązany do zapewnienia w lokalu urzędu pomocy przy zakładaniu </w:t>
      </w:r>
      <w:r w:rsidR="009F29BB">
        <w:t xml:space="preserve">indywidualnego </w:t>
      </w:r>
      <w:r w:rsidR="00DC4512" w:rsidRPr="000E15EE">
        <w:t>konta</w:t>
      </w:r>
      <w:r w:rsidR="003275A4" w:rsidRPr="000E15EE">
        <w:t xml:space="preserve"> oraz składaniu wniosków, </w:t>
      </w:r>
      <w:bookmarkStart w:id="179" w:name="_Hlk125717800"/>
      <w:r w:rsidR="003275A4" w:rsidRPr="000E15EE">
        <w:t xml:space="preserve">o których mowa w art. </w:t>
      </w:r>
      <w:r w:rsidR="00E90F0A" w:rsidRPr="000E15EE">
        <w:t>8 ust. 2</w:t>
      </w:r>
      <w:r w:rsidR="009D76CB" w:rsidRPr="000E15EE">
        <w:t xml:space="preserve">, oświadczeń, o których mowa w art. 59 ust. 1, środków zaskarżenia, o których mowa w art. 8 ust. </w:t>
      </w:r>
      <w:r w:rsidR="00E90F0A" w:rsidRPr="000E15EE">
        <w:t>4</w:t>
      </w:r>
      <w:r w:rsidR="009D76CB" w:rsidRPr="000E15EE">
        <w:t xml:space="preserve"> i art. 65 ust. 3</w:t>
      </w:r>
      <w:r w:rsidR="003275A4" w:rsidRPr="000E15EE">
        <w:t>,</w:t>
      </w:r>
      <w:bookmarkEnd w:id="179"/>
      <w:r w:rsidR="003275A4" w:rsidRPr="000E15EE">
        <w:t xml:space="preserve"> </w:t>
      </w:r>
      <w:r w:rsidR="009D76CB" w:rsidRPr="000E15EE">
        <w:t>oraz</w:t>
      </w:r>
      <w:r w:rsidR="003275A4" w:rsidRPr="000E15EE">
        <w:t xml:space="preserve"> powiadomień, o których mowa w art. </w:t>
      </w:r>
      <w:r w:rsidR="00E90F0A" w:rsidRPr="000E15EE">
        <w:t>w art. 18 ust. 2, art. 19</w:t>
      </w:r>
      <w:r w:rsidR="005A296F" w:rsidRPr="000E15EE">
        <w:t xml:space="preserve"> i art. 68 ust. 1 i 2</w:t>
      </w:r>
      <w:r w:rsidR="00DC4512" w:rsidRPr="000E15EE">
        <w:t xml:space="preserve">. </w:t>
      </w:r>
    </w:p>
    <w:p w14:paraId="5EAC7FC8" w14:textId="2A75C2AF" w:rsidR="00DC4512" w:rsidRPr="000E15EE" w:rsidRDefault="00C40EEF" w:rsidP="00DC4512">
      <w:pPr>
        <w:pStyle w:val="USTustnpkodeksu"/>
      </w:pPr>
      <w:r w:rsidRPr="000E15EE">
        <w:t>6</w:t>
      </w:r>
      <w:r w:rsidR="00C951EF" w:rsidRPr="000E15EE">
        <w:t>.</w:t>
      </w:r>
      <w:r w:rsidR="00DC4512" w:rsidRPr="000E15EE">
        <w:t xml:space="preserve"> </w:t>
      </w:r>
      <w:r w:rsidR="00C951EF" w:rsidRPr="000E15EE">
        <w:t xml:space="preserve">Organ właściwy w sprawach zezwoleń na pracę lub oświadczeń o </w:t>
      </w:r>
      <w:r w:rsidR="001503C9">
        <w:t xml:space="preserve">powierzeniu pracy cudzoziemcowi </w:t>
      </w:r>
      <w:r w:rsidR="00DC4512" w:rsidRPr="000E15EE">
        <w:t>może pełnić funkcję punktu potwierdzającego, o którym mowa w art. 20c ustawy z dnia 17 lutego 2005 r. o informatyzacji działalności podmiotów realizujących zadania publiczne.</w:t>
      </w:r>
    </w:p>
    <w:p w14:paraId="1AAEF74C" w14:textId="77777777" w:rsidR="006C4443" w:rsidRPr="000E15EE" w:rsidRDefault="00C40EEF" w:rsidP="00A54C67">
      <w:pPr>
        <w:pStyle w:val="USTustnpkodeksu"/>
      </w:pPr>
      <w:r w:rsidRPr="000E15EE">
        <w:lastRenderedPageBreak/>
        <w:t>7</w:t>
      </w:r>
      <w:r w:rsidR="006C4443" w:rsidRPr="000E15EE">
        <w:t>. Podania (</w:t>
      </w:r>
      <w:r w:rsidR="003C6C09" w:rsidRPr="000E15EE">
        <w:t>wnioski</w:t>
      </w:r>
      <w:r w:rsidR="006C4443" w:rsidRPr="000E15EE">
        <w:t>, wyjaśnienia, odwołania, zażalenia)</w:t>
      </w:r>
      <w:r w:rsidR="00C975A6" w:rsidRPr="000E15EE">
        <w:t xml:space="preserve">, dokumenty i pisma dotyczące tych podań </w:t>
      </w:r>
      <w:r w:rsidR="006C4443" w:rsidRPr="000E15EE">
        <w:t xml:space="preserve">wnosi się za pośrednictwem </w:t>
      </w:r>
      <w:r w:rsidR="003C6C09" w:rsidRPr="000E15EE">
        <w:t>indywidualnego</w:t>
      </w:r>
      <w:r w:rsidR="009238F2">
        <w:t xml:space="preserve"> konta</w:t>
      </w:r>
      <w:r w:rsidR="006C4443" w:rsidRPr="000E15EE">
        <w:t xml:space="preserve">. Przepis art. 63 </w:t>
      </w:r>
      <w:r w:rsidR="009D0593" w:rsidRPr="00124F6E">
        <w:t>§</w:t>
      </w:r>
      <w:r w:rsidR="006C4443" w:rsidRPr="000E15EE">
        <w:t xml:space="preserve"> 1 zdanie 2 ustawy z dnia 14 czerwca 1960 r. – Kodeks postępowania administracyjnego stosuje się odpowiednio.</w:t>
      </w:r>
    </w:p>
    <w:p w14:paraId="4551D7B4" w14:textId="77777777" w:rsidR="006C4443" w:rsidRPr="000E15EE" w:rsidRDefault="00C40EEF" w:rsidP="006C4443">
      <w:pPr>
        <w:pStyle w:val="USTustnpkodeksu"/>
      </w:pPr>
      <w:r w:rsidRPr="000E15EE">
        <w:t>8</w:t>
      </w:r>
      <w:r w:rsidR="0010142B" w:rsidRPr="000E15EE">
        <w:t>.</w:t>
      </w:r>
      <w:r w:rsidR="006C4443" w:rsidRPr="000E15EE">
        <w:t xml:space="preserve"> Podania oraz dokumenty albo cyfrowe odwzorowania dokumentów dołączane w</w:t>
      </w:r>
      <w:r w:rsidR="00EC03EE" w:rsidRPr="000E15EE">
        <w:t> </w:t>
      </w:r>
      <w:r w:rsidR="006C4443" w:rsidRPr="000E15EE">
        <w:t xml:space="preserve">systemie teleinformatycznym są podpisywane kwalifikowanym podpisem elektronicznym, podpisem zaufanym albo podpisem osobistym. Przepis art. 64 </w:t>
      </w:r>
      <w:r w:rsidR="009D0593" w:rsidRPr="00124F6E">
        <w:t>§</w:t>
      </w:r>
      <w:r w:rsidR="006C4443" w:rsidRPr="000E15EE">
        <w:t xml:space="preserve"> 2 ustawy z dnia 14 czerwca 1960 r. – Kodeks postępowania administracyjnego stosuje się odpowiednio.</w:t>
      </w:r>
    </w:p>
    <w:p w14:paraId="6FCCFDF6" w14:textId="77777777" w:rsidR="00DD1ACD" w:rsidRPr="000E15EE" w:rsidRDefault="00C40EEF" w:rsidP="00DD1ACD">
      <w:pPr>
        <w:pStyle w:val="USTustnpkodeksu"/>
      </w:pPr>
      <w:r w:rsidRPr="000E15EE">
        <w:t>9</w:t>
      </w:r>
      <w:r w:rsidR="00F35CE1" w:rsidRPr="000E15EE">
        <w:t xml:space="preserve">. </w:t>
      </w:r>
      <w:r w:rsidR="00881DC6" w:rsidRPr="000E15EE">
        <w:t xml:space="preserve">Decyzje, postanowienia, zawiadomienia, wezwania, informacje i inne pisma dotyczące </w:t>
      </w:r>
      <w:r w:rsidR="00DD1ACD" w:rsidRPr="000E15EE">
        <w:t xml:space="preserve">postępowania w sprawie zezwolenia na pracę lub oświadczenia o </w:t>
      </w:r>
      <w:r w:rsidR="001503C9">
        <w:t xml:space="preserve">powierzeniu pracy cudzoziemcowi </w:t>
      </w:r>
      <w:r w:rsidR="00881DC6" w:rsidRPr="000E15EE">
        <w:t xml:space="preserve">są doręczane w postaci elektronicznej na </w:t>
      </w:r>
      <w:r w:rsidR="009F29BB">
        <w:t xml:space="preserve">indywidualne </w:t>
      </w:r>
      <w:r w:rsidR="00881DC6" w:rsidRPr="000E15EE">
        <w:t>konto. Informacj</w:t>
      </w:r>
      <w:r w:rsidR="00DD1ACD" w:rsidRPr="000E15EE">
        <w:t>ę</w:t>
      </w:r>
      <w:r w:rsidR="00881DC6" w:rsidRPr="000E15EE">
        <w:t xml:space="preserve"> o umieszczeniu na </w:t>
      </w:r>
      <w:r w:rsidR="006E3EC8">
        <w:t xml:space="preserve">indywidualnym </w:t>
      </w:r>
      <w:r w:rsidR="00881DC6" w:rsidRPr="000E15EE">
        <w:t xml:space="preserve">koncie decyzji, postanowienia, zawiadomienia, wezwania, informacji lub innego pisma </w:t>
      </w:r>
      <w:r w:rsidR="00DD1ACD" w:rsidRPr="000E15EE">
        <w:t xml:space="preserve">organ prowadzący postępowanie </w:t>
      </w:r>
      <w:r w:rsidR="00881DC6" w:rsidRPr="000E15EE">
        <w:t>przes</w:t>
      </w:r>
      <w:r w:rsidR="00DD1ACD" w:rsidRPr="000E15EE">
        <w:t>yła</w:t>
      </w:r>
      <w:r w:rsidR="00881DC6" w:rsidRPr="000E15EE">
        <w:t xml:space="preserve"> na wskazany na koncie adres poczty elektronicznej lub numer telefonu.</w:t>
      </w:r>
    </w:p>
    <w:p w14:paraId="2637C3F3" w14:textId="77777777" w:rsidR="00881DC6" w:rsidRPr="000E15EE" w:rsidRDefault="00C40EEF" w:rsidP="00DD1ACD">
      <w:pPr>
        <w:pStyle w:val="USTustnpkodeksu"/>
      </w:pPr>
      <w:r w:rsidRPr="000E15EE">
        <w:t>10</w:t>
      </w:r>
      <w:r w:rsidR="00F35CE1" w:rsidRPr="000E15EE">
        <w:t xml:space="preserve">. </w:t>
      </w:r>
      <w:r w:rsidR="00DD1ACD" w:rsidRPr="000E15EE">
        <w:t>D</w:t>
      </w:r>
      <w:r w:rsidR="00881DC6" w:rsidRPr="000E15EE">
        <w:t>ecyzje, postanowienia, zawiadomienia, wezwania, informacje i inne pisma uznaje się za doręczone:</w:t>
      </w:r>
    </w:p>
    <w:p w14:paraId="4465053D" w14:textId="77777777" w:rsidR="00881DC6" w:rsidRPr="000E15EE" w:rsidRDefault="00881DC6" w:rsidP="00DD1ACD">
      <w:pPr>
        <w:pStyle w:val="PKTpunkt"/>
      </w:pPr>
      <w:r w:rsidRPr="000E15EE">
        <w:t>1)</w:t>
      </w:r>
      <w:r w:rsidRPr="000E15EE">
        <w:tab/>
        <w:t xml:space="preserve">w momencie ich </w:t>
      </w:r>
      <w:r w:rsidR="00AE449F" w:rsidRPr="000E15EE">
        <w:t>odbioru</w:t>
      </w:r>
      <w:r w:rsidRPr="000E15EE">
        <w:t xml:space="preserve"> na </w:t>
      </w:r>
      <w:r w:rsidR="006E3EC8">
        <w:t xml:space="preserve">indywidualnym </w:t>
      </w:r>
      <w:r w:rsidRPr="000E15EE">
        <w:t>koncie;</w:t>
      </w:r>
    </w:p>
    <w:p w14:paraId="7286C555" w14:textId="77777777" w:rsidR="00881DC6" w:rsidRPr="000E15EE" w:rsidRDefault="00881DC6" w:rsidP="00DD1ACD">
      <w:pPr>
        <w:pStyle w:val="PKTpunkt"/>
      </w:pPr>
      <w:r w:rsidRPr="000E15EE">
        <w:t>2)</w:t>
      </w:r>
      <w:r w:rsidRPr="000E15EE">
        <w:tab/>
        <w:t xml:space="preserve">po upływie 14 dni od dnia umieszczenia decyzji, postanowienia, zawiadomienia, wezwania, informacji lub innego pisma na koncie </w:t>
      </w:r>
      <w:r w:rsidR="00970CB6" w:rsidRPr="000E15EE">
        <w:t>–</w:t>
      </w:r>
      <w:r w:rsidRPr="000E15EE">
        <w:t xml:space="preserve"> w przypadku ich nieodebrania.</w:t>
      </w:r>
    </w:p>
    <w:p w14:paraId="374D355B" w14:textId="77777777" w:rsidR="00881DC6" w:rsidRPr="000E15EE" w:rsidRDefault="00A54C67" w:rsidP="005F108C">
      <w:pPr>
        <w:pStyle w:val="USTustnpkodeksu"/>
      </w:pPr>
      <w:r w:rsidRPr="000E15EE">
        <w:t>1</w:t>
      </w:r>
      <w:r w:rsidR="00C40EEF" w:rsidRPr="000E15EE">
        <w:t>1</w:t>
      </w:r>
      <w:r w:rsidR="00F35CE1" w:rsidRPr="000E15EE">
        <w:t xml:space="preserve">. </w:t>
      </w:r>
      <w:r w:rsidR="00881DC6" w:rsidRPr="000E15EE">
        <w:t xml:space="preserve">W sprawach doręczeń nieuregulowanych </w:t>
      </w:r>
      <w:r w:rsidR="00EC03EE" w:rsidRPr="000E15EE">
        <w:t xml:space="preserve">w </w:t>
      </w:r>
      <w:r w:rsidR="00881DC6" w:rsidRPr="000E15EE">
        <w:t>niniejszych przepisach przepisy art. 39 §</w:t>
      </w:r>
      <w:r w:rsidR="00EC03EE" w:rsidRPr="000E15EE">
        <w:t> </w:t>
      </w:r>
      <w:r w:rsidR="00881DC6" w:rsidRPr="000E15EE">
        <w:t>3, art. 40</w:t>
      </w:r>
      <w:r w:rsidR="00970CB6" w:rsidRPr="000E15EE">
        <w:t>–</w:t>
      </w:r>
      <w:r w:rsidR="00881DC6" w:rsidRPr="000E15EE">
        <w:t>49b oraz art. 57 § 5 pkt 1 ustawy z dnia 14 czerwca 1960 r. – Kodeks postępowania administracyjnego stosuje się odpowiednio.</w:t>
      </w:r>
    </w:p>
    <w:p w14:paraId="2804B80E" w14:textId="77777777" w:rsidR="00D4325D" w:rsidRPr="000E15EE" w:rsidRDefault="00BB7627" w:rsidP="00881DC6">
      <w:pPr>
        <w:pStyle w:val="ARTartustawynprozporzdzenia"/>
      </w:pPr>
      <w:r w:rsidRPr="000E15EE">
        <w:rPr>
          <w:rStyle w:val="Ppogrubienie"/>
        </w:rPr>
        <w:t>Art. </w:t>
      </w:r>
      <w:r w:rsidR="00195F48" w:rsidRPr="000E15EE">
        <w:rPr>
          <w:rStyle w:val="Ppogrubienie"/>
        </w:rPr>
        <w:t>71</w:t>
      </w:r>
      <w:r w:rsidR="00D4325D" w:rsidRPr="000E15EE">
        <w:rPr>
          <w:rStyle w:val="Ppogrubienie"/>
        </w:rPr>
        <w:t>.</w:t>
      </w:r>
      <w:r w:rsidR="007843C6" w:rsidRPr="000E15EE">
        <w:t> </w:t>
      </w:r>
      <w:r w:rsidR="00D4325D" w:rsidRPr="000E15EE">
        <w:t>1.</w:t>
      </w:r>
      <w:r w:rsidRPr="000E15EE">
        <w:t xml:space="preserve"> </w:t>
      </w:r>
      <w:r w:rsidR="00AD402E" w:rsidRPr="000E15EE">
        <w:t>W </w:t>
      </w:r>
      <w:r w:rsidR="00D4325D" w:rsidRPr="000E15EE">
        <w:t>sprawach</w:t>
      </w:r>
      <w:r w:rsidRPr="000E15EE">
        <w:t xml:space="preserve"> z </w:t>
      </w:r>
      <w:r w:rsidR="00D4325D" w:rsidRPr="000E15EE">
        <w:t>zakresu wykonywania pracy przez cudzoziemców na terytorium Rzeczypospolitej Polskiej prowadzi się</w:t>
      </w:r>
      <w:r w:rsidRPr="000E15EE">
        <w:t xml:space="preserve"> w </w:t>
      </w:r>
      <w:r w:rsidR="00D4325D" w:rsidRPr="000E15EE">
        <w:t>systemach teleinformatycznych rejestry spraw dotyczących:</w:t>
      </w:r>
    </w:p>
    <w:p w14:paraId="5815BC50" w14:textId="77777777" w:rsidR="00D4325D" w:rsidRPr="000E15EE" w:rsidRDefault="00D4325D" w:rsidP="0025464D">
      <w:pPr>
        <w:pStyle w:val="PKTpunkt"/>
      </w:pPr>
      <w:r w:rsidRPr="000E15EE">
        <w:t>1)</w:t>
      </w:r>
      <w:r w:rsidR="0025464D" w:rsidRPr="000E15EE">
        <w:tab/>
      </w:r>
      <w:r w:rsidRPr="000E15EE">
        <w:t>zezwoleń na pracę;</w:t>
      </w:r>
    </w:p>
    <w:p w14:paraId="54E630FD" w14:textId="77777777" w:rsidR="00D4325D" w:rsidRPr="000E15EE" w:rsidRDefault="00D4325D" w:rsidP="0025464D">
      <w:pPr>
        <w:pStyle w:val="PKTpunkt"/>
      </w:pPr>
      <w:r w:rsidRPr="000E15EE">
        <w:t>2)</w:t>
      </w:r>
      <w:r w:rsidR="0025464D" w:rsidRPr="000E15EE">
        <w:tab/>
      </w:r>
      <w:r w:rsidRPr="000E15EE">
        <w:t>zezwoleń na pracę sezonową;</w:t>
      </w:r>
    </w:p>
    <w:p w14:paraId="1DF23147" w14:textId="77777777" w:rsidR="00D4325D" w:rsidRPr="000E15EE" w:rsidRDefault="00D4325D" w:rsidP="0025464D">
      <w:pPr>
        <w:pStyle w:val="PKTpunkt"/>
      </w:pPr>
      <w:r w:rsidRPr="000E15EE">
        <w:t>3)</w:t>
      </w:r>
      <w:r w:rsidR="0025464D" w:rsidRPr="000E15EE">
        <w:tab/>
      </w:r>
      <w:r w:rsidRPr="000E15EE">
        <w:t>oświadczeń</w:t>
      </w:r>
      <w:r w:rsidR="00BB7627" w:rsidRPr="000E15EE">
        <w:t xml:space="preserve"> </w:t>
      </w:r>
      <w:r w:rsidR="003C7E3D">
        <w:t>o powierzeniu pracy cudzoziemcowi</w:t>
      </w:r>
      <w:r w:rsidRPr="000E15EE">
        <w:t>.</w:t>
      </w:r>
    </w:p>
    <w:p w14:paraId="6F5942B0" w14:textId="77777777" w:rsidR="00D4325D" w:rsidRPr="000E15EE" w:rsidRDefault="00D4325D" w:rsidP="00D4325D">
      <w:pPr>
        <w:pStyle w:val="USTustnpkodeksu"/>
      </w:pPr>
      <w:r w:rsidRPr="000E15EE">
        <w:t>2.</w:t>
      </w:r>
      <w:r w:rsidR="00BB7627" w:rsidRPr="000E15EE">
        <w:t xml:space="preserve"> </w:t>
      </w:r>
      <w:r w:rsidR="00AD402E" w:rsidRPr="000E15EE">
        <w:t>W </w:t>
      </w:r>
      <w:r w:rsidRPr="000E15EE">
        <w:t>ramach rejestrów spraw dotyczących zezwoleń na pracę sezonową prowadzi się ewidencje wniosków</w:t>
      </w:r>
      <w:r w:rsidR="00BB7627" w:rsidRPr="000E15EE">
        <w:t xml:space="preserve"> w </w:t>
      </w:r>
      <w:r w:rsidRPr="000E15EE">
        <w:t>sprawie pracy sezonowej.</w:t>
      </w:r>
      <w:r w:rsidR="00BB7627" w:rsidRPr="000E15EE">
        <w:t xml:space="preserve"> </w:t>
      </w:r>
      <w:r w:rsidR="00782633" w:rsidRPr="000E15EE">
        <w:t>W</w:t>
      </w:r>
      <w:r w:rsidR="00BB7627" w:rsidRPr="000E15EE">
        <w:t> </w:t>
      </w:r>
      <w:r w:rsidRPr="000E15EE">
        <w:t>ramach rejestrów spraw dotyczących oświadczeń</w:t>
      </w:r>
      <w:r w:rsidR="00BB7627" w:rsidRPr="000E15EE">
        <w:t xml:space="preserve"> o </w:t>
      </w:r>
      <w:r w:rsidR="001503C9">
        <w:t xml:space="preserve">powierzeniu pracy cudzoziemcowi </w:t>
      </w:r>
      <w:r w:rsidRPr="000E15EE">
        <w:t xml:space="preserve">prowadzi się ewidencje oświadczeń. </w:t>
      </w:r>
    </w:p>
    <w:p w14:paraId="4E60483B" w14:textId="77777777" w:rsidR="00D4325D" w:rsidRPr="000E15EE" w:rsidRDefault="00D4325D" w:rsidP="00D4325D">
      <w:pPr>
        <w:pStyle w:val="USTustnpkodeksu"/>
      </w:pPr>
      <w:r w:rsidRPr="000E15EE">
        <w:t>3. Rejestry</w:t>
      </w:r>
      <w:r w:rsidR="00BB7627" w:rsidRPr="000E15EE">
        <w:t xml:space="preserve"> w </w:t>
      </w:r>
      <w:r w:rsidRPr="000E15EE">
        <w:t>sprawach</w:t>
      </w:r>
      <w:r w:rsidR="00BB7627" w:rsidRPr="000E15EE">
        <w:t xml:space="preserve"> z </w:t>
      </w:r>
      <w:r w:rsidRPr="000E15EE">
        <w:t>zakresu wykonywania pracy przez cudzoziemców prowadzą</w:t>
      </w:r>
      <w:r w:rsidR="00BB7627" w:rsidRPr="000E15EE">
        <w:t xml:space="preserve"> w </w:t>
      </w:r>
      <w:r w:rsidRPr="000E15EE">
        <w:t>zakresie swojej właściwości</w:t>
      </w:r>
      <w:r w:rsidR="00A54C67" w:rsidRPr="000E15EE">
        <w:t xml:space="preserve">, w celu wykonywania zadań </w:t>
      </w:r>
      <w:r w:rsidR="00BA6BD1" w:rsidRPr="000E15EE">
        <w:t>określonych niniejszą ustawą</w:t>
      </w:r>
      <w:r w:rsidRPr="000E15EE">
        <w:t>:</w:t>
      </w:r>
    </w:p>
    <w:p w14:paraId="5EBFE7A8" w14:textId="77777777" w:rsidR="00D4325D" w:rsidRPr="000E15EE" w:rsidRDefault="00D4325D" w:rsidP="0025464D">
      <w:pPr>
        <w:pStyle w:val="PKTpunkt"/>
      </w:pPr>
      <w:r w:rsidRPr="000E15EE">
        <w:lastRenderedPageBreak/>
        <w:t xml:space="preserve">1) </w:t>
      </w:r>
      <w:r w:rsidR="0025464D" w:rsidRPr="000E15EE">
        <w:tab/>
      </w:r>
      <w:r w:rsidRPr="000E15EE">
        <w:t xml:space="preserve">wojewoda </w:t>
      </w:r>
      <w:r w:rsidR="00970CB6" w:rsidRPr="000E15EE">
        <w:t>–</w:t>
      </w:r>
      <w:r w:rsidR="00BB7627" w:rsidRPr="000E15EE">
        <w:t xml:space="preserve"> w </w:t>
      </w:r>
      <w:r w:rsidRPr="000E15EE">
        <w:t>przypadku rejestrów,</w:t>
      </w:r>
      <w:r w:rsidR="00BB7627" w:rsidRPr="000E15EE">
        <w:t xml:space="preserve"> o </w:t>
      </w:r>
      <w:r w:rsidRPr="000E15EE">
        <w:t>których mowa</w:t>
      </w:r>
      <w:r w:rsidR="00BB7627" w:rsidRPr="000E15EE">
        <w:t xml:space="preserve"> w ust. </w:t>
      </w:r>
      <w:r w:rsidRPr="000E15EE">
        <w:t xml:space="preserve">1 </w:t>
      </w:r>
      <w:r w:rsidR="00BB7627" w:rsidRPr="000E15EE">
        <w:t>pkt </w:t>
      </w:r>
      <w:r w:rsidRPr="000E15EE">
        <w:t>1;</w:t>
      </w:r>
    </w:p>
    <w:p w14:paraId="03270B46" w14:textId="77777777" w:rsidR="00D4325D" w:rsidRPr="000E15EE" w:rsidRDefault="00D4325D" w:rsidP="0025464D">
      <w:pPr>
        <w:pStyle w:val="PKTpunkt"/>
      </w:pPr>
      <w:r w:rsidRPr="000E15EE">
        <w:t xml:space="preserve">2) </w:t>
      </w:r>
      <w:r w:rsidR="0025464D" w:rsidRPr="000E15EE">
        <w:tab/>
      </w:r>
      <w:r w:rsidRPr="000E15EE">
        <w:t xml:space="preserve">starosta </w:t>
      </w:r>
      <w:r w:rsidR="00970CB6" w:rsidRPr="000E15EE">
        <w:t>–</w:t>
      </w:r>
      <w:r w:rsidR="00BB7627" w:rsidRPr="000E15EE">
        <w:t xml:space="preserve"> w </w:t>
      </w:r>
      <w:r w:rsidRPr="000E15EE">
        <w:t>przypadku rejestrów,</w:t>
      </w:r>
      <w:r w:rsidR="00BB7627" w:rsidRPr="000E15EE">
        <w:t xml:space="preserve"> o </w:t>
      </w:r>
      <w:r w:rsidRPr="000E15EE">
        <w:t>których mowa</w:t>
      </w:r>
      <w:r w:rsidR="00BB7627" w:rsidRPr="000E15EE">
        <w:t xml:space="preserve"> w ust. </w:t>
      </w:r>
      <w:r w:rsidRPr="000E15EE">
        <w:t xml:space="preserve">1 </w:t>
      </w:r>
      <w:r w:rsidR="00BB7627" w:rsidRPr="000E15EE">
        <w:t>pkt </w:t>
      </w:r>
      <w:r w:rsidRPr="000E15EE">
        <w:t>2 i 3;</w:t>
      </w:r>
    </w:p>
    <w:p w14:paraId="0BE83DD8" w14:textId="77777777" w:rsidR="00D4325D" w:rsidRPr="000E15EE" w:rsidRDefault="00D4325D" w:rsidP="0025464D">
      <w:pPr>
        <w:pStyle w:val="PKTpunkt"/>
      </w:pPr>
      <w:r w:rsidRPr="000E15EE">
        <w:t xml:space="preserve">3) </w:t>
      </w:r>
      <w:r w:rsidR="0025464D" w:rsidRPr="000E15EE">
        <w:tab/>
      </w:r>
      <w:r w:rsidRPr="000E15EE">
        <w:t xml:space="preserve">minister właściwy do spraw pracy </w:t>
      </w:r>
      <w:r w:rsidR="00970CB6" w:rsidRPr="000E15EE">
        <w:t>–</w:t>
      </w:r>
      <w:r w:rsidR="00BB7627" w:rsidRPr="000E15EE">
        <w:t xml:space="preserve"> w </w:t>
      </w:r>
      <w:r w:rsidRPr="000E15EE">
        <w:t>przypadku rejestrów,</w:t>
      </w:r>
      <w:r w:rsidR="00BB7627" w:rsidRPr="000E15EE">
        <w:t xml:space="preserve"> o </w:t>
      </w:r>
      <w:r w:rsidRPr="000E15EE">
        <w:t>których mowa</w:t>
      </w:r>
      <w:r w:rsidR="00BB7627" w:rsidRPr="000E15EE">
        <w:t xml:space="preserve"> w ust. </w:t>
      </w:r>
      <w:r w:rsidRPr="000E15EE">
        <w:t>1</w:t>
      </w:r>
      <w:r w:rsidR="00BA6BD1" w:rsidRPr="000E15EE">
        <w:t>, w zakresie rozpatrywania środków zaskarżenia</w:t>
      </w:r>
      <w:r w:rsidRPr="000E15EE">
        <w:t>.</w:t>
      </w:r>
    </w:p>
    <w:p w14:paraId="679950E6" w14:textId="77777777" w:rsidR="00C32A44" w:rsidRPr="000E15EE" w:rsidRDefault="00C32A44" w:rsidP="00C32A44">
      <w:pPr>
        <w:pStyle w:val="USTustnpkodeksu"/>
      </w:pPr>
      <w:r w:rsidRPr="000E15EE">
        <w:t xml:space="preserve">4. </w:t>
      </w:r>
      <w:r w:rsidR="00846F7A" w:rsidRPr="000E15EE">
        <w:t>W rejestrze spraw dotyczących zezwoleń na pracę przetwarza się</w:t>
      </w:r>
      <w:r w:rsidRPr="000E15EE">
        <w:t xml:space="preserve"> dane, o których mowa w art. 9 ust. 1, jak również informacje o dokumentach dołączanych w postępowaniu, postanowieniach, wpisach do ewidencji, zaświadczeniach, decyzjach administracyjnych i orzeczeniach sądu</w:t>
      </w:r>
      <w:r w:rsidR="003B5037" w:rsidRPr="000E15EE">
        <w:t xml:space="preserve"> w celu prowadzenia postępowań w sprawach zezwoleń na pracę oraz udostępniania danych uprawnionym organom i instytucjom</w:t>
      </w:r>
      <w:r w:rsidRPr="000E15EE">
        <w:t>.</w:t>
      </w:r>
    </w:p>
    <w:p w14:paraId="7FC178AF" w14:textId="77777777" w:rsidR="00846F7A" w:rsidRPr="000E15EE" w:rsidRDefault="00846F7A" w:rsidP="00C32A44">
      <w:pPr>
        <w:pStyle w:val="USTustnpkodeksu"/>
      </w:pPr>
      <w:r w:rsidRPr="000E15EE">
        <w:t>5. W rejestrze spraw dotyczących zezwoleń na pracę sezonową przetwarza się dane, o których mowa w art. 9 ust. 1 i art. 45 pkt 1, jak również informacje o dokumentach dołączanych w postępowaniu, postanowieniach, wpisach do ewidencji, zaświadczeniach, decyzjach administracyjnych i orzeczeniach sądu</w:t>
      </w:r>
      <w:r w:rsidR="003B5037" w:rsidRPr="000E15EE">
        <w:t xml:space="preserve"> w celu prowadzenia postępowań w sprawach zezwoleń na pracę oraz udostępniania danych uprawnionym organom i instytucjom</w:t>
      </w:r>
      <w:r w:rsidRPr="000E15EE">
        <w:t>.</w:t>
      </w:r>
    </w:p>
    <w:p w14:paraId="3C3FCD22" w14:textId="77777777" w:rsidR="00C32A44" w:rsidRPr="000E15EE" w:rsidRDefault="00C50AF7" w:rsidP="00C32A44">
      <w:pPr>
        <w:pStyle w:val="USTustnpkodeksu"/>
      </w:pPr>
      <w:r w:rsidRPr="000E15EE">
        <w:t>6</w:t>
      </w:r>
      <w:r w:rsidR="00846F7A" w:rsidRPr="000E15EE">
        <w:t>. W rejestrze spraw dotyczących oświadczeń o </w:t>
      </w:r>
      <w:r w:rsidR="001503C9">
        <w:t xml:space="preserve">powierzeniu pracy cudzoziemcowi </w:t>
      </w:r>
      <w:r w:rsidR="00846F7A" w:rsidRPr="000E15EE">
        <w:t>przetwarza się</w:t>
      </w:r>
      <w:r w:rsidR="00C32A44" w:rsidRPr="000E15EE">
        <w:t xml:space="preserve"> dane, o których mowa w art. 60 ust. 1 i art. 68, jak również informacje o dokumentach dołączanych w</w:t>
      </w:r>
      <w:r w:rsidR="009D0593">
        <w:t xml:space="preserve"> </w:t>
      </w:r>
      <w:r w:rsidR="00C32A44" w:rsidRPr="000E15EE">
        <w:t>postępowaniu, postanowieniach, wpisach do ewidencji, decyzjach administracyjnych i orzeczeniach sądu</w:t>
      </w:r>
      <w:r w:rsidR="003B5037" w:rsidRPr="000E15EE">
        <w:t xml:space="preserve"> w celu prowadzenia postępowań w sprawach zezwoleń na pracę oraz udostępniania danych uprawnionym organom i instytucjom</w:t>
      </w:r>
      <w:r w:rsidR="00C32A44" w:rsidRPr="000E15EE">
        <w:t>.</w:t>
      </w:r>
    </w:p>
    <w:p w14:paraId="76AD590E" w14:textId="77777777" w:rsidR="00C32A44" w:rsidRPr="000E15EE" w:rsidRDefault="00BB7627" w:rsidP="00EE1B06">
      <w:pPr>
        <w:pStyle w:val="ARTartustawynprozporzdzenia"/>
      </w:pPr>
      <w:r w:rsidRPr="000E15EE">
        <w:rPr>
          <w:rStyle w:val="Ppogrubienie"/>
        </w:rPr>
        <w:t>Art. </w:t>
      </w:r>
      <w:r w:rsidR="00195F48" w:rsidRPr="000E15EE">
        <w:rPr>
          <w:rStyle w:val="Ppogrubienie"/>
        </w:rPr>
        <w:t>72</w:t>
      </w:r>
      <w:r w:rsidR="00D4325D" w:rsidRPr="000E15EE">
        <w:rPr>
          <w:rStyle w:val="Ppogrubienie"/>
        </w:rPr>
        <w:t>.</w:t>
      </w:r>
      <w:r w:rsidR="007843C6" w:rsidRPr="000E15EE">
        <w:t> </w:t>
      </w:r>
      <w:r w:rsidR="00D4325D" w:rsidRPr="000E15EE">
        <w:t xml:space="preserve">1. </w:t>
      </w:r>
      <w:r w:rsidR="00C32A44" w:rsidRPr="000E15EE">
        <w:t>Minister właściwy do spraw pracy tworzy i prowadzi w </w:t>
      </w:r>
      <w:r w:rsidR="009D76CB" w:rsidRPr="000E15EE">
        <w:t xml:space="preserve">systemach teleinformatycznych </w:t>
      </w:r>
      <w:r w:rsidR="00C32A44" w:rsidRPr="000E15EE">
        <w:t>rejestr centralny obejmujący dane przetwarzane w rejestrach, o których mowa w </w:t>
      </w:r>
      <w:r w:rsidR="00CD527C" w:rsidRPr="000E15EE">
        <w:t xml:space="preserve">art. 71 </w:t>
      </w:r>
      <w:r w:rsidR="00C32A44" w:rsidRPr="000E15EE">
        <w:t>ust. 1 (rejestr centralny).</w:t>
      </w:r>
    </w:p>
    <w:p w14:paraId="733E67C4" w14:textId="77777777" w:rsidR="00C32A44" w:rsidRPr="000E15EE" w:rsidRDefault="00C32A44" w:rsidP="00C32A44">
      <w:pPr>
        <w:pStyle w:val="USTustnpkodeksu"/>
      </w:pPr>
      <w:r w:rsidRPr="000E15EE">
        <w:t xml:space="preserve">2. </w:t>
      </w:r>
      <w:bookmarkStart w:id="180" w:name="_Hlk129592207"/>
      <w:r w:rsidR="00EE09B2" w:rsidRPr="000E15EE">
        <w:t xml:space="preserve">Wojewoda, starosta i minister właściwy do spraw pracy </w:t>
      </w:r>
      <w:r w:rsidRPr="000E15EE">
        <w:t xml:space="preserve">przekazują dane do rejestru centralnego oraz mogą korzystać </w:t>
      </w:r>
      <w:r w:rsidR="00EE09B2" w:rsidRPr="000E15EE">
        <w:t xml:space="preserve">z danych przetwarzanych w rejestrze centralnym </w:t>
      </w:r>
      <w:r w:rsidRPr="000E15EE">
        <w:t>w zakresie niezbędnym do realizacji zadań określonych w ustawie, wykorzystując oprogramowanie, o którym mowa w art. </w:t>
      </w:r>
      <w:r w:rsidR="00AB6AF6">
        <w:t>26 ust. 4</w:t>
      </w:r>
      <w:r w:rsidR="00AB6AF6" w:rsidRPr="00AB6AF6">
        <w:t xml:space="preserve"> </w:t>
      </w:r>
      <w:r w:rsidR="00AB6AF6" w:rsidRPr="00BB1576">
        <w:t>ustawy z dnia … o rynku pracy i służbach zatrudnienia</w:t>
      </w:r>
      <w:r w:rsidRPr="000E15EE">
        <w:t>.</w:t>
      </w:r>
      <w:bookmarkEnd w:id="180"/>
    </w:p>
    <w:p w14:paraId="3C1FC9CE" w14:textId="77777777" w:rsidR="00C32A44" w:rsidRPr="000E15EE" w:rsidRDefault="0046005F" w:rsidP="00C32A44">
      <w:pPr>
        <w:pStyle w:val="USTustnpkodeksu"/>
      </w:pPr>
      <w:bookmarkStart w:id="181" w:name="_Hlk129590256"/>
      <w:bookmarkStart w:id="182" w:name="_Hlk129589121"/>
      <w:r w:rsidRPr="000E15EE">
        <w:t>3</w:t>
      </w:r>
      <w:r w:rsidR="00C32A44" w:rsidRPr="000E15EE">
        <w:t>. Minister właściwy do spraw pracy przetwarza dane osobowe w rejestrze centralnym</w:t>
      </w:r>
      <w:r w:rsidR="00C93E5E" w:rsidRPr="000E15EE">
        <w:t xml:space="preserve"> w celu </w:t>
      </w:r>
      <w:bookmarkStart w:id="183" w:name="_Hlk129589998"/>
      <w:r w:rsidR="00C93E5E" w:rsidRPr="000E15EE">
        <w:t>udostępniania danych uprawnionym organom i instytucjom w zakresie określonym przepisami prawa</w:t>
      </w:r>
      <w:bookmarkEnd w:id="181"/>
      <w:bookmarkEnd w:id="183"/>
      <w:r w:rsidR="00C32A44" w:rsidRPr="000E15EE">
        <w:t xml:space="preserve">. </w:t>
      </w:r>
    </w:p>
    <w:bookmarkEnd w:id="182"/>
    <w:p w14:paraId="2A8DCA90" w14:textId="77777777" w:rsidR="00D4325D" w:rsidRPr="000E15EE" w:rsidRDefault="0046005F" w:rsidP="00C32A44">
      <w:pPr>
        <w:pStyle w:val="USTustnpkodeksu"/>
      </w:pPr>
      <w:r w:rsidRPr="000E15EE">
        <w:t>4</w:t>
      </w:r>
      <w:r w:rsidR="00C32A44" w:rsidRPr="000E15EE">
        <w:t>. Dane przetwarzane w rejestrze centralnym dla celów statystycznych są anonimizowane.</w:t>
      </w:r>
    </w:p>
    <w:p w14:paraId="1CA0D147" w14:textId="77777777" w:rsidR="00D4325D" w:rsidRPr="000E15EE" w:rsidRDefault="00BB7627" w:rsidP="00CC3F14">
      <w:pPr>
        <w:pStyle w:val="ARTartustawynprozporzdzenia"/>
        <w:keepNext/>
      </w:pPr>
      <w:bookmarkStart w:id="184" w:name="_Toc107830013"/>
      <w:r w:rsidRPr="000E15EE">
        <w:rPr>
          <w:rStyle w:val="Ppogrubienie"/>
        </w:rPr>
        <w:t>Art. </w:t>
      </w:r>
      <w:r w:rsidR="00195F48" w:rsidRPr="000E15EE">
        <w:rPr>
          <w:rStyle w:val="Ppogrubienie"/>
        </w:rPr>
        <w:t>73</w:t>
      </w:r>
      <w:r w:rsidR="00D4325D" w:rsidRPr="000E15EE">
        <w:rPr>
          <w:rStyle w:val="Ppogrubienie"/>
        </w:rPr>
        <w:t>.</w:t>
      </w:r>
      <w:r w:rsidR="00D4325D" w:rsidRPr="000E15EE">
        <w:t> 1. Organ prowadzący postępowanie</w:t>
      </w:r>
      <w:r w:rsidRPr="000E15EE">
        <w:t xml:space="preserve"> w </w:t>
      </w:r>
      <w:r w:rsidR="00D4325D" w:rsidRPr="000E15EE">
        <w:t>sprawie zezwolenia na pracę lub oświadczenia</w:t>
      </w:r>
      <w:r w:rsidRPr="000E15EE">
        <w:t xml:space="preserve"> o </w:t>
      </w:r>
      <w:r w:rsidR="001503C9">
        <w:t xml:space="preserve">powierzeniu pracy cudzoziemcowi </w:t>
      </w:r>
      <w:r w:rsidR="00D4325D" w:rsidRPr="000E15EE">
        <w:t xml:space="preserve">pozyskuje od organów Państwowej </w:t>
      </w:r>
      <w:r w:rsidR="00D4325D" w:rsidRPr="000E15EE">
        <w:lastRenderedPageBreak/>
        <w:t>Inspekcji Pracy nieodpłatnie</w:t>
      </w:r>
      <w:r w:rsidRPr="000E15EE">
        <w:t xml:space="preserve"> w </w:t>
      </w:r>
      <w:r w:rsidR="00D4325D" w:rsidRPr="000E15EE">
        <w:t>drodze teletransmisji danych</w:t>
      </w:r>
      <w:r w:rsidRPr="000E15EE">
        <w:t xml:space="preserve"> w </w:t>
      </w:r>
      <w:r w:rsidR="00D4325D" w:rsidRPr="000E15EE">
        <w:t>celu ustalenia okoliczności istotnych</w:t>
      </w:r>
      <w:r w:rsidRPr="000E15EE">
        <w:t xml:space="preserve"> w </w:t>
      </w:r>
      <w:r w:rsidR="00D4325D" w:rsidRPr="000E15EE">
        <w:t>postępowaniu:</w:t>
      </w:r>
      <w:bookmarkEnd w:id="184"/>
    </w:p>
    <w:p w14:paraId="608957E6" w14:textId="77777777" w:rsidR="00D4325D" w:rsidRPr="000E15EE" w:rsidRDefault="00D4325D" w:rsidP="00D4325D">
      <w:pPr>
        <w:pStyle w:val="PKTpunkt"/>
      </w:pPr>
      <w:r w:rsidRPr="000E15EE">
        <w:t>1)</w:t>
      </w:r>
      <w:r w:rsidRPr="000E15EE">
        <w:tab/>
        <w:t>informacje</w:t>
      </w:r>
      <w:r w:rsidR="00BB7627" w:rsidRPr="000E15EE">
        <w:t xml:space="preserve"> o </w:t>
      </w:r>
      <w:r w:rsidRPr="000E15EE">
        <w:t>ukaraniu</w:t>
      </w:r>
      <w:r w:rsidR="00BB7627" w:rsidRPr="000E15EE">
        <w:t xml:space="preserve"> w </w:t>
      </w:r>
      <w:r w:rsidRPr="000E15EE">
        <w:t xml:space="preserve">okresie ostatnich 2 lat </w:t>
      </w:r>
      <w:r w:rsidR="00B36F02">
        <w:t>podmiotu powierzającego pracę cudzoziemcowi</w:t>
      </w:r>
      <w:r w:rsidR="003F454E" w:rsidRPr="000E15EE">
        <w:t xml:space="preserve"> </w:t>
      </w:r>
      <w:r w:rsidRPr="000E15EE">
        <w:t>lub osoby działającej</w:t>
      </w:r>
      <w:r w:rsidR="00BB7627" w:rsidRPr="000E15EE">
        <w:t xml:space="preserve"> w </w:t>
      </w:r>
      <w:r w:rsidRPr="000E15EE">
        <w:t>jego imieniu za wykroczenie określone</w:t>
      </w:r>
      <w:r w:rsidR="00BB7627" w:rsidRPr="000E15EE">
        <w:t xml:space="preserve"> w art.</w:t>
      </w:r>
      <w:r w:rsidR="00D5646A">
        <w:t xml:space="preserve"> 82 </w:t>
      </w:r>
      <w:r w:rsidR="00BB7627" w:rsidRPr="000E15EE">
        <w:t>ust. </w:t>
      </w:r>
      <w:r w:rsidRPr="000E15EE">
        <w:t>1 lub</w:t>
      </w:r>
      <w:r w:rsidR="007843C6" w:rsidRPr="000E15EE">
        <w:t> </w:t>
      </w:r>
      <w:r w:rsidRPr="000E15EE">
        <w:t>3–5;</w:t>
      </w:r>
    </w:p>
    <w:p w14:paraId="0FFDFADC" w14:textId="77777777" w:rsidR="00D4325D" w:rsidRPr="000E15EE" w:rsidRDefault="00D4325D" w:rsidP="00D4325D">
      <w:pPr>
        <w:pStyle w:val="PKTpunkt"/>
      </w:pPr>
      <w:r w:rsidRPr="000E15EE">
        <w:t>2)</w:t>
      </w:r>
      <w:r w:rsidRPr="000E15EE">
        <w:tab/>
        <w:t>informacje</w:t>
      </w:r>
      <w:r w:rsidR="00BB7627" w:rsidRPr="000E15EE">
        <w:t xml:space="preserve"> o </w:t>
      </w:r>
      <w:r w:rsidRPr="000E15EE">
        <w:t>zawiadomieniu prokuratora</w:t>
      </w:r>
      <w:r w:rsidR="00BB7627" w:rsidRPr="000E15EE">
        <w:t xml:space="preserve"> o </w:t>
      </w:r>
      <w:r w:rsidRPr="000E15EE">
        <w:t>przestępstwie,</w:t>
      </w:r>
      <w:r w:rsidR="00BB7627" w:rsidRPr="000E15EE">
        <w:t xml:space="preserve"> o </w:t>
      </w:r>
      <w:r w:rsidRPr="000E15EE">
        <w:t>którym mowa</w:t>
      </w:r>
      <w:r w:rsidR="00BB7627" w:rsidRPr="000E15EE">
        <w:t xml:space="preserve"> w art. </w:t>
      </w:r>
      <w:r w:rsidRPr="000E15EE">
        <w:t xml:space="preserve">189a, </w:t>
      </w:r>
      <w:r w:rsidR="00BB7627" w:rsidRPr="000E15EE">
        <w:t>art. </w:t>
      </w:r>
      <w:r w:rsidRPr="000E15EE">
        <w:t>218–221</w:t>
      </w:r>
      <w:r w:rsidR="00AF7037" w:rsidRPr="000E15EE">
        <w:t xml:space="preserve">, </w:t>
      </w:r>
      <w:r w:rsidR="00BB7627" w:rsidRPr="000E15EE">
        <w:t>art. </w:t>
      </w:r>
      <w:r w:rsidR="00AF7037" w:rsidRPr="000E15EE">
        <w:t>225 §</w:t>
      </w:r>
      <w:r w:rsidR="007843C6" w:rsidRPr="000E15EE">
        <w:t> </w:t>
      </w:r>
      <w:r w:rsidR="00AF7037" w:rsidRPr="000E15EE">
        <w:t>2,</w:t>
      </w:r>
      <w:r w:rsidRPr="000E15EE">
        <w:t xml:space="preserve"> </w:t>
      </w:r>
      <w:r w:rsidR="00BB7627" w:rsidRPr="000E15EE">
        <w:t>art. </w:t>
      </w:r>
      <w:r w:rsidR="00AF7037" w:rsidRPr="000E15EE">
        <w:t xml:space="preserve">271, </w:t>
      </w:r>
      <w:r w:rsidR="00BB7627" w:rsidRPr="000E15EE">
        <w:t>art. </w:t>
      </w:r>
      <w:r w:rsidR="00AF7037" w:rsidRPr="000E15EE">
        <w:t xml:space="preserve">272, </w:t>
      </w:r>
      <w:r w:rsidR="00BB7627" w:rsidRPr="000E15EE">
        <w:t>art. </w:t>
      </w:r>
      <w:r w:rsidR="00AF7037" w:rsidRPr="000E15EE">
        <w:t xml:space="preserve">273 lub </w:t>
      </w:r>
      <w:r w:rsidR="00BB7627" w:rsidRPr="000E15EE">
        <w:t>art. </w:t>
      </w:r>
      <w:r w:rsidR="00AF7037" w:rsidRPr="000E15EE">
        <w:t xml:space="preserve">275 </w:t>
      </w:r>
      <w:r w:rsidRPr="000E15EE">
        <w:t>ustawy</w:t>
      </w:r>
      <w:r w:rsidR="00BB7627" w:rsidRPr="000E15EE">
        <w:t xml:space="preserve"> z </w:t>
      </w:r>
      <w:r w:rsidRPr="000E15EE">
        <w:t>dnia 6</w:t>
      </w:r>
      <w:r w:rsidR="007843C6" w:rsidRPr="000E15EE">
        <w:t> </w:t>
      </w:r>
      <w:r w:rsidRPr="000E15EE">
        <w:t>czerwca 1997</w:t>
      </w:r>
      <w:r w:rsidR="00BB7627" w:rsidRPr="000E15EE">
        <w:t xml:space="preserve"> r. </w:t>
      </w:r>
      <w:r w:rsidRPr="000E15EE">
        <w:t xml:space="preserve">– Kodeks karny, popełnionym przez </w:t>
      </w:r>
      <w:r w:rsidR="0015752B">
        <w:t>podmiot powierzający pracę cudzoziemcowi</w:t>
      </w:r>
      <w:r w:rsidR="003F454E" w:rsidRPr="000E15EE">
        <w:t xml:space="preserve"> </w:t>
      </w:r>
      <w:r w:rsidRPr="000E15EE">
        <w:t>lub przez osobę działającą</w:t>
      </w:r>
      <w:r w:rsidR="00BB7627" w:rsidRPr="000E15EE">
        <w:t xml:space="preserve"> w </w:t>
      </w:r>
      <w:r w:rsidRPr="000E15EE">
        <w:t>jego imieniu</w:t>
      </w:r>
      <w:r w:rsidR="004F131E" w:rsidRPr="000E15EE">
        <w:t>.</w:t>
      </w:r>
    </w:p>
    <w:p w14:paraId="1D8D7768" w14:textId="77777777" w:rsidR="00725462" w:rsidRPr="000E15EE" w:rsidRDefault="009D3FC9" w:rsidP="00725462">
      <w:pPr>
        <w:pStyle w:val="USTustnpkodeksu"/>
      </w:pPr>
      <w:r w:rsidRPr="000E15EE">
        <w:t>2</w:t>
      </w:r>
      <w:r w:rsidR="00725462" w:rsidRPr="000E15EE">
        <w:t>. Organ prowadzący postępowanie w sprawie zezwolenia na pracę lub oświadczenia o </w:t>
      </w:r>
      <w:r w:rsidR="001503C9">
        <w:t xml:space="preserve">powierzeniu pracy cudzoziemcowi </w:t>
      </w:r>
      <w:r w:rsidR="00725462" w:rsidRPr="000E15EE">
        <w:t>pozyskuje od organów Straży Granicznej nieodpłatnie w drodze teletransmisji danych w celu ustalenia okoliczności istotnych w postępowaniu:</w:t>
      </w:r>
    </w:p>
    <w:p w14:paraId="572A8E12" w14:textId="77777777" w:rsidR="00725462" w:rsidRPr="000E15EE" w:rsidRDefault="00725462" w:rsidP="00725462">
      <w:pPr>
        <w:pStyle w:val="PKTpunkt"/>
      </w:pPr>
      <w:r w:rsidRPr="000E15EE">
        <w:t>1)</w:t>
      </w:r>
      <w:r w:rsidRPr="000E15EE">
        <w:tab/>
        <w:t xml:space="preserve">informacje o skierowaniu do sądu w okresie ostatnich 2 lat wniosku o ukaranie </w:t>
      </w:r>
      <w:r w:rsidR="00B36F02">
        <w:t>podmiotu powierzającego pracę cudzoziemcowi</w:t>
      </w:r>
      <w:r w:rsidRPr="000E15EE">
        <w:t xml:space="preserve"> lub osoby działającej w jego imieniu za wykroczenie określone w art.</w:t>
      </w:r>
      <w:r w:rsidR="00D5646A">
        <w:t xml:space="preserve"> 82 </w:t>
      </w:r>
      <w:r w:rsidRPr="000E15EE">
        <w:t>ust. 1 lub 3–5;</w:t>
      </w:r>
    </w:p>
    <w:p w14:paraId="169938B6" w14:textId="77777777" w:rsidR="00725462" w:rsidRPr="000E15EE" w:rsidRDefault="00725462" w:rsidP="00725462">
      <w:pPr>
        <w:pStyle w:val="PKTpunkt"/>
      </w:pPr>
      <w:r w:rsidRPr="000E15EE">
        <w:t>2)</w:t>
      </w:r>
      <w:r w:rsidRPr="000E15EE">
        <w:tab/>
        <w:t xml:space="preserve">informacje o zawiadomieniu prokuratora o przestępstwie, o którym mowa w art. 189a, art. 218–221, art. 225 § 2, art. 271, art. 272, art. 273 lub art. 275 ustawy z dnia 6 czerwca 1997 r. – Kodeks karny, popełnionym przez </w:t>
      </w:r>
      <w:r w:rsidR="0015752B">
        <w:t>podmiot powierzający pracę cudzoziemcowi</w:t>
      </w:r>
      <w:r w:rsidRPr="000E15EE">
        <w:t xml:space="preserve"> lub przez osobę działającą w jego imieniu.</w:t>
      </w:r>
    </w:p>
    <w:p w14:paraId="0F214E60" w14:textId="77777777" w:rsidR="00617176" w:rsidRPr="000E15EE" w:rsidRDefault="00A90E0A" w:rsidP="00D4325D">
      <w:pPr>
        <w:pStyle w:val="USTustnpkodeksu"/>
      </w:pPr>
      <w:r w:rsidRPr="000E15EE">
        <w:t>3</w:t>
      </w:r>
      <w:r w:rsidR="00D4325D" w:rsidRPr="000E15EE">
        <w:t>. Organ prowadzący postępowanie</w:t>
      </w:r>
      <w:r w:rsidR="00BB7627" w:rsidRPr="000E15EE">
        <w:t xml:space="preserve"> w </w:t>
      </w:r>
      <w:r w:rsidR="00D4325D" w:rsidRPr="000E15EE">
        <w:t>sprawie zezwolenia na pracę lub oświadczenia</w:t>
      </w:r>
      <w:r w:rsidR="00BB7627" w:rsidRPr="000E15EE">
        <w:t xml:space="preserve"> o </w:t>
      </w:r>
      <w:r w:rsidR="001503C9">
        <w:t xml:space="preserve">powierzeniu pracy cudzoziemcowi </w:t>
      </w:r>
      <w:r w:rsidR="00D4325D" w:rsidRPr="000E15EE">
        <w:t>pozyskuje</w:t>
      </w:r>
      <w:r w:rsidR="00BB7627" w:rsidRPr="000E15EE">
        <w:t xml:space="preserve"> z </w:t>
      </w:r>
      <w:r w:rsidR="00D4325D" w:rsidRPr="000E15EE">
        <w:t>Krajowego Rejestru Karnego nieodpłatnie</w:t>
      </w:r>
      <w:r w:rsidR="00BB7627" w:rsidRPr="000E15EE">
        <w:t xml:space="preserve"> w </w:t>
      </w:r>
      <w:r w:rsidR="00D4325D" w:rsidRPr="000E15EE">
        <w:t>celu ustalenia okoliczności istotnych</w:t>
      </w:r>
      <w:r w:rsidR="00BB7627" w:rsidRPr="000E15EE">
        <w:t xml:space="preserve"> w </w:t>
      </w:r>
      <w:r w:rsidR="00D4325D" w:rsidRPr="000E15EE">
        <w:t>postępowaniu</w:t>
      </w:r>
      <w:r w:rsidR="001D7289">
        <w:t xml:space="preserve"> informacje o</w:t>
      </w:r>
      <w:r w:rsidR="00617176" w:rsidRPr="000E15EE">
        <w:t>:</w:t>
      </w:r>
    </w:p>
    <w:p w14:paraId="0BC86B75" w14:textId="02BA7105" w:rsidR="00F0623A" w:rsidRPr="000E15EE" w:rsidRDefault="00F0623A" w:rsidP="00617176">
      <w:pPr>
        <w:pStyle w:val="PKTpunkt"/>
      </w:pPr>
      <w:r w:rsidRPr="000E15EE">
        <w:t>1)</w:t>
      </w:r>
      <w:r w:rsidRPr="000E15EE">
        <w:tab/>
        <w:t xml:space="preserve">prawomocnym skazaniu za przestępstwo, </w:t>
      </w:r>
      <w:bookmarkStart w:id="185" w:name="_Hlk120227103"/>
      <w:r w:rsidRPr="000E15EE">
        <w:t xml:space="preserve">o którym mowa w art. 189a, art. 218–221, art. 225 § 2, </w:t>
      </w:r>
      <w:r w:rsidR="003F7722" w:rsidRPr="000E15EE">
        <w:t xml:space="preserve">art. 270, </w:t>
      </w:r>
      <w:r w:rsidRPr="000E15EE">
        <w:t>art. 271, art. 272, art. 273 lub art. 275</w:t>
      </w:r>
      <w:bookmarkEnd w:id="185"/>
      <w:r w:rsidRPr="000E15EE">
        <w:t xml:space="preserve"> ustawy z dnia 6 czerwca 1997 r. – Kodeks karny</w:t>
      </w:r>
      <w:r w:rsidR="00822C08">
        <w:t xml:space="preserve"> bądź za </w:t>
      </w:r>
      <w:r w:rsidR="00822C08" w:rsidRPr="00822C08">
        <w:t>przestępstwo, o którym mowa w Protokole o zapobieganiu, zwalczaniu oraz karaniu za handel ludźmi, w szczególności kobietami i dziećmi, uzupełniającego Konwencję Narodów Zjednoczonych przeciwko międzynarodowej przestępczości zorganizowanej, przyjętym przez Zgromadzenie Ogólne Narodów Zjednoczonych dnia 15 listopada 2000 r.</w:t>
      </w:r>
      <w:r w:rsidRPr="000E15EE">
        <w:t xml:space="preserve">, popełnione przez </w:t>
      </w:r>
      <w:r w:rsidR="0015752B">
        <w:t xml:space="preserve">podmiot powierzający pracę </w:t>
      </w:r>
      <w:r w:rsidR="00822C08">
        <w:t xml:space="preserve">będący osobą fizyczną </w:t>
      </w:r>
      <w:r w:rsidRPr="000E15EE">
        <w:t>lub przez osobę działającą w imieniu</w:t>
      </w:r>
      <w:r w:rsidR="00822C08" w:rsidRPr="00822C08">
        <w:t xml:space="preserve"> </w:t>
      </w:r>
      <w:r w:rsidR="00822C08">
        <w:t>podmiotu powierzającego pracę cudzoziemcowi</w:t>
      </w:r>
      <w:r w:rsidRPr="000E15EE">
        <w:t>;</w:t>
      </w:r>
    </w:p>
    <w:p w14:paraId="22CF0BEC" w14:textId="77777777" w:rsidR="003A5DC5" w:rsidRPr="000E15EE" w:rsidRDefault="00C6739C" w:rsidP="003A5DC5">
      <w:pPr>
        <w:pStyle w:val="PKTpunkt"/>
      </w:pPr>
      <w:r w:rsidRPr="000E15EE">
        <w:t>2</w:t>
      </w:r>
      <w:r w:rsidR="003A5DC5" w:rsidRPr="000E15EE">
        <w:t>)</w:t>
      </w:r>
      <w:r w:rsidR="003A5DC5" w:rsidRPr="000E15EE">
        <w:tab/>
      </w:r>
      <w:r w:rsidR="004E01A1" w:rsidRPr="000E15EE">
        <w:t xml:space="preserve">prawomocnym skazaniu </w:t>
      </w:r>
      <w:r w:rsidR="003A5DC5" w:rsidRPr="000E15EE">
        <w:t xml:space="preserve">cudzoziemca za </w:t>
      </w:r>
      <w:r w:rsidR="004E01A1" w:rsidRPr="000E15EE">
        <w:t xml:space="preserve">przestępstwo </w:t>
      </w:r>
      <w:r w:rsidR="003A5DC5" w:rsidRPr="000E15EE">
        <w:t>określon</w:t>
      </w:r>
      <w:r w:rsidR="004E01A1" w:rsidRPr="000E15EE">
        <w:t>e</w:t>
      </w:r>
      <w:r w:rsidR="003A5DC5" w:rsidRPr="000E15EE">
        <w:t xml:space="preserve"> w </w:t>
      </w:r>
      <w:r w:rsidR="003F7722" w:rsidRPr="000E15EE">
        <w:t xml:space="preserve">art. 270, </w:t>
      </w:r>
      <w:r w:rsidR="003A5DC5" w:rsidRPr="000E15EE">
        <w:t>art. 271, art. 272, art. 273 lub art. 275 ustawy z dnia 6 czerwca 1997 r. – Kodeks karny.</w:t>
      </w:r>
    </w:p>
    <w:p w14:paraId="7C091AD9" w14:textId="77777777" w:rsidR="004F131E" w:rsidRPr="000E15EE" w:rsidRDefault="00A90E0A" w:rsidP="00617176">
      <w:pPr>
        <w:pStyle w:val="USTustnpkodeksu"/>
      </w:pPr>
      <w:r w:rsidRPr="000E15EE">
        <w:lastRenderedPageBreak/>
        <w:t>4</w:t>
      </w:r>
      <w:r w:rsidR="004F131E" w:rsidRPr="000E15EE">
        <w:t>. </w:t>
      </w:r>
      <w:bookmarkStart w:id="186" w:name="_Hlk129350548"/>
      <w:r w:rsidR="004F131E" w:rsidRPr="000E15EE">
        <w:t>Organ prowadzący postępowanie</w:t>
      </w:r>
      <w:r w:rsidR="00BB7627" w:rsidRPr="000E15EE">
        <w:t xml:space="preserve"> w </w:t>
      </w:r>
      <w:r w:rsidR="004F131E" w:rsidRPr="000E15EE">
        <w:t>sprawie zezwolenia na pracę lub oświadczenia</w:t>
      </w:r>
      <w:r w:rsidR="00BB7627" w:rsidRPr="000E15EE">
        <w:t xml:space="preserve"> o </w:t>
      </w:r>
      <w:r w:rsidR="001503C9">
        <w:t xml:space="preserve">powierzeniu pracy cudzoziemcowi </w:t>
      </w:r>
      <w:r w:rsidR="004F131E" w:rsidRPr="000E15EE">
        <w:t>pozyskuje od organów Straży Granicznej nieodpłatnie</w:t>
      </w:r>
      <w:r w:rsidR="00BB7627" w:rsidRPr="000E15EE">
        <w:t xml:space="preserve"> w </w:t>
      </w:r>
      <w:r w:rsidR="004F131E" w:rsidRPr="000E15EE">
        <w:t>drodze teletransmisji danych informacje</w:t>
      </w:r>
      <w:r w:rsidR="00BB7627" w:rsidRPr="000E15EE">
        <w:t xml:space="preserve"> </w:t>
      </w:r>
      <w:bookmarkEnd w:id="186"/>
      <w:r w:rsidR="00BF6411" w:rsidRPr="000E15EE">
        <w:t xml:space="preserve">z systemu teleinformatycznego Straży Granicznej dotyczące przekraczania przez cudzoziemców granicy Rzeczpospolitej Polskiej </w:t>
      </w:r>
      <w:r w:rsidR="00BB7627" w:rsidRPr="000E15EE">
        <w:t>w </w:t>
      </w:r>
      <w:r w:rsidR="004F131E" w:rsidRPr="000E15EE">
        <w:t>celu ustalenia okoliczności istotnych</w:t>
      </w:r>
      <w:r w:rsidR="00BB7627" w:rsidRPr="000E15EE">
        <w:t xml:space="preserve"> w </w:t>
      </w:r>
      <w:r w:rsidR="004F131E" w:rsidRPr="000E15EE">
        <w:t>postępowaniu</w:t>
      </w:r>
      <w:r w:rsidR="00D155D4" w:rsidRPr="000E15EE">
        <w:t>, o których mowa w art. 14 pkt 1 i art. 52 ust. 2</w:t>
      </w:r>
      <w:r w:rsidR="004F131E" w:rsidRPr="000E15EE">
        <w:t>.</w:t>
      </w:r>
    </w:p>
    <w:p w14:paraId="0457E6EE" w14:textId="77777777" w:rsidR="00D4325D" w:rsidRPr="000E15EE" w:rsidRDefault="00A90E0A" w:rsidP="00CC3F14">
      <w:pPr>
        <w:pStyle w:val="USTustnpkodeksu"/>
        <w:keepNext/>
      </w:pPr>
      <w:r w:rsidRPr="000E15EE">
        <w:t>5</w:t>
      </w:r>
      <w:r w:rsidR="00D4325D" w:rsidRPr="000E15EE">
        <w:t>. Organ prowadzący postępowanie</w:t>
      </w:r>
      <w:r w:rsidR="00BB7627" w:rsidRPr="000E15EE">
        <w:t xml:space="preserve"> w </w:t>
      </w:r>
      <w:r w:rsidR="00D4325D" w:rsidRPr="000E15EE">
        <w:t>sprawie zezwolenia na pracę lub oświadczenia</w:t>
      </w:r>
      <w:r w:rsidR="00BB7627" w:rsidRPr="000E15EE">
        <w:t xml:space="preserve"> o </w:t>
      </w:r>
      <w:r w:rsidR="001503C9">
        <w:t xml:space="preserve">powierzeniu pracy cudzoziemcowi </w:t>
      </w:r>
      <w:r w:rsidR="00D4325D" w:rsidRPr="000E15EE">
        <w:t>pozyskuje nieodpłatnie od organów Krajowej Administracji Skarbowej</w:t>
      </w:r>
      <w:r w:rsidR="00BB7627" w:rsidRPr="000E15EE">
        <w:t xml:space="preserve"> w </w:t>
      </w:r>
      <w:r w:rsidR="00D4325D" w:rsidRPr="000E15EE">
        <w:t>drodze teletransmisji danych</w:t>
      </w:r>
      <w:r w:rsidR="00BB7627" w:rsidRPr="000E15EE">
        <w:t xml:space="preserve"> w </w:t>
      </w:r>
      <w:r w:rsidR="00D4325D" w:rsidRPr="000E15EE">
        <w:t>celu ustalenia okoliczności istotnych</w:t>
      </w:r>
      <w:r w:rsidR="00BB7627" w:rsidRPr="000E15EE">
        <w:t xml:space="preserve"> w </w:t>
      </w:r>
      <w:r w:rsidR="00D4325D" w:rsidRPr="000E15EE">
        <w:t>postępowaniu:</w:t>
      </w:r>
    </w:p>
    <w:p w14:paraId="3B42E1BF" w14:textId="77777777" w:rsidR="00D4325D" w:rsidRPr="000E15EE" w:rsidRDefault="00D4325D" w:rsidP="00D4325D">
      <w:pPr>
        <w:pStyle w:val="PKTpunkt"/>
      </w:pPr>
      <w:r w:rsidRPr="000E15EE">
        <w:t>1)</w:t>
      </w:r>
      <w:r w:rsidRPr="000E15EE">
        <w:tab/>
        <w:t>informacje</w:t>
      </w:r>
      <w:r w:rsidR="00BB7627" w:rsidRPr="000E15EE">
        <w:t xml:space="preserve"> o </w:t>
      </w:r>
      <w:r w:rsidRPr="000E15EE">
        <w:t>przychodzie i</w:t>
      </w:r>
      <w:r w:rsidR="00617176" w:rsidRPr="000E15EE">
        <w:t> </w:t>
      </w:r>
      <w:r w:rsidRPr="000E15EE">
        <w:t xml:space="preserve">dochodzie albo stracie </w:t>
      </w:r>
      <w:r w:rsidR="00B36F02">
        <w:t>podmiotu powierzającego pracę cudzoziemcowi</w:t>
      </w:r>
      <w:r w:rsidRPr="000E15EE">
        <w:t>, podlegającym opodatkowaniu podatkiem dochodowym od osób fizycznych albo podatkiem dochodowym od osób prawnych;</w:t>
      </w:r>
    </w:p>
    <w:p w14:paraId="0FDB3973" w14:textId="77777777" w:rsidR="00D4325D" w:rsidRPr="000E15EE" w:rsidRDefault="00D4325D" w:rsidP="00D4325D">
      <w:pPr>
        <w:pStyle w:val="PKTpunkt"/>
      </w:pPr>
      <w:r w:rsidRPr="000E15EE">
        <w:t xml:space="preserve">2) </w:t>
      </w:r>
      <w:r w:rsidRPr="000E15EE">
        <w:tab/>
        <w:t>informacje</w:t>
      </w:r>
      <w:r w:rsidR="00BB7627" w:rsidRPr="000E15EE">
        <w:t xml:space="preserve"> o </w:t>
      </w:r>
      <w:r w:rsidRPr="000E15EE">
        <w:t xml:space="preserve">zaległościach </w:t>
      </w:r>
      <w:r w:rsidR="00B36F02">
        <w:t>podmiotu powierzającego pracę cudzoziemcowi</w:t>
      </w:r>
      <w:r w:rsidR="00AB5EA3" w:rsidRPr="000E15EE">
        <w:t xml:space="preserve"> </w:t>
      </w:r>
      <w:r w:rsidR="00BB7627" w:rsidRPr="000E15EE">
        <w:t>z </w:t>
      </w:r>
      <w:r w:rsidRPr="000E15EE">
        <w:t>tytułu podatku dochodowego od osób fizycznych albo podatku dochodowego od osób prawnych;</w:t>
      </w:r>
    </w:p>
    <w:p w14:paraId="6837BB2E" w14:textId="750BFF95" w:rsidR="00425B4C" w:rsidRPr="000E15EE" w:rsidRDefault="00D4325D" w:rsidP="00783E50">
      <w:pPr>
        <w:pStyle w:val="PKTpunkt"/>
      </w:pPr>
      <w:r w:rsidRPr="000E15EE">
        <w:rPr>
          <w:bCs w:val="0"/>
        </w:rPr>
        <w:t xml:space="preserve">3) </w:t>
      </w:r>
      <w:r w:rsidRPr="000E15EE">
        <w:rPr>
          <w:bCs w:val="0"/>
        </w:rPr>
        <w:tab/>
        <w:t xml:space="preserve">liczbach podatników </w:t>
      </w:r>
      <w:r w:rsidR="00490E9C" w:rsidRPr="000E15EE">
        <w:t xml:space="preserve">wykazanych przez płatnika w deklaracjach dotyczących pobranych zaliczek na podatek dochodowy od osób fizycznych, uzyskujących od nich dochody, o których mowa w art. </w:t>
      </w:r>
      <w:r w:rsidR="00283A17" w:rsidRPr="000E15EE">
        <w:t>32 ust. 1</w:t>
      </w:r>
      <w:r w:rsidR="00490E9C" w:rsidRPr="000E15EE">
        <w:t xml:space="preserve"> i art. 42e ust. 1 ustawy </w:t>
      </w:r>
      <w:r w:rsidR="00283A17" w:rsidRPr="000E15EE">
        <w:t xml:space="preserve">z dnia 26 lipca 1991 r. </w:t>
      </w:r>
      <w:r w:rsidR="00490E9C" w:rsidRPr="000E15EE">
        <w:t>o podatku dochodowym od osób fizycznych</w:t>
      </w:r>
      <w:r w:rsidR="00283A17" w:rsidRPr="000E15EE">
        <w:t xml:space="preserve"> (Dz. U. z</w:t>
      </w:r>
      <w:r w:rsidR="00271888" w:rsidRPr="000E15EE">
        <w:t> </w:t>
      </w:r>
      <w:r w:rsidR="00502BE5" w:rsidRPr="000E15EE">
        <w:t xml:space="preserve">2024 r. </w:t>
      </w:r>
      <w:r w:rsidR="00EA3966" w:rsidRPr="000E15EE">
        <w:t>poz. </w:t>
      </w:r>
      <w:r w:rsidR="00502BE5" w:rsidRPr="000E15EE">
        <w:t>226</w:t>
      </w:r>
      <w:r w:rsidR="001A0177">
        <w:t>, z późn. zm.</w:t>
      </w:r>
      <w:r w:rsidR="001A0177">
        <w:rPr>
          <w:rStyle w:val="Odwoanieprzypisudolnego"/>
        </w:rPr>
        <w:footnoteReference w:id="5"/>
      </w:r>
      <w:r w:rsidR="001A0177" w:rsidRPr="00614A48">
        <w:rPr>
          <w:rStyle w:val="IGindeksgrny"/>
        </w:rPr>
        <w:t>)</w:t>
      </w:r>
      <w:r w:rsidR="00283A17" w:rsidRPr="000E15EE">
        <w:t>)</w:t>
      </w:r>
      <w:r w:rsidR="003A4287" w:rsidRPr="000E15EE">
        <w:t>.</w:t>
      </w:r>
    </w:p>
    <w:p w14:paraId="3D14BBB6" w14:textId="77777777" w:rsidR="00D4325D" w:rsidRPr="000E15EE" w:rsidRDefault="00A90E0A" w:rsidP="003A4287">
      <w:pPr>
        <w:pStyle w:val="USTustnpkodeksu"/>
        <w:keepNext/>
      </w:pPr>
      <w:r w:rsidRPr="000E15EE">
        <w:t>6</w:t>
      </w:r>
      <w:r w:rsidR="00D4325D" w:rsidRPr="000E15EE">
        <w:t>. Organ prowadzący postępowanie</w:t>
      </w:r>
      <w:r w:rsidR="00BB7627" w:rsidRPr="000E15EE">
        <w:t xml:space="preserve"> w </w:t>
      </w:r>
      <w:r w:rsidR="00D4325D" w:rsidRPr="000E15EE">
        <w:t>sprawie zezwolenia na pracę lub oświadczenia</w:t>
      </w:r>
      <w:r w:rsidR="00BB7627" w:rsidRPr="000E15EE">
        <w:t xml:space="preserve"> o </w:t>
      </w:r>
      <w:r w:rsidR="001503C9">
        <w:t xml:space="preserve">powierzeniu pracy cudzoziemcowi </w:t>
      </w:r>
      <w:r w:rsidR="00D4325D" w:rsidRPr="000E15EE">
        <w:t>pozyskuje</w:t>
      </w:r>
      <w:r w:rsidR="00BB7627" w:rsidRPr="000E15EE">
        <w:t xml:space="preserve"> z </w:t>
      </w:r>
      <w:r w:rsidR="00D4325D" w:rsidRPr="000E15EE">
        <w:t>systemu teleinformatycznego Zakładu Ubezpieczeń Społecznych nieodpłatnie</w:t>
      </w:r>
      <w:r w:rsidR="00BB7627" w:rsidRPr="000E15EE">
        <w:t xml:space="preserve"> w </w:t>
      </w:r>
      <w:r w:rsidR="00D4325D" w:rsidRPr="000E15EE">
        <w:t>drodze teletransmisji danych</w:t>
      </w:r>
      <w:r w:rsidR="00BB7627" w:rsidRPr="000E15EE">
        <w:t xml:space="preserve"> w </w:t>
      </w:r>
      <w:r w:rsidR="00D4325D" w:rsidRPr="000E15EE">
        <w:t>celu ustalenia okoliczności istotnych</w:t>
      </w:r>
      <w:r w:rsidR="00BB7627" w:rsidRPr="000E15EE">
        <w:t xml:space="preserve"> w </w:t>
      </w:r>
      <w:r w:rsidR="00D4325D" w:rsidRPr="000E15EE">
        <w:t>postępowaniu informacje</w:t>
      </w:r>
      <w:r w:rsidR="0011046B" w:rsidRPr="000E15EE">
        <w:t xml:space="preserve"> dotyczące</w:t>
      </w:r>
      <w:r w:rsidR="00D4325D" w:rsidRPr="000E15EE">
        <w:t>:</w:t>
      </w:r>
    </w:p>
    <w:p w14:paraId="5F721373" w14:textId="77777777" w:rsidR="00D4325D" w:rsidRPr="000E15EE" w:rsidRDefault="00D4325D" w:rsidP="00D4325D">
      <w:pPr>
        <w:pStyle w:val="PKTpunkt"/>
      </w:pPr>
      <w:r w:rsidRPr="000E15EE">
        <w:t>1)</w:t>
      </w:r>
      <w:r w:rsidRPr="000E15EE">
        <w:tab/>
      </w:r>
      <w:r w:rsidR="00C50AF7" w:rsidRPr="000E15EE">
        <w:t xml:space="preserve">dopełniania obowiązków </w:t>
      </w:r>
      <w:r w:rsidRPr="000E15EE">
        <w:t>zgłoszenia pracowników lub innych osób objętych obowiązkowym ubezpieczeniem społecznym do ubezpieczenia społecznego;</w:t>
      </w:r>
    </w:p>
    <w:p w14:paraId="366116EB" w14:textId="657BF1A5" w:rsidR="00173FFC" w:rsidRPr="000E15EE" w:rsidRDefault="00173FFC" w:rsidP="00D4325D">
      <w:pPr>
        <w:pStyle w:val="PKTpunkt"/>
      </w:pPr>
      <w:r w:rsidRPr="000E15EE">
        <w:t>2)</w:t>
      </w:r>
      <w:r w:rsidRPr="000E15EE">
        <w:tab/>
        <w:t>dopełniania obowiązków zgłoszenia</w:t>
      </w:r>
      <w:r w:rsidR="00314D0A" w:rsidRPr="000E15EE">
        <w:t xml:space="preserve"> umowy o dzieło, o której mowa w art. 36 ust. 17 ustawy z dnia 13 października 1998 r. o systemie ubezpieczeń społecznych (Dz. U. z</w:t>
      </w:r>
      <w:r w:rsidR="00271888" w:rsidRPr="000E15EE">
        <w:t> </w:t>
      </w:r>
      <w:r w:rsidR="009D0593" w:rsidRPr="000E15EE">
        <w:t>202</w:t>
      </w:r>
      <w:r w:rsidR="009D0593">
        <w:t>4</w:t>
      </w:r>
      <w:r w:rsidR="009D0593" w:rsidRPr="000E15EE">
        <w:t> r. poz. </w:t>
      </w:r>
      <w:r w:rsidR="009D0593">
        <w:t>497</w:t>
      </w:r>
      <w:r w:rsidR="00BF43C7">
        <w:t xml:space="preserve"> i 863</w:t>
      </w:r>
      <w:r w:rsidR="00314D0A" w:rsidRPr="000E15EE">
        <w:t>);</w:t>
      </w:r>
    </w:p>
    <w:p w14:paraId="45B8FDAD" w14:textId="77777777" w:rsidR="00D4325D" w:rsidRPr="000E15EE" w:rsidRDefault="00314D0A" w:rsidP="00D4325D">
      <w:pPr>
        <w:pStyle w:val="PKTpunkt"/>
      </w:pPr>
      <w:r w:rsidRPr="000E15EE">
        <w:t>3</w:t>
      </w:r>
      <w:r w:rsidR="00D4325D" w:rsidRPr="000E15EE">
        <w:t xml:space="preserve">) </w:t>
      </w:r>
      <w:r w:rsidR="006A0883" w:rsidRPr="000E15EE">
        <w:tab/>
      </w:r>
      <w:r w:rsidR="00AF2DBD" w:rsidRPr="000E15EE">
        <w:t>liczb</w:t>
      </w:r>
      <w:r w:rsidR="0011046B" w:rsidRPr="000E15EE">
        <w:t>y</w:t>
      </w:r>
      <w:r w:rsidR="00AF2DBD" w:rsidRPr="000E15EE">
        <w:t xml:space="preserve"> </w:t>
      </w:r>
      <w:r w:rsidR="00D4325D" w:rsidRPr="000E15EE">
        <w:t>osób zgłoszonych do ubezpieczenia</w:t>
      </w:r>
      <w:r w:rsidR="00AF2DBD" w:rsidRPr="000E15EE">
        <w:t>;</w:t>
      </w:r>
    </w:p>
    <w:p w14:paraId="64E8BA8D" w14:textId="77777777" w:rsidR="00D4325D" w:rsidRPr="000E15EE" w:rsidRDefault="00314D0A" w:rsidP="00D4325D">
      <w:pPr>
        <w:pStyle w:val="PKTpunkt"/>
      </w:pPr>
      <w:r w:rsidRPr="000E15EE">
        <w:lastRenderedPageBreak/>
        <w:t>4</w:t>
      </w:r>
      <w:r w:rsidR="00D4325D" w:rsidRPr="000E15EE">
        <w:t>)</w:t>
      </w:r>
      <w:r w:rsidR="006A0883" w:rsidRPr="000E15EE">
        <w:tab/>
      </w:r>
      <w:r w:rsidR="00D4325D" w:rsidRPr="000E15EE">
        <w:t xml:space="preserve">zaległości </w:t>
      </w:r>
      <w:r w:rsidR="00B36F02">
        <w:t>podmiotu powierzającego pracę cudzoziemcowi</w:t>
      </w:r>
      <w:r w:rsidR="00BB7627" w:rsidRPr="000E15EE">
        <w:t xml:space="preserve"> w </w:t>
      </w:r>
      <w:r w:rsidR="00D4325D" w:rsidRPr="000E15EE">
        <w:t>opłacaniu składek</w:t>
      </w:r>
      <w:r w:rsidR="00F613AB" w:rsidRPr="000E15EE">
        <w:t xml:space="preserve"> na ubezpieczenia społeczne, ubezpieczenie zdrowotne, Fundusz Pracy</w:t>
      </w:r>
      <w:r w:rsidR="00A866FB" w:rsidRPr="000E15EE">
        <w:t>,</w:t>
      </w:r>
      <w:r w:rsidR="00F613AB" w:rsidRPr="000E15EE">
        <w:t xml:space="preserve"> Fundusz Gwarantowanych Świadczeń Pracowniczych</w:t>
      </w:r>
      <w:r w:rsidR="00A866FB" w:rsidRPr="000E15EE">
        <w:t>,</w:t>
      </w:r>
      <w:r w:rsidR="00F613AB" w:rsidRPr="000E15EE">
        <w:t xml:space="preserve"> Fundusz Emerytur Pomostowych</w:t>
      </w:r>
      <w:r w:rsidR="00D451FF" w:rsidRPr="000E15EE">
        <w:t xml:space="preserve"> oraz Fundusz Solidarnościowy</w:t>
      </w:r>
      <w:r w:rsidR="00D4325D" w:rsidRPr="000E15EE">
        <w:t>.</w:t>
      </w:r>
    </w:p>
    <w:p w14:paraId="4F4991DB" w14:textId="77777777" w:rsidR="00D4325D" w:rsidRPr="000E15EE" w:rsidRDefault="00A90E0A" w:rsidP="00CC3F14">
      <w:pPr>
        <w:pStyle w:val="USTustnpkodeksu"/>
        <w:keepNext/>
      </w:pPr>
      <w:r w:rsidRPr="000E15EE">
        <w:t>7</w:t>
      </w:r>
      <w:r w:rsidR="00D4325D" w:rsidRPr="000E15EE">
        <w:t>. Organ prowadzący postępowanie</w:t>
      </w:r>
      <w:r w:rsidR="00BB7627" w:rsidRPr="000E15EE">
        <w:t xml:space="preserve"> w </w:t>
      </w:r>
      <w:r w:rsidR="00D4325D" w:rsidRPr="000E15EE">
        <w:t>sprawie zezwolenia na pracę sezonową pozyskuje</w:t>
      </w:r>
      <w:r w:rsidR="00BB7627" w:rsidRPr="000E15EE">
        <w:t xml:space="preserve"> z </w:t>
      </w:r>
      <w:r w:rsidR="00D4325D" w:rsidRPr="000E15EE">
        <w:t>Kasy Rolniczego Ubezpieczenia Społecznego nieodpłatnie</w:t>
      </w:r>
      <w:r w:rsidR="00BB7627" w:rsidRPr="000E15EE">
        <w:t xml:space="preserve"> w </w:t>
      </w:r>
      <w:r w:rsidR="00D4325D" w:rsidRPr="000E15EE">
        <w:t>drodze teletransmisji danych</w:t>
      </w:r>
      <w:r w:rsidR="00BB7627" w:rsidRPr="000E15EE">
        <w:t xml:space="preserve"> w </w:t>
      </w:r>
      <w:r w:rsidR="00D4325D" w:rsidRPr="000E15EE">
        <w:t>celu ustalenia okoliczności istotnych</w:t>
      </w:r>
      <w:r w:rsidR="00BB7627" w:rsidRPr="000E15EE">
        <w:t xml:space="preserve"> w </w:t>
      </w:r>
      <w:r w:rsidR="00D4325D" w:rsidRPr="000E15EE">
        <w:t>postępowaniu informacje dotyczące dopełniania obowiązków:</w:t>
      </w:r>
    </w:p>
    <w:p w14:paraId="546D6835" w14:textId="77777777" w:rsidR="00D4325D" w:rsidRPr="000E15EE" w:rsidRDefault="00D4325D" w:rsidP="00D4325D">
      <w:pPr>
        <w:pStyle w:val="PKTpunkt"/>
      </w:pPr>
      <w:r w:rsidRPr="000E15EE">
        <w:t>1)</w:t>
      </w:r>
      <w:r w:rsidRPr="000E15EE">
        <w:tab/>
        <w:t>zgłoszenia pomocników rolnika do ubezpieczenia społecznego rolników;</w:t>
      </w:r>
    </w:p>
    <w:p w14:paraId="04439771" w14:textId="77777777" w:rsidR="00D4325D" w:rsidRPr="000E15EE" w:rsidRDefault="00D4325D" w:rsidP="00D4325D">
      <w:pPr>
        <w:pStyle w:val="PKTpunkt"/>
      </w:pPr>
      <w:r w:rsidRPr="000E15EE">
        <w:t>2)</w:t>
      </w:r>
      <w:r w:rsidRPr="000E15EE">
        <w:tab/>
        <w:t>opłacania składek na ubezpieczeni</w:t>
      </w:r>
      <w:r w:rsidR="00454A84" w:rsidRPr="000E15EE">
        <w:t>e</w:t>
      </w:r>
      <w:r w:rsidRPr="000E15EE">
        <w:t xml:space="preserve"> społeczne rolników za pomocników rolnika</w:t>
      </w:r>
      <w:r w:rsidR="00AF2DBD" w:rsidRPr="000E15EE">
        <w:t>;</w:t>
      </w:r>
    </w:p>
    <w:p w14:paraId="301589E4" w14:textId="77777777" w:rsidR="00D4325D" w:rsidRPr="000E15EE" w:rsidRDefault="00D4325D" w:rsidP="00D4325D">
      <w:pPr>
        <w:pStyle w:val="PKTpunkt"/>
      </w:pPr>
      <w:r w:rsidRPr="000E15EE">
        <w:t xml:space="preserve">3) </w:t>
      </w:r>
      <w:r w:rsidR="006A0883" w:rsidRPr="000E15EE">
        <w:tab/>
      </w:r>
      <w:r w:rsidR="00AF2DBD" w:rsidRPr="000E15EE">
        <w:t>licz</w:t>
      </w:r>
      <w:r w:rsidR="00FE02AB" w:rsidRPr="000E15EE">
        <w:t>b</w:t>
      </w:r>
      <w:r w:rsidR="00AF2DBD" w:rsidRPr="000E15EE">
        <w:t>ie</w:t>
      </w:r>
      <w:r w:rsidRPr="000E15EE">
        <w:t xml:space="preserve"> </w:t>
      </w:r>
      <w:r w:rsidR="00454A84" w:rsidRPr="000E15EE">
        <w:t xml:space="preserve">pomocników rolnika </w:t>
      </w:r>
      <w:r w:rsidRPr="000E15EE">
        <w:t>zgłoszonych do ubezpieczenia</w:t>
      </w:r>
      <w:r w:rsidR="00FE02AB" w:rsidRPr="000E15EE">
        <w:t xml:space="preserve"> społecznego rolników</w:t>
      </w:r>
      <w:r w:rsidR="00AF2DBD" w:rsidRPr="000E15EE">
        <w:t>;</w:t>
      </w:r>
    </w:p>
    <w:p w14:paraId="4557C060" w14:textId="77777777" w:rsidR="00D4325D" w:rsidRPr="000E15EE" w:rsidRDefault="00D4325D" w:rsidP="00D4325D">
      <w:pPr>
        <w:pStyle w:val="PKTpunkt"/>
      </w:pPr>
      <w:r w:rsidRPr="000E15EE">
        <w:t xml:space="preserve">4) </w:t>
      </w:r>
      <w:r w:rsidR="006A0883" w:rsidRPr="000E15EE">
        <w:tab/>
      </w:r>
      <w:r w:rsidRPr="000E15EE">
        <w:t>informacje</w:t>
      </w:r>
      <w:r w:rsidR="00BB7627" w:rsidRPr="000E15EE">
        <w:t xml:space="preserve"> o </w:t>
      </w:r>
      <w:r w:rsidRPr="000E15EE">
        <w:t xml:space="preserve">zaległościach </w:t>
      </w:r>
      <w:r w:rsidR="00B36F02">
        <w:t>podmiotu powierzającego pracę cudzoziemcowi</w:t>
      </w:r>
      <w:r w:rsidR="00BB7627" w:rsidRPr="000E15EE">
        <w:t xml:space="preserve"> w </w:t>
      </w:r>
      <w:r w:rsidRPr="000E15EE">
        <w:t>opłacaniu składek</w:t>
      </w:r>
      <w:r w:rsidR="00F613AB" w:rsidRPr="000E15EE">
        <w:t xml:space="preserve"> na ubezpieczeni</w:t>
      </w:r>
      <w:r w:rsidR="00823DF8" w:rsidRPr="000E15EE">
        <w:t>e</w:t>
      </w:r>
      <w:r w:rsidR="00F613AB" w:rsidRPr="000E15EE">
        <w:t xml:space="preserve"> społeczne</w:t>
      </w:r>
      <w:r w:rsidR="00823DF8" w:rsidRPr="000E15EE">
        <w:t xml:space="preserve"> rolników i</w:t>
      </w:r>
      <w:r w:rsidR="00F613AB" w:rsidRPr="000E15EE">
        <w:t xml:space="preserve"> na ubezpieczenie zdrowotne</w:t>
      </w:r>
      <w:r w:rsidRPr="000E15EE">
        <w:t xml:space="preserve">. </w:t>
      </w:r>
    </w:p>
    <w:p w14:paraId="527C06D4" w14:textId="77777777" w:rsidR="00753387" w:rsidRPr="000E15EE" w:rsidRDefault="00753387" w:rsidP="00753387">
      <w:pPr>
        <w:pStyle w:val="USTustnpkodeksu"/>
      </w:pPr>
      <w:r w:rsidRPr="000E15EE">
        <w:t>8. Organ prowadzący postępowanie w sprawie zezwolenia na pracę lub oświadczenia o </w:t>
      </w:r>
      <w:r w:rsidR="001503C9">
        <w:t xml:space="preserve">powierzeniu pracy cudzoziemcowi </w:t>
      </w:r>
      <w:r w:rsidRPr="000E15EE">
        <w:t>pozyskuje nieodpłatnie z krajowego zbioru rejestrów, ewidencji i wykazu w sprawach cudzoziemców, o którym mowa w art. 449 ust. 1 ustawy z dnia 12 grudnia 2013 r. o cudzoziemcach, w drodze teletransmisji danych, w celu ustalenia okoliczności istotnych w postępowaniu:</w:t>
      </w:r>
    </w:p>
    <w:p w14:paraId="7B1ED8B1" w14:textId="77777777" w:rsidR="00753387" w:rsidRPr="000E15EE" w:rsidRDefault="00753387" w:rsidP="00753387">
      <w:pPr>
        <w:pStyle w:val="PKTpunkt"/>
      </w:pPr>
      <w:r w:rsidRPr="000E15EE">
        <w:t>1)</w:t>
      </w:r>
      <w:r w:rsidRPr="000E15EE">
        <w:tab/>
        <w:t>informacje o dokumentach uprawniających do wjazdu i legalnego pobytu cudzoziemców na terytorium RP,</w:t>
      </w:r>
    </w:p>
    <w:p w14:paraId="696BEACB" w14:textId="77777777" w:rsidR="00753387" w:rsidRPr="000E15EE" w:rsidRDefault="00753387" w:rsidP="00753387">
      <w:pPr>
        <w:pStyle w:val="PKTpunkt"/>
      </w:pPr>
      <w:r w:rsidRPr="000E15EE">
        <w:t>2)</w:t>
      </w:r>
      <w:r w:rsidRPr="000E15EE">
        <w:tab/>
        <w:t>informacje o obowiązującym wpisie cudzoziemca do wykazu cudzoziemców, których pobyt na terytorium Rzeczypospolitej Polskiej jest niepożądany</w:t>
      </w:r>
    </w:p>
    <w:p w14:paraId="6C1B6E8C" w14:textId="77777777" w:rsidR="00D4325D" w:rsidRPr="000E15EE" w:rsidRDefault="00720188" w:rsidP="00753387">
      <w:pPr>
        <w:pStyle w:val="CZWSPPKTczwsplnapunktw"/>
      </w:pPr>
      <w:r w:rsidRPr="000E15EE">
        <w:t xml:space="preserve">– </w:t>
      </w:r>
      <w:r w:rsidR="00753387" w:rsidRPr="000E15EE">
        <w:t>na zasadach i w trybie określonych w art. 453 i art. 454 ustawy z dnia 12 grudnia 2013 r. o</w:t>
      </w:r>
      <w:r w:rsidRPr="000E15EE">
        <w:t> </w:t>
      </w:r>
      <w:r w:rsidR="00753387" w:rsidRPr="000E15EE">
        <w:t>cudzoziemcach.</w:t>
      </w:r>
    </w:p>
    <w:p w14:paraId="736CD3E9" w14:textId="77777777" w:rsidR="00923D2B" w:rsidRPr="000E15EE" w:rsidRDefault="00A90E0A" w:rsidP="00B45A49">
      <w:pPr>
        <w:pStyle w:val="USTustnpkodeksu"/>
      </w:pPr>
      <w:bookmarkStart w:id="187" w:name="_Hlk121401838"/>
      <w:r w:rsidRPr="000E15EE">
        <w:t>9</w:t>
      </w:r>
      <w:r w:rsidR="00D4325D" w:rsidRPr="000E15EE">
        <w:t>. Organ prowadzący postępowanie</w:t>
      </w:r>
      <w:r w:rsidR="00BB7627" w:rsidRPr="000E15EE">
        <w:t xml:space="preserve"> w </w:t>
      </w:r>
      <w:r w:rsidR="00D4325D" w:rsidRPr="000E15EE">
        <w:t>sprawie zezwolenia na pracę lub oświadczenia</w:t>
      </w:r>
      <w:r w:rsidR="00BB7627" w:rsidRPr="000E15EE">
        <w:t xml:space="preserve"> o </w:t>
      </w:r>
      <w:r w:rsidR="001503C9">
        <w:t xml:space="preserve">powierzeniu pracy cudzoziemcowi </w:t>
      </w:r>
      <w:r w:rsidR="00923D2B" w:rsidRPr="000E15EE">
        <w:t>pozyskuje nieodpłatnie dane z Krajowego Rejestru Sądowego udostępniane przez Centralną Informację Krajowego Rejestru Sądowego w drodze teletransmisji danych w celu ustalenia okoliczności istotnych dla tego postępowania.</w:t>
      </w:r>
    </w:p>
    <w:p w14:paraId="310A96F1" w14:textId="77777777" w:rsidR="00D4325D" w:rsidRPr="000E15EE" w:rsidRDefault="00923D2B" w:rsidP="00A104B2">
      <w:pPr>
        <w:pStyle w:val="USTustnpkodeksu"/>
      </w:pPr>
      <w:r w:rsidRPr="000E15EE">
        <w:t>10. Organ prowadzący postępowanie w sprawie zezwolenia na pracę lub oświadczenia o </w:t>
      </w:r>
      <w:r w:rsidR="001503C9">
        <w:t xml:space="preserve">powierzeniu pracy cudzoziemcowi </w:t>
      </w:r>
      <w:r w:rsidRPr="000E15EE">
        <w:t>pozyskuje nieodpłatnie dane z </w:t>
      </w:r>
      <w:r w:rsidR="00D4325D" w:rsidRPr="000E15EE">
        <w:t>Centralnej Ewidencji i</w:t>
      </w:r>
      <w:r w:rsidRPr="000E15EE">
        <w:t> </w:t>
      </w:r>
      <w:r w:rsidR="00D4325D" w:rsidRPr="000E15EE">
        <w:t>Informacji</w:t>
      </w:r>
      <w:r w:rsidR="00BB7627" w:rsidRPr="000E15EE">
        <w:t xml:space="preserve"> o </w:t>
      </w:r>
      <w:r w:rsidR="00D4325D" w:rsidRPr="000E15EE">
        <w:t>Działalności Gospodarczej</w:t>
      </w:r>
      <w:r w:rsidR="00BB7627" w:rsidRPr="000E15EE">
        <w:t xml:space="preserve"> </w:t>
      </w:r>
      <w:r w:rsidRPr="000E15EE">
        <w:t xml:space="preserve">w drodze teletransmisji danych </w:t>
      </w:r>
      <w:r w:rsidR="00BB7627" w:rsidRPr="000E15EE">
        <w:t>w </w:t>
      </w:r>
      <w:r w:rsidR="00D4325D" w:rsidRPr="000E15EE">
        <w:t>celu ustalenia okoliczności istotnych</w:t>
      </w:r>
      <w:r w:rsidR="00BB7627" w:rsidRPr="000E15EE">
        <w:t xml:space="preserve"> </w:t>
      </w:r>
      <w:r w:rsidRPr="000E15EE">
        <w:t xml:space="preserve">dla tego </w:t>
      </w:r>
      <w:r w:rsidR="00D4325D" w:rsidRPr="000E15EE">
        <w:t>postępowani</w:t>
      </w:r>
      <w:r w:rsidRPr="000E15EE">
        <w:t>a</w:t>
      </w:r>
      <w:r w:rsidR="00B45A49" w:rsidRPr="000E15EE">
        <w:t xml:space="preserve"> na zasadach i w trybie określonych w art. 48 </w:t>
      </w:r>
      <w:r w:rsidR="00B45A49" w:rsidRPr="000E15EE">
        <w:lastRenderedPageBreak/>
        <w:t xml:space="preserve">ustawy </w:t>
      </w:r>
      <w:r w:rsidR="009D0593">
        <w:t xml:space="preserve">z dnia 6 marca 2018 r. </w:t>
      </w:r>
      <w:r w:rsidR="00B45A49" w:rsidRPr="000E15EE">
        <w:t>o Centralnej Ewidencji i Informacji o Działalności Gospodarczej i Punkcie Informacji dla Przedsiębiorcy</w:t>
      </w:r>
      <w:r w:rsidR="009D0593">
        <w:t xml:space="preserve"> (Dz. U. z 2022 r. poz. 541)</w:t>
      </w:r>
      <w:r w:rsidR="004676C0" w:rsidRPr="000E15EE">
        <w:t>.</w:t>
      </w:r>
    </w:p>
    <w:bookmarkEnd w:id="187"/>
    <w:p w14:paraId="7E4D7AC8" w14:textId="77777777" w:rsidR="00250E0B" w:rsidRPr="000E15EE" w:rsidRDefault="00A90E0A" w:rsidP="00250E0B">
      <w:pPr>
        <w:pStyle w:val="USTustnpkodeksu"/>
      </w:pPr>
      <w:r w:rsidRPr="000E15EE">
        <w:t>1</w:t>
      </w:r>
      <w:r w:rsidR="00923D2B" w:rsidRPr="000E15EE">
        <w:t>1</w:t>
      </w:r>
      <w:r w:rsidR="00D4325D" w:rsidRPr="000E15EE">
        <w:t>. Organ prowadzący postępowanie</w:t>
      </w:r>
      <w:r w:rsidR="00BB7627" w:rsidRPr="000E15EE">
        <w:t xml:space="preserve"> w </w:t>
      </w:r>
      <w:r w:rsidR="00D4325D" w:rsidRPr="000E15EE">
        <w:t>sprawie zezwolenia na pracę lub oświadczenia</w:t>
      </w:r>
      <w:r w:rsidR="00BB7627" w:rsidRPr="000E15EE">
        <w:t xml:space="preserve"> o </w:t>
      </w:r>
      <w:r w:rsidR="001503C9">
        <w:t xml:space="preserve">powierzeniu pracy cudzoziemcowi </w:t>
      </w:r>
      <w:r w:rsidR="00D4325D" w:rsidRPr="000E15EE">
        <w:t>pozyskuje</w:t>
      </w:r>
      <w:r w:rsidR="00BB7627" w:rsidRPr="000E15EE">
        <w:t xml:space="preserve"> z </w:t>
      </w:r>
      <w:r w:rsidR="004676C0" w:rsidRPr="000E15EE">
        <w:t>rejestru</w:t>
      </w:r>
      <w:r w:rsidR="00D4325D" w:rsidRPr="000E15EE">
        <w:t xml:space="preserve"> PESEL, nieodpłatnie</w:t>
      </w:r>
      <w:r w:rsidR="00BB7627" w:rsidRPr="000E15EE">
        <w:t xml:space="preserve"> w </w:t>
      </w:r>
      <w:r w:rsidR="00D4325D" w:rsidRPr="000E15EE">
        <w:t>drodze teletransmisji danych</w:t>
      </w:r>
      <w:r w:rsidR="00BB7627" w:rsidRPr="000E15EE">
        <w:t xml:space="preserve"> w </w:t>
      </w:r>
      <w:r w:rsidR="00D4325D" w:rsidRPr="000E15EE">
        <w:t>celu ustalenia okoliczności istotnych</w:t>
      </w:r>
      <w:r w:rsidR="00BB7627" w:rsidRPr="000E15EE">
        <w:t xml:space="preserve"> w </w:t>
      </w:r>
      <w:r w:rsidR="00D4325D" w:rsidRPr="000E15EE">
        <w:t xml:space="preserve">postępowaniu </w:t>
      </w:r>
      <w:r w:rsidR="0054408D" w:rsidRPr="000E15EE">
        <w:t xml:space="preserve">dane </w:t>
      </w:r>
      <w:r w:rsidR="00D4325D" w:rsidRPr="000E15EE">
        <w:t>osób fizycznych</w:t>
      </w:r>
      <w:r w:rsidR="00250E0B" w:rsidRPr="000E15EE">
        <w:t>:</w:t>
      </w:r>
    </w:p>
    <w:p w14:paraId="7D6C45AF" w14:textId="77777777" w:rsidR="00B70FBF" w:rsidRPr="000E15EE" w:rsidRDefault="00250E0B" w:rsidP="00250E0B">
      <w:pPr>
        <w:pStyle w:val="PKTpunkt"/>
      </w:pPr>
      <w:r w:rsidRPr="000E15EE">
        <w:t>1)</w:t>
      </w:r>
      <w:r w:rsidRPr="000E15EE">
        <w:tab/>
      </w:r>
      <w:r w:rsidR="00AB5EA3" w:rsidRPr="000E15EE">
        <w:t xml:space="preserve">będących </w:t>
      </w:r>
      <w:r w:rsidR="00350461" w:rsidRPr="000E15EE">
        <w:t xml:space="preserve">polskimi </w:t>
      </w:r>
      <w:r w:rsidR="00AB5EA3" w:rsidRPr="000E15EE">
        <w:t xml:space="preserve">podmiotami </w:t>
      </w:r>
      <w:bookmarkStart w:id="188" w:name="_Hlk130564362"/>
      <w:r w:rsidR="0015752B">
        <w:t>powierzającymi pracę cudzoziemcowi</w:t>
      </w:r>
      <w:r w:rsidR="0036260A" w:rsidRPr="000E15EE">
        <w:t xml:space="preserve">, </w:t>
      </w:r>
      <w:r w:rsidR="00B70FBF" w:rsidRPr="000E15EE">
        <w:t>obejmujące:</w:t>
      </w:r>
    </w:p>
    <w:p w14:paraId="3DBA54AB" w14:textId="77777777" w:rsidR="00B70FBF" w:rsidRPr="000E15EE" w:rsidRDefault="00B70FBF" w:rsidP="00B70FBF">
      <w:pPr>
        <w:pStyle w:val="LITlitera"/>
      </w:pPr>
      <w:r w:rsidRPr="000E15EE">
        <w:t>a)</w:t>
      </w:r>
      <w:r w:rsidRPr="000E15EE">
        <w:tab/>
        <w:t>imiona i nazwisko,</w:t>
      </w:r>
    </w:p>
    <w:p w14:paraId="304EF4F8" w14:textId="77777777" w:rsidR="00B70FBF" w:rsidRPr="000E15EE" w:rsidRDefault="00B70FBF" w:rsidP="00B70FBF">
      <w:pPr>
        <w:pStyle w:val="LITlitera"/>
      </w:pPr>
      <w:r w:rsidRPr="000E15EE">
        <w:t>b)</w:t>
      </w:r>
      <w:r w:rsidRPr="000E15EE">
        <w:tab/>
        <w:t>adres miejsca</w:t>
      </w:r>
      <w:r w:rsidR="000E7C1F" w:rsidRPr="000E15EE">
        <w:t xml:space="preserve"> zameldowania</w:t>
      </w:r>
      <w:r w:rsidRPr="000E15EE">
        <w:t>,</w:t>
      </w:r>
    </w:p>
    <w:p w14:paraId="6018A78E" w14:textId="77777777" w:rsidR="00250E0B" w:rsidRPr="000E15EE" w:rsidRDefault="00B70FBF" w:rsidP="00B70FBF">
      <w:pPr>
        <w:pStyle w:val="LITlitera"/>
      </w:pPr>
      <w:r w:rsidRPr="000E15EE">
        <w:t>c)</w:t>
      </w:r>
      <w:r w:rsidRPr="000E15EE">
        <w:tab/>
        <w:t>numer PESEL</w:t>
      </w:r>
      <w:bookmarkEnd w:id="188"/>
      <w:r w:rsidR="00250E0B" w:rsidRPr="000E15EE">
        <w:t>;</w:t>
      </w:r>
    </w:p>
    <w:p w14:paraId="2CE0EE25" w14:textId="77777777" w:rsidR="00B70FBF" w:rsidRPr="000E15EE" w:rsidRDefault="00250E0B" w:rsidP="00B70FBF">
      <w:pPr>
        <w:pStyle w:val="PKTpunkt"/>
      </w:pPr>
      <w:r w:rsidRPr="000E15EE">
        <w:t>2)</w:t>
      </w:r>
      <w:r w:rsidRPr="000E15EE">
        <w:tab/>
        <w:t xml:space="preserve">będących ustawowymi lub statutowymi przedstawicielami jednostek organizacyjnych będących </w:t>
      </w:r>
      <w:r w:rsidR="00350461" w:rsidRPr="000E15EE">
        <w:t xml:space="preserve">polskimi </w:t>
      </w:r>
      <w:r w:rsidRPr="000E15EE">
        <w:t>podmiotami</w:t>
      </w:r>
      <w:r w:rsidR="0015752B">
        <w:t xml:space="preserve"> powierzającymi pracę cudzoziemcowi</w:t>
      </w:r>
      <w:r w:rsidR="00B70FBF" w:rsidRPr="000E15EE">
        <w:t>, obejmujące:</w:t>
      </w:r>
    </w:p>
    <w:p w14:paraId="4C1CC913" w14:textId="77777777" w:rsidR="00B70FBF" w:rsidRPr="000E15EE" w:rsidRDefault="00B70FBF" w:rsidP="00B70FBF">
      <w:pPr>
        <w:pStyle w:val="LITlitera"/>
      </w:pPr>
      <w:r w:rsidRPr="000E15EE">
        <w:t>a)</w:t>
      </w:r>
      <w:r w:rsidRPr="000E15EE">
        <w:tab/>
        <w:t>imiona i nazwisko,</w:t>
      </w:r>
    </w:p>
    <w:p w14:paraId="075AAA42" w14:textId="77777777" w:rsidR="00B70FBF" w:rsidRPr="000E15EE" w:rsidRDefault="00B70FBF" w:rsidP="00B70FBF">
      <w:pPr>
        <w:pStyle w:val="LITlitera"/>
      </w:pPr>
      <w:r w:rsidRPr="000E15EE">
        <w:t>b)</w:t>
      </w:r>
      <w:r w:rsidRPr="000E15EE">
        <w:tab/>
        <w:t>adres miejsca</w:t>
      </w:r>
      <w:r w:rsidR="000E7C1F" w:rsidRPr="000E15EE">
        <w:t xml:space="preserve"> zameldowania</w:t>
      </w:r>
      <w:r w:rsidRPr="000E15EE">
        <w:t>,</w:t>
      </w:r>
    </w:p>
    <w:p w14:paraId="3C425CF9" w14:textId="77777777" w:rsidR="00250E0B" w:rsidRPr="000E15EE" w:rsidRDefault="00B70FBF" w:rsidP="00B70FBF">
      <w:pPr>
        <w:pStyle w:val="LITlitera"/>
      </w:pPr>
      <w:r w:rsidRPr="000E15EE">
        <w:t>c)</w:t>
      </w:r>
      <w:r w:rsidRPr="000E15EE">
        <w:tab/>
        <w:t>numer PESEL</w:t>
      </w:r>
      <w:r w:rsidR="00250E0B" w:rsidRPr="000E15EE">
        <w:t>;</w:t>
      </w:r>
    </w:p>
    <w:p w14:paraId="58F5A2BC" w14:textId="77777777" w:rsidR="00B70FBF" w:rsidRPr="000E15EE" w:rsidRDefault="00250E0B" w:rsidP="00FC367E">
      <w:pPr>
        <w:pStyle w:val="PKTpunkt"/>
      </w:pPr>
      <w:r w:rsidRPr="000E15EE">
        <w:t>3)</w:t>
      </w:r>
      <w:r w:rsidRPr="000E15EE">
        <w:tab/>
        <w:t>cudzoziemców</w:t>
      </w:r>
      <w:r w:rsidR="0054408D" w:rsidRPr="000E15EE">
        <w:t>,</w:t>
      </w:r>
      <w:r w:rsidR="00B70FBF" w:rsidRPr="000E15EE">
        <w:t xml:space="preserve"> obejmujące:</w:t>
      </w:r>
    </w:p>
    <w:p w14:paraId="6270DDD0" w14:textId="77777777" w:rsidR="00B70FBF" w:rsidRPr="000E15EE" w:rsidRDefault="00B70FBF" w:rsidP="00B70FBF">
      <w:pPr>
        <w:pStyle w:val="LITlitera"/>
      </w:pPr>
      <w:r w:rsidRPr="000E15EE">
        <w:t>a)</w:t>
      </w:r>
      <w:r w:rsidRPr="000E15EE">
        <w:tab/>
        <w:t>imiona i nazwisko,</w:t>
      </w:r>
    </w:p>
    <w:p w14:paraId="1EFA5466" w14:textId="77777777" w:rsidR="00B70FBF" w:rsidRPr="000E15EE" w:rsidRDefault="00B70FBF" w:rsidP="00B70FBF">
      <w:pPr>
        <w:pStyle w:val="LITlitera"/>
      </w:pPr>
      <w:r w:rsidRPr="000E15EE">
        <w:t>b)</w:t>
      </w:r>
      <w:r w:rsidRPr="000E15EE">
        <w:tab/>
        <w:t>płeć,</w:t>
      </w:r>
    </w:p>
    <w:p w14:paraId="04848CBF" w14:textId="77777777" w:rsidR="00B70FBF" w:rsidRPr="000E15EE" w:rsidRDefault="00B70FBF" w:rsidP="00B70FBF">
      <w:pPr>
        <w:pStyle w:val="LITlitera"/>
      </w:pPr>
      <w:r w:rsidRPr="000E15EE">
        <w:t>c)</w:t>
      </w:r>
      <w:r w:rsidRPr="000E15EE">
        <w:tab/>
        <w:t>datę urodzenia,</w:t>
      </w:r>
    </w:p>
    <w:p w14:paraId="6C183DFF" w14:textId="77777777" w:rsidR="00B70FBF" w:rsidRPr="000E15EE" w:rsidRDefault="00B70FBF" w:rsidP="00B70FBF">
      <w:pPr>
        <w:pStyle w:val="LITlitera"/>
      </w:pPr>
      <w:r w:rsidRPr="000E15EE">
        <w:t>d)</w:t>
      </w:r>
      <w:r w:rsidRPr="000E15EE">
        <w:tab/>
        <w:t xml:space="preserve">obywatelstwo, </w:t>
      </w:r>
    </w:p>
    <w:p w14:paraId="790F4BD4" w14:textId="77777777" w:rsidR="00B86EBE" w:rsidRPr="000E15EE" w:rsidRDefault="00B86EBE" w:rsidP="00B70FBF">
      <w:pPr>
        <w:pStyle w:val="LITlitera"/>
      </w:pPr>
      <w:r w:rsidRPr="000E15EE">
        <w:t>e</w:t>
      </w:r>
      <w:r w:rsidR="00B70FBF" w:rsidRPr="000E15EE">
        <w:t>)</w:t>
      </w:r>
      <w:r w:rsidR="00B70FBF" w:rsidRPr="000E15EE">
        <w:tab/>
        <w:t>numer PESEL</w:t>
      </w:r>
      <w:r w:rsidRPr="000E15EE">
        <w:t>,</w:t>
      </w:r>
    </w:p>
    <w:p w14:paraId="5ADD0F4E" w14:textId="77777777" w:rsidR="00D4325D" w:rsidRPr="000E15EE" w:rsidRDefault="00B86EBE" w:rsidP="00B70FBF">
      <w:pPr>
        <w:pStyle w:val="LITlitera"/>
      </w:pPr>
      <w:r w:rsidRPr="000E15EE">
        <w:t>f)</w:t>
      </w:r>
      <w:r w:rsidRPr="000E15EE">
        <w:tab/>
        <w:t>seria, numer i data ważności ważnego dokumentu podróży lub innego ważnego dokumentu potwierdzającego tożsamość i obywatelstwo</w:t>
      </w:r>
      <w:r w:rsidR="00250E0B" w:rsidRPr="000E15EE">
        <w:t>.</w:t>
      </w:r>
    </w:p>
    <w:p w14:paraId="6DA116F3" w14:textId="77777777" w:rsidR="00D4325D" w:rsidRPr="000E15EE" w:rsidRDefault="00FC367E" w:rsidP="00A104B2">
      <w:pPr>
        <w:pStyle w:val="USTustnpkodeksu"/>
      </w:pPr>
      <w:r w:rsidRPr="000E15EE">
        <w:t>1</w:t>
      </w:r>
      <w:r w:rsidR="00923D2B" w:rsidRPr="000E15EE">
        <w:t>2</w:t>
      </w:r>
      <w:r w:rsidR="00D4325D" w:rsidRPr="000E15EE">
        <w:t>. Organ prowadzący postępowanie</w:t>
      </w:r>
      <w:r w:rsidR="00BB7627" w:rsidRPr="000E15EE">
        <w:t xml:space="preserve"> w </w:t>
      </w:r>
      <w:r w:rsidR="00D4325D" w:rsidRPr="000E15EE">
        <w:t>sprawie zezwolenia na pracę lub oświadczenia</w:t>
      </w:r>
      <w:r w:rsidR="00BB7627" w:rsidRPr="000E15EE">
        <w:t xml:space="preserve"> o </w:t>
      </w:r>
      <w:r w:rsidR="001503C9">
        <w:t xml:space="preserve">powierzeniu pracy cudzoziemcowi </w:t>
      </w:r>
      <w:r w:rsidR="00D4325D" w:rsidRPr="000E15EE">
        <w:t>pozyskuje dane,</w:t>
      </w:r>
      <w:r w:rsidR="00BB7627" w:rsidRPr="000E15EE">
        <w:t xml:space="preserve"> o </w:t>
      </w:r>
      <w:r w:rsidR="00D4325D" w:rsidRPr="000E15EE">
        <w:t>których mowa</w:t>
      </w:r>
      <w:r w:rsidR="00BB7627" w:rsidRPr="000E15EE">
        <w:t xml:space="preserve"> w </w:t>
      </w:r>
      <w:r w:rsidR="00D4325D" w:rsidRPr="000E15EE">
        <w:t>ust</w:t>
      </w:r>
      <w:r w:rsidR="00C04588" w:rsidRPr="000E15EE">
        <w:t>.</w:t>
      </w:r>
      <w:r w:rsidR="00D4325D" w:rsidRPr="000E15EE">
        <w:t xml:space="preserve"> 1</w:t>
      </w:r>
      <w:r w:rsidR="00970CB6" w:rsidRPr="000E15EE">
        <w:t>–</w:t>
      </w:r>
      <w:r w:rsidR="00E26F56" w:rsidRPr="000E15EE">
        <w:t>11</w:t>
      </w:r>
      <w:r w:rsidR="00D4325D" w:rsidRPr="000E15EE">
        <w:t>,</w:t>
      </w:r>
      <w:r w:rsidR="00BB7627" w:rsidRPr="000E15EE">
        <w:t xml:space="preserve"> z </w:t>
      </w:r>
      <w:r w:rsidR="00D4325D" w:rsidRPr="000E15EE">
        <w:t>systemów zewnętrznych za pośrednictwem systemów teleinformatycznych prowadzonych przez ministra właściwego do spraw pracy.</w:t>
      </w:r>
    </w:p>
    <w:p w14:paraId="57FA4C88" w14:textId="77777777" w:rsidR="00D4325D" w:rsidRPr="000E15EE" w:rsidRDefault="00BB7627" w:rsidP="00CC3F14">
      <w:pPr>
        <w:pStyle w:val="ARTartustawynprozporzdzenia"/>
        <w:keepNext/>
      </w:pPr>
      <w:bookmarkStart w:id="189" w:name="_Toc107830014"/>
      <w:r w:rsidRPr="000E15EE">
        <w:rPr>
          <w:rStyle w:val="Ppogrubienie"/>
        </w:rPr>
        <w:t>Art. </w:t>
      </w:r>
      <w:r w:rsidR="00195F48" w:rsidRPr="000E15EE">
        <w:rPr>
          <w:rStyle w:val="Ppogrubienie"/>
        </w:rPr>
        <w:t>74</w:t>
      </w:r>
      <w:r w:rsidR="00D4325D" w:rsidRPr="000E15EE">
        <w:rPr>
          <w:rStyle w:val="Ppogrubienie"/>
        </w:rPr>
        <w:t>.</w:t>
      </w:r>
      <w:r w:rsidR="00D4325D" w:rsidRPr="000E15EE">
        <w:t> 1. Dane</w:t>
      </w:r>
      <w:r w:rsidRPr="000E15EE">
        <w:t xml:space="preserve"> z </w:t>
      </w:r>
      <w:r w:rsidR="00B40940" w:rsidRPr="000E15EE">
        <w:t xml:space="preserve">rejestru centralnego </w:t>
      </w:r>
      <w:r w:rsidR="00D4325D" w:rsidRPr="000E15EE">
        <w:t>udostępnia się na wniosek, za pomocą zabezpieczonych</w:t>
      </w:r>
      <w:r w:rsidR="00A47EEE" w:rsidRPr="000E15EE">
        <w:t xml:space="preserve">, adekwatnie do oszacowanego ryzyka, </w:t>
      </w:r>
      <w:r w:rsidR="00D4325D" w:rsidRPr="000E15EE">
        <w:t>urządzeń telekomunikacyjnych lub systemów teleinformatycznych przeznaczonych do komunikowania się</w:t>
      </w:r>
      <w:r w:rsidRPr="000E15EE">
        <w:t xml:space="preserve"> z </w:t>
      </w:r>
      <w:r w:rsidR="00D4325D" w:rsidRPr="000E15EE">
        <w:t>tym rejestrem:</w:t>
      </w:r>
      <w:bookmarkEnd w:id="189"/>
    </w:p>
    <w:p w14:paraId="3856D8BF" w14:textId="77777777" w:rsidR="00D4325D" w:rsidRPr="000E15EE" w:rsidRDefault="00D4325D" w:rsidP="00D4325D">
      <w:pPr>
        <w:pStyle w:val="PKTpunkt"/>
      </w:pPr>
      <w:r w:rsidRPr="000E15EE">
        <w:t>1)</w:t>
      </w:r>
      <w:r w:rsidRPr="000E15EE">
        <w:tab/>
        <w:t>wojewodom</w:t>
      </w:r>
      <w:r w:rsidR="00BB7627" w:rsidRPr="000E15EE">
        <w:t xml:space="preserve"> w </w:t>
      </w:r>
      <w:r w:rsidRPr="000E15EE">
        <w:t>celu prowadzenia postępowań</w:t>
      </w:r>
      <w:r w:rsidR="00BB7627" w:rsidRPr="000E15EE">
        <w:t xml:space="preserve"> w </w:t>
      </w:r>
      <w:r w:rsidRPr="000E15EE">
        <w:t xml:space="preserve">sprawie zezwoleń na pracę cudzoziemców, zezwoleń na pobyt czasowy, </w:t>
      </w:r>
      <w:r w:rsidR="004A6406">
        <w:t xml:space="preserve">zezwoleń na pobyt stały, </w:t>
      </w:r>
      <w:r w:rsidRPr="000E15EE">
        <w:t xml:space="preserve">zezwoleń na pobyt </w:t>
      </w:r>
      <w:r w:rsidRPr="000E15EE">
        <w:lastRenderedPageBreak/>
        <w:t>rezydenta długoterminowego Unii Europejskiej oraz przedłużenia wizy</w:t>
      </w:r>
      <w:r w:rsidR="004A6406">
        <w:t xml:space="preserve"> i </w:t>
      </w:r>
      <w:r w:rsidR="004A6406" w:rsidRPr="004A6406">
        <w:t>przedłuże</w:t>
      </w:r>
      <w:r w:rsidR="004A6406">
        <w:t>nia</w:t>
      </w:r>
      <w:r w:rsidR="004A6406" w:rsidRPr="004A6406">
        <w:t xml:space="preserve"> okresu pobytu w ramach ruchu bezwizowego</w:t>
      </w:r>
      <w:r w:rsidRPr="000E15EE">
        <w:t>;</w:t>
      </w:r>
    </w:p>
    <w:p w14:paraId="76C5DAF8" w14:textId="77777777" w:rsidR="00D4325D" w:rsidRPr="000E15EE" w:rsidRDefault="00D4325D" w:rsidP="00D4325D">
      <w:pPr>
        <w:pStyle w:val="PKTpunkt"/>
      </w:pPr>
      <w:r w:rsidRPr="000E15EE">
        <w:t>2)</w:t>
      </w:r>
      <w:r w:rsidRPr="000E15EE">
        <w:tab/>
        <w:t>starostom</w:t>
      </w:r>
      <w:r w:rsidR="00BB7627" w:rsidRPr="000E15EE">
        <w:t xml:space="preserve"> w </w:t>
      </w:r>
      <w:r w:rsidRPr="000E15EE">
        <w:t>celu prowadzenia postępowań</w:t>
      </w:r>
      <w:r w:rsidR="00BB7627" w:rsidRPr="000E15EE">
        <w:t xml:space="preserve"> w </w:t>
      </w:r>
      <w:r w:rsidRPr="000E15EE">
        <w:t>sprawie zezwoleń na pracę sezonową i oświadczeń</w:t>
      </w:r>
      <w:r w:rsidR="00BB7627" w:rsidRPr="000E15EE">
        <w:t xml:space="preserve"> </w:t>
      </w:r>
      <w:r w:rsidR="003C7E3D">
        <w:t xml:space="preserve">powierzeniu pracy </w:t>
      </w:r>
      <w:r w:rsidRPr="000E15EE">
        <w:t>cudzoziemc</w:t>
      </w:r>
      <w:r w:rsidR="003C7E3D">
        <w:t>owi</w:t>
      </w:r>
      <w:r w:rsidRPr="000E15EE">
        <w:t>;</w:t>
      </w:r>
    </w:p>
    <w:p w14:paraId="1F6E5627" w14:textId="77777777" w:rsidR="00D4325D" w:rsidRPr="000E15EE" w:rsidRDefault="00D4325D" w:rsidP="00D4325D">
      <w:pPr>
        <w:pStyle w:val="PKTpunkt"/>
      </w:pPr>
      <w:r w:rsidRPr="000E15EE">
        <w:t>3)</w:t>
      </w:r>
      <w:r w:rsidRPr="000E15EE">
        <w:tab/>
        <w:t>konsulom</w:t>
      </w:r>
      <w:r w:rsidR="00BB7627" w:rsidRPr="000E15EE">
        <w:t xml:space="preserve"> </w:t>
      </w:r>
      <w:r w:rsidR="00C80CF1" w:rsidRPr="000E15EE">
        <w:t xml:space="preserve">i ministrowi właściwemu do spraw zagranicznych </w:t>
      </w:r>
      <w:r w:rsidR="00BB7627" w:rsidRPr="000E15EE">
        <w:t>w </w:t>
      </w:r>
      <w:r w:rsidRPr="000E15EE">
        <w:t>celu prowadzenia postępowań</w:t>
      </w:r>
      <w:r w:rsidR="00BB7627" w:rsidRPr="000E15EE">
        <w:t xml:space="preserve"> w </w:t>
      </w:r>
      <w:r w:rsidRPr="000E15EE">
        <w:t>sprawie wydania wizy;</w:t>
      </w:r>
    </w:p>
    <w:p w14:paraId="66EBEBF5" w14:textId="77777777" w:rsidR="00D4325D" w:rsidRPr="000E15EE" w:rsidRDefault="00D4325D" w:rsidP="00D4325D">
      <w:pPr>
        <w:pStyle w:val="PKTpunkt"/>
      </w:pPr>
      <w:r w:rsidRPr="000E15EE">
        <w:t>4)</w:t>
      </w:r>
      <w:r w:rsidRPr="000E15EE">
        <w:tab/>
        <w:t>Szefowi Urzędu do Spraw Cudzoziemców</w:t>
      </w:r>
      <w:r w:rsidR="00BB7627" w:rsidRPr="000E15EE">
        <w:t xml:space="preserve"> w </w:t>
      </w:r>
      <w:r w:rsidRPr="000E15EE">
        <w:t>celu prowadzenia postępowań</w:t>
      </w:r>
      <w:r w:rsidR="00BB7627" w:rsidRPr="000E15EE">
        <w:t xml:space="preserve"> w </w:t>
      </w:r>
      <w:r w:rsidRPr="000E15EE">
        <w:t xml:space="preserve">sprawie zezwoleń na pobyt czasowy, </w:t>
      </w:r>
      <w:r w:rsidR="00B200C7">
        <w:t xml:space="preserve">zezwoleń na pobyt stały, </w:t>
      </w:r>
      <w:r w:rsidRPr="000E15EE">
        <w:t>zezwoleń na pobyt rezydenta długoterminowego Unii Europejskiej, udzielenia ochrony międzynarodowej, przedłużenia wizy</w:t>
      </w:r>
      <w:r w:rsidR="00B200C7">
        <w:t xml:space="preserve">, </w:t>
      </w:r>
      <w:r w:rsidR="00B200C7" w:rsidRPr="00B200C7">
        <w:t>przedłużenia okresu pobytu w ramach ruchu bezwizowego</w:t>
      </w:r>
      <w:r w:rsidRPr="000E15EE">
        <w:t xml:space="preserve"> i prowadzenia konsultacji zgodnie</w:t>
      </w:r>
      <w:r w:rsidR="00BB7627" w:rsidRPr="000E15EE">
        <w:t xml:space="preserve"> z art. </w:t>
      </w:r>
      <w:r w:rsidRPr="000E15EE">
        <w:t>67–69 ustawy</w:t>
      </w:r>
      <w:r w:rsidR="00BB7627" w:rsidRPr="000E15EE">
        <w:t xml:space="preserve"> z </w:t>
      </w:r>
      <w:r w:rsidRPr="000E15EE">
        <w:t>dnia 12 grudnia 2013</w:t>
      </w:r>
      <w:r w:rsidR="00BB7627" w:rsidRPr="000E15EE">
        <w:t> r. o </w:t>
      </w:r>
      <w:r w:rsidRPr="000E15EE">
        <w:t>cudzoziemcach;</w:t>
      </w:r>
    </w:p>
    <w:p w14:paraId="03C81563" w14:textId="77777777" w:rsidR="00D4325D" w:rsidRPr="000E15EE" w:rsidRDefault="00D4325D" w:rsidP="00D4325D">
      <w:pPr>
        <w:pStyle w:val="PKTpunkt"/>
      </w:pPr>
      <w:r w:rsidRPr="000E15EE">
        <w:t>5)</w:t>
      </w:r>
      <w:r w:rsidRPr="000E15EE">
        <w:tab/>
        <w:t>Państwowej Inspekcji Pracy</w:t>
      </w:r>
      <w:r w:rsidR="00BB7627" w:rsidRPr="000E15EE">
        <w:t xml:space="preserve"> w </w:t>
      </w:r>
      <w:r w:rsidRPr="000E15EE">
        <w:t>celu prowadzenia kontroli legalności zatrudnienia, innej pracy zarobkowej oraz wykonywania pracy przez cudzoziemców oraz kontroli przestrzegania przepisów ustawy</w:t>
      </w:r>
      <w:r w:rsidR="00BB7627" w:rsidRPr="000E15EE">
        <w:t xml:space="preserve"> z </w:t>
      </w:r>
      <w:r w:rsidRPr="000E15EE">
        <w:t>dnia 10 czerwca 2016</w:t>
      </w:r>
      <w:r w:rsidR="00BB7627" w:rsidRPr="000E15EE">
        <w:t> r. o </w:t>
      </w:r>
      <w:r w:rsidRPr="000E15EE">
        <w:t>delegowaniu pracowników</w:t>
      </w:r>
      <w:r w:rsidR="00BB7627" w:rsidRPr="000E15EE">
        <w:t xml:space="preserve"> w </w:t>
      </w:r>
      <w:r w:rsidRPr="000E15EE">
        <w:t>ramach świadczenia usług;</w:t>
      </w:r>
    </w:p>
    <w:p w14:paraId="2DE9225A" w14:textId="77777777" w:rsidR="00D4325D" w:rsidRPr="000E15EE" w:rsidRDefault="00D4325D" w:rsidP="00D4325D">
      <w:pPr>
        <w:pStyle w:val="PKTpunkt"/>
      </w:pPr>
      <w:r w:rsidRPr="000E15EE">
        <w:t>6)</w:t>
      </w:r>
      <w:r w:rsidRPr="000E15EE">
        <w:tab/>
        <w:t>Straży Granicznej</w:t>
      </w:r>
      <w:r w:rsidR="00BB7627" w:rsidRPr="000E15EE">
        <w:t xml:space="preserve"> w </w:t>
      </w:r>
      <w:r w:rsidRPr="000E15EE">
        <w:t xml:space="preserve">celu </w:t>
      </w:r>
      <w:r w:rsidR="00E434A8" w:rsidRPr="000E15EE">
        <w:t>realizacji jej zadań ustawowych</w:t>
      </w:r>
      <w:r w:rsidRPr="000E15EE">
        <w:t xml:space="preserve">; </w:t>
      </w:r>
    </w:p>
    <w:p w14:paraId="63D790B0" w14:textId="77777777" w:rsidR="00D4325D" w:rsidRPr="000E15EE" w:rsidRDefault="00D4325D" w:rsidP="00D4325D">
      <w:pPr>
        <w:pStyle w:val="PKTpunkt"/>
      </w:pPr>
      <w:r w:rsidRPr="000E15EE">
        <w:t>7)</w:t>
      </w:r>
      <w:r w:rsidRPr="000E15EE">
        <w:tab/>
        <w:t>Policji</w:t>
      </w:r>
      <w:r w:rsidR="00BB7627" w:rsidRPr="000E15EE">
        <w:t xml:space="preserve"> w </w:t>
      </w:r>
      <w:r w:rsidRPr="000E15EE">
        <w:t>celu prowadzenia kontroli legalności pobytu cudzoziemców;</w:t>
      </w:r>
    </w:p>
    <w:p w14:paraId="5FD6A067" w14:textId="77777777" w:rsidR="00D4325D" w:rsidRPr="000E15EE" w:rsidRDefault="00D4325D" w:rsidP="00D4325D">
      <w:pPr>
        <w:pStyle w:val="PKTpunkt"/>
      </w:pPr>
      <w:r w:rsidRPr="000E15EE">
        <w:t>8)</w:t>
      </w:r>
      <w:r w:rsidRPr="000E15EE">
        <w:tab/>
      </w:r>
      <w:r w:rsidR="00F523AB" w:rsidRPr="000E15EE">
        <w:t>organom Krajowej Administracji Skarbowej w celu realizacji zadań ustawowych</w:t>
      </w:r>
      <w:r w:rsidRPr="000E15EE">
        <w:t xml:space="preserve">; </w:t>
      </w:r>
    </w:p>
    <w:p w14:paraId="47D481E9" w14:textId="77777777" w:rsidR="00D4325D" w:rsidRPr="000E15EE" w:rsidRDefault="00D4325D" w:rsidP="00D4325D">
      <w:pPr>
        <w:pStyle w:val="PKTpunkt"/>
      </w:pPr>
      <w:r w:rsidRPr="000E15EE">
        <w:t>9)</w:t>
      </w:r>
      <w:r w:rsidRPr="000E15EE">
        <w:tab/>
        <w:t>Prezesowi Kasy Rolniczego Ubezpieczenia Społecznego</w:t>
      </w:r>
      <w:r w:rsidR="00BB7627" w:rsidRPr="000E15EE">
        <w:t xml:space="preserve"> w </w:t>
      </w:r>
      <w:r w:rsidRPr="000E15EE">
        <w:t>celu prowadzenia postępowań</w:t>
      </w:r>
      <w:r w:rsidR="00BB7627" w:rsidRPr="000E15EE">
        <w:t xml:space="preserve"> w </w:t>
      </w:r>
      <w:r w:rsidRPr="000E15EE">
        <w:t>sprawach</w:t>
      </w:r>
      <w:r w:rsidR="00BB7627" w:rsidRPr="000E15EE">
        <w:t xml:space="preserve"> z </w:t>
      </w:r>
      <w:r w:rsidRPr="000E15EE">
        <w:t>zakresu ubezpieczenia społecznego rolników oraz ubezpieczenia zdrowotnego;</w:t>
      </w:r>
    </w:p>
    <w:p w14:paraId="3E88901A" w14:textId="77777777" w:rsidR="00D4325D" w:rsidRPr="000E15EE" w:rsidRDefault="00D4325D" w:rsidP="00D4325D">
      <w:pPr>
        <w:pStyle w:val="PKTpunkt"/>
      </w:pPr>
      <w:r w:rsidRPr="000E15EE">
        <w:t>10)</w:t>
      </w:r>
      <w:r w:rsidRPr="000E15EE">
        <w:tab/>
        <w:t>Zakładowi Ubezpieczeń Społecznych</w:t>
      </w:r>
      <w:r w:rsidR="00BB7627" w:rsidRPr="000E15EE">
        <w:t xml:space="preserve"> w </w:t>
      </w:r>
      <w:r w:rsidRPr="000E15EE">
        <w:t>celu realizacji zadań</w:t>
      </w:r>
      <w:r w:rsidR="00BB7627" w:rsidRPr="000E15EE">
        <w:t xml:space="preserve"> w </w:t>
      </w:r>
      <w:r w:rsidRPr="000E15EE">
        <w:t>zakresie ubezpieczeń społecznych</w:t>
      </w:r>
      <w:r w:rsidR="00E75544" w:rsidRPr="000E15EE">
        <w:t>;</w:t>
      </w:r>
    </w:p>
    <w:p w14:paraId="180D01BA" w14:textId="77777777" w:rsidR="00925F7E" w:rsidRPr="000E15EE" w:rsidRDefault="00E75544" w:rsidP="00D4325D">
      <w:pPr>
        <w:pStyle w:val="PKTpunkt"/>
      </w:pPr>
      <w:r w:rsidRPr="000E15EE">
        <w:t>11)  Głównemu Inspektorowi Transportu Drogowego w celu</w:t>
      </w:r>
      <w:r w:rsidR="00B200C7" w:rsidRPr="00B200C7">
        <w:t xml:space="preserve"> realizacji </w:t>
      </w:r>
      <w:r w:rsidR="00B200C7">
        <w:t xml:space="preserve">jego </w:t>
      </w:r>
      <w:r w:rsidR="00B200C7" w:rsidRPr="00B200C7">
        <w:t>zadań ustawowych</w:t>
      </w:r>
      <w:r w:rsidR="00925F7E" w:rsidRPr="000E15EE">
        <w:t>;</w:t>
      </w:r>
    </w:p>
    <w:p w14:paraId="4607EC99" w14:textId="3E9D9736" w:rsidR="00E75544" w:rsidRPr="000E15EE" w:rsidRDefault="00925F7E" w:rsidP="00D4325D">
      <w:pPr>
        <w:pStyle w:val="PKTpunkt"/>
      </w:pPr>
      <w:r w:rsidRPr="000E15EE">
        <w:t>12)</w:t>
      </w:r>
      <w:r w:rsidRPr="000E15EE">
        <w:tab/>
        <w:t>Służbie Kontrwywiadu Wojskowego w celu realizacji zadań, o których mowa w art. 5 ustawy z dnia 9 czerwca 2006 r. o Służbie Kontrwywiadu Wojskowego oraz Służbie Wywiadu Wojskowego (Dz. U. z</w:t>
      </w:r>
      <w:r w:rsidR="00271888" w:rsidRPr="000E15EE">
        <w:t> </w:t>
      </w:r>
      <w:r w:rsidRPr="000E15EE">
        <w:t>2023 r. poz.</w:t>
      </w:r>
      <w:r w:rsidR="00EA3966" w:rsidRPr="000E15EE">
        <w:t> </w:t>
      </w:r>
      <w:r w:rsidRPr="000E15EE">
        <w:t>81</w:t>
      </w:r>
      <w:r w:rsidR="00502BE5" w:rsidRPr="000E15EE">
        <w:t>,</w:t>
      </w:r>
      <w:r w:rsidR="00EF3927">
        <w:t xml:space="preserve"> </w:t>
      </w:r>
      <w:r w:rsidR="00502BE5" w:rsidRPr="000E15EE">
        <w:t>1834 i 1860</w:t>
      </w:r>
      <w:r w:rsidR="00D85247">
        <w:t xml:space="preserve"> oraz z 2024 r. poz. 1222</w:t>
      </w:r>
      <w:r w:rsidRPr="000E15EE">
        <w:t>)</w:t>
      </w:r>
      <w:r w:rsidR="00E75544" w:rsidRPr="000E15EE">
        <w:t>.</w:t>
      </w:r>
    </w:p>
    <w:p w14:paraId="390C93FB" w14:textId="77777777" w:rsidR="00D4325D" w:rsidRPr="000E15EE" w:rsidRDefault="00D4325D" w:rsidP="00CC3F14">
      <w:pPr>
        <w:pStyle w:val="USTustnpkodeksu"/>
        <w:keepNext/>
      </w:pPr>
      <w:r w:rsidRPr="000E15EE">
        <w:t xml:space="preserve">2. Przepis </w:t>
      </w:r>
      <w:r w:rsidR="00BB7627" w:rsidRPr="000E15EE">
        <w:t>ust. </w:t>
      </w:r>
      <w:r w:rsidRPr="000E15EE">
        <w:t>1 stosuje się wobec podmiotów wymienionych</w:t>
      </w:r>
      <w:r w:rsidR="00BB7627" w:rsidRPr="000E15EE">
        <w:t xml:space="preserve"> w </w:t>
      </w:r>
      <w:r w:rsidRPr="000E15EE">
        <w:t>tym przepisie, które spełniają łącznie następujące warunki:</w:t>
      </w:r>
    </w:p>
    <w:p w14:paraId="3295DB54" w14:textId="77777777" w:rsidR="00D4325D" w:rsidRPr="000E15EE" w:rsidRDefault="00D4325D" w:rsidP="00D4325D">
      <w:pPr>
        <w:pStyle w:val="PKTpunkt"/>
      </w:pPr>
      <w:r w:rsidRPr="000E15EE">
        <w:t>1)</w:t>
      </w:r>
      <w:r w:rsidRPr="000E15EE">
        <w:tab/>
        <w:t>posiadają możliwość identyfikacji osoby uzyskującej informacje oraz zakresu, daty i celu ich uzyskania;</w:t>
      </w:r>
    </w:p>
    <w:p w14:paraId="3A0BE282" w14:textId="77777777" w:rsidR="00D4325D" w:rsidRPr="000E15EE" w:rsidRDefault="00D4325D" w:rsidP="00A47EEE">
      <w:pPr>
        <w:pStyle w:val="PKTpunkt"/>
      </w:pPr>
      <w:r w:rsidRPr="000E15EE">
        <w:lastRenderedPageBreak/>
        <w:t>2)</w:t>
      </w:r>
      <w:r w:rsidRPr="000E15EE">
        <w:tab/>
      </w:r>
      <w:r w:rsidR="00A47EEE" w:rsidRPr="000E15EE">
        <w:t>stosują odpowiednie środki techniczne i organizacyjne zapewniające bezpieczeństwo przetwarzanych danych</w:t>
      </w:r>
      <w:r w:rsidRPr="000E15EE">
        <w:t>;</w:t>
      </w:r>
    </w:p>
    <w:p w14:paraId="74FD6985" w14:textId="77777777" w:rsidR="00D4325D" w:rsidRPr="000E15EE" w:rsidRDefault="00D4325D" w:rsidP="00D4325D">
      <w:pPr>
        <w:pStyle w:val="PKTpunkt"/>
      </w:pPr>
      <w:r w:rsidRPr="000E15EE">
        <w:t>3)</w:t>
      </w:r>
      <w:r w:rsidRPr="000E15EE">
        <w:tab/>
        <w:t>zapewniają, że dostęp do danych osobowych jest nadzorowany i rejestrowany zgodnie</w:t>
      </w:r>
      <w:r w:rsidR="00BB7627" w:rsidRPr="000E15EE">
        <w:t xml:space="preserve"> z </w:t>
      </w:r>
      <w:r w:rsidRPr="000E15EE">
        <w:t>przepisami</w:t>
      </w:r>
      <w:r w:rsidR="00BB7627" w:rsidRPr="000E15EE">
        <w:t xml:space="preserve"> o </w:t>
      </w:r>
      <w:r w:rsidRPr="000E15EE">
        <w:t>ochronie danych osobowych.</w:t>
      </w:r>
    </w:p>
    <w:p w14:paraId="38C5FA6B" w14:textId="77777777" w:rsidR="00D4325D" w:rsidRPr="000E15EE" w:rsidRDefault="00D4325D" w:rsidP="00D4325D">
      <w:pPr>
        <w:pStyle w:val="USTustnpkodeksu"/>
      </w:pPr>
      <w:r w:rsidRPr="000E15EE">
        <w:t xml:space="preserve">3. Dane uzyskane na podstawie przepisów </w:t>
      </w:r>
      <w:r w:rsidR="00BB7627" w:rsidRPr="000E15EE">
        <w:t>ust. </w:t>
      </w:r>
      <w:r w:rsidRPr="000E15EE">
        <w:t>1 mogą być przetwarzane nie dłużej niż jest to niezbędne do prowadzenia postępowania.</w:t>
      </w:r>
    </w:p>
    <w:p w14:paraId="1E24B251" w14:textId="77777777" w:rsidR="00D4325D" w:rsidRPr="000E15EE" w:rsidRDefault="00D4325D" w:rsidP="00D4325D">
      <w:pPr>
        <w:pStyle w:val="USTustnpkodeksu"/>
      </w:pPr>
      <w:r w:rsidRPr="000E15EE">
        <w:t>4. Dane</w:t>
      </w:r>
      <w:r w:rsidR="00BB7627" w:rsidRPr="000E15EE">
        <w:t xml:space="preserve"> </w:t>
      </w:r>
      <w:bookmarkStart w:id="190" w:name="_Hlk129351048"/>
      <w:r w:rsidR="00BB7627" w:rsidRPr="000E15EE">
        <w:t>o </w:t>
      </w:r>
      <w:r w:rsidRPr="000E15EE">
        <w:t>których mowa</w:t>
      </w:r>
      <w:r w:rsidR="00BB7627" w:rsidRPr="000E15EE">
        <w:t xml:space="preserve"> w </w:t>
      </w:r>
      <w:r w:rsidRPr="000E15EE">
        <w:t>ust 1</w:t>
      </w:r>
      <w:bookmarkEnd w:id="190"/>
      <w:r w:rsidRPr="000E15EE">
        <w:t>, są udostępniane podmiotom</w:t>
      </w:r>
      <w:r w:rsidR="00D155D4" w:rsidRPr="000E15EE">
        <w:t>, o których mowa w ust. 1</w:t>
      </w:r>
      <w:r w:rsidRPr="000E15EE">
        <w:t>,</w:t>
      </w:r>
      <w:r w:rsidR="00BB7627" w:rsidRPr="000E15EE">
        <w:t xml:space="preserve"> z </w:t>
      </w:r>
      <w:r w:rsidRPr="000E15EE">
        <w:t>systemu  teleinformatycznego prowadzonego przez ministra właściwego do spraw pracy.</w:t>
      </w:r>
    </w:p>
    <w:p w14:paraId="00D97FEE" w14:textId="77777777" w:rsidR="00D4325D" w:rsidRPr="000E15EE" w:rsidRDefault="00BB7627" w:rsidP="00A104B2">
      <w:pPr>
        <w:pStyle w:val="ARTartustawynprozporzdzenia"/>
      </w:pPr>
      <w:r w:rsidRPr="000E15EE">
        <w:rPr>
          <w:rStyle w:val="Ppogrubienie"/>
        </w:rPr>
        <w:t>Art. </w:t>
      </w:r>
      <w:r w:rsidR="00195F48" w:rsidRPr="000E15EE">
        <w:rPr>
          <w:rStyle w:val="Ppogrubienie"/>
        </w:rPr>
        <w:t>75</w:t>
      </w:r>
      <w:r w:rsidR="00D4325D" w:rsidRPr="000E15EE">
        <w:rPr>
          <w:rStyle w:val="Ppogrubienie"/>
        </w:rPr>
        <w:t>.</w:t>
      </w:r>
      <w:r w:rsidR="00D4325D" w:rsidRPr="000E15EE">
        <w:t xml:space="preserve"> Po upływie 10 lat od dnia wydania postanowienia lub decyzji ostatecznej</w:t>
      </w:r>
      <w:r w:rsidRPr="000E15EE">
        <w:t xml:space="preserve"> w </w:t>
      </w:r>
      <w:r w:rsidR="00D4325D" w:rsidRPr="000E15EE">
        <w:t xml:space="preserve">sprawie </w:t>
      </w:r>
      <w:r w:rsidR="009D3FC9" w:rsidRPr="000E15EE">
        <w:t xml:space="preserve">wydania </w:t>
      </w:r>
      <w:r w:rsidR="00D4325D" w:rsidRPr="000E15EE">
        <w:t>zezwolenia na pracę, uchylenia zezwolenia na pracę lub pozostawienia wniosku</w:t>
      </w:r>
      <w:r w:rsidRPr="000E15EE">
        <w:t xml:space="preserve"> w </w:t>
      </w:r>
      <w:r w:rsidR="00D4325D" w:rsidRPr="000E15EE">
        <w:t>sprawie zezwolenia na pracę bez rozpoznania organy prowadzące rejestry,</w:t>
      </w:r>
      <w:r w:rsidRPr="000E15EE">
        <w:t xml:space="preserve"> o </w:t>
      </w:r>
      <w:r w:rsidR="00D4325D" w:rsidRPr="000E15EE">
        <w:t>których mowa</w:t>
      </w:r>
      <w:r w:rsidRPr="000E15EE">
        <w:t xml:space="preserve"> w </w:t>
      </w:r>
      <w:r w:rsidR="00D4325D" w:rsidRPr="000E15EE">
        <w:t>art.</w:t>
      </w:r>
      <w:r w:rsidR="00E7246E" w:rsidRPr="000E15EE">
        <w:t> </w:t>
      </w:r>
      <w:r w:rsidR="00D4325D" w:rsidRPr="000E15EE">
        <w:t>71 ust</w:t>
      </w:r>
      <w:r w:rsidR="00E7246E" w:rsidRPr="000E15EE">
        <w:t>.</w:t>
      </w:r>
      <w:r w:rsidR="00D4325D" w:rsidRPr="000E15EE">
        <w:t xml:space="preserve"> 3, usuwają</w:t>
      </w:r>
      <w:r w:rsidRPr="000E15EE">
        <w:t xml:space="preserve"> z </w:t>
      </w:r>
      <w:r w:rsidR="00D4325D" w:rsidRPr="000E15EE">
        <w:t xml:space="preserve">nich dane osobowe cudzoziemca, dane </w:t>
      </w:r>
      <w:r w:rsidR="00B36F02">
        <w:t>podmiotu powierzającego pracę cudzoziemcowi</w:t>
      </w:r>
      <w:r w:rsidR="00D4325D" w:rsidRPr="000E15EE">
        <w:t xml:space="preserve"> oraz dane pracodawcy użytkownika lub podmiotu, do którego cudzoziemiec został delegowany na terytorium Rzeczypospolitej Polskiej.</w:t>
      </w:r>
    </w:p>
    <w:bookmarkEnd w:id="175"/>
    <w:p w14:paraId="330D9146" w14:textId="77777777" w:rsidR="00D4325D" w:rsidRPr="000E15EE" w:rsidRDefault="00D4325D" w:rsidP="00D4325D">
      <w:pPr>
        <w:pStyle w:val="ROZDZODDZOZNoznaczenierozdziauluboddziau"/>
      </w:pPr>
      <w:r w:rsidRPr="000E15EE">
        <w:t>Rozdział 8</w:t>
      </w:r>
    </w:p>
    <w:p w14:paraId="2A8AECAB" w14:textId="77777777" w:rsidR="00C324F5" w:rsidRPr="000E15EE" w:rsidRDefault="00082BCA" w:rsidP="00C324F5">
      <w:pPr>
        <w:pStyle w:val="ROZDZODDZPRZEDMprzedmiotregulacjirozdziauluboddziau"/>
      </w:pPr>
      <w:r w:rsidRPr="000E15EE">
        <w:t>Szczególne działania w zakresie aktywizacji zawodowej i integracji społecznej cudzoziemców</w:t>
      </w:r>
    </w:p>
    <w:p w14:paraId="2EA630FB" w14:textId="77777777" w:rsidR="00C324F5" w:rsidRPr="000E15EE" w:rsidRDefault="00C324F5" w:rsidP="00C324F5">
      <w:pPr>
        <w:pStyle w:val="ARTartustawynprozporzdzenia"/>
      </w:pPr>
      <w:r w:rsidRPr="000E15EE">
        <w:rPr>
          <w:rStyle w:val="Ppogrubienie"/>
        </w:rPr>
        <w:t xml:space="preserve">Art. </w:t>
      </w:r>
      <w:r w:rsidR="006871DA">
        <w:rPr>
          <w:rStyle w:val="Ppogrubienie"/>
        </w:rPr>
        <w:t>76.</w:t>
      </w:r>
      <w:r w:rsidRPr="000E15EE">
        <w:rPr>
          <w:rStyle w:val="Ppogrubienie"/>
        </w:rPr>
        <w:t xml:space="preserve"> </w:t>
      </w:r>
      <w:r w:rsidRPr="000E15EE">
        <w:t>1. Minister właściwy do spraw pracy może opracować resortowy program aktywizacyjny dla cudzoziemców</w:t>
      </w:r>
      <w:r w:rsidR="00C86821" w:rsidRPr="00C86821">
        <w:t xml:space="preserve"> przebywających legalnie na terytorium Rzeczypospolitej Polskiej</w:t>
      </w:r>
      <w:r w:rsidRPr="000E15EE">
        <w:t>.</w:t>
      </w:r>
    </w:p>
    <w:p w14:paraId="38B1C8A4" w14:textId="77777777" w:rsidR="00C324F5" w:rsidRPr="000E15EE" w:rsidRDefault="00C324F5" w:rsidP="00C324F5">
      <w:pPr>
        <w:pStyle w:val="USTustnpkodeksu"/>
      </w:pPr>
      <w:r w:rsidRPr="000E15EE">
        <w:t xml:space="preserve">2. W ramach programu aktywizacyjnego dla cudzoziemców mogą być podejmowane działania mające na celu </w:t>
      </w:r>
      <w:bookmarkStart w:id="191" w:name="_Hlk161834757"/>
      <w:r w:rsidRPr="000E15EE">
        <w:t>wspieranie aktywizacji zawodowej, integracji i aktywności społecznej cudzoziemców</w:t>
      </w:r>
      <w:bookmarkEnd w:id="191"/>
      <w:r w:rsidRPr="000E15EE">
        <w:t>.</w:t>
      </w:r>
    </w:p>
    <w:p w14:paraId="176B074C" w14:textId="77777777" w:rsidR="00C324F5" w:rsidRPr="000E15EE" w:rsidRDefault="00C324F5" w:rsidP="00C324F5">
      <w:pPr>
        <w:pStyle w:val="USTustnpkodeksu"/>
      </w:pPr>
      <w:r w:rsidRPr="000E15EE">
        <w:t>3. Program aktywizacyjny dla cudzoziemców wraz z kosztami jego obsługi jest finansowany z Funduszu Pracy.</w:t>
      </w:r>
    </w:p>
    <w:p w14:paraId="0003A3F6" w14:textId="77777777" w:rsidR="00C324F5" w:rsidRPr="000E15EE" w:rsidRDefault="00C324F5" w:rsidP="00C324F5">
      <w:pPr>
        <w:pStyle w:val="USTustnpkodeksu"/>
      </w:pPr>
      <w:r w:rsidRPr="000E15EE">
        <w:t>4. Powierzenie realizacji zadań w zakresie programu aktywizacyjnego dla cudzoziemców odbywa się po przeprowadzeniu konkursu ofert ogłaszanego przez ministra właściwego do spraw pracy.</w:t>
      </w:r>
    </w:p>
    <w:p w14:paraId="26B5D46F" w14:textId="77777777" w:rsidR="00C324F5" w:rsidRPr="000E15EE" w:rsidRDefault="00C324F5" w:rsidP="00C324F5">
      <w:pPr>
        <w:pStyle w:val="USTustnpkodeksu"/>
      </w:pPr>
      <w:r w:rsidRPr="000E15EE">
        <w:t>5. Konkurs ofert jest kierowany do:</w:t>
      </w:r>
    </w:p>
    <w:p w14:paraId="28A3656B" w14:textId="77777777" w:rsidR="00C324F5" w:rsidRPr="000E15EE" w:rsidRDefault="00C324F5" w:rsidP="00275500">
      <w:pPr>
        <w:pStyle w:val="PKTpunkt"/>
      </w:pPr>
      <w:r w:rsidRPr="000E15EE">
        <w:t>1)</w:t>
      </w:r>
      <w:r w:rsidRPr="000E15EE">
        <w:tab/>
      </w:r>
      <w:r w:rsidR="00275500" w:rsidRPr="00275500">
        <w:t>podmiotów ekonomii społecznej, o których mowa w art. 2 pkt 5</w:t>
      </w:r>
      <w:r w:rsidR="00275500">
        <w:t xml:space="preserve"> </w:t>
      </w:r>
      <w:r w:rsidR="00275500" w:rsidRPr="00275500">
        <w:t>ustawy z dnia 22 sierpnia 2022 r. o ekonomii społecznej</w:t>
      </w:r>
      <w:r w:rsidR="00275500">
        <w:t xml:space="preserve"> (</w:t>
      </w:r>
      <w:r w:rsidR="00275500" w:rsidRPr="00275500">
        <w:t>Dz. U. z 2024 r. poz. 113)</w:t>
      </w:r>
      <w:r w:rsidRPr="000E15EE">
        <w:t xml:space="preserve">, </w:t>
      </w:r>
    </w:p>
    <w:p w14:paraId="1F7678ED" w14:textId="77777777" w:rsidR="00C324F5" w:rsidRPr="000E15EE" w:rsidRDefault="00C324F5" w:rsidP="00C324F5">
      <w:pPr>
        <w:pStyle w:val="PKTpunkt"/>
      </w:pPr>
      <w:r w:rsidRPr="000E15EE">
        <w:t>2)</w:t>
      </w:r>
      <w:r w:rsidRPr="000E15EE">
        <w:tab/>
        <w:t xml:space="preserve">publicznych służb zatrudnienia; </w:t>
      </w:r>
    </w:p>
    <w:p w14:paraId="1F09DD06" w14:textId="77777777" w:rsidR="00C324F5" w:rsidRPr="000E15EE" w:rsidRDefault="00C324F5" w:rsidP="00C324F5">
      <w:pPr>
        <w:pStyle w:val="PKTpunkt"/>
      </w:pPr>
      <w:r w:rsidRPr="000E15EE">
        <w:lastRenderedPageBreak/>
        <w:t>3)</w:t>
      </w:r>
      <w:r w:rsidRPr="000E15EE">
        <w:tab/>
        <w:t>O</w:t>
      </w:r>
      <w:r w:rsidR="00275500">
        <w:t xml:space="preserve">chotniczych </w:t>
      </w:r>
      <w:r w:rsidRPr="000E15EE">
        <w:t>H</w:t>
      </w:r>
      <w:r w:rsidR="00275500">
        <w:t xml:space="preserve">ufców </w:t>
      </w:r>
      <w:r w:rsidRPr="000E15EE">
        <w:t>P</w:t>
      </w:r>
      <w:r w:rsidR="00275500">
        <w:t>racy</w:t>
      </w:r>
      <w:r w:rsidRPr="000E15EE">
        <w:t xml:space="preserve">; </w:t>
      </w:r>
    </w:p>
    <w:p w14:paraId="587104DC" w14:textId="77777777" w:rsidR="00C324F5" w:rsidRPr="000E15EE" w:rsidRDefault="00C324F5" w:rsidP="00C324F5">
      <w:pPr>
        <w:pStyle w:val="PKTpunkt"/>
      </w:pPr>
      <w:r w:rsidRPr="000E15EE">
        <w:t>4)</w:t>
      </w:r>
      <w:r w:rsidRPr="000E15EE">
        <w:tab/>
        <w:t xml:space="preserve">agencji zatrudnienia; </w:t>
      </w:r>
    </w:p>
    <w:p w14:paraId="02D44DAB" w14:textId="77777777" w:rsidR="00C324F5" w:rsidRPr="000E15EE" w:rsidRDefault="00C324F5" w:rsidP="00C324F5">
      <w:pPr>
        <w:pStyle w:val="PKTpunkt"/>
      </w:pPr>
      <w:r w:rsidRPr="000E15EE">
        <w:t>5)</w:t>
      </w:r>
      <w:r w:rsidRPr="000E15EE">
        <w:tab/>
        <w:t>instytucji szkoleniowych;</w:t>
      </w:r>
    </w:p>
    <w:p w14:paraId="25B45DE8" w14:textId="77777777" w:rsidR="00C324F5" w:rsidRPr="000E15EE" w:rsidRDefault="00C324F5" w:rsidP="00C324F5">
      <w:pPr>
        <w:pStyle w:val="PKTpunkt"/>
      </w:pPr>
      <w:r w:rsidRPr="000E15EE">
        <w:t>6)</w:t>
      </w:r>
      <w:r w:rsidRPr="000E15EE">
        <w:tab/>
        <w:t>jednostek samorządu terytorialnego.</w:t>
      </w:r>
    </w:p>
    <w:p w14:paraId="13835D63" w14:textId="77777777" w:rsidR="00C324F5" w:rsidRPr="000E15EE" w:rsidRDefault="00C324F5" w:rsidP="00C324F5">
      <w:pPr>
        <w:pStyle w:val="USTustnpkodeksu"/>
      </w:pPr>
      <w:r w:rsidRPr="000E15EE">
        <w:t>6. Na stronie podmiotowej ministra właściwego do spraw pracy w Biuletynie Informacji Publicznej umieszcza się ogłoszenie o konkursie ofert oraz informacje o wyniku tego konkursu.</w:t>
      </w:r>
    </w:p>
    <w:p w14:paraId="31A249C0" w14:textId="77777777" w:rsidR="00C324F5" w:rsidRPr="000E15EE" w:rsidRDefault="00C324F5" w:rsidP="00C324F5">
      <w:pPr>
        <w:pStyle w:val="USTustnpkodeksu"/>
      </w:pPr>
      <w:r w:rsidRPr="000E15EE">
        <w:t>7. Do wyboru realizatorów zadań nie stosuje się przepisów o prowadzeniu działalności pożytku publicznego na podstawie zlecenia realizacji zadań publicznych, o których mowa w dziale II w rozdziale 2 ustawy z dnia 24 kwietnia 2003 r. o działalności pożytku publicznego i o wolontariacie.</w:t>
      </w:r>
    </w:p>
    <w:p w14:paraId="39F419BA" w14:textId="77777777" w:rsidR="00C324F5" w:rsidRPr="000E15EE" w:rsidRDefault="00C324F5" w:rsidP="00C324F5">
      <w:pPr>
        <w:pStyle w:val="ARTartustawynprozporzdzenia"/>
      </w:pPr>
      <w:r w:rsidRPr="000E15EE">
        <w:rPr>
          <w:rStyle w:val="Ppogrubienie"/>
        </w:rPr>
        <w:t xml:space="preserve">Art. </w:t>
      </w:r>
      <w:r w:rsidR="006871DA">
        <w:rPr>
          <w:rStyle w:val="Ppogrubienie"/>
        </w:rPr>
        <w:t>77.</w:t>
      </w:r>
      <w:r w:rsidRPr="000E15EE">
        <w:t xml:space="preserve"> 1. W ogłoszeniu o konkursie ofert określa się:</w:t>
      </w:r>
    </w:p>
    <w:p w14:paraId="648BB947" w14:textId="77777777" w:rsidR="00C324F5" w:rsidRPr="000E15EE" w:rsidRDefault="00C324F5" w:rsidP="00C324F5">
      <w:pPr>
        <w:pStyle w:val="PKTpunkt"/>
      </w:pPr>
      <w:r w:rsidRPr="000E15EE">
        <w:t>1)</w:t>
      </w:r>
      <w:r w:rsidRPr="000E15EE">
        <w:tab/>
        <w:t>zadanie będące przedmiotem konkursu ofert;</w:t>
      </w:r>
    </w:p>
    <w:p w14:paraId="5F4FC849" w14:textId="77777777" w:rsidR="00C324F5" w:rsidRPr="000E15EE" w:rsidRDefault="00C324F5" w:rsidP="00C324F5">
      <w:pPr>
        <w:pStyle w:val="PKTpunkt"/>
      </w:pPr>
      <w:r w:rsidRPr="000E15EE">
        <w:t>2)</w:t>
      </w:r>
      <w:r w:rsidRPr="000E15EE">
        <w:tab/>
        <w:t>wysokość środków przeznaczonych na realizację zadania;</w:t>
      </w:r>
    </w:p>
    <w:p w14:paraId="12C37D27" w14:textId="77777777" w:rsidR="00C324F5" w:rsidRPr="000E15EE" w:rsidRDefault="00C324F5" w:rsidP="00C324F5">
      <w:pPr>
        <w:pStyle w:val="PKTpunkt"/>
      </w:pPr>
      <w:r w:rsidRPr="000E15EE">
        <w:t>3)</w:t>
      </w:r>
      <w:r w:rsidRPr="000E15EE">
        <w:tab/>
        <w:t>terminy i warunki realizacji zadania;</w:t>
      </w:r>
    </w:p>
    <w:p w14:paraId="70A4F278" w14:textId="77777777" w:rsidR="00C324F5" w:rsidRPr="000E15EE" w:rsidRDefault="00C324F5" w:rsidP="00C324F5">
      <w:pPr>
        <w:pStyle w:val="PKTpunkt"/>
      </w:pPr>
      <w:r w:rsidRPr="000E15EE">
        <w:t>4)</w:t>
      </w:r>
      <w:r w:rsidRPr="000E15EE">
        <w:tab/>
        <w:t>kryteria oceny ofert;</w:t>
      </w:r>
    </w:p>
    <w:p w14:paraId="02F6D35E" w14:textId="77777777" w:rsidR="00C324F5" w:rsidRPr="000E15EE" w:rsidRDefault="00C324F5" w:rsidP="00C324F5">
      <w:pPr>
        <w:pStyle w:val="PKTpunkt"/>
      </w:pPr>
      <w:r w:rsidRPr="000E15EE">
        <w:t>5)</w:t>
      </w:r>
      <w:r w:rsidRPr="000E15EE">
        <w:tab/>
        <w:t>miejsce i termin składania ofert – przy czym termin ten nie może być krótszy niż 7 dni od dnia ogłoszenia konkursu;</w:t>
      </w:r>
    </w:p>
    <w:p w14:paraId="521774AB" w14:textId="77777777" w:rsidR="00C324F5" w:rsidRPr="000E15EE" w:rsidRDefault="00C324F5" w:rsidP="00C324F5">
      <w:pPr>
        <w:pStyle w:val="PKTpunkt"/>
      </w:pPr>
      <w:r w:rsidRPr="000E15EE">
        <w:t>6)</w:t>
      </w:r>
      <w:r w:rsidRPr="000E15EE">
        <w:tab/>
        <w:t>termin rozstrzygnięcia konkursu ofert;</w:t>
      </w:r>
    </w:p>
    <w:p w14:paraId="68E3B4D0" w14:textId="77777777" w:rsidR="00C324F5" w:rsidRPr="000E15EE" w:rsidRDefault="00C324F5" w:rsidP="00C324F5">
      <w:pPr>
        <w:pStyle w:val="PKTpunkt"/>
      </w:pPr>
      <w:r w:rsidRPr="000E15EE">
        <w:t>7)</w:t>
      </w:r>
      <w:r w:rsidRPr="000E15EE">
        <w:tab/>
        <w:t>termin i sposób ogłoszenia wyników konkursu ofert;</w:t>
      </w:r>
    </w:p>
    <w:p w14:paraId="029C879A" w14:textId="77777777" w:rsidR="00C324F5" w:rsidRPr="000E15EE" w:rsidRDefault="00C324F5" w:rsidP="00C324F5">
      <w:pPr>
        <w:pStyle w:val="PKTpunkt"/>
      </w:pPr>
      <w:r w:rsidRPr="000E15EE">
        <w:t>8)</w:t>
      </w:r>
      <w:r w:rsidRPr="000E15EE">
        <w:tab/>
        <w:t>informację o możliwości odwołania konkursu ofert przed upływem terminu na złożenie ofert oraz możliwości przedłużenia terminu złożenia ofert i terminu rozstrzygnięcia konkursu ofert;</w:t>
      </w:r>
    </w:p>
    <w:p w14:paraId="4A0AD1F9" w14:textId="77777777" w:rsidR="00C324F5" w:rsidRPr="000E15EE" w:rsidRDefault="00C324F5" w:rsidP="00C324F5">
      <w:pPr>
        <w:pStyle w:val="PKTpunkt"/>
      </w:pPr>
      <w:r w:rsidRPr="000E15EE">
        <w:t>9)</w:t>
      </w:r>
      <w:r w:rsidRPr="000E15EE">
        <w:tab/>
        <w:t>dodatkowe warunki lub informacje – o ile jest to konieczne.</w:t>
      </w:r>
    </w:p>
    <w:p w14:paraId="1C260BB0" w14:textId="77777777" w:rsidR="00C324F5" w:rsidRPr="000E15EE" w:rsidRDefault="00C324F5" w:rsidP="00C324F5">
      <w:pPr>
        <w:pStyle w:val="USTustnpkodeksu"/>
      </w:pPr>
      <w:r w:rsidRPr="000E15EE">
        <w:t>2. Oferta złożona w konkursie ofert zawiera:</w:t>
      </w:r>
    </w:p>
    <w:p w14:paraId="7A9B1B54" w14:textId="77777777" w:rsidR="00C324F5" w:rsidRPr="000E15EE" w:rsidRDefault="00C324F5" w:rsidP="00C324F5">
      <w:pPr>
        <w:pStyle w:val="PKTpunkt"/>
      </w:pPr>
      <w:r w:rsidRPr="000E15EE">
        <w:t>1)</w:t>
      </w:r>
      <w:r w:rsidRPr="000E15EE">
        <w:tab/>
        <w:t>szczegółowy sposób realizacji zadania;</w:t>
      </w:r>
    </w:p>
    <w:p w14:paraId="2B744ECB" w14:textId="77777777" w:rsidR="00C324F5" w:rsidRPr="000E15EE" w:rsidRDefault="00C324F5" w:rsidP="00C324F5">
      <w:pPr>
        <w:pStyle w:val="PKTpunkt"/>
      </w:pPr>
      <w:r w:rsidRPr="000E15EE">
        <w:t>2)</w:t>
      </w:r>
      <w:r w:rsidRPr="000E15EE">
        <w:tab/>
        <w:t>termin i miejsce realizacji zadania;</w:t>
      </w:r>
    </w:p>
    <w:p w14:paraId="27FF7D2B" w14:textId="77777777" w:rsidR="00C324F5" w:rsidRPr="000E15EE" w:rsidRDefault="00C324F5" w:rsidP="00C324F5">
      <w:pPr>
        <w:pStyle w:val="PKTpunkt"/>
      </w:pPr>
      <w:r w:rsidRPr="000E15EE">
        <w:t>3)</w:t>
      </w:r>
      <w:r w:rsidRPr="000E15EE">
        <w:tab/>
        <w:t>harmonogram działań w zakresie realizacji zadania;</w:t>
      </w:r>
    </w:p>
    <w:p w14:paraId="0F718FAC" w14:textId="77777777" w:rsidR="00C324F5" w:rsidRPr="000E15EE" w:rsidRDefault="00C324F5" w:rsidP="00C324F5">
      <w:pPr>
        <w:pStyle w:val="PKTpunkt"/>
      </w:pPr>
      <w:r w:rsidRPr="000E15EE">
        <w:t>4)</w:t>
      </w:r>
      <w:r w:rsidRPr="000E15EE">
        <w:tab/>
        <w:t>kalkulację przewidywanych kosztów realizacji zadania;</w:t>
      </w:r>
    </w:p>
    <w:p w14:paraId="12A1840B" w14:textId="77777777" w:rsidR="00C324F5" w:rsidRPr="000E15EE" w:rsidRDefault="00C324F5" w:rsidP="00C324F5">
      <w:pPr>
        <w:pStyle w:val="PKTpunkt"/>
      </w:pPr>
      <w:r w:rsidRPr="000E15EE">
        <w:t>5)</w:t>
      </w:r>
      <w:r w:rsidRPr="000E15EE">
        <w:tab/>
        <w:t>inne postanowienia wynikające z dodatkowych warunków lub informacji, o których mowa w ust. 1 pkt 9.</w:t>
      </w:r>
    </w:p>
    <w:p w14:paraId="59534335" w14:textId="77777777" w:rsidR="00C324F5" w:rsidRPr="000E15EE" w:rsidRDefault="00C324F5" w:rsidP="00C324F5">
      <w:pPr>
        <w:pStyle w:val="USTustnpkodeksu"/>
      </w:pPr>
      <w:r w:rsidRPr="000E15EE">
        <w:t>3. Do oferty dołącza się:</w:t>
      </w:r>
    </w:p>
    <w:p w14:paraId="6A461E58" w14:textId="77777777" w:rsidR="00C324F5" w:rsidRPr="000E15EE" w:rsidRDefault="00C324F5" w:rsidP="00C324F5">
      <w:pPr>
        <w:pStyle w:val="PKTpunkt"/>
      </w:pPr>
      <w:r w:rsidRPr="000E15EE">
        <w:t>1)</w:t>
      </w:r>
      <w:r w:rsidRPr="000E15EE">
        <w:tab/>
        <w:t>aktualny odpis z odpowiedniego rejestru lub inne dokumenty informujące o statusie prawnym podmiotu składającego ofertę i umocowaniu osób go reprezentujących;</w:t>
      </w:r>
    </w:p>
    <w:p w14:paraId="1F070ADC" w14:textId="77777777" w:rsidR="00C324F5" w:rsidRPr="000E15EE" w:rsidRDefault="00C324F5" w:rsidP="00C324F5">
      <w:pPr>
        <w:pStyle w:val="PKTpunkt"/>
      </w:pPr>
      <w:r w:rsidRPr="000E15EE">
        <w:lastRenderedPageBreak/>
        <w:t>2)</w:t>
      </w:r>
      <w:r w:rsidRPr="000E15EE">
        <w:tab/>
        <w:t>oświadczenie osoby uprawnionej do reprezentowania podmiotu składającego ofertę potwierdzające, że w stosunku do podmiotu składającego ofertę nie stwierdzono niezgodnego z przeznaczeniem wykorzystania środków publicznych;</w:t>
      </w:r>
    </w:p>
    <w:p w14:paraId="6C385B2F" w14:textId="77777777" w:rsidR="00C324F5" w:rsidRPr="000E15EE" w:rsidRDefault="00C324F5" w:rsidP="00C324F5">
      <w:pPr>
        <w:pStyle w:val="PKTpunkt"/>
      </w:pPr>
      <w:r w:rsidRPr="000E15EE">
        <w:t>3)</w:t>
      </w:r>
      <w:r w:rsidRPr="000E15EE">
        <w:tab/>
        <w:t>oświadczenie osoby uprawnionej do reprezentowania podmiotu składającego ofertę o </w:t>
      </w:r>
      <w:r w:rsidR="00613696">
        <w:t>braku orzeczenia zakazu</w:t>
      </w:r>
      <w:r w:rsidRPr="000E15EE">
        <w:t xml:space="preserve"> pełnienia funkcji związanych z dysponowaniem środkami publicznymi oraz </w:t>
      </w:r>
      <w:r w:rsidR="00613696">
        <w:t xml:space="preserve">braku skazania </w:t>
      </w:r>
      <w:r w:rsidRPr="000E15EE">
        <w:t xml:space="preserve">za umyślne przestępstwo lub umyślne przestępstwo skarbowe. </w:t>
      </w:r>
    </w:p>
    <w:p w14:paraId="490EFBEE" w14:textId="77777777" w:rsidR="00C324F5" w:rsidRPr="000E15EE" w:rsidRDefault="00C324F5" w:rsidP="00C324F5">
      <w:pPr>
        <w:pStyle w:val="USTustnpkodeksu"/>
      </w:pPr>
      <w:r w:rsidRPr="000E15EE">
        <w:t>4. Oświadczenia, o których mowa w ust. 3 pkt 2 i 3, są składane pod rygorem odpowiedzialności karnej za składanie fałszywych oświadczeń. Składający oświadczenie jest obowiązany do zawarcia w nim klauzuli następującej treści: „Jestem świadomy/a odpowiedzialności karnej za złożenie fałszywego oświadczenia wynikającej z art. 233 § 1 i 6 ustawy z dnia 6 czerwca 1997 r. – Kodeks karny.”. Klauzula ta zastępuje pouczenie organu o odpowiedzialności karnej za składanie fałszywych oświadczeń.</w:t>
      </w:r>
    </w:p>
    <w:p w14:paraId="5EE3BBFD" w14:textId="77777777" w:rsidR="00C324F5" w:rsidRPr="000E15EE" w:rsidRDefault="00C324F5" w:rsidP="00C324F5">
      <w:pPr>
        <w:pStyle w:val="USTustnpkodeksu"/>
      </w:pPr>
      <w:r w:rsidRPr="000E15EE">
        <w:t>5. Minister właściwy do spraw pracy może powołać zespół do oceny ofert w składzie co najmniej trzech osób. W przypadku powołania zespołu minister właściwy do spraw pracy wyznacza przewodniczącego zespołu.</w:t>
      </w:r>
    </w:p>
    <w:p w14:paraId="61AFD3A4" w14:textId="77777777" w:rsidR="00C324F5" w:rsidRPr="000E15EE" w:rsidRDefault="00C324F5" w:rsidP="00C324F5">
      <w:pPr>
        <w:pStyle w:val="USTustnpkodeksu"/>
      </w:pPr>
      <w:r w:rsidRPr="000E15EE">
        <w:t>6. Do członków zespołu biorących udział w przeprowadzaniu konkursu ofert oraz dokonywaniu wyboru najkorzystniejszych ofert stosuje się przepisy ustawy z dnia 14 czerwca 1960 r. – Kodeks postępowania administracyjnego, dotyczące wyłączenia pracownika.</w:t>
      </w:r>
    </w:p>
    <w:p w14:paraId="315728A6" w14:textId="77777777" w:rsidR="00C324F5" w:rsidRPr="000E15EE" w:rsidRDefault="00C324F5" w:rsidP="00C324F5">
      <w:pPr>
        <w:pStyle w:val="ARTartustawynprozporzdzenia"/>
      </w:pPr>
      <w:r w:rsidRPr="000E15EE">
        <w:rPr>
          <w:rStyle w:val="Ppogrubienie"/>
        </w:rPr>
        <w:t xml:space="preserve">Art. </w:t>
      </w:r>
      <w:r w:rsidR="006871DA">
        <w:rPr>
          <w:rStyle w:val="Ppogrubienie"/>
        </w:rPr>
        <w:t>78.</w:t>
      </w:r>
      <w:r w:rsidRPr="000E15EE">
        <w:t xml:space="preserve"> 1. Realizacja programu aktywizacyjnego dla cudzoziemców odbywa się na podstawie umowy.</w:t>
      </w:r>
    </w:p>
    <w:p w14:paraId="77BF3B9F" w14:textId="77777777" w:rsidR="00C324F5" w:rsidRPr="000E15EE" w:rsidRDefault="00C324F5" w:rsidP="00C324F5">
      <w:pPr>
        <w:pStyle w:val="USTustnpkodeksu"/>
      </w:pPr>
      <w:r w:rsidRPr="000E15EE">
        <w:t>2. Umowa określa:</w:t>
      </w:r>
    </w:p>
    <w:p w14:paraId="7E5F425C" w14:textId="77777777" w:rsidR="00C324F5" w:rsidRPr="000E15EE" w:rsidRDefault="00C324F5" w:rsidP="00C324F5">
      <w:pPr>
        <w:pStyle w:val="PKTpunkt"/>
      </w:pPr>
      <w:r w:rsidRPr="000E15EE">
        <w:t>1)</w:t>
      </w:r>
      <w:r w:rsidRPr="000E15EE">
        <w:tab/>
        <w:t>liczbę cudzoziemców objętych programem;</w:t>
      </w:r>
    </w:p>
    <w:p w14:paraId="2781D083" w14:textId="77777777" w:rsidR="00C324F5" w:rsidRPr="000E15EE" w:rsidRDefault="00C324F5" w:rsidP="00C324F5">
      <w:pPr>
        <w:pStyle w:val="PKTpunkt"/>
      </w:pPr>
      <w:r w:rsidRPr="000E15EE">
        <w:t>2)</w:t>
      </w:r>
      <w:r w:rsidRPr="000E15EE">
        <w:tab/>
        <w:t>zakres działań i okres ich realizacji;</w:t>
      </w:r>
    </w:p>
    <w:p w14:paraId="3A290CA1" w14:textId="77777777" w:rsidR="00C324F5" w:rsidRPr="000E15EE" w:rsidRDefault="00C324F5" w:rsidP="00C324F5">
      <w:pPr>
        <w:pStyle w:val="PKTpunkt"/>
      </w:pPr>
      <w:r w:rsidRPr="000E15EE">
        <w:t>3)</w:t>
      </w:r>
      <w:r w:rsidRPr="000E15EE">
        <w:tab/>
        <w:t>przewidywane efekty, z podaniem mierników pozwalających ocenić indywidualne efekty;</w:t>
      </w:r>
    </w:p>
    <w:p w14:paraId="53D64A90" w14:textId="77777777" w:rsidR="00C324F5" w:rsidRPr="000E15EE" w:rsidRDefault="00C324F5" w:rsidP="00C324F5">
      <w:pPr>
        <w:pStyle w:val="PKTpunkt"/>
      </w:pPr>
      <w:r w:rsidRPr="000E15EE">
        <w:t>4)</w:t>
      </w:r>
      <w:r w:rsidRPr="000E15EE">
        <w:tab/>
        <w:t>kwotę i tryb przekazania środków Funduszu Pracy przysługujących z tytułu realizacji programu aktywizacyjnego dla cudzoziemców;</w:t>
      </w:r>
    </w:p>
    <w:p w14:paraId="5EF75A7D" w14:textId="77777777" w:rsidR="00C324F5" w:rsidRPr="000E15EE" w:rsidRDefault="00C324F5" w:rsidP="00C324F5">
      <w:pPr>
        <w:pStyle w:val="PKTpunkt"/>
      </w:pPr>
      <w:r w:rsidRPr="000E15EE">
        <w:t>5)</w:t>
      </w:r>
      <w:r w:rsidRPr="000E15EE">
        <w:tab/>
        <w:t>kwotę przekazywanych środków;</w:t>
      </w:r>
    </w:p>
    <w:p w14:paraId="525767FE" w14:textId="77777777" w:rsidR="00C324F5" w:rsidRPr="000E15EE" w:rsidRDefault="00C324F5" w:rsidP="00C324F5">
      <w:pPr>
        <w:pStyle w:val="PKTpunkt"/>
      </w:pPr>
      <w:r w:rsidRPr="000E15EE">
        <w:t>6)</w:t>
      </w:r>
      <w:r w:rsidRPr="000E15EE">
        <w:tab/>
        <w:t>termin i sposób rozliczenia przyznanych środków z Funduszu Pracy;</w:t>
      </w:r>
    </w:p>
    <w:p w14:paraId="7E3D5B67" w14:textId="77777777" w:rsidR="00C324F5" w:rsidRPr="000E15EE" w:rsidRDefault="00C324F5" w:rsidP="00C324F5">
      <w:pPr>
        <w:pStyle w:val="PKTpunkt"/>
      </w:pPr>
      <w:r w:rsidRPr="000E15EE">
        <w:t>7)</w:t>
      </w:r>
      <w:r w:rsidRPr="000E15EE">
        <w:tab/>
        <w:t>termin zwrotu niewykorzystanej części środków z Funduszu Pracy;</w:t>
      </w:r>
    </w:p>
    <w:p w14:paraId="12E88059" w14:textId="77777777" w:rsidR="00C324F5" w:rsidRPr="000E15EE" w:rsidRDefault="00C324F5" w:rsidP="00C324F5">
      <w:pPr>
        <w:pStyle w:val="PKTpunkt"/>
      </w:pPr>
      <w:r w:rsidRPr="000E15EE">
        <w:t>8)</w:t>
      </w:r>
      <w:r w:rsidRPr="000E15EE">
        <w:tab/>
        <w:t>sposób kontroli i zakres monitorowania realizacji programu aktywizacyjnego dla cudzoziemców, w tym rozliczania przyznanych środków z Funduszu Pracy;</w:t>
      </w:r>
    </w:p>
    <w:p w14:paraId="7C90889B" w14:textId="77777777" w:rsidR="00C324F5" w:rsidRPr="000E15EE" w:rsidRDefault="00C324F5" w:rsidP="00C324F5">
      <w:pPr>
        <w:pStyle w:val="PKTpunkt"/>
      </w:pPr>
      <w:r w:rsidRPr="000E15EE">
        <w:lastRenderedPageBreak/>
        <w:t>9)</w:t>
      </w:r>
      <w:r w:rsidRPr="000E15EE">
        <w:tab/>
        <w:t>warunki i sposób zmiany oraz rozwiązania umowy;</w:t>
      </w:r>
    </w:p>
    <w:p w14:paraId="4FD59DF1" w14:textId="77777777" w:rsidR="00C324F5" w:rsidRPr="000E15EE" w:rsidRDefault="00C324F5" w:rsidP="00C324F5">
      <w:pPr>
        <w:pStyle w:val="PKTpunkt"/>
      </w:pPr>
      <w:r w:rsidRPr="000E15EE">
        <w:t>10)</w:t>
      </w:r>
      <w:r w:rsidRPr="000E15EE">
        <w:tab/>
        <w:t>inne postanowienia wynikające z dodatkowych warunków lub informacji, o których mowa w art. 216 ust. 1 pkt 9.</w:t>
      </w:r>
    </w:p>
    <w:p w14:paraId="5118F54D" w14:textId="77777777" w:rsidR="00C324F5" w:rsidRPr="000E15EE" w:rsidRDefault="00C324F5" w:rsidP="00C324F5">
      <w:pPr>
        <w:pStyle w:val="ARTartustawynprozporzdzenia"/>
      </w:pPr>
      <w:r w:rsidRPr="000E15EE">
        <w:rPr>
          <w:rStyle w:val="Ppogrubienie"/>
        </w:rPr>
        <w:t xml:space="preserve">Art. </w:t>
      </w:r>
      <w:r w:rsidR="006871DA">
        <w:rPr>
          <w:rStyle w:val="Ppogrubienie"/>
        </w:rPr>
        <w:t>79.</w:t>
      </w:r>
      <w:r w:rsidRPr="000E15EE">
        <w:t xml:space="preserve"> 1. Do środków z Funduszu Pracy przekazanych na realizację programu aktywizacyjnego dla cudzoziemców stosuje się odpowiednio przepisy art. 57, art. 168 i art. 169 ustawy z dnia 27 sierpnia 2009 r. o finansach publicznych.</w:t>
      </w:r>
    </w:p>
    <w:p w14:paraId="45876124" w14:textId="77777777" w:rsidR="00C324F5" w:rsidRPr="000E15EE" w:rsidRDefault="00C324F5" w:rsidP="00C324F5">
      <w:pPr>
        <w:pStyle w:val="USTustnpkodeksu"/>
      </w:pPr>
      <w:r w:rsidRPr="000E15EE">
        <w:t>2. Środki Funduszu Pracy przyznane na realizację programu aktywizacyjnego dla cudzoziemców:</w:t>
      </w:r>
    </w:p>
    <w:p w14:paraId="75A67791" w14:textId="77777777" w:rsidR="00C324F5" w:rsidRPr="000E15EE" w:rsidRDefault="00C324F5" w:rsidP="00C324F5">
      <w:pPr>
        <w:pStyle w:val="PKTpunkt"/>
      </w:pPr>
      <w:r w:rsidRPr="000E15EE">
        <w:t>1)</w:t>
      </w:r>
      <w:r w:rsidRPr="000E15EE">
        <w:tab/>
        <w:t>wykorzystane niezgodnie z przeznaczeniem,</w:t>
      </w:r>
    </w:p>
    <w:p w14:paraId="0E45FF8C" w14:textId="77777777" w:rsidR="00C324F5" w:rsidRPr="000E15EE" w:rsidRDefault="00C324F5" w:rsidP="00C324F5">
      <w:pPr>
        <w:pStyle w:val="PKTpunkt"/>
      </w:pPr>
      <w:r w:rsidRPr="000E15EE">
        <w:t>2)</w:t>
      </w:r>
      <w:r w:rsidRPr="000E15EE">
        <w:tab/>
        <w:t>niewykorzystane,</w:t>
      </w:r>
    </w:p>
    <w:p w14:paraId="2E6959BA" w14:textId="77777777" w:rsidR="00C324F5" w:rsidRPr="000E15EE" w:rsidRDefault="00C324F5" w:rsidP="00C324F5">
      <w:pPr>
        <w:pStyle w:val="PKTpunkt"/>
      </w:pPr>
      <w:r w:rsidRPr="000E15EE">
        <w:t>3)</w:t>
      </w:r>
      <w:r w:rsidRPr="000E15EE">
        <w:tab/>
        <w:t>pobrane nienależnie,</w:t>
      </w:r>
    </w:p>
    <w:p w14:paraId="1AA4136F" w14:textId="77777777" w:rsidR="00C324F5" w:rsidRPr="000E15EE" w:rsidRDefault="00C324F5" w:rsidP="00C324F5">
      <w:pPr>
        <w:pStyle w:val="PKTpunkt"/>
      </w:pPr>
      <w:r w:rsidRPr="000E15EE">
        <w:t>4)</w:t>
      </w:r>
      <w:r w:rsidRPr="000E15EE">
        <w:tab/>
        <w:t>pobrane w nadmiernej wysokości</w:t>
      </w:r>
    </w:p>
    <w:p w14:paraId="238A3B27" w14:textId="77777777" w:rsidR="00C324F5" w:rsidRPr="000E15EE" w:rsidRDefault="00C324F5" w:rsidP="00686903">
      <w:pPr>
        <w:pStyle w:val="CZWSPPKTczwsplnapunktw"/>
      </w:pPr>
      <w:r w:rsidRPr="000E15EE">
        <w:t>– podlegają zwrotowi na rachunek bankowy dysponenta Funduszu Pracy.</w:t>
      </w:r>
    </w:p>
    <w:p w14:paraId="090C18FE" w14:textId="77777777" w:rsidR="00C324F5" w:rsidRPr="000E15EE" w:rsidRDefault="00C324F5" w:rsidP="00C324F5">
      <w:pPr>
        <w:pStyle w:val="USTustnpkodeksu"/>
      </w:pPr>
      <w:r w:rsidRPr="000E15EE">
        <w:t>3. Środki Funduszu Pracy, o których mowa w ust. 2 pkt 1, 3 i 4, podlegają zwrotowi wraz z odsetkami w wysokości określonej jak dla zaległości podatkowych.</w:t>
      </w:r>
    </w:p>
    <w:p w14:paraId="3027893D" w14:textId="77777777" w:rsidR="00686903" w:rsidRPr="000E15EE" w:rsidRDefault="00686903" w:rsidP="00686903">
      <w:pPr>
        <w:pStyle w:val="ARTartustawynprozporzdzenia"/>
      </w:pPr>
      <w:r w:rsidRPr="000E15EE">
        <w:rPr>
          <w:rStyle w:val="Ppogrubienie"/>
        </w:rPr>
        <w:t xml:space="preserve">Art. </w:t>
      </w:r>
      <w:r w:rsidR="00D5646A">
        <w:rPr>
          <w:rStyle w:val="Ppogrubienie"/>
        </w:rPr>
        <w:t>80.</w:t>
      </w:r>
      <w:r w:rsidRPr="000E15EE">
        <w:t xml:space="preserve"> 1. Minister właściwy do spraw pracy może dofinansować z Funduszu Pracy koszty szkolenia z języka polskiego dla </w:t>
      </w:r>
      <w:r w:rsidR="00C52886" w:rsidRPr="000E15EE">
        <w:t>cudzoziemców</w:t>
      </w:r>
      <w:r w:rsidR="00A145D5" w:rsidRPr="000E15EE">
        <w:t xml:space="preserve"> przebywających legalnie na terytorium Rzeczypospolitej Polskiej,</w:t>
      </w:r>
      <w:r w:rsidR="00C52886" w:rsidRPr="000E15EE">
        <w:t xml:space="preserve"> </w:t>
      </w:r>
      <w:r w:rsidRPr="000E15EE">
        <w:t>posiadających:</w:t>
      </w:r>
    </w:p>
    <w:p w14:paraId="77C8AF24" w14:textId="4ED6BDCA" w:rsidR="00686903" w:rsidRPr="000E15EE" w:rsidRDefault="00686903" w:rsidP="00686903">
      <w:pPr>
        <w:pStyle w:val="PKTpunkt"/>
      </w:pPr>
      <w:r w:rsidRPr="000E15EE">
        <w:t>1)</w:t>
      </w:r>
      <w:r w:rsidR="00791597" w:rsidRPr="000E15EE">
        <w:tab/>
      </w:r>
      <w:r w:rsidRPr="000E15EE">
        <w:t>dyplom, o którym mowa w art. 7 ust. 2a pkt 7 ustawy z dnia 5 grudnia 1996 r. o zawodach lekarza i lekarza dentysty (Dz. U. z 2023 r. poz. 1516, 1617, 1831 i 1972</w:t>
      </w:r>
      <w:r w:rsidR="00AF14B2">
        <w:t xml:space="preserve"> oraz z 2024 r. poz. 854</w:t>
      </w:r>
      <w:r w:rsidRPr="000E15EE">
        <w:t xml:space="preserve">), z wyłączeniem obowiązku posiadania uwierzytelnień, o których mowa w tym przepisie </w:t>
      </w:r>
      <w:r w:rsidR="00C130B8" w:rsidRPr="000E15EE">
        <w:t>–</w:t>
      </w:r>
      <w:r w:rsidR="00C130B8">
        <w:t xml:space="preserve"> </w:t>
      </w:r>
      <w:r w:rsidRPr="000E15EE">
        <w:t xml:space="preserve">na wniosek okręgowej izby lekarskiej, o której mowa w art. 3 ust. 1 ustawy z dnia 2 grudnia 2009 r. o izbach lekarskich (Dz. U. z 2021 r. poz. 1342 oraz z 2023 r. poz. 1234), zwanej dalej </w:t>
      </w:r>
      <w:r w:rsidR="00C130B8" w:rsidRPr="000E15EE">
        <w:t>„okręgową izbą lekarską”</w:t>
      </w:r>
      <w:r w:rsidRPr="000E15EE">
        <w:t>;</w:t>
      </w:r>
    </w:p>
    <w:p w14:paraId="68F3EAF1" w14:textId="34BCB02A" w:rsidR="00686903" w:rsidRPr="000E15EE" w:rsidRDefault="00686903" w:rsidP="00686903">
      <w:pPr>
        <w:pStyle w:val="PKTpunkt"/>
      </w:pPr>
      <w:r w:rsidRPr="000E15EE">
        <w:t>2)</w:t>
      </w:r>
      <w:r w:rsidR="00791597" w:rsidRPr="000E15EE">
        <w:tab/>
      </w:r>
      <w:r w:rsidRPr="000E15EE">
        <w:t>dyplom, o którym mowa w art. 35a ust. 1 pkt 7 ustawy z dnia 15 lipca 2011 r. o zawodach pielęgniarki i położnej (Dz. U. z 202</w:t>
      </w:r>
      <w:r w:rsidR="00AF14B2">
        <w:t>4</w:t>
      </w:r>
      <w:r w:rsidRPr="000E15EE">
        <w:t xml:space="preserve"> r. poz. </w:t>
      </w:r>
      <w:r w:rsidR="00AF14B2">
        <w:t>814 i 854</w:t>
      </w:r>
      <w:r w:rsidRPr="000E15EE">
        <w:t xml:space="preserve">), z wyłączeniem obowiązku posiadania uwierzytelnień, o których mowa w tym przepisie </w:t>
      </w:r>
      <w:r w:rsidR="00C130B8" w:rsidRPr="000E15EE">
        <w:t>–</w:t>
      </w:r>
      <w:r w:rsidRPr="000E15EE">
        <w:t xml:space="preserve">na wniosek okręgowej izby pielęgniarek i położnych, o której mowa w art. 2 ust. 4 pkt 2 ustawy z dnia 1 lipca 2011 r. o samorządzie pielęgniarek i położnych (Dz. U. z 2021 r. poz. 628), zwanej dalej </w:t>
      </w:r>
      <w:r w:rsidR="00C130B8" w:rsidRPr="000E15EE">
        <w:t>„okręgową izbą pielęgniarek i położnych”</w:t>
      </w:r>
      <w:r w:rsidRPr="000E15EE">
        <w:t>.</w:t>
      </w:r>
    </w:p>
    <w:p w14:paraId="70890AEC" w14:textId="77777777" w:rsidR="00686903" w:rsidRPr="000E15EE" w:rsidRDefault="00686903" w:rsidP="00686903">
      <w:pPr>
        <w:pStyle w:val="USTustnpkodeksu"/>
      </w:pPr>
      <w:r w:rsidRPr="000E15EE">
        <w:lastRenderedPageBreak/>
        <w:t xml:space="preserve">2. Dofinansowanie kosztu szkolenia, o którym mowa w ust. 1, nie może przekraczać kwoty 3000 zł dla jednej osoby za jedno szkolenie. </w:t>
      </w:r>
      <w:r w:rsidR="00275500">
        <w:t>Cudzoziemiec</w:t>
      </w:r>
      <w:r w:rsidRPr="000E15EE">
        <w:t>, o którym mowa w ust. 1, może wziąć udział w maksymalnie trzech szkoleniach.</w:t>
      </w:r>
    </w:p>
    <w:p w14:paraId="5474E4BD" w14:textId="77777777" w:rsidR="00686903" w:rsidRPr="000E15EE" w:rsidRDefault="00686903" w:rsidP="00686903">
      <w:pPr>
        <w:pStyle w:val="USTustnpkodeksu"/>
      </w:pPr>
      <w:r w:rsidRPr="000E15EE">
        <w:t>3. Okręgowa izba lekarska albo okręgowa izba pielęgniarek i położnych składa do ministra właściwego do spraw pracy, raz w miesiącu, wniosek o dofinansowanie kosztów szkolenia, o których mowa w ust. 1, zawierający:</w:t>
      </w:r>
    </w:p>
    <w:p w14:paraId="2377FACF" w14:textId="77777777" w:rsidR="00686903" w:rsidRPr="000E15EE" w:rsidRDefault="00686903" w:rsidP="00791597">
      <w:pPr>
        <w:pStyle w:val="PKTpunkt"/>
      </w:pPr>
      <w:r w:rsidRPr="000E15EE">
        <w:t>1)</w:t>
      </w:r>
      <w:r w:rsidR="00791597" w:rsidRPr="000E15EE">
        <w:tab/>
      </w:r>
      <w:r w:rsidRPr="000E15EE">
        <w:t>nazwę i adres instytucji przeprowadzającej szkolenie;</w:t>
      </w:r>
    </w:p>
    <w:p w14:paraId="4CDD8A00" w14:textId="77777777" w:rsidR="00686903" w:rsidRPr="000E15EE" w:rsidRDefault="00686903" w:rsidP="00791597">
      <w:pPr>
        <w:pStyle w:val="PKTpunkt"/>
      </w:pPr>
      <w:r w:rsidRPr="000E15EE">
        <w:t>2)</w:t>
      </w:r>
      <w:r w:rsidR="00791597" w:rsidRPr="000E15EE">
        <w:tab/>
      </w:r>
      <w:r w:rsidRPr="000E15EE">
        <w:t>termin i zakres szkolenia oraz liczbę godzin szkolenia;</w:t>
      </w:r>
    </w:p>
    <w:p w14:paraId="6A0401AE" w14:textId="77777777" w:rsidR="00686903" w:rsidRPr="000E15EE" w:rsidRDefault="00686903" w:rsidP="00791597">
      <w:pPr>
        <w:pStyle w:val="PKTpunkt"/>
      </w:pPr>
      <w:r w:rsidRPr="000E15EE">
        <w:t>3)</w:t>
      </w:r>
      <w:r w:rsidR="00791597" w:rsidRPr="000E15EE">
        <w:tab/>
      </w:r>
      <w:r w:rsidRPr="000E15EE">
        <w:t>planowaną wysokość kosztów szkolenia;</w:t>
      </w:r>
    </w:p>
    <w:p w14:paraId="36C16EB1" w14:textId="77777777" w:rsidR="00686903" w:rsidRPr="000E15EE" w:rsidRDefault="00686903" w:rsidP="00791597">
      <w:pPr>
        <w:pStyle w:val="PKTpunkt"/>
      </w:pPr>
      <w:r w:rsidRPr="000E15EE">
        <w:t>4)</w:t>
      </w:r>
      <w:r w:rsidR="00791597" w:rsidRPr="000E15EE">
        <w:tab/>
      </w:r>
      <w:r w:rsidRPr="000E15EE">
        <w:t>planowaną liczbę osób uczestniczących w szkoleniu.</w:t>
      </w:r>
    </w:p>
    <w:p w14:paraId="35C04728" w14:textId="77777777" w:rsidR="00686903" w:rsidRPr="000E15EE" w:rsidRDefault="00686903" w:rsidP="00686903">
      <w:pPr>
        <w:pStyle w:val="USTustnpkodeksu"/>
      </w:pPr>
      <w:r w:rsidRPr="000E15EE">
        <w:t>4. W przypadku braku środków finansowych wniosek o dofinansowanie kosztów szkolenia, o których mowa w ust. 1, rozpatruje się negatywnie.</w:t>
      </w:r>
    </w:p>
    <w:p w14:paraId="2C768E9E" w14:textId="77777777" w:rsidR="00686903" w:rsidRPr="000E15EE" w:rsidRDefault="00686903" w:rsidP="00686903">
      <w:pPr>
        <w:pStyle w:val="USTustnpkodeksu"/>
      </w:pPr>
      <w:r w:rsidRPr="000E15EE">
        <w:t>5. Minister właściwy do spraw pracy po pozytywnym rozpatrzeniu wniosku podpisuje umowę z okręgową izbą lekarską albo z okręgową izbą pielęgniarek i położnych i przekazuje kwotę na dofinansowanie kosztów szkolenia, o których mowa w ust. 1.</w:t>
      </w:r>
    </w:p>
    <w:p w14:paraId="5B4A0901" w14:textId="77777777" w:rsidR="00686903" w:rsidRPr="000E15EE" w:rsidRDefault="00686903" w:rsidP="00686903">
      <w:pPr>
        <w:pStyle w:val="USTustnpkodeksu"/>
      </w:pPr>
      <w:r w:rsidRPr="000E15EE">
        <w:t>6. Umowa, o której mowa w ust. 5, określa w szczególności:</w:t>
      </w:r>
    </w:p>
    <w:p w14:paraId="424861C0" w14:textId="77777777" w:rsidR="00686903" w:rsidRPr="000E15EE" w:rsidRDefault="00686903" w:rsidP="00791597">
      <w:pPr>
        <w:pStyle w:val="PKTpunkt"/>
      </w:pPr>
      <w:r w:rsidRPr="000E15EE">
        <w:t>1)</w:t>
      </w:r>
      <w:r w:rsidR="00791597" w:rsidRPr="000E15EE">
        <w:tab/>
      </w:r>
      <w:r w:rsidRPr="000E15EE">
        <w:t>okręgową izbę lekarską albo okręgową izbę pielęgniarek i położnych, z którą zawierana jest umowa;</w:t>
      </w:r>
    </w:p>
    <w:p w14:paraId="6DDADC49" w14:textId="77777777" w:rsidR="00686903" w:rsidRPr="000E15EE" w:rsidRDefault="00686903" w:rsidP="00791597">
      <w:pPr>
        <w:pStyle w:val="PKTpunkt"/>
      </w:pPr>
      <w:r w:rsidRPr="000E15EE">
        <w:t>2)</w:t>
      </w:r>
      <w:r w:rsidR="00791597" w:rsidRPr="000E15EE">
        <w:tab/>
      </w:r>
      <w:r w:rsidRPr="000E15EE">
        <w:t>numer rachunku bankowego okręgowej izby lekarskiej albo okręgowej izby pielęgniarek i położnych, na który mają być przekazane środki finansowe;</w:t>
      </w:r>
    </w:p>
    <w:p w14:paraId="0041DF0D" w14:textId="77777777" w:rsidR="00686903" w:rsidRPr="000E15EE" w:rsidRDefault="00686903" w:rsidP="00791597">
      <w:pPr>
        <w:pStyle w:val="PKTpunkt"/>
      </w:pPr>
      <w:r w:rsidRPr="000E15EE">
        <w:t>3)</w:t>
      </w:r>
      <w:r w:rsidR="00791597" w:rsidRPr="000E15EE">
        <w:tab/>
      </w:r>
      <w:r w:rsidRPr="000E15EE">
        <w:t>termin i zakres szkolenia oraz liczbę godzin szkolenia;</w:t>
      </w:r>
    </w:p>
    <w:p w14:paraId="7A169304" w14:textId="77777777" w:rsidR="00686903" w:rsidRPr="000E15EE" w:rsidRDefault="00686903" w:rsidP="00791597">
      <w:pPr>
        <w:pStyle w:val="PKTpunkt"/>
      </w:pPr>
      <w:r w:rsidRPr="000E15EE">
        <w:t>4)</w:t>
      </w:r>
      <w:r w:rsidR="00791597" w:rsidRPr="000E15EE">
        <w:tab/>
      </w:r>
      <w:r w:rsidRPr="000E15EE">
        <w:t>planowaną wysokość kosztów szkolenia;</w:t>
      </w:r>
    </w:p>
    <w:p w14:paraId="4F13017B" w14:textId="77777777" w:rsidR="00686903" w:rsidRPr="000E15EE" w:rsidRDefault="00686903" w:rsidP="00791597">
      <w:pPr>
        <w:pStyle w:val="PKTpunkt"/>
      </w:pPr>
      <w:r w:rsidRPr="000E15EE">
        <w:t>5)</w:t>
      </w:r>
      <w:r w:rsidR="00791597" w:rsidRPr="000E15EE">
        <w:tab/>
      </w:r>
      <w:r w:rsidRPr="000E15EE">
        <w:t>planowaną liczbę osób uczestniczących w szkoleniu.</w:t>
      </w:r>
    </w:p>
    <w:p w14:paraId="272CABAB" w14:textId="77777777" w:rsidR="00686903" w:rsidRPr="000E15EE" w:rsidRDefault="00686903" w:rsidP="00686903">
      <w:pPr>
        <w:pStyle w:val="USTustnpkodeksu"/>
      </w:pPr>
      <w:r w:rsidRPr="000E15EE">
        <w:t>7. Po zakończeniu szkolenia okręgowa izba lekarska albo okręgowa izba pielęgniarek i położnych przekazuje do ministra właściwego do spraw pracy sprawozdanie zawierające:</w:t>
      </w:r>
    </w:p>
    <w:p w14:paraId="77C28CBE" w14:textId="77777777" w:rsidR="00686903" w:rsidRPr="000E15EE" w:rsidRDefault="00686903" w:rsidP="00686903">
      <w:pPr>
        <w:pStyle w:val="PKTpunkt"/>
      </w:pPr>
      <w:r w:rsidRPr="000E15EE">
        <w:t>1)</w:t>
      </w:r>
      <w:r w:rsidR="00C52886" w:rsidRPr="000E15EE">
        <w:tab/>
      </w:r>
      <w:r w:rsidRPr="000E15EE">
        <w:t>wykaz osób, które ukończyły szkolenie, obejmujący:</w:t>
      </w:r>
    </w:p>
    <w:p w14:paraId="7D9E5C1E" w14:textId="77777777" w:rsidR="00686903" w:rsidRPr="000E15EE" w:rsidRDefault="00686903" w:rsidP="00791597">
      <w:pPr>
        <w:pStyle w:val="LITlitera"/>
      </w:pPr>
      <w:r w:rsidRPr="000E15EE">
        <w:t>a)</w:t>
      </w:r>
      <w:r w:rsidR="00C52886" w:rsidRPr="000E15EE">
        <w:tab/>
      </w:r>
      <w:r w:rsidRPr="000E15EE">
        <w:t>imię (imiona) i nazwisko (nazwiska),</w:t>
      </w:r>
    </w:p>
    <w:p w14:paraId="3F40D7EB" w14:textId="77777777" w:rsidR="00686903" w:rsidRPr="000E15EE" w:rsidRDefault="00686903" w:rsidP="00791597">
      <w:pPr>
        <w:pStyle w:val="LITlitera"/>
      </w:pPr>
      <w:r w:rsidRPr="000E15EE">
        <w:t>b)</w:t>
      </w:r>
      <w:r w:rsidR="00C52886" w:rsidRPr="000E15EE">
        <w:tab/>
      </w:r>
      <w:r w:rsidRPr="000E15EE">
        <w:t>datę urodzenia,</w:t>
      </w:r>
    </w:p>
    <w:p w14:paraId="35A8374D" w14:textId="77777777" w:rsidR="00686903" w:rsidRPr="000E15EE" w:rsidRDefault="00686903" w:rsidP="00791597">
      <w:pPr>
        <w:pStyle w:val="LITlitera"/>
      </w:pPr>
      <w:r w:rsidRPr="000E15EE">
        <w:t>c)</w:t>
      </w:r>
      <w:r w:rsidR="00C52886" w:rsidRPr="000E15EE">
        <w:tab/>
      </w:r>
      <w:r w:rsidRPr="000E15EE">
        <w:t>rodzaj dokumentu stanowiącego podstawę przekroczenia granicy, jeżeli występuje,</w:t>
      </w:r>
    </w:p>
    <w:p w14:paraId="115E5227" w14:textId="77777777" w:rsidR="00686903" w:rsidRPr="000E15EE" w:rsidRDefault="00686903" w:rsidP="00791597">
      <w:pPr>
        <w:pStyle w:val="LITlitera"/>
      </w:pPr>
      <w:r w:rsidRPr="000E15EE">
        <w:t>d)</w:t>
      </w:r>
      <w:r w:rsidR="00C52886" w:rsidRPr="000E15EE">
        <w:tab/>
      </w:r>
      <w:r w:rsidRPr="000E15EE">
        <w:t>serię i numer dokumentu stanowiącego podstawę przekroczenia granicy, jeżeli występuje,</w:t>
      </w:r>
    </w:p>
    <w:p w14:paraId="6A825917" w14:textId="77777777" w:rsidR="00686903" w:rsidRPr="000E15EE" w:rsidRDefault="00686903" w:rsidP="00791597">
      <w:pPr>
        <w:pStyle w:val="LITlitera"/>
      </w:pPr>
      <w:r w:rsidRPr="000E15EE">
        <w:t>e)</w:t>
      </w:r>
      <w:r w:rsidR="00C52886" w:rsidRPr="000E15EE">
        <w:tab/>
      </w:r>
      <w:r w:rsidRPr="000E15EE">
        <w:t xml:space="preserve">numer PESEL </w:t>
      </w:r>
      <w:r w:rsidR="00C130B8" w:rsidRPr="000E15EE">
        <w:t>–</w:t>
      </w:r>
      <w:r w:rsidRPr="000E15EE">
        <w:t xml:space="preserve"> jeżeli został nadany;</w:t>
      </w:r>
    </w:p>
    <w:p w14:paraId="25A0A6AB" w14:textId="77777777" w:rsidR="00686903" w:rsidRPr="000E15EE" w:rsidRDefault="00686903" w:rsidP="00791597">
      <w:pPr>
        <w:pStyle w:val="PKTpunkt"/>
      </w:pPr>
      <w:r w:rsidRPr="000E15EE">
        <w:lastRenderedPageBreak/>
        <w:t>2)</w:t>
      </w:r>
      <w:r w:rsidR="00C52886" w:rsidRPr="000E15EE">
        <w:tab/>
      </w:r>
      <w:r w:rsidRPr="000E15EE">
        <w:t>rozliczenie otrzymanych środków na podstawie ostatecznych kosztów szkolenia wraz z określeniem poniesionych wydatków.</w:t>
      </w:r>
    </w:p>
    <w:p w14:paraId="1F26A366" w14:textId="77777777" w:rsidR="00686903" w:rsidRPr="000E15EE" w:rsidRDefault="00686903" w:rsidP="00686903">
      <w:pPr>
        <w:pStyle w:val="USTustnpkodeksu"/>
      </w:pPr>
      <w:r w:rsidRPr="000E15EE">
        <w:t>8. Okręgowa izba lekarska albo okręgowa izba pielęgniarek i położnych załącza do sprawozdania, o którym mowa w ust. 7, zaświadczenia o ukończeniu szkolenia osób wykazanych w sprawozdaniu oraz dokumenty potwierdzające poniesienie wydatków w wysokości wynikającej ze sprawozdania.</w:t>
      </w:r>
    </w:p>
    <w:p w14:paraId="28573927" w14:textId="77777777" w:rsidR="00686903" w:rsidRPr="000E15EE" w:rsidRDefault="00686903" w:rsidP="00686903">
      <w:pPr>
        <w:pStyle w:val="USTustnpkodeksu"/>
      </w:pPr>
      <w:r w:rsidRPr="000E15EE">
        <w:t>9. W przypadku gdy ostateczny koszt szkolenia jest niższy niż koszt szkolenia, o którym mowa w ust. 3 pkt 3, okręgowa izba lekarska albo okręgowa izba pielęgniarek i położnych zwraca nadwyżkę ministrowi właściwemu do spraw pracy.</w:t>
      </w:r>
    </w:p>
    <w:p w14:paraId="35385061" w14:textId="77777777" w:rsidR="00686903" w:rsidRPr="000E15EE" w:rsidRDefault="00686903" w:rsidP="00686903">
      <w:pPr>
        <w:pStyle w:val="USTustnpkodeksu"/>
      </w:pPr>
      <w:r w:rsidRPr="000E15EE">
        <w:t>10. Okręgowa izba lekarska albo okręgowa izba pielęgniarek i położnych zwraca koszt szkolenia, o którym mowa w ust. 1, w przypadku gdy szkolenie się nie odbędzie.</w:t>
      </w:r>
    </w:p>
    <w:p w14:paraId="4C707074" w14:textId="77777777" w:rsidR="00686903" w:rsidRPr="000E15EE" w:rsidRDefault="00686903" w:rsidP="00686903">
      <w:pPr>
        <w:pStyle w:val="USTustnpkodeksu"/>
      </w:pPr>
      <w:r w:rsidRPr="000E15EE">
        <w:t>11. W przypadku wykorzystania przyznanego dofinansowania kosztu szkolenia, o którym mowa w ust. 1, niezgodnie z przeznaczeniem, pobrania go nienależnie lub w nadmiernej wysokości przepisy art. 169 ust. 1</w:t>
      </w:r>
      <w:r w:rsidR="00C130B8" w:rsidRPr="000E15EE">
        <w:t>–</w:t>
      </w:r>
      <w:r w:rsidRPr="000E15EE">
        <w:t>6 ustawy z dnia 27 sierpnia 2009 r. o finansach publicznych stosuje się odpowiednio.</w:t>
      </w:r>
    </w:p>
    <w:p w14:paraId="1096FC78" w14:textId="77777777" w:rsidR="00686903" w:rsidRPr="000E15EE" w:rsidRDefault="00686903" w:rsidP="00686903">
      <w:pPr>
        <w:pStyle w:val="USTustnpkodeksu"/>
      </w:pPr>
      <w:r w:rsidRPr="000E15EE">
        <w:t>12. W przypadku negatywnego rozpatrzenia wniosku, o którym mowa w ust. 3, minister właściwy do spraw pracy informuje okręgową izbę lekarską albo okręgową izbę pielęgniarek i położnych o przyczynach nieuwzględnienia tego wniosku.</w:t>
      </w:r>
    </w:p>
    <w:p w14:paraId="0B603168" w14:textId="77777777" w:rsidR="001C5AF9" w:rsidRPr="000E15EE" w:rsidRDefault="001C5AF9" w:rsidP="001C5AF9">
      <w:pPr>
        <w:pStyle w:val="ARTartustawynprozporzdzenia"/>
        <w:rPr>
          <w:rStyle w:val="Ppogrubienie"/>
        </w:rPr>
      </w:pPr>
      <w:r w:rsidRPr="000E15EE">
        <w:rPr>
          <w:rStyle w:val="Ppogrubienie"/>
        </w:rPr>
        <w:t xml:space="preserve">Art. </w:t>
      </w:r>
      <w:r w:rsidR="006871DA">
        <w:rPr>
          <w:rStyle w:val="Ppogrubienie"/>
        </w:rPr>
        <w:t>8</w:t>
      </w:r>
      <w:r w:rsidR="00D5646A">
        <w:rPr>
          <w:rStyle w:val="Ppogrubienie"/>
        </w:rPr>
        <w:t>1</w:t>
      </w:r>
      <w:r w:rsidR="006871DA">
        <w:rPr>
          <w:rStyle w:val="Ppogrubienie"/>
        </w:rPr>
        <w:t>.</w:t>
      </w:r>
      <w:r w:rsidRPr="000E15EE">
        <w:rPr>
          <w:rStyle w:val="Ppogrubienie"/>
        </w:rPr>
        <w:t> </w:t>
      </w:r>
      <w:r w:rsidRPr="000E15EE">
        <w:t>W powiatowych urzędach pracy mogą być tworzone wyspecjalizowane punkty wspierania cudzoziemców na rynku pracy.</w:t>
      </w:r>
    </w:p>
    <w:p w14:paraId="045423E6" w14:textId="77777777" w:rsidR="006871DA" w:rsidRPr="000E15EE" w:rsidRDefault="006871DA" w:rsidP="006871DA">
      <w:pPr>
        <w:pStyle w:val="ROZDZODDZOZNoznaczenierozdziauluboddziau"/>
      </w:pPr>
      <w:r w:rsidRPr="000E15EE">
        <w:t>Rozdział 9</w:t>
      </w:r>
    </w:p>
    <w:p w14:paraId="2AF1DC1D" w14:textId="77777777" w:rsidR="006871DA" w:rsidRPr="000E15EE" w:rsidRDefault="006871DA" w:rsidP="006871DA">
      <w:pPr>
        <w:pStyle w:val="ROZDZODDZPRZEDMprzedmiotregulacjirozdziauluboddziau"/>
      </w:pPr>
      <w:r w:rsidRPr="000E15EE">
        <w:t>Przepisy karne</w:t>
      </w:r>
    </w:p>
    <w:p w14:paraId="1B9608CC" w14:textId="77777777" w:rsidR="006871DA" w:rsidRPr="000E15EE" w:rsidRDefault="006871DA" w:rsidP="006871DA">
      <w:pPr>
        <w:pStyle w:val="ARTartustawynprozporzdzenia"/>
      </w:pPr>
      <w:r w:rsidRPr="000E15EE">
        <w:rPr>
          <w:rStyle w:val="Ppogrubienie"/>
        </w:rPr>
        <w:t>Art. </w:t>
      </w:r>
      <w:r>
        <w:rPr>
          <w:rStyle w:val="Ppogrubienie"/>
        </w:rPr>
        <w:t>8</w:t>
      </w:r>
      <w:r w:rsidR="00D5646A">
        <w:rPr>
          <w:rStyle w:val="Ppogrubienie"/>
        </w:rPr>
        <w:t>2</w:t>
      </w:r>
      <w:r>
        <w:rPr>
          <w:rStyle w:val="Ppogrubienie"/>
        </w:rPr>
        <w:t>.</w:t>
      </w:r>
      <w:r w:rsidRPr="000E15EE">
        <w:t> 1. Kto nielegalnie</w:t>
      </w:r>
      <w:r w:rsidR="00095EB2">
        <w:t xml:space="preserve"> powierza pracę cudzoziemcowi</w:t>
      </w:r>
      <w:r w:rsidRPr="000E15EE">
        <w:t xml:space="preserve">, podlega karze grzywny od </w:t>
      </w:r>
      <w:r w:rsidR="00116850">
        <w:t xml:space="preserve">1000 </w:t>
      </w:r>
      <w:r w:rsidRPr="000E15EE">
        <w:t>zł do 30 000  zł.</w:t>
      </w:r>
    </w:p>
    <w:p w14:paraId="65DC3FCA" w14:textId="77777777" w:rsidR="006871DA" w:rsidRPr="000E15EE" w:rsidRDefault="006871DA" w:rsidP="006871DA">
      <w:pPr>
        <w:pStyle w:val="USTustnpkodeksu"/>
      </w:pPr>
      <w:r w:rsidRPr="000E15EE">
        <w:t xml:space="preserve">2. Cudzoziemiec, który nielegalnie wykonuje pracę, podlega karze grzywny nie niższej niż </w:t>
      </w:r>
      <w:r w:rsidR="00116850">
        <w:t xml:space="preserve">1000 </w:t>
      </w:r>
      <w:r w:rsidRPr="000E15EE">
        <w:t>zł.</w:t>
      </w:r>
    </w:p>
    <w:p w14:paraId="4D8825BD" w14:textId="77777777" w:rsidR="006871DA" w:rsidRPr="000E15EE" w:rsidRDefault="006871DA" w:rsidP="006871DA">
      <w:pPr>
        <w:pStyle w:val="USTustnpkodeksu"/>
      </w:pPr>
      <w:r w:rsidRPr="000E15EE">
        <w:t>3. Kto za pomocą wprowadzenia cudzoziemca w błąd, wyzyskania błędu, wykorzystania zależności służbowej lub niezdolności do należytego pojmowania przedsiębranego działania doprowadza cudzoziemca do nielegalnego wykonywania pracy, podlega karze grzywny od 3000 zł do 30 000 zł.</w:t>
      </w:r>
    </w:p>
    <w:p w14:paraId="7B1C9913" w14:textId="77777777" w:rsidR="006871DA" w:rsidRPr="000E15EE" w:rsidRDefault="006871DA" w:rsidP="006871DA">
      <w:pPr>
        <w:pStyle w:val="USTustnpkodeksu"/>
      </w:pPr>
      <w:r w:rsidRPr="000E15EE">
        <w:lastRenderedPageBreak/>
        <w:t>4. Kto żąda od cudzoziemca korzyści majątkowej w zamian za podjęcie działań zmierzających do uzyskania zezwolenia na pracę lub innego dokumentu uprawniającego do wykonywania pracy, podlega karze grzywny od 3000 zł do 30 000 zł.</w:t>
      </w:r>
    </w:p>
    <w:p w14:paraId="132970CE" w14:textId="77777777" w:rsidR="006871DA" w:rsidRPr="000E15EE" w:rsidRDefault="006871DA" w:rsidP="006871DA">
      <w:pPr>
        <w:pStyle w:val="USTustnpkodeksu"/>
      </w:pPr>
      <w:r w:rsidRPr="000E15EE">
        <w:t>5. Kto za pomocą wprowadzenia w błąd, wyzyskania błędu lub niezdolności do należytego pojmowania przedsiębranego działania doprowadza inną osobę do nielegalnego zatrudnienia cudzoziemca, podlega karze grzywny od 3000 zł do 30 000 zł.</w:t>
      </w:r>
    </w:p>
    <w:p w14:paraId="37D94EE7" w14:textId="398818DC" w:rsidR="006871DA" w:rsidRPr="000E15EE" w:rsidRDefault="006871DA" w:rsidP="006871DA">
      <w:pPr>
        <w:pStyle w:val="USTustnpkodeksu"/>
      </w:pPr>
      <w:r w:rsidRPr="000E15EE">
        <w:t xml:space="preserve">6. Kto nie dopełnia obowiązku, o którym mowa w art. 5 ust. 1 lub 2, podlega karze grzywny od </w:t>
      </w:r>
      <w:r w:rsidR="00EE1675">
        <w:t xml:space="preserve">1000 </w:t>
      </w:r>
      <w:r w:rsidRPr="000E15EE">
        <w:t>zł do 3000 zł.</w:t>
      </w:r>
    </w:p>
    <w:p w14:paraId="26B4B302" w14:textId="77777777" w:rsidR="006871DA" w:rsidRPr="000E15EE" w:rsidRDefault="006871DA" w:rsidP="006871DA">
      <w:pPr>
        <w:pStyle w:val="USTustnpkodeksu"/>
      </w:pPr>
      <w:r w:rsidRPr="000E15EE">
        <w:t xml:space="preserve">7. Kto nie dopełnia obowiązku, o którym mowa w art. 18 ust. 2 lub art. 19, podlega karze grzywny nie niższej niż </w:t>
      </w:r>
      <w:r w:rsidR="00095EB2">
        <w:t xml:space="preserve">500 </w:t>
      </w:r>
      <w:r w:rsidRPr="000E15EE">
        <w:t>zł.</w:t>
      </w:r>
    </w:p>
    <w:p w14:paraId="7D442B50" w14:textId="77777777" w:rsidR="006871DA" w:rsidRPr="000E15EE" w:rsidRDefault="006871DA" w:rsidP="006871DA">
      <w:pPr>
        <w:pStyle w:val="USTustnpkodeksu"/>
      </w:pPr>
      <w:r w:rsidRPr="000E15EE">
        <w:t>8. Kto nie dopełnia obowiązku, o którym mowa w art. 57 ust</w:t>
      </w:r>
      <w:r w:rsidR="00095EB2">
        <w:t>.</w:t>
      </w:r>
      <w:r w:rsidRPr="000E15EE">
        <w:t xml:space="preserve"> 1 lub 3, podlega karze grzywny od </w:t>
      </w:r>
      <w:r w:rsidR="00095EB2">
        <w:t xml:space="preserve">500 </w:t>
      </w:r>
      <w:r w:rsidRPr="000E15EE">
        <w:t>zł do 2000 zł.</w:t>
      </w:r>
    </w:p>
    <w:p w14:paraId="3B3EA93A" w14:textId="77777777" w:rsidR="006871DA" w:rsidRPr="000E15EE" w:rsidRDefault="006871DA" w:rsidP="006871DA">
      <w:pPr>
        <w:pStyle w:val="USTustnpkodeksu"/>
      </w:pPr>
      <w:r w:rsidRPr="000E15EE">
        <w:t>9. Kto nie dopełnia obowiązku, o którym mowa w art. 68 ust. 1 pkt 1 lub 2, lub przekazuje nieprawdziwe informacje o podjęciu, niepodjęciu lub zakończeniu pracy przez cudzoziemca na podstawie oświadczenia o </w:t>
      </w:r>
      <w:r w:rsidR="00B36F02">
        <w:t>powierzeniu pracy cudzoziemcowi,</w:t>
      </w:r>
      <w:r w:rsidRPr="000E15EE">
        <w:t xml:space="preserve"> podlega karze grzywny od </w:t>
      </w:r>
      <w:r w:rsidR="00095EB2">
        <w:t xml:space="preserve">500 </w:t>
      </w:r>
      <w:r w:rsidRPr="000E15EE">
        <w:t>do 5000 zł.</w:t>
      </w:r>
    </w:p>
    <w:p w14:paraId="6DEEF800" w14:textId="77777777" w:rsidR="006871DA" w:rsidRPr="000E15EE" w:rsidRDefault="006871DA" w:rsidP="006871DA">
      <w:pPr>
        <w:pStyle w:val="USTustnpkodeksu"/>
      </w:pPr>
      <w:r w:rsidRPr="000E15EE">
        <w:t xml:space="preserve">10. Kto </w:t>
      </w:r>
      <w:r w:rsidR="00095EB2">
        <w:t xml:space="preserve">powierza pracę cudzoziemcowi skierowanemu </w:t>
      </w:r>
      <w:r w:rsidRPr="000E15EE">
        <w:t>do wykonywania pracy przez podmiot niebędący agencją zatrudnienia, podlega karze grzywny nie niższej niż 3000 zł.</w:t>
      </w:r>
    </w:p>
    <w:p w14:paraId="03AD015A" w14:textId="77777777" w:rsidR="009F5A6A" w:rsidRPr="009F5A6A" w:rsidRDefault="009F5A6A" w:rsidP="009F5A6A">
      <w:pPr>
        <w:pStyle w:val="USTustnpkodeksu"/>
      </w:pPr>
      <w:r w:rsidRPr="009F5A6A">
        <w:t>11. Kto, powierzając pracę cudzoziemcowi, kieruje go do wykonywania pracy na rzecz i pod kierownictwem innego podmiotu na innej podstawie niż umowa przewidująca wykonywanie pracy tymczasowej, podlega karze grzywny nie niższej niż 3000 zł.</w:t>
      </w:r>
    </w:p>
    <w:p w14:paraId="1F199C29" w14:textId="046F90EE" w:rsidR="006871DA" w:rsidRPr="000E15EE" w:rsidRDefault="009F5A6A" w:rsidP="006871DA">
      <w:pPr>
        <w:pStyle w:val="USTustnpkodeksu"/>
      </w:pPr>
      <w:r>
        <w:t>12</w:t>
      </w:r>
      <w:r w:rsidR="006871DA" w:rsidRPr="000E15EE">
        <w:t xml:space="preserve">. Karę grzywny, o której mowa w ust. 1, wymierza się w kwocie nie niższej niż </w:t>
      </w:r>
      <w:r w:rsidR="00095EB2">
        <w:t xml:space="preserve">1000 </w:t>
      </w:r>
      <w:r w:rsidR="006871DA" w:rsidRPr="000E15EE">
        <w:t>zł za jednego cudzoziemca.</w:t>
      </w:r>
    </w:p>
    <w:p w14:paraId="348888CB" w14:textId="71D1E95C" w:rsidR="006871DA" w:rsidRPr="000E15EE" w:rsidRDefault="009F5A6A" w:rsidP="006871DA">
      <w:pPr>
        <w:pStyle w:val="USTustnpkodeksu"/>
      </w:pPr>
      <w:r>
        <w:t>13</w:t>
      </w:r>
      <w:r w:rsidR="006871DA" w:rsidRPr="000E15EE">
        <w:t>. Karę grzywny, o której mowa w ust. 3–5</w:t>
      </w:r>
      <w:r w:rsidR="009133D7">
        <w:t xml:space="preserve"> i 11</w:t>
      </w:r>
      <w:r w:rsidR="006871DA" w:rsidRPr="000E15EE">
        <w:t>, wymierza się w kwocie nie niższej niż 3000 zł za jednego cudzoziemca.</w:t>
      </w:r>
    </w:p>
    <w:p w14:paraId="74F49A8D" w14:textId="77777777" w:rsidR="006871DA" w:rsidRPr="006871DA" w:rsidRDefault="006871DA" w:rsidP="006871DA">
      <w:pPr>
        <w:pStyle w:val="ARTartustawynprozporzdzenia"/>
      </w:pPr>
      <w:r w:rsidRPr="000E15EE">
        <w:rPr>
          <w:rStyle w:val="Ppogrubienie"/>
        </w:rPr>
        <w:t>Art. </w:t>
      </w:r>
      <w:r>
        <w:rPr>
          <w:rStyle w:val="Ppogrubienie"/>
        </w:rPr>
        <w:t>8</w:t>
      </w:r>
      <w:r w:rsidR="00306A1A">
        <w:rPr>
          <w:rStyle w:val="Ppogrubienie"/>
        </w:rPr>
        <w:t>3</w:t>
      </w:r>
      <w:r>
        <w:rPr>
          <w:rStyle w:val="Ppogrubienie"/>
        </w:rPr>
        <w:t>.</w:t>
      </w:r>
      <w:r w:rsidRPr="006871DA">
        <w:t> Nie podlega karze za wykroczenie określone w art.</w:t>
      </w:r>
      <w:r w:rsidR="00D5646A">
        <w:t xml:space="preserve"> 82 </w:t>
      </w:r>
      <w:r w:rsidRPr="006871DA">
        <w:t xml:space="preserve">ust. 1, polegające na </w:t>
      </w:r>
      <w:r w:rsidR="001503C9">
        <w:t xml:space="preserve">powierzeniu pracy cudzoziemcowi </w:t>
      </w:r>
      <w:r w:rsidRPr="006871DA">
        <w:t>nieposiadającego ważnej wizy lub innego dokumentu uprawniającego do pobytu na terytorium Rzeczypospolitej Polskiej, kto, zatrudniając cudzoziemca, spełnił łącznie następujące warunki:</w:t>
      </w:r>
    </w:p>
    <w:p w14:paraId="66DA0603" w14:textId="77777777" w:rsidR="006871DA" w:rsidRPr="000E15EE" w:rsidRDefault="006871DA" w:rsidP="006871DA">
      <w:pPr>
        <w:pStyle w:val="PKTpunkt"/>
      </w:pPr>
      <w:r w:rsidRPr="000E15EE">
        <w:t>1)</w:t>
      </w:r>
      <w:r w:rsidRPr="000E15EE">
        <w:tab/>
        <w:t>wypełnił obowiązki, o których mowa w art. 4, chyba że wiedział, że przedstawiony dokument uprawniający do pobytu na terytorium Rzeczypospolitej Polskiej został sfałszowany;</w:t>
      </w:r>
    </w:p>
    <w:p w14:paraId="5525856B" w14:textId="77777777" w:rsidR="006871DA" w:rsidRPr="000E15EE" w:rsidRDefault="006871DA" w:rsidP="006871DA">
      <w:pPr>
        <w:pStyle w:val="PKTpunkt"/>
      </w:pPr>
      <w:r w:rsidRPr="000E15EE">
        <w:lastRenderedPageBreak/>
        <w:t>2)</w:t>
      </w:r>
      <w:r w:rsidRPr="000E15EE">
        <w:tab/>
        <w:t>zgłosił cudzoziemca, którego zatrudnił, do ubezpieczeń społecznych, o ile obowiązek taki wynika z obowiązujących przepisów.</w:t>
      </w:r>
    </w:p>
    <w:p w14:paraId="1B7C3C08" w14:textId="77777777" w:rsidR="00BD5631" w:rsidRPr="00BD5631" w:rsidRDefault="00BD5631" w:rsidP="00BD5631">
      <w:pPr>
        <w:pStyle w:val="ARTartustawynprozporzdzenia"/>
      </w:pPr>
      <w:r w:rsidRPr="00BD5631">
        <w:rPr>
          <w:rStyle w:val="Ppogrubienie"/>
        </w:rPr>
        <w:t>Art. 84.</w:t>
      </w:r>
      <w:r w:rsidRPr="00BD5631">
        <w:t xml:space="preserve"> 1. Środki z tytułu orzeczonych i wyegzekwowanych kar grzywien, o których mowa w art. 82, stanowią przychód Funduszu Pracy.</w:t>
      </w:r>
    </w:p>
    <w:p w14:paraId="0817B070" w14:textId="77777777" w:rsidR="00BD5631" w:rsidRPr="000E15EE" w:rsidRDefault="00BD5631" w:rsidP="00BD5631">
      <w:pPr>
        <w:pStyle w:val="USTustnpkodeksu"/>
      </w:pPr>
      <w:r w:rsidRPr="00BD5631">
        <w:t xml:space="preserve">2. Orzeczone i wyegzekwowane kary grzywien, o których mowa w art. </w:t>
      </w:r>
      <w:r>
        <w:t>82</w:t>
      </w:r>
      <w:r w:rsidRPr="00BD5631">
        <w:t>, sądy przekazują bezpośrednio na rachunek bankowy powiatowego urzędu pracy właściwego ze względu na siedzibę lub miejsce zamieszkania ukaranego, w trybie i terminach określonych w przepisach dotyczących sposobu wykonywania budżetu państwa.</w:t>
      </w:r>
    </w:p>
    <w:p w14:paraId="0FD86EA4" w14:textId="77777777" w:rsidR="00D4325D" w:rsidRPr="000E15EE" w:rsidRDefault="00D4325D" w:rsidP="00D4325D">
      <w:pPr>
        <w:pStyle w:val="ROZDZODDZOZNoznaczenierozdziauluboddziau"/>
      </w:pPr>
      <w:r w:rsidRPr="000E15EE">
        <w:t xml:space="preserve">Rozdział </w:t>
      </w:r>
      <w:r w:rsidR="00E74DAD">
        <w:t>10</w:t>
      </w:r>
    </w:p>
    <w:p w14:paraId="7D1934A9" w14:textId="77777777" w:rsidR="00D4325D" w:rsidRPr="000E15EE" w:rsidRDefault="00D4325D" w:rsidP="00CC3F14">
      <w:pPr>
        <w:pStyle w:val="ROZDZODDZPRZEDMprzedmiotregulacjirozdziauluboddziau"/>
      </w:pPr>
      <w:bookmarkStart w:id="192" w:name="_Toc107830018"/>
      <w:r w:rsidRPr="000E15EE">
        <w:t>Zmiany</w:t>
      </w:r>
      <w:r w:rsidR="00BB7627" w:rsidRPr="000E15EE">
        <w:t xml:space="preserve"> w </w:t>
      </w:r>
      <w:r w:rsidRPr="000E15EE">
        <w:t>przepisach</w:t>
      </w:r>
      <w:bookmarkEnd w:id="192"/>
    </w:p>
    <w:p w14:paraId="4B06223E" w14:textId="545AB57D" w:rsidR="00D4325D" w:rsidRPr="000E15EE" w:rsidRDefault="00BB7627" w:rsidP="00195F48">
      <w:pPr>
        <w:pStyle w:val="ARTartustawynprozporzdzenia"/>
      </w:pPr>
      <w:bookmarkStart w:id="193" w:name="_Toc107830019"/>
      <w:r w:rsidRPr="000E15EE">
        <w:rPr>
          <w:rStyle w:val="Ppogrubienie"/>
        </w:rPr>
        <w:t>Art. </w:t>
      </w:r>
      <w:r w:rsidR="00594AF7">
        <w:rPr>
          <w:rStyle w:val="Ppogrubienie"/>
        </w:rPr>
        <w:t>85</w:t>
      </w:r>
      <w:r w:rsidR="00A60739" w:rsidRPr="000E15EE">
        <w:rPr>
          <w:rStyle w:val="Ppogrubienie"/>
        </w:rPr>
        <w:t xml:space="preserve">. </w:t>
      </w:r>
      <w:bookmarkStart w:id="194" w:name="_Hlk161752016"/>
      <w:r w:rsidR="00A60739" w:rsidRPr="000E15EE">
        <w:t>W ustawie</w:t>
      </w:r>
      <w:r w:rsidR="00A60739" w:rsidRPr="000E15EE">
        <w:rPr>
          <w:rStyle w:val="Ppogrubienie"/>
        </w:rPr>
        <w:t xml:space="preserve"> </w:t>
      </w:r>
      <w:r w:rsidRPr="000E15EE">
        <w:t>z </w:t>
      </w:r>
      <w:r w:rsidR="00D4325D" w:rsidRPr="000E15EE">
        <w:t>dnia 12 października 1990</w:t>
      </w:r>
      <w:r w:rsidRPr="000E15EE">
        <w:t> r. o </w:t>
      </w:r>
      <w:r w:rsidR="00D4325D" w:rsidRPr="000E15EE">
        <w:t>Straży Granicznej (</w:t>
      </w:r>
      <w:r w:rsidR="00C130B8">
        <w:t>Dz. U.</w:t>
      </w:r>
      <w:r w:rsidRPr="000E15EE">
        <w:t xml:space="preserve"> z </w:t>
      </w:r>
      <w:r w:rsidR="00502BE5" w:rsidRPr="000E15EE">
        <w:t>202</w:t>
      </w:r>
      <w:r w:rsidR="00AF14B2">
        <w:t>4</w:t>
      </w:r>
      <w:r w:rsidR="00502BE5" w:rsidRPr="000E15EE">
        <w:t xml:space="preserve"> r. </w:t>
      </w:r>
      <w:r w:rsidR="00EA3966" w:rsidRPr="000E15EE">
        <w:t>poz. </w:t>
      </w:r>
      <w:r w:rsidR="00AF14B2">
        <w:t>915, 1089 i 1222</w:t>
      </w:r>
      <w:r w:rsidR="00D4325D" w:rsidRPr="000E15EE">
        <w:t>)</w:t>
      </w:r>
      <w:r w:rsidRPr="000E15EE">
        <w:t xml:space="preserve"> </w:t>
      </w:r>
      <w:bookmarkEnd w:id="194"/>
      <w:r w:rsidRPr="000E15EE">
        <w:t>w art. </w:t>
      </w:r>
      <w:r w:rsidR="00D4325D" w:rsidRPr="000E15EE">
        <w:t>1</w:t>
      </w:r>
      <w:r w:rsidRPr="000E15EE">
        <w:t xml:space="preserve"> w ust. </w:t>
      </w:r>
      <w:r w:rsidR="00D4325D" w:rsidRPr="000E15EE">
        <w:t>2</w:t>
      </w:r>
      <w:r w:rsidRPr="000E15EE">
        <w:t xml:space="preserve"> w pkt </w:t>
      </w:r>
      <w:r w:rsidR="00D4325D" w:rsidRPr="000E15EE">
        <w:t>4</w:t>
      </w:r>
      <w:r w:rsidRPr="000E15EE">
        <w:t xml:space="preserve"> w </w:t>
      </w:r>
      <w:r w:rsidR="00D4325D" w:rsidRPr="000E15EE">
        <w:t xml:space="preserve">lit. i wyrazy </w:t>
      </w:r>
      <w:r w:rsidR="006C00D6" w:rsidRPr="000E15EE">
        <w:t>„</w:t>
      </w:r>
      <w:r w:rsidR="00D4325D" w:rsidRPr="000E15EE">
        <w:t>w ustawie</w:t>
      </w:r>
      <w:r w:rsidRPr="000E15EE">
        <w:t xml:space="preserve"> z </w:t>
      </w:r>
      <w:r w:rsidR="00D4325D" w:rsidRPr="000E15EE">
        <w:t>dnia 20 kwietnia 2004</w:t>
      </w:r>
      <w:r w:rsidRPr="000E15EE">
        <w:t> r. o </w:t>
      </w:r>
      <w:r w:rsidR="00D4325D" w:rsidRPr="000E15EE">
        <w:t>promocji zatrudnienia i instytucjach rynku pracy (</w:t>
      </w:r>
      <w:r w:rsidR="00C130B8">
        <w:t>Dz. U.</w:t>
      </w:r>
      <w:r w:rsidRPr="000E15EE">
        <w:t xml:space="preserve"> z </w:t>
      </w:r>
      <w:r w:rsidR="00D4325D" w:rsidRPr="000E15EE">
        <w:t>2022</w:t>
      </w:r>
      <w:r w:rsidRPr="000E15EE">
        <w:t xml:space="preserve"> r. </w:t>
      </w:r>
      <w:r w:rsidR="00D4325D" w:rsidRPr="000E15EE">
        <w:t>poz. 690)</w:t>
      </w:r>
      <w:r w:rsidR="006C00D6" w:rsidRPr="000E15EE">
        <w:t>”</w:t>
      </w:r>
      <w:r w:rsidR="00D4325D" w:rsidRPr="000E15EE">
        <w:t xml:space="preserve"> zastępuje się wyrazami </w:t>
      </w:r>
      <w:r w:rsidR="006C00D6" w:rsidRPr="000E15EE">
        <w:t>„</w:t>
      </w:r>
      <w:r w:rsidR="00D4325D" w:rsidRPr="000E15EE">
        <w:t>w ustawie</w:t>
      </w:r>
      <w:r w:rsidRPr="000E15EE">
        <w:t xml:space="preserve"> z </w:t>
      </w:r>
      <w:r w:rsidR="00D4325D" w:rsidRPr="000E15EE">
        <w:t>dnia …</w:t>
      </w:r>
      <w:r w:rsidRPr="000E15EE">
        <w:t xml:space="preserve"> </w:t>
      </w:r>
      <w:r w:rsidR="006A4145" w:rsidRPr="00906122">
        <w:t xml:space="preserve">o warunkach </w:t>
      </w:r>
      <w:r w:rsidR="006077E4">
        <w:t xml:space="preserve">dopuszczalności powierzania </w:t>
      </w:r>
      <w:r w:rsidR="000A4442">
        <w:t>pracy cudzoziemcom</w:t>
      </w:r>
      <w:r w:rsidR="006A4145" w:rsidRPr="00906122">
        <w:t xml:space="preserve"> na terytorium Rzeczypospolitej Polskiej</w:t>
      </w:r>
      <w:r w:rsidR="00E53121" w:rsidRPr="000E15EE">
        <w:t xml:space="preserve"> (Dz. U. poz. </w:t>
      </w:r>
      <w:r w:rsidR="00D4325D" w:rsidRPr="000E15EE">
        <w:t xml:space="preserve"> …)</w:t>
      </w:r>
      <w:r w:rsidR="006C00D6" w:rsidRPr="000E15EE">
        <w:t>”</w:t>
      </w:r>
      <w:r w:rsidR="00D4325D" w:rsidRPr="000E15EE">
        <w:t>.</w:t>
      </w:r>
      <w:bookmarkEnd w:id="193"/>
      <w:r w:rsidR="00D4325D" w:rsidRPr="000E15EE">
        <w:t xml:space="preserve"> </w:t>
      </w:r>
    </w:p>
    <w:p w14:paraId="455C7F43" w14:textId="77777777" w:rsidR="00D4325D" w:rsidRPr="000E15EE" w:rsidRDefault="00BB7627" w:rsidP="00CC3F14">
      <w:pPr>
        <w:pStyle w:val="ARTartustawynprozporzdzenia"/>
        <w:keepNext/>
      </w:pPr>
      <w:bookmarkStart w:id="195" w:name="_Toc107830020"/>
      <w:r w:rsidRPr="000E15EE">
        <w:rPr>
          <w:rStyle w:val="Ppogrubienie"/>
        </w:rPr>
        <w:t>Art. </w:t>
      </w:r>
      <w:r w:rsidR="00594AF7">
        <w:rPr>
          <w:rStyle w:val="Ppogrubienie"/>
        </w:rPr>
        <w:t>86</w:t>
      </w:r>
      <w:r w:rsidR="00A60739" w:rsidRPr="000E15EE">
        <w:rPr>
          <w:rStyle w:val="Ppogrubienie"/>
        </w:rPr>
        <w:t>.</w:t>
      </w:r>
      <w:r w:rsidR="00A60739" w:rsidRPr="000E15EE">
        <w:t xml:space="preserve"> W ustawie </w:t>
      </w:r>
      <w:r w:rsidRPr="000E15EE">
        <w:t>z </w:t>
      </w:r>
      <w:r w:rsidR="00D4325D" w:rsidRPr="000E15EE">
        <w:t>dnia 20 grudnia 1990</w:t>
      </w:r>
      <w:r w:rsidRPr="000E15EE">
        <w:t> r. o </w:t>
      </w:r>
      <w:r w:rsidR="00D4325D" w:rsidRPr="000E15EE">
        <w:t>ubezpieczeniu społecznym rolników (</w:t>
      </w:r>
      <w:r w:rsidR="00C130B8">
        <w:t>Dz. U.</w:t>
      </w:r>
      <w:r w:rsidRPr="000E15EE">
        <w:t xml:space="preserve"> z </w:t>
      </w:r>
      <w:r w:rsidR="00172E72" w:rsidRPr="000E15EE">
        <w:t xml:space="preserve">2024 r. </w:t>
      </w:r>
      <w:r w:rsidR="00EA3966" w:rsidRPr="000E15EE">
        <w:t>poz. </w:t>
      </w:r>
      <w:r w:rsidR="00172E72" w:rsidRPr="000E15EE">
        <w:t>90</w:t>
      </w:r>
      <w:r w:rsidR="00D4325D" w:rsidRPr="000E15EE">
        <w:t>)</w:t>
      </w:r>
      <w:r w:rsidRPr="000E15EE">
        <w:t xml:space="preserve"> w art. </w:t>
      </w:r>
      <w:r w:rsidR="00D4325D" w:rsidRPr="000E15EE">
        <w:t xml:space="preserve">1 </w:t>
      </w:r>
      <w:r w:rsidRPr="000E15EE">
        <w:t>ust. </w:t>
      </w:r>
      <w:r w:rsidR="00D4325D" w:rsidRPr="000E15EE">
        <w:t>1 otrzymuje brzmienie:</w:t>
      </w:r>
      <w:bookmarkEnd w:id="195"/>
    </w:p>
    <w:p w14:paraId="088B05E9" w14:textId="77777777" w:rsidR="00D4325D" w:rsidRPr="000E15EE" w:rsidRDefault="006C00D6" w:rsidP="00D52AFE">
      <w:pPr>
        <w:pStyle w:val="ZUSTzmustartykuempunktem"/>
        <w:keepNext/>
      </w:pPr>
      <w:r w:rsidRPr="000E15EE">
        <w:t>„</w:t>
      </w:r>
      <w:r w:rsidR="00D4325D" w:rsidRPr="000E15EE">
        <w:t xml:space="preserve">1. Ubezpieczenie społeczne rolników, zwane dalej </w:t>
      </w:r>
      <w:r w:rsidRPr="000E15EE">
        <w:t>„</w:t>
      </w:r>
      <w:r w:rsidR="00D4325D" w:rsidRPr="000E15EE">
        <w:t>ubezpieczeniem</w:t>
      </w:r>
      <w:r w:rsidRPr="000E15EE">
        <w:t>”</w:t>
      </w:r>
      <w:r w:rsidR="00D4325D" w:rsidRPr="000E15EE">
        <w:t>, obejmuje, na zasadach określonych</w:t>
      </w:r>
      <w:r w:rsidR="00BB7627" w:rsidRPr="000E15EE">
        <w:t xml:space="preserve"> w </w:t>
      </w:r>
      <w:r w:rsidR="00D4325D" w:rsidRPr="000E15EE">
        <w:t>ustawie, rolników i pracujących</w:t>
      </w:r>
      <w:r w:rsidR="00BB7627" w:rsidRPr="000E15EE">
        <w:t xml:space="preserve"> z </w:t>
      </w:r>
      <w:r w:rsidR="00D4325D" w:rsidRPr="000E15EE">
        <w:t>nimi domowników oraz pomocników rolnika, którzy:</w:t>
      </w:r>
    </w:p>
    <w:p w14:paraId="586E6395" w14:textId="77777777" w:rsidR="00D4325D" w:rsidRPr="000E15EE" w:rsidRDefault="00D4325D" w:rsidP="00D52AFE">
      <w:pPr>
        <w:pStyle w:val="ZPKTzmpktartykuempunktem"/>
      </w:pPr>
      <w:r w:rsidRPr="000E15EE">
        <w:t>1)</w:t>
      </w:r>
      <w:r w:rsidRPr="000E15EE">
        <w:tab/>
        <w:t>są obywatelami polskimi;</w:t>
      </w:r>
    </w:p>
    <w:p w14:paraId="1DEF1DDA" w14:textId="77777777" w:rsidR="00D4325D" w:rsidRPr="000E15EE" w:rsidRDefault="00D52AFE" w:rsidP="00D52AFE">
      <w:pPr>
        <w:pStyle w:val="ZPKTzmpktartykuempunktem"/>
      </w:pPr>
      <w:r w:rsidRPr="000E15EE">
        <w:t>2</w:t>
      </w:r>
      <w:r w:rsidR="00D4325D" w:rsidRPr="000E15EE">
        <w:t>)</w:t>
      </w:r>
      <w:r w:rsidR="00D4325D" w:rsidRPr="000E15EE">
        <w:tab/>
        <w:t>są obywatelami państw członkowskich Unii Europejskiej, państw członkowskich Europejskiego Stowarzyszenia Wolnego Handlu (EFTA) – stron umowy</w:t>
      </w:r>
      <w:r w:rsidR="00BB7627" w:rsidRPr="000E15EE">
        <w:t xml:space="preserve"> o </w:t>
      </w:r>
      <w:r w:rsidR="00D4325D" w:rsidRPr="000E15EE">
        <w:t xml:space="preserve">Europejskim Obszarze Gospodarczym lub Konfederacji Szwajcarskiej; </w:t>
      </w:r>
    </w:p>
    <w:p w14:paraId="7958FC0C" w14:textId="77777777" w:rsidR="00D4325D" w:rsidRPr="000E15EE" w:rsidRDefault="00D52AFE" w:rsidP="00D52AFE">
      <w:pPr>
        <w:pStyle w:val="ZPKTzmpktartykuempunktem"/>
      </w:pPr>
      <w:r w:rsidRPr="000E15EE">
        <w:t>3</w:t>
      </w:r>
      <w:r w:rsidR="00D4325D" w:rsidRPr="000E15EE">
        <w:t>)</w:t>
      </w:r>
      <w:r w:rsidR="00D4325D" w:rsidRPr="000E15EE">
        <w:tab/>
      </w:r>
      <w:r w:rsidR="00F13D74" w:rsidRPr="000E15EE">
        <w:t>w rozumieniu art. 2 pkt 4 lit. a ustawy z dnia 14 lipca 2006 r. o wjeździe na terytorium Rzeczypospolitej Polskiej, pobycie oraz wyjeździe z tego terytorium obywateli państw członkowskich Unii Europejskiej i członków ich rodzin (Dz. U. z</w:t>
      </w:r>
      <w:r w:rsidR="00C130B8">
        <w:t> </w:t>
      </w:r>
      <w:r w:rsidR="00C130B8" w:rsidRPr="000E15EE">
        <w:t>202</w:t>
      </w:r>
      <w:r w:rsidR="00C130B8">
        <w:t>4</w:t>
      </w:r>
      <w:r w:rsidR="00C130B8" w:rsidRPr="000E15EE">
        <w:t> r. poz.</w:t>
      </w:r>
      <w:r w:rsidR="00C130B8">
        <w:t> 633</w:t>
      </w:r>
      <w:r w:rsidR="00F13D74" w:rsidRPr="000E15EE">
        <w:t xml:space="preserve">) </w:t>
      </w:r>
      <w:r w:rsidR="00D4325D" w:rsidRPr="000E15EE">
        <w:t>są członkami rodzin osób,</w:t>
      </w:r>
      <w:r w:rsidR="00BB7627" w:rsidRPr="000E15EE">
        <w:t xml:space="preserve"> o </w:t>
      </w:r>
      <w:r w:rsidR="00D4325D" w:rsidRPr="000E15EE">
        <w:t>których mowa</w:t>
      </w:r>
      <w:r w:rsidR="00BB7627" w:rsidRPr="000E15EE">
        <w:t xml:space="preserve"> w pkt </w:t>
      </w:r>
      <w:r w:rsidR="00D4325D" w:rsidRPr="000E15EE">
        <w:t>2, dołączającymi do tych osób lub</w:t>
      </w:r>
      <w:r w:rsidR="00BB7627" w:rsidRPr="000E15EE">
        <w:t xml:space="preserve"> z </w:t>
      </w:r>
      <w:r w:rsidR="00D4325D" w:rsidRPr="000E15EE">
        <w:t>nimi przebywającymi;</w:t>
      </w:r>
    </w:p>
    <w:p w14:paraId="65CA5FFA" w14:textId="77777777" w:rsidR="00D52AFE" w:rsidRPr="000E15EE" w:rsidRDefault="00D52AFE" w:rsidP="00D52AFE">
      <w:pPr>
        <w:pStyle w:val="ZPKTzmpktartykuempunktem"/>
      </w:pPr>
      <w:r w:rsidRPr="000E15EE">
        <w:t>4)</w:t>
      </w:r>
      <w:r w:rsidRPr="000E15EE">
        <w:tab/>
        <w:t xml:space="preserve">w rozumieniu art. 2 pkt 4 lit. b ustawy z dnia 14 lipca 2006 r. o wjeździe na terytorium Rzeczypospolitej Polskiej, pobycie oraz wyjeździe z tego terytorium obywateli państw członkowskich Unii Europejskiej i członków ich rodzin są </w:t>
      </w:r>
      <w:r w:rsidRPr="000E15EE">
        <w:lastRenderedPageBreak/>
        <w:t>członkami rodziny obywatela polskiego, przebywającymi z nim na terytorium Rzeczypospolitej Polskiej;</w:t>
      </w:r>
    </w:p>
    <w:p w14:paraId="1FD0F155" w14:textId="77777777" w:rsidR="00D4325D" w:rsidRPr="000E15EE" w:rsidRDefault="00D52AFE" w:rsidP="00D52AFE">
      <w:pPr>
        <w:pStyle w:val="ZPKTzmpktartykuempunktem"/>
      </w:pPr>
      <w:r w:rsidRPr="000E15EE">
        <w:t>5</w:t>
      </w:r>
      <w:r w:rsidR="00D4325D" w:rsidRPr="000E15EE">
        <w:t>)</w:t>
      </w:r>
      <w:r w:rsidR="00D4325D" w:rsidRPr="000E15EE">
        <w:tab/>
        <w:t>są osobami,</w:t>
      </w:r>
      <w:r w:rsidR="00BB7627" w:rsidRPr="000E15EE">
        <w:t xml:space="preserve"> o </w:t>
      </w:r>
      <w:r w:rsidR="00D4325D" w:rsidRPr="000E15EE">
        <w:t>których mowa</w:t>
      </w:r>
      <w:r w:rsidR="00BB7627" w:rsidRPr="000E15EE">
        <w:t xml:space="preserve"> w art. </w:t>
      </w:r>
      <w:r w:rsidR="00D4325D" w:rsidRPr="000E15EE">
        <w:t xml:space="preserve">19 </w:t>
      </w:r>
      <w:r w:rsidR="00BB7627" w:rsidRPr="000E15EE">
        <w:t>ust. </w:t>
      </w:r>
      <w:r w:rsidR="00D4325D" w:rsidRPr="000E15EE">
        <w:t xml:space="preserve">2 i 3 </w:t>
      </w:r>
      <w:r w:rsidRPr="000E15EE">
        <w:t xml:space="preserve">lub art. 19a </w:t>
      </w:r>
      <w:r w:rsidR="00D4325D" w:rsidRPr="000E15EE">
        <w:t>ustawy</w:t>
      </w:r>
      <w:r w:rsidR="00BB7627" w:rsidRPr="000E15EE">
        <w:t xml:space="preserve"> z </w:t>
      </w:r>
      <w:r w:rsidR="00D4325D" w:rsidRPr="000E15EE">
        <w:t>dnia 14 lipca 2006</w:t>
      </w:r>
      <w:r w:rsidR="00BB7627" w:rsidRPr="000E15EE">
        <w:t> r. o </w:t>
      </w:r>
      <w:r w:rsidR="00D4325D" w:rsidRPr="000E15EE">
        <w:t>wjeździe na terytorium Rzeczypospolitej Polskiej, pobycie oraz wyjeździe</w:t>
      </w:r>
      <w:r w:rsidR="00BB7627" w:rsidRPr="000E15EE">
        <w:t xml:space="preserve"> z </w:t>
      </w:r>
      <w:r w:rsidR="00D4325D" w:rsidRPr="000E15EE">
        <w:t>tego terytorium obywateli państw członkowskich Unii Europejskiej i członków ich rodzin;</w:t>
      </w:r>
    </w:p>
    <w:p w14:paraId="2DC718DB" w14:textId="5F9DC182" w:rsidR="00D4325D" w:rsidRPr="000E15EE" w:rsidRDefault="00D52AFE" w:rsidP="00D52AFE">
      <w:pPr>
        <w:pStyle w:val="ZPKTzmpktartykuempunktem"/>
      </w:pPr>
      <w:r w:rsidRPr="000E15EE">
        <w:t>6</w:t>
      </w:r>
      <w:r w:rsidR="00D4325D" w:rsidRPr="000E15EE">
        <w:t>)</w:t>
      </w:r>
      <w:r w:rsidR="00D4325D" w:rsidRPr="000E15EE">
        <w:tab/>
        <w:t>są obywatelami Zjednoczonego Królestwa Wielkiej Brytanii i Irlandii Północnej,</w:t>
      </w:r>
      <w:r w:rsidR="00BB7627" w:rsidRPr="000E15EE">
        <w:t xml:space="preserve"> o </w:t>
      </w:r>
      <w:r w:rsidR="00D4325D" w:rsidRPr="000E15EE">
        <w:t>których mowa</w:t>
      </w:r>
      <w:r w:rsidR="00BB7627" w:rsidRPr="000E15EE">
        <w:t xml:space="preserve"> w art. </w:t>
      </w:r>
      <w:r w:rsidR="00D4325D" w:rsidRPr="000E15EE">
        <w:t xml:space="preserve">10 </w:t>
      </w:r>
      <w:r w:rsidR="00BB7627" w:rsidRPr="000E15EE">
        <w:t>ust. </w:t>
      </w:r>
      <w:r w:rsidR="00D4325D" w:rsidRPr="000E15EE">
        <w:t>1 lit. b oraz d Umowy</w:t>
      </w:r>
      <w:r w:rsidR="00BB7627" w:rsidRPr="000E15EE">
        <w:t xml:space="preserve"> o </w:t>
      </w:r>
      <w:r w:rsidR="00D4325D" w:rsidRPr="000E15EE">
        <w:t>Wystąpieniu Zjednoczonego Królestwa Wielkiej Brytanii i Irlandii Północnej</w:t>
      </w:r>
      <w:r w:rsidR="00BB7627" w:rsidRPr="000E15EE">
        <w:t xml:space="preserve"> z </w:t>
      </w:r>
      <w:r w:rsidR="00D4325D" w:rsidRPr="000E15EE">
        <w:t>Unii Europejskiej i Europejskiej Wspólnoty Energii Atomowej (Dz. Urz. UE L 29</w:t>
      </w:r>
      <w:r w:rsidR="00BB7627" w:rsidRPr="000E15EE">
        <w:t xml:space="preserve"> z </w:t>
      </w:r>
      <w:r w:rsidR="00D4325D" w:rsidRPr="000E15EE">
        <w:t>31.01.2020, str. 7,</w:t>
      </w:r>
      <w:r w:rsidR="00BB7627" w:rsidRPr="000E15EE">
        <w:t xml:space="preserve"> z </w:t>
      </w:r>
      <w:r w:rsidR="00D4325D" w:rsidRPr="000E15EE">
        <w:t>późn. zm.</w:t>
      </w:r>
      <w:r w:rsidR="00150CCC">
        <w:rPr>
          <w:rStyle w:val="Odwoanieprzypisudolnego"/>
        </w:rPr>
        <w:footnoteReference w:customMarkFollows="1" w:id="6"/>
        <w:t>6)</w:t>
      </w:r>
      <w:r w:rsidR="00D4325D" w:rsidRPr="000E15EE">
        <w:t xml:space="preserve">), zwanej dalej </w:t>
      </w:r>
      <w:r w:rsidR="006C00D6" w:rsidRPr="000E15EE">
        <w:t>„</w:t>
      </w:r>
      <w:r w:rsidR="00D4325D" w:rsidRPr="000E15EE">
        <w:t>Umową Wystąpienia</w:t>
      </w:r>
      <w:r w:rsidR="006C00D6" w:rsidRPr="000E15EE">
        <w:t>”</w:t>
      </w:r>
      <w:r w:rsidR="00D4325D" w:rsidRPr="000E15EE">
        <w:t>, oraz członków ich rodzin,</w:t>
      </w:r>
      <w:r w:rsidR="00BB7627" w:rsidRPr="000E15EE">
        <w:t xml:space="preserve"> o </w:t>
      </w:r>
      <w:r w:rsidR="00D4325D" w:rsidRPr="000E15EE">
        <w:t>których mowa</w:t>
      </w:r>
      <w:r w:rsidR="00BB7627" w:rsidRPr="000E15EE">
        <w:t xml:space="preserve"> w art. </w:t>
      </w:r>
      <w:r w:rsidR="00D4325D" w:rsidRPr="000E15EE">
        <w:t xml:space="preserve">10 </w:t>
      </w:r>
      <w:r w:rsidR="00BB7627" w:rsidRPr="000E15EE">
        <w:t>ust. </w:t>
      </w:r>
      <w:r w:rsidR="00D4325D" w:rsidRPr="000E15EE">
        <w:t>1 lit. e oraz f Umowy Wystąpienia;</w:t>
      </w:r>
    </w:p>
    <w:p w14:paraId="4A114E44" w14:textId="713DF013" w:rsidR="00D4325D" w:rsidRPr="000E15EE" w:rsidRDefault="00D52AFE" w:rsidP="00D52AFE">
      <w:pPr>
        <w:pStyle w:val="ZPKTzmpktartykuempunktem"/>
      </w:pPr>
      <w:r w:rsidRPr="000E15EE">
        <w:t>7</w:t>
      </w:r>
      <w:r w:rsidR="00D4325D" w:rsidRPr="000E15EE">
        <w:t>)</w:t>
      </w:r>
      <w:r w:rsidR="00D4325D" w:rsidRPr="000E15EE">
        <w:tab/>
        <w:t>są cudzoziemcami,</w:t>
      </w:r>
      <w:r w:rsidR="00BB7627" w:rsidRPr="000E15EE">
        <w:t xml:space="preserve"> o </w:t>
      </w:r>
      <w:r w:rsidR="00D4325D" w:rsidRPr="000E15EE">
        <w:t>których mowa</w:t>
      </w:r>
      <w:r w:rsidR="00BB7627" w:rsidRPr="000E15EE">
        <w:t xml:space="preserve"> w art. </w:t>
      </w:r>
      <w:r w:rsidR="00D4325D" w:rsidRPr="000E15EE">
        <w:t xml:space="preserve">3 </w:t>
      </w:r>
      <w:r w:rsidR="00BB7627" w:rsidRPr="000E15EE">
        <w:t>ust. </w:t>
      </w:r>
      <w:r w:rsidR="00D4325D" w:rsidRPr="000E15EE">
        <w:t>1 lub 3 ustawy</w:t>
      </w:r>
      <w:r w:rsidR="00BB7627" w:rsidRPr="000E15EE">
        <w:t xml:space="preserve"> z </w:t>
      </w:r>
      <w:r w:rsidR="00D4325D" w:rsidRPr="000E15EE">
        <w:t>dnia …</w:t>
      </w:r>
      <w:r w:rsidR="00BB7627" w:rsidRPr="000E15EE">
        <w:t xml:space="preserve"> </w:t>
      </w:r>
      <w:r w:rsidR="006A4145" w:rsidRPr="00906122">
        <w:t xml:space="preserve">o warunkach </w:t>
      </w:r>
      <w:r w:rsidR="006077E4">
        <w:t xml:space="preserve">dopuszczalności powierzania </w:t>
      </w:r>
      <w:r w:rsidR="000A4442">
        <w:t>pracy cudzoziemcom</w:t>
      </w:r>
      <w:r w:rsidR="006A4145" w:rsidRPr="00906122">
        <w:t xml:space="preserve"> na terytorium Rzeczypospolitej Polskiej</w:t>
      </w:r>
      <w:r w:rsidR="00E53121" w:rsidRPr="000E15EE">
        <w:t xml:space="preserve"> (Dz. U. poz. </w:t>
      </w:r>
      <w:r w:rsidR="00D4325D" w:rsidRPr="000E15EE">
        <w:t xml:space="preserve"> …).</w:t>
      </w:r>
      <w:r w:rsidR="006C00D6" w:rsidRPr="000E15EE">
        <w:t>”</w:t>
      </w:r>
      <w:r w:rsidR="00D4325D" w:rsidRPr="000E15EE">
        <w:t>.</w:t>
      </w:r>
    </w:p>
    <w:p w14:paraId="14F47633" w14:textId="5C588A80" w:rsidR="00F739FD" w:rsidRDefault="00F739FD" w:rsidP="005D2724">
      <w:pPr>
        <w:pStyle w:val="ARTartustawynprozporzdzenia"/>
      </w:pPr>
      <w:bookmarkStart w:id="196" w:name="_Toc107830021"/>
      <w:r>
        <w:rPr>
          <w:rStyle w:val="Ppogrubienie"/>
        </w:rPr>
        <w:t>Art. 8</w:t>
      </w:r>
      <w:r w:rsidR="005D1503">
        <w:rPr>
          <w:rStyle w:val="Ppogrubienie"/>
        </w:rPr>
        <w:t>7</w:t>
      </w:r>
      <w:r>
        <w:rPr>
          <w:rStyle w:val="Ppogrubienie"/>
        </w:rPr>
        <w:t>. </w:t>
      </w:r>
      <w:r w:rsidRPr="000E15EE">
        <w:t>W ustawie</w:t>
      </w:r>
      <w:r>
        <w:t xml:space="preserve"> </w:t>
      </w:r>
      <w:r w:rsidRPr="00F739FD">
        <w:t>z dnia 29 sierpnia 1997 r. - Ordynacja podatkowa (Dz. U. z 2023 r. poz. 2383</w:t>
      </w:r>
      <w:r w:rsidR="00150CCC">
        <w:t xml:space="preserve"> oraz z 2024 r. poz. 879</w:t>
      </w:r>
      <w:r w:rsidRPr="00F739FD">
        <w:t>)</w:t>
      </w:r>
      <w:r>
        <w:t xml:space="preserve"> w </w:t>
      </w:r>
      <w:r w:rsidR="009C1983">
        <w:t>art. 299 w § 3 dodaje się pkt 1</w:t>
      </w:r>
      <w:r w:rsidR="005D1503">
        <w:t>8</w:t>
      </w:r>
      <w:r w:rsidR="009C1983">
        <w:t xml:space="preserve"> i 19 w brzmieniu</w:t>
      </w:r>
      <w:r>
        <w:t>:</w:t>
      </w:r>
    </w:p>
    <w:p w14:paraId="016740CC" w14:textId="77777777" w:rsidR="005D1503" w:rsidRDefault="009C1983" w:rsidP="009C1983">
      <w:pPr>
        <w:pStyle w:val="ZPKTzmpktartykuempunktem"/>
      </w:pPr>
      <w:r w:rsidRPr="009C1983">
        <w:t>„1</w:t>
      </w:r>
      <w:r w:rsidR="005D1503">
        <w:t>8</w:t>
      </w:r>
      <w:r>
        <w:t>)</w:t>
      </w:r>
      <w:r w:rsidR="005D1503">
        <w:tab/>
      </w:r>
      <w:r>
        <w:t xml:space="preserve">wojewodom </w:t>
      </w:r>
      <w:r w:rsidR="005D1503" w:rsidRPr="005D1503">
        <w:t>w zakresie prowadzonych postępowań</w:t>
      </w:r>
      <w:r w:rsidR="005D1503">
        <w:t xml:space="preserve"> </w:t>
      </w:r>
      <w:r>
        <w:t xml:space="preserve">w sprawach zezwoleń na </w:t>
      </w:r>
      <w:r w:rsidR="005D1503">
        <w:t>pracę;</w:t>
      </w:r>
    </w:p>
    <w:p w14:paraId="712D8369" w14:textId="77777777" w:rsidR="00F739FD" w:rsidRDefault="005D1503" w:rsidP="009C1983">
      <w:pPr>
        <w:pStyle w:val="ZPKTzmpktartykuempunktem"/>
        <w:rPr>
          <w:rStyle w:val="Ppogrubienie"/>
        </w:rPr>
      </w:pPr>
      <w:r>
        <w:t>19)</w:t>
      </w:r>
      <w:r>
        <w:tab/>
        <w:t xml:space="preserve">ministrowi właściwemu do spraw pracy </w:t>
      </w:r>
      <w:r w:rsidRPr="005D1503">
        <w:t>w zakresie prowadzonych postępowań w sprawach zezwoleń na pracę</w:t>
      </w:r>
      <w:r>
        <w:t xml:space="preserve"> i oświadczeń o powierzeniu pracy cudzoziemcowi</w:t>
      </w:r>
      <w:r w:rsidRPr="005D1503">
        <w:t>.”.</w:t>
      </w:r>
    </w:p>
    <w:p w14:paraId="7A1740EA" w14:textId="77777777" w:rsidR="005D2724" w:rsidRPr="000E15EE" w:rsidRDefault="005D2724" w:rsidP="005D2724">
      <w:pPr>
        <w:pStyle w:val="ARTartustawynprozporzdzenia"/>
      </w:pPr>
      <w:r w:rsidRPr="000E15EE">
        <w:rPr>
          <w:rStyle w:val="Ppogrubienie"/>
        </w:rPr>
        <w:t xml:space="preserve">Art. </w:t>
      </w:r>
      <w:r w:rsidR="00414348">
        <w:rPr>
          <w:rStyle w:val="Ppogrubienie"/>
        </w:rPr>
        <w:t>88</w:t>
      </w:r>
      <w:r w:rsidRPr="000E15EE">
        <w:rPr>
          <w:rStyle w:val="Ppogrubienie"/>
        </w:rPr>
        <w:t xml:space="preserve">. </w:t>
      </w:r>
      <w:r w:rsidRPr="000E15EE">
        <w:t>W ustawie z dnia 24 maja 2000 r. o Krajowym Rejestrze Karnym (</w:t>
      </w:r>
      <w:r w:rsidR="00C130B8">
        <w:t>Dz. U.</w:t>
      </w:r>
      <w:r w:rsidRPr="000E15EE">
        <w:t xml:space="preserve"> z 2024</w:t>
      </w:r>
      <w:r w:rsidR="00516633">
        <w:t> </w:t>
      </w:r>
      <w:r w:rsidRPr="000E15EE">
        <w:t>r. poz. 276) w art. 19 ust. 1aa otrzymuje brzmienie:</w:t>
      </w:r>
    </w:p>
    <w:p w14:paraId="69223A6E" w14:textId="702FFB9D" w:rsidR="005D2724" w:rsidRPr="000E15EE" w:rsidRDefault="005D2724" w:rsidP="005D2724">
      <w:pPr>
        <w:pStyle w:val="ZUSTzmustartykuempunktem"/>
      </w:pPr>
      <w:r w:rsidRPr="000E15EE">
        <w:t xml:space="preserve">„1aa. Podmioty wymienione w art. 6 ust. 1 pkt 4–7, 8 oraz organ, w związku z prowadzonym postępowaniem w sprawach zezwoleń na pracę oraz oświadczeń o </w:t>
      </w:r>
      <w:r w:rsidR="00882AD4">
        <w:t xml:space="preserve">powierzeniu pracy cudzoziemcowi </w:t>
      </w:r>
      <w:r w:rsidRPr="000E15EE">
        <w:t xml:space="preserve">w zakresie wynikającym z art. 73 ust. 3 ustawy z dnia … </w:t>
      </w:r>
      <w:r w:rsidR="006A4145" w:rsidRPr="00906122">
        <w:t xml:space="preserve">o warunkach </w:t>
      </w:r>
      <w:r w:rsidR="006077E4">
        <w:t xml:space="preserve">dopuszczalności powierzania </w:t>
      </w:r>
      <w:r w:rsidR="000A4442">
        <w:t>pracy cudzoziemcom</w:t>
      </w:r>
      <w:r w:rsidR="006A4145" w:rsidRPr="00906122">
        <w:t xml:space="preserve"> na terytorium Rzeczypospolitej Polskiej</w:t>
      </w:r>
      <w:r w:rsidRPr="000E15EE">
        <w:t xml:space="preserve"> (Dz. U. z … r. poz. …), mogą uzyskiwać informacje o osobie i informacje o podmiocie zbiorowym na podstawie danych zgromadzonych w Rejestrze także na żądanie.”.</w:t>
      </w:r>
    </w:p>
    <w:p w14:paraId="61287DAD" w14:textId="0E197DFB" w:rsidR="00BD628D" w:rsidRPr="000E15EE" w:rsidRDefault="00BB7627" w:rsidP="00BD628D">
      <w:pPr>
        <w:pStyle w:val="ARTartustawynprozporzdzenia"/>
      </w:pPr>
      <w:r w:rsidRPr="000E15EE">
        <w:rPr>
          <w:rStyle w:val="Ppogrubienie"/>
        </w:rPr>
        <w:lastRenderedPageBreak/>
        <w:t>Art. </w:t>
      </w:r>
      <w:r w:rsidR="00414348">
        <w:rPr>
          <w:rStyle w:val="Ppogrubienie"/>
        </w:rPr>
        <w:t>89</w:t>
      </w:r>
      <w:r w:rsidR="00A60739" w:rsidRPr="000E15EE">
        <w:rPr>
          <w:rStyle w:val="Ppogrubienie"/>
        </w:rPr>
        <w:t>.</w:t>
      </w:r>
      <w:r w:rsidR="00A60739" w:rsidRPr="000E15EE">
        <w:t xml:space="preserve"> W ustawie </w:t>
      </w:r>
      <w:r w:rsidRPr="000E15EE">
        <w:t>z </w:t>
      </w:r>
      <w:r w:rsidR="00D4325D" w:rsidRPr="000E15EE">
        <w:t>dnia 24 sierpnia 2001</w:t>
      </w:r>
      <w:r w:rsidRPr="000E15EE">
        <w:t xml:space="preserve"> r. </w:t>
      </w:r>
      <w:r w:rsidR="00D4325D" w:rsidRPr="000E15EE">
        <w:t>– Kodeks postępowania</w:t>
      </w:r>
      <w:r w:rsidRPr="000E15EE">
        <w:t xml:space="preserve"> w </w:t>
      </w:r>
      <w:r w:rsidR="00D4325D" w:rsidRPr="000E15EE">
        <w:t>sprawach</w:t>
      </w:r>
      <w:r w:rsidRPr="000E15EE">
        <w:t xml:space="preserve"> o </w:t>
      </w:r>
      <w:r w:rsidR="00D4325D" w:rsidRPr="000E15EE">
        <w:t>wykroczenia (</w:t>
      </w:r>
      <w:r w:rsidR="004943EF" w:rsidRPr="000E15EE">
        <w:t>Dz. U.</w:t>
      </w:r>
      <w:r w:rsidRPr="000E15EE">
        <w:t xml:space="preserve"> z </w:t>
      </w:r>
      <w:r w:rsidR="00D4325D" w:rsidRPr="000E15EE">
        <w:t>202</w:t>
      </w:r>
      <w:r w:rsidR="006E4C29">
        <w:t>4</w:t>
      </w:r>
      <w:r w:rsidRPr="000E15EE">
        <w:t xml:space="preserve"> r. </w:t>
      </w:r>
      <w:r w:rsidR="00D4325D" w:rsidRPr="000E15EE">
        <w:t>poz.</w:t>
      </w:r>
      <w:r w:rsidR="00EA3966" w:rsidRPr="000E15EE">
        <w:t> </w:t>
      </w:r>
      <w:r w:rsidR="006E4C29">
        <w:t>997</w:t>
      </w:r>
      <w:r w:rsidR="00D4325D" w:rsidRPr="000E15EE">
        <w:t xml:space="preserve">) </w:t>
      </w:r>
      <w:r w:rsidR="00BD628D" w:rsidRPr="000E15EE">
        <w:t>wprowadza się następujące zmiany:</w:t>
      </w:r>
    </w:p>
    <w:p w14:paraId="696A4F61" w14:textId="77777777" w:rsidR="00BD628D" w:rsidRPr="000E15EE" w:rsidRDefault="00BD628D" w:rsidP="00BD628D">
      <w:pPr>
        <w:pStyle w:val="PKTpunkt"/>
      </w:pPr>
      <w:bookmarkStart w:id="197" w:name="_Toc107830022"/>
      <w:bookmarkEnd w:id="196"/>
      <w:r w:rsidRPr="000E15EE">
        <w:t>1)</w:t>
      </w:r>
      <w:r w:rsidRPr="000E15EE">
        <w:tab/>
        <w:t xml:space="preserve">w </w:t>
      </w:r>
      <w:r w:rsidR="00BB7627" w:rsidRPr="000E15EE">
        <w:t>art. </w:t>
      </w:r>
      <w:r w:rsidRPr="000E15EE">
        <w:t>17 § 2 otrzymuje brzmienie:</w:t>
      </w:r>
    </w:p>
    <w:p w14:paraId="2E742DE8" w14:textId="7BD4B9D5" w:rsidR="00BD628D" w:rsidRPr="000E15EE" w:rsidRDefault="006C00D6" w:rsidP="00BD628D">
      <w:pPr>
        <w:pStyle w:val="ZUSTzmustartykuempunktem"/>
      </w:pPr>
      <w:r w:rsidRPr="000E15EE">
        <w:t>„</w:t>
      </w:r>
      <w:r w:rsidR="00BD628D" w:rsidRPr="000E15EE">
        <w:t>§ 2.</w:t>
      </w:r>
      <w:r w:rsidR="00BB7627" w:rsidRPr="000E15EE">
        <w:t xml:space="preserve"> </w:t>
      </w:r>
      <w:r w:rsidR="00A60739" w:rsidRPr="000E15EE">
        <w:t>W </w:t>
      </w:r>
      <w:r w:rsidR="00BD628D" w:rsidRPr="000E15EE">
        <w:t>sprawach</w:t>
      </w:r>
      <w:r w:rsidR="00BB7627" w:rsidRPr="000E15EE">
        <w:t xml:space="preserve"> o </w:t>
      </w:r>
      <w:r w:rsidR="00BD628D" w:rsidRPr="000E15EE">
        <w:t>wykroczenia przeciwko prawom pracownika określonych</w:t>
      </w:r>
      <w:r w:rsidR="00BB7627" w:rsidRPr="000E15EE">
        <w:t xml:space="preserve"> w </w:t>
      </w:r>
      <w:r w:rsidR="00BD628D" w:rsidRPr="000E15EE">
        <w:t>Kodeksie pracy,</w:t>
      </w:r>
      <w:r w:rsidR="00BB7627" w:rsidRPr="000E15EE">
        <w:t xml:space="preserve"> w </w:t>
      </w:r>
      <w:r w:rsidR="00BD628D" w:rsidRPr="000E15EE">
        <w:t>sprawach</w:t>
      </w:r>
      <w:r w:rsidR="00BB7627" w:rsidRPr="000E15EE">
        <w:t xml:space="preserve"> o </w:t>
      </w:r>
      <w:r w:rsidR="00BD628D" w:rsidRPr="000E15EE">
        <w:t>wykroczenia określonych</w:t>
      </w:r>
      <w:r w:rsidR="00BB7627" w:rsidRPr="000E15EE">
        <w:t xml:space="preserve"> w art. </w:t>
      </w:r>
      <w:r w:rsidR="00BD628D" w:rsidRPr="000E15EE">
        <w:t>27–27b ustawy</w:t>
      </w:r>
      <w:r w:rsidR="00BB7627" w:rsidRPr="000E15EE">
        <w:t xml:space="preserve"> z </w:t>
      </w:r>
      <w:r w:rsidR="00BD628D" w:rsidRPr="000E15EE">
        <w:t>dnia 9 lipca 2003</w:t>
      </w:r>
      <w:r w:rsidR="00BB7627" w:rsidRPr="000E15EE">
        <w:t> r. o </w:t>
      </w:r>
      <w:r w:rsidR="00BD628D" w:rsidRPr="000E15EE">
        <w:t>zatrudnianiu pracowników tymczasowych (Dz. U.</w:t>
      </w:r>
      <w:r w:rsidR="00BB7627" w:rsidRPr="000E15EE">
        <w:t xml:space="preserve"> z </w:t>
      </w:r>
      <w:r w:rsidR="006E64F4" w:rsidRPr="000E15EE">
        <w:t xml:space="preserve">2023 r. </w:t>
      </w:r>
      <w:r w:rsidR="00EA3966" w:rsidRPr="000E15EE">
        <w:t>poz. </w:t>
      </w:r>
      <w:r w:rsidR="006E64F4" w:rsidRPr="000E15EE">
        <w:t>1110</w:t>
      </w:r>
      <w:r w:rsidR="00BD628D" w:rsidRPr="000E15EE">
        <w:t>),</w:t>
      </w:r>
      <w:r w:rsidR="00BB7627" w:rsidRPr="000E15EE">
        <w:t xml:space="preserve"> w </w:t>
      </w:r>
      <w:r w:rsidR="00BD628D" w:rsidRPr="000E15EE">
        <w:t>sprawach</w:t>
      </w:r>
      <w:r w:rsidR="00BB7627" w:rsidRPr="000E15EE">
        <w:t xml:space="preserve"> o </w:t>
      </w:r>
      <w:r w:rsidR="00BD628D" w:rsidRPr="000E15EE">
        <w:t>wykroczenia określonych</w:t>
      </w:r>
      <w:r w:rsidR="00BB7627" w:rsidRPr="000E15EE">
        <w:t xml:space="preserve"> w art. </w:t>
      </w:r>
      <w:r w:rsidR="00BD628D" w:rsidRPr="000E15EE">
        <w:t>27–28b ustawy</w:t>
      </w:r>
      <w:r w:rsidR="00BB7627" w:rsidRPr="000E15EE">
        <w:t xml:space="preserve"> z </w:t>
      </w:r>
      <w:r w:rsidR="00BD628D" w:rsidRPr="000E15EE">
        <w:t>dnia 10 czerwca 2016</w:t>
      </w:r>
      <w:r w:rsidR="00BB7627" w:rsidRPr="000E15EE">
        <w:t> r. o </w:t>
      </w:r>
      <w:r w:rsidR="00BD628D" w:rsidRPr="000E15EE">
        <w:t>delegowaniu pracowników</w:t>
      </w:r>
      <w:r w:rsidR="00BB7627" w:rsidRPr="000E15EE">
        <w:t xml:space="preserve"> w </w:t>
      </w:r>
      <w:r w:rsidR="00BD628D" w:rsidRPr="000E15EE">
        <w:t>ramach świadczenia usług (Dz. U.</w:t>
      </w:r>
      <w:r w:rsidR="00BB7627" w:rsidRPr="000E15EE">
        <w:t xml:space="preserve"> z </w:t>
      </w:r>
      <w:r w:rsidR="006E64F4" w:rsidRPr="000E15EE">
        <w:t xml:space="preserve">2024 r. </w:t>
      </w:r>
      <w:r w:rsidR="00EA3966" w:rsidRPr="000E15EE">
        <w:t>poz. </w:t>
      </w:r>
      <w:r w:rsidR="006E64F4" w:rsidRPr="000E15EE">
        <w:t>73</w:t>
      </w:r>
      <w:r w:rsidR="00BD628D" w:rsidRPr="000E15EE">
        <w:t>),</w:t>
      </w:r>
      <w:r w:rsidR="00BB7627" w:rsidRPr="000E15EE">
        <w:t xml:space="preserve"> w </w:t>
      </w:r>
      <w:r w:rsidR="00BD628D" w:rsidRPr="000E15EE">
        <w:t>sprawach</w:t>
      </w:r>
      <w:r w:rsidR="00BB7627" w:rsidRPr="000E15EE">
        <w:t xml:space="preserve"> o </w:t>
      </w:r>
      <w:r w:rsidR="00BD628D" w:rsidRPr="000E15EE">
        <w:t>wykroczenie określone</w:t>
      </w:r>
      <w:r w:rsidR="00BB7627" w:rsidRPr="000E15EE">
        <w:t xml:space="preserve"> w art. </w:t>
      </w:r>
      <w:r w:rsidR="00BD628D" w:rsidRPr="000E15EE">
        <w:t>8e ustawy</w:t>
      </w:r>
      <w:r w:rsidR="00BB7627" w:rsidRPr="000E15EE">
        <w:t xml:space="preserve"> z </w:t>
      </w:r>
      <w:r w:rsidR="00BD628D" w:rsidRPr="000E15EE">
        <w:t>dnia 10 października 2002</w:t>
      </w:r>
      <w:r w:rsidR="00BB7627" w:rsidRPr="000E15EE">
        <w:t> r. o </w:t>
      </w:r>
      <w:r w:rsidR="00BD628D" w:rsidRPr="000E15EE">
        <w:t>minimalnym wynagrodzeniu za pracę (Dz. U.</w:t>
      </w:r>
      <w:r w:rsidR="00BB7627" w:rsidRPr="000E15EE">
        <w:t xml:space="preserve"> z </w:t>
      </w:r>
      <w:r w:rsidR="00BD628D" w:rsidRPr="000E15EE">
        <w:t>2020</w:t>
      </w:r>
      <w:r w:rsidR="00BB7627" w:rsidRPr="000E15EE">
        <w:t xml:space="preserve"> r. </w:t>
      </w:r>
      <w:r w:rsidR="00BD628D" w:rsidRPr="000E15EE">
        <w:t>poz.</w:t>
      </w:r>
      <w:r w:rsidR="00EA3966" w:rsidRPr="000E15EE">
        <w:t> </w:t>
      </w:r>
      <w:r w:rsidR="00BD628D" w:rsidRPr="000E15EE">
        <w:t>2207</w:t>
      </w:r>
      <w:r w:rsidR="006E64F4" w:rsidRPr="000E15EE">
        <w:t xml:space="preserve"> </w:t>
      </w:r>
      <w:r w:rsidR="00516633">
        <w:t xml:space="preserve">oraz </w:t>
      </w:r>
      <w:r w:rsidR="006E64F4" w:rsidRPr="000E15EE">
        <w:t>z 2023</w:t>
      </w:r>
      <w:r w:rsidR="00516633">
        <w:t> </w:t>
      </w:r>
      <w:r w:rsidR="006E64F4" w:rsidRPr="000E15EE">
        <w:t xml:space="preserve">r. </w:t>
      </w:r>
      <w:r w:rsidR="00EA3966" w:rsidRPr="000E15EE">
        <w:t>poz. </w:t>
      </w:r>
      <w:r w:rsidR="006E64F4" w:rsidRPr="000E15EE">
        <w:t>1667</w:t>
      </w:r>
      <w:r w:rsidR="00BD628D" w:rsidRPr="000E15EE">
        <w:t>),</w:t>
      </w:r>
      <w:r w:rsidR="00BB7627" w:rsidRPr="000E15EE">
        <w:t xml:space="preserve"> w </w:t>
      </w:r>
      <w:r w:rsidR="00BD628D" w:rsidRPr="000E15EE">
        <w:t>sprawach</w:t>
      </w:r>
      <w:r w:rsidR="00BB7627" w:rsidRPr="000E15EE">
        <w:t xml:space="preserve"> o </w:t>
      </w:r>
      <w:r w:rsidR="00BD628D" w:rsidRPr="000E15EE">
        <w:t>wykroczenia określonych</w:t>
      </w:r>
      <w:r w:rsidR="00BB7627" w:rsidRPr="000E15EE">
        <w:t xml:space="preserve"> w art. </w:t>
      </w:r>
      <w:r w:rsidR="00BD628D" w:rsidRPr="000E15EE">
        <w:t>10 ustawy</w:t>
      </w:r>
      <w:r w:rsidR="00BB7627" w:rsidRPr="000E15EE">
        <w:t xml:space="preserve"> z </w:t>
      </w:r>
      <w:r w:rsidR="00BD628D" w:rsidRPr="000E15EE">
        <w:t>dnia 10 stycznia 2018</w:t>
      </w:r>
      <w:r w:rsidR="00BB7627" w:rsidRPr="000E15EE">
        <w:t> r. o </w:t>
      </w:r>
      <w:r w:rsidR="00BD628D" w:rsidRPr="000E15EE">
        <w:t>ograniczeniu handlu</w:t>
      </w:r>
      <w:r w:rsidR="00BB7627" w:rsidRPr="000E15EE">
        <w:t xml:space="preserve"> w </w:t>
      </w:r>
      <w:r w:rsidR="00BD628D" w:rsidRPr="000E15EE">
        <w:t>niedziele i święta oraz</w:t>
      </w:r>
      <w:r w:rsidR="00BB7627" w:rsidRPr="000E15EE">
        <w:t xml:space="preserve"> w </w:t>
      </w:r>
      <w:r w:rsidR="00BD628D" w:rsidRPr="000E15EE">
        <w:t>niektóre inne dni (Dz. U.</w:t>
      </w:r>
      <w:r w:rsidR="00BB7627" w:rsidRPr="000E15EE">
        <w:t xml:space="preserve"> z </w:t>
      </w:r>
      <w:r w:rsidR="00BD69B9" w:rsidRPr="000E15EE">
        <w:t>2024 r. poz.</w:t>
      </w:r>
      <w:r w:rsidR="0080457C" w:rsidRPr="000E15EE">
        <w:t> </w:t>
      </w:r>
      <w:r w:rsidR="00BD69B9" w:rsidRPr="000E15EE">
        <w:t>449</w:t>
      </w:r>
      <w:r w:rsidR="00BD628D" w:rsidRPr="000E15EE">
        <w:t>),</w:t>
      </w:r>
      <w:r w:rsidR="00BB7627" w:rsidRPr="000E15EE">
        <w:t xml:space="preserve"> w </w:t>
      </w:r>
      <w:r w:rsidR="00BD628D" w:rsidRPr="000E15EE">
        <w:t>sprawach</w:t>
      </w:r>
      <w:r w:rsidR="00BB7627" w:rsidRPr="000E15EE">
        <w:t xml:space="preserve"> o </w:t>
      </w:r>
      <w:r w:rsidR="00BD628D" w:rsidRPr="000E15EE">
        <w:t>wykroczenia określonych</w:t>
      </w:r>
      <w:r w:rsidR="00BB7627" w:rsidRPr="000E15EE">
        <w:t xml:space="preserve"> w art. </w:t>
      </w:r>
      <w:r w:rsidR="00BD69B9" w:rsidRPr="000E15EE">
        <w:t xml:space="preserve">367–372 </w:t>
      </w:r>
      <w:r w:rsidR="009968C6" w:rsidRPr="000E15EE">
        <w:t xml:space="preserve">ustawy z dnia … o rynku pracy i służbach zatrudnienia </w:t>
      </w:r>
      <w:r w:rsidR="00B13C53" w:rsidRPr="000E15EE">
        <w:t>(</w:t>
      </w:r>
      <w:r w:rsidR="00516633">
        <w:t xml:space="preserve">Dz. U. poz. </w:t>
      </w:r>
      <w:r w:rsidR="00B13C53" w:rsidRPr="000E15EE">
        <w:t xml:space="preserve">…), </w:t>
      </w:r>
      <w:r w:rsidR="00BB7627" w:rsidRPr="000E15EE">
        <w:t>w </w:t>
      </w:r>
      <w:r w:rsidR="00BD628D" w:rsidRPr="000E15EE">
        <w:t>sprawach</w:t>
      </w:r>
      <w:r w:rsidR="00BB7627" w:rsidRPr="000E15EE">
        <w:t xml:space="preserve"> o </w:t>
      </w:r>
      <w:r w:rsidR="00BD628D" w:rsidRPr="000E15EE">
        <w:t>wykroczenia określonych</w:t>
      </w:r>
      <w:r w:rsidR="00BB7627" w:rsidRPr="000E15EE">
        <w:t xml:space="preserve"> w art.</w:t>
      </w:r>
      <w:r w:rsidR="00D5646A">
        <w:t xml:space="preserve"> 82 </w:t>
      </w:r>
      <w:r w:rsidR="00BD628D" w:rsidRPr="000E15EE">
        <w:t>ustawy</w:t>
      </w:r>
      <w:r w:rsidR="00BB7627" w:rsidRPr="000E15EE">
        <w:t xml:space="preserve"> </w:t>
      </w:r>
      <w:r w:rsidR="00D72766" w:rsidRPr="000E15EE">
        <w:t xml:space="preserve">z dnia … </w:t>
      </w:r>
      <w:r w:rsidR="006A4145" w:rsidRPr="00906122">
        <w:t xml:space="preserve">o warunkach </w:t>
      </w:r>
      <w:r w:rsidR="006077E4">
        <w:t xml:space="preserve">dopuszczalności powierzania </w:t>
      </w:r>
      <w:r w:rsidR="000A4442">
        <w:t>pracy cudzoziemcom</w:t>
      </w:r>
      <w:r w:rsidR="006A4145" w:rsidRPr="00906122">
        <w:t xml:space="preserve"> na terytorium Rzeczypospolitej Polskiej</w:t>
      </w:r>
      <w:r w:rsidR="00E53121" w:rsidRPr="000E15EE">
        <w:t xml:space="preserve"> (Dz. U. poz. </w:t>
      </w:r>
      <w:r w:rsidR="00BD628D" w:rsidRPr="000E15EE">
        <w:t xml:space="preserve"> …), a także</w:t>
      </w:r>
      <w:r w:rsidR="00BB7627" w:rsidRPr="000E15EE">
        <w:t xml:space="preserve"> w </w:t>
      </w:r>
      <w:r w:rsidR="00BD628D" w:rsidRPr="000E15EE">
        <w:t>sprawach</w:t>
      </w:r>
      <w:r w:rsidR="00BB7627" w:rsidRPr="000E15EE">
        <w:t xml:space="preserve"> o </w:t>
      </w:r>
      <w:r w:rsidR="00BD628D" w:rsidRPr="000E15EE">
        <w:t>inne wykroczenia związane</w:t>
      </w:r>
      <w:r w:rsidR="00BB7627" w:rsidRPr="000E15EE">
        <w:t xml:space="preserve"> z </w:t>
      </w:r>
      <w:r w:rsidR="00BD628D" w:rsidRPr="000E15EE">
        <w:t>wykonywaniem pracy zarobkowej, jeżeli ustawa tak stanowi, oskarżycielem publicznym jest inspektor pracy.</w:t>
      </w:r>
      <w:r w:rsidRPr="000E15EE">
        <w:t>”</w:t>
      </w:r>
      <w:r w:rsidR="00BD628D" w:rsidRPr="000E15EE">
        <w:t>;</w:t>
      </w:r>
    </w:p>
    <w:p w14:paraId="3A11E5D0" w14:textId="77777777" w:rsidR="002E62F2" w:rsidRDefault="00BD628D" w:rsidP="00BD628D">
      <w:pPr>
        <w:pStyle w:val="PKTpunkt"/>
      </w:pPr>
      <w:bookmarkStart w:id="198" w:name="_Hlk173926789"/>
      <w:r w:rsidRPr="000E15EE">
        <w:t>2)</w:t>
      </w:r>
      <w:r w:rsidRPr="000E15EE">
        <w:tab/>
        <w:t xml:space="preserve">w </w:t>
      </w:r>
      <w:r w:rsidR="00BB7627" w:rsidRPr="000E15EE">
        <w:t>art. </w:t>
      </w:r>
      <w:r w:rsidRPr="000E15EE">
        <w:t>96</w:t>
      </w:r>
      <w:r w:rsidR="00BB7627" w:rsidRPr="000E15EE">
        <w:t xml:space="preserve"> w </w:t>
      </w:r>
      <w:r w:rsidRPr="000E15EE">
        <w:t>§ 1a</w:t>
      </w:r>
      <w:r w:rsidR="002E62F2">
        <w:t>:</w:t>
      </w:r>
    </w:p>
    <w:p w14:paraId="5BAA2FCE" w14:textId="77777777" w:rsidR="002161B6" w:rsidRPr="000E15EE" w:rsidRDefault="002E62F2" w:rsidP="002E62F2">
      <w:pPr>
        <w:pStyle w:val="LITlitera"/>
      </w:pPr>
      <w:r>
        <w:t>a)</w:t>
      </w:r>
      <w:r>
        <w:tab/>
      </w:r>
      <w:r w:rsidR="00864525" w:rsidRPr="000E15EE">
        <w:t>pkt 3 otrzymuje brzmienie</w:t>
      </w:r>
      <w:r w:rsidR="002161B6" w:rsidRPr="000E15EE">
        <w:t>:</w:t>
      </w:r>
    </w:p>
    <w:p w14:paraId="2AF8EA79" w14:textId="2AEA0DB3" w:rsidR="00BD628D" w:rsidRPr="000E15EE" w:rsidRDefault="006C00D6" w:rsidP="004509A6">
      <w:pPr>
        <w:pStyle w:val="ZLITPKTzmpktliter"/>
      </w:pPr>
      <w:r w:rsidRPr="000E15EE">
        <w:t>„</w:t>
      </w:r>
      <w:r w:rsidR="00907A4E" w:rsidRPr="000E15EE">
        <w:t>3</w:t>
      </w:r>
      <w:r w:rsidR="00BD628D" w:rsidRPr="000E15EE">
        <w:t>)</w:t>
      </w:r>
      <w:r w:rsidR="00BD628D" w:rsidRPr="000E15EE">
        <w:tab/>
        <w:t>o czyny określone</w:t>
      </w:r>
      <w:r w:rsidR="00BB7627" w:rsidRPr="000E15EE">
        <w:t xml:space="preserve"> w art.</w:t>
      </w:r>
      <w:r w:rsidR="00D5646A">
        <w:t xml:space="preserve"> 82 </w:t>
      </w:r>
      <w:r w:rsidR="00BB7627" w:rsidRPr="000E15EE">
        <w:t>ust. </w:t>
      </w:r>
      <w:r w:rsidR="00D52AFE" w:rsidRPr="000E15EE">
        <w:t xml:space="preserve">1, </w:t>
      </w:r>
      <w:r w:rsidR="00BD628D" w:rsidRPr="000E15EE">
        <w:t>2</w:t>
      </w:r>
      <w:r w:rsidR="00D52AFE" w:rsidRPr="000E15EE">
        <w:t xml:space="preserve"> i</w:t>
      </w:r>
      <w:r w:rsidR="004509A6" w:rsidRPr="000E15EE">
        <w:t xml:space="preserve"> 6</w:t>
      </w:r>
      <w:r w:rsidR="00970CB6" w:rsidRPr="000E15EE">
        <w:t>–</w:t>
      </w:r>
      <w:r w:rsidR="004509A6" w:rsidRPr="000E15EE">
        <w:t>9</w:t>
      </w:r>
      <w:r w:rsidR="00BD628D" w:rsidRPr="000E15EE">
        <w:t xml:space="preserve"> ustawy</w:t>
      </w:r>
      <w:r w:rsidR="00BB7627" w:rsidRPr="000E15EE">
        <w:t xml:space="preserve"> z </w:t>
      </w:r>
      <w:r w:rsidR="00BD628D" w:rsidRPr="000E15EE">
        <w:t xml:space="preserve">dnia </w:t>
      </w:r>
      <w:r w:rsidR="00AE39ED" w:rsidRPr="000E15EE">
        <w:t>…</w:t>
      </w:r>
      <w:r w:rsidR="00BB7627" w:rsidRPr="000E15EE">
        <w:t xml:space="preserve"> </w:t>
      </w:r>
      <w:r w:rsidR="006A4145" w:rsidRPr="00906122">
        <w:t xml:space="preserve">o warunkach </w:t>
      </w:r>
      <w:r w:rsidR="006077E4">
        <w:t xml:space="preserve">dopuszczalności powierzania </w:t>
      </w:r>
      <w:r w:rsidR="000A4442">
        <w:t>pracy cudzoziemcom</w:t>
      </w:r>
      <w:r w:rsidR="006A4145" w:rsidRPr="00906122">
        <w:t xml:space="preserve"> na terytorium Rzeczypospolitej Polskiej</w:t>
      </w:r>
      <w:r w:rsidR="00BD628D" w:rsidRPr="000E15EE">
        <w:t>,</w:t>
      </w:r>
      <w:r w:rsidR="00BB7627" w:rsidRPr="000E15EE">
        <w:t xml:space="preserve"> w </w:t>
      </w:r>
      <w:r w:rsidR="00BD628D" w:rsidRPr="000E15EE">
        <w:t>których oskarżycielem publicznym jest właściwy organ Straży Granicznej</w:t>
      </w:r>
      <w:r w:rsidRPr="000E15EE">
        <w:t>”</w:t>
      </w:r>
      <w:r w:rsidR="002E62F2">
        <w:t>,</w:t>
      </w:r>
    </w:p>
    <w:p w14:paraId="2A47E85E" w14:textId="77777777" w:rsidR="002E62F2" w:rsidRPr="002E62F2" w:rsidRDefault="002E62F2" w:rsidP="002E62F2">
      <w:pPr>
        <w:pStyle w:val="LITlitera"/>
      </w:pPr>
      <w:r>
        <w:t>b</w:t>
      </w:r>
      <w:r w:rsidRPr="002E62F2">
        <w:t>)</w:t>
      </w:r>
      <w:r w:rsidRPr="002E62F2">
        <w:tab/>
      </w:r>
      <w:r>
        <w:t xml:space="preserve">część wspólna otrzymuje </w:t>
      </w:r>
      <w:r w:rsidRPr="002E62F2">
        <w:t>brzmienie:</w:t>
      </w:r>
    </w:p>
    <w:p w14:paraId="23AA31C5" w14:textId="04495A3A" w:rsidR="002E62F2" w:rsidRPr="002E62F2" w:rsidRDefault="002E62F2" w:rsidP="002E62F2">
      <w:pPr>
        <w:pStyle w:val="ZLITPKTzmpktliter"/>
      </w:pPr>
      <w:r w:rsidRPr="002E62F2">
        <w:t xml:space="preserve">„– można nałożyć grzywnę w wysokości do </w:t>
      </w:r>
      <w:r w:rsidR="00DD0B74">
        <w:t>10.</w:t>
      </w:r>
      <w:r w:rsidRPr="002E62F2">
        <w:t>000 zł.”.</w:t>
      </w:r>
    </w:p>
    <w:bookmarkEnd w:id="198"/>
    <w:p w14:paraId="53442151" w14:textId="169899AF" w:rsidR="00D4325D" w:rsidRPr="000E15EE" w:rsidRDefault="00BB7627" w:rsidP="00CC3F14">
      <w:pPr>
        <w:pStyle w:val="ARTartustawynprozporzdzenia"/>
        <w:keepNext/>
      </w:pPr>
      <w:r w:rsidRPr="000E15EE">
        <w:rPr>
          <w:rStyle w:val="Ppogrubienie"/>
        </w:rPr>
        <w:t>Art. </w:t>
      </w:r>
      <w:r w:rsidR="00414348">
        <w:rPr>
          <w:rStyle w:val="Ppogrubienie"/>
        </w:rPr>
        <w:t>90</w:t>
      </w:r>
      <w:r w:rsidR="00A60739" w:rsidRPr="000E15EE">
        <w:rPr>
          <w:rStyle w:val="Ppogrubienie"/>
        </w:rPr>
        <w:t>.</w:t>
      </w:r>
      <w:r w:rsidR="00A60739" w:rsidRPr="000E15EE">
        <w:t xml:space="preserve"> W ustawie </w:t>
      </w:r>
      <w:r w:rsidRPr="000E15EE">
        <w:t>z </w:t>
      </w:r>
      <w:r w:rsidR="00D4325D" w:rsidRPr="000E15EE">
        <w:t>dnia 13 czerwca 2003</w:t>
      </w:r>
      <w:r w:rsidRPr="000E15EE">
        <w:t> r. o </w:t>
      </w:r>
      <w:r w:rsidR="00D4325D" w:rsidRPr="000E15EE">
        <w:t>udzielaniu cudzoziemcom ochrony na terytorium Rzeczypospolitej Polskiej (</w:t>
      </w:r>
      <w:r w:rsidR="004943EF" w:rsidRPr="000E15EE">
        <w:t>Dz. U.</w:t>
      </w:r>
      <w:r w:rsidRPr="000E15EE">
        <w:t xml:space="preserve"> z </w:t>
      </w:r>
      <w:r w:rsidR="00B13C53" w:rsidRPr="000E15EE">
        <w:t xml:space="preserve">2023 r. </w:t>
      </w:r>
      <w:r w:rsidR="00EA3966" w:rsidRPr="000E15EE">
        <w:t>poz. </w:t>
      </w:r>
      <w:r w:rsidR="00B13C53" w:rsidRPr="000E15EE">
        <w:t>1504</w:t>
      </w:r>
      <w:r w:rsidR="00DC61F1">
        <w:t xml:space="preserve"> oraz z 2024 r. poz. 8</w:t>
      </w:r>
      <w:r w:rsidR="00DC61F1" w:rsidRPr="00DC61F1">
        <w:t>34</w:t>
      </w:r>
      <w:r w:rsidR="00D4325D" w:rsidRPr="000E15EE">
        <w:t xml:space="preserve">) </w:t>
      </w:r>
      <w:r w:rsidR="009439B1" w:rsidRPr="000E15EE">
        <w:t xml:space="preserve">w </w:t>
      </w:r>
      <w:r w:rsidRPr="000E15EE">
        <w:t>art. </w:t>
      </w:r>
      <w:r w:rsidR="00D4325D" w:rsidRPr="000E15EE">
        <w:t xml:space="preserve">35 </w:t>
      </w:r>
      <w:r w:rsidR="009439B1" w:rsidRPr="000E15EE">
        <w:t xml:space="preserve">ust. 1 i 2 </w:t>
      </w:r>
      <w:r w:rsidR="00D4325D" w:rsidRPr="000E15EE">
        <w:t>otrzymuj</w:t>
      </w:r>
      <w:r w:rsidR="009439B1" w:rsidRPr="000E15EE">
        <w:t>ą</w:t>
      </w:r>
      <w:r w:rsidR="00D4325D" w:rsidRPr="000E15EE">
        <w:t xml:space="preserve"> brzmienie:</w:t>
      </w:r>
      <w:bookmarkEnd w:id="197"/>
    </w:p>
    <w:p w14:paraId="77BEF697" w14:textId="6FB7DB64" w:rsidR="00D4325D" w:rsidRPr="000E15EE" w:rsidRDefault="006C00D6" w:rsidP="00195F48">
      <w:pPr>
        <w:pStyle w:val="ZUSTzmustartykuempunktem"/>
      </w:pPr>
      <w:r w:rsidRPr="000E15EE">
        <w:t>„</w:t>
      </w:r>
      <w:r w:rsidR="00D4325D" w:rsidRPr="000E15EE">
        <w:t>1. Jeżeli sprawa dotycząca udzielenia ochrony międzynarodowej nie została załatwiona</w:t>
      </w:r>
      <w:r w:rsidR="00BB7627" w:rsidRPr="000E15EE">
        <w:t xml:space="preserve"> w </w:t>
      </w:r>
      <w:r w:rsidR="00D4325D" w:rsidRPr="000E15EE">
        <w:t>terminie,</w:t>
      </w:r>
      <w:r w:rsidR="00BB7627" w:rsidRPr="000E15EE">
        <w:t xml:space="preserve"> o </w:t>
      </w:r>
      <w:r w:rsidR="00D4325D" w:rsidRPr="000E15EE">
        <w:t>którym mowa</w:t>
      </w:r>
      <w:r w:rsidR="00BB7627" w:rsidRPr="000E15EE">
        <w:t xml:space="preserve"> w art. </w:t>
      </w:r>
      <w:r w:rsidR="00D4325D" w:rsidRPr="000E15EE">
        <w:t xml:space="preserve">34 </w:t>
      </w:r>
      <w:r w:rsidR="00BB7627" w:rsidRPr="000E15EE">
        <w:t>ust. </w:t>
      </w:r>
      <w:r w:rsidR="00D4325D" w:rsidRPr="000E15EE">
        <w:t>1, i opóźnienie nie nastąpiło</w:t>
      </w:r>
      <w:r w:rsidR="00BB7627" w:rsidRPr="000E15EE">
        <w:t xml:space="preserve"> z </w:t>
      </w:r>
      <w:r w:rsidR="00D4325D" w:rsidRPr="000E15EE">
        <w:t>winy wnioskodawcy, Szef Urzędu</w:t>
      </w:r>
      <w:r w:rsidR="00FE5E69" w:rsidRPr="000E15EE">
        <w:t xml:space="preserve">, na wniosek osoby, której dotyczy wniosek o udzielenie ochrony międzynarodowej, wydaje zaświadczenie, które wraz z tymczasowym </w:t>
      </w:r>
      <w:r w:rsidR="00FE5E69" w:rsidRPr="000E15EE">
        <w:lastRenderedPageBreak/>
        <w:t xml:space="preserve">zaświadczeniem tożsamości cudzoziemca uprawnia tę osobę do wykonywania pracy na terytorium Rzeczypospolitej Polskiej na zasadach i w trybie określonych w ustawie z dnia … </w:t>
      </w:r>
      <w:r w:rsidR="006A4145" w:rsidRPr="00906122">
        <w:t xml:space="preserve">o warunkach </w:t>
      </w:r>
      <w:r w:rsidR="006077E4">
        <w:t xml:space="preserve">dopuszczalności powierzania </w:t>
      </w:r>
      <w:r w:rsidR="000A4442">
        <w:t>pracy cudzoziemcom</w:t>
      </w:r>
      <w:r w:rsidR="006A4145" w:rsidRPr="00906122">
        <w:t xml:space="preserve"> na terytorium Rzeczypospolitej Polskiej </w:t>
      </w:r>
      <w:r w:rsidR="00FE5E69" w:rsidRPr="000E15EE">
        <w:t>(Dz. U. poz. …)</w:t>
      </w:r>
      <w:r w:rsidR="00D4325D" w:rsidRPr="000E15EE">
        <w:t>.</w:t>
      </w:r>
    </w:p>
    <w:p w14:paraId="7406FAB6" w14:textId="7B6886CF" w:rsidR="00D4325D" w:rsidRPr="000E15EE" w:rsidRDefault="00D4325D" w:rsidP="00FE5E69">
      <w:pPr>
        <w:pStyle w:val="ZUSTzmustartykuempunktem"/>
      </w:pPr>
      <w:r w:rsidRPr="000E15EE">
        <w:t>2.</w:t>
      </w:r>
      <w:r w:rsidR="00BB7627" w:rsidRPr="000E15EE">
        <w:t xml:space="preserve"> </w:t>
      </w:r>
      <w:r w:rsidR="00E310D4" w:rsidRPr="000E15EE">
        <w:t>W</w:t>
      </w:r>
      <w:r w:rsidR="00BB7627" w:rsidRPr="000E15EE">
        <w:t> </w:t>
      </w:r>
      <w:r w:rsidRPr="000E15EE">
        <w:t>zaświadczeniu,</w:t>
      </w:r>
      <w:r w:rsidR="00BB7627" w:rsidRPr="000E15EE">
        <w:t xml:space="preserve"> o </w:t>
      </w:r>
      <w:r w:rsidRPr="000E15EE">
        <w:t>którym mowa</w:t>
      </w:r>
      <w:r w:rsidR="00BB7627" w:rsidRPr="000E15EE">
        <w:t xml:space="preserve"> w ust. </w:t>
      </w:r>
      <w:r w:rsidRPr="000E15EE">
        <w:t>1, potwierdza się, że sprawa dotycząca udzielenia ochrony międzynarodowej nie została zakończona</w:t>
      </w:r>
      <w:r w:rsidR="00BB7627" w:rsidRPr="000E15EE">
        <w:t xml:space="preserve"> w </w:t>
      </w:r>
      <w:r w:rsidRPr="000E15EE">
        <w:t>terminie 6 miesięcy i opóźnienie nie nastąpiło</w:t>
      </w:r>
      <w:r w:rsidR="00BB7627" w:rsidRPr="000E15EE">
        <w:t xml:space="preserve"> z </w:t>
      </w:r>
      <w:r w:rsidRPr="000E15EE">
        <w:t>winy wnioskodawcy, oraz wskazuje się imię (imiona) i nazwisko cudzoziemca uprawnionego do wykonywania pracy na terytorium Rzeczypospolitej Polskiej na zasadach i</w:t>
      </w:r>
      <w:r w:rsidR="00BB7627" w:rsidRPr="000E15EE">
        <w:t xml:space="preserve"> w </w:t>
      </w:r>
      <w:r w:rsidRPr="000E15EE">
        <w:t>trybie określonych</w:t>
      </w:r>
      <w:r w:rsidR="00BB7627" w:rsidRPr="000E15EE">
        <w:t xml:space="preserve"> w </w:t>
      </w:r>
      <w:r w:rsidRPr="000E15EE">
        <w:t>ustawie</w:t>
      </w:r>
      <w:r w:rsidR="00BB7627" w:rsidRPr="000E15EE">
        <w:t xml:space="preserve"> z </w:t>
      </w:r>
      <w:r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Pr="000E15EE">
        <w:t>.</w:t>
      </w:r>
      <w:r w:rsidR="006C00D6" w:rsidRPr="000E15EE">
        <w:t>”</w:t>
      </w:r>
      <w:r w:rsidRPr="000E15EE">
        <w:t>.</w:t>
      </w:r>
    </w:p>
    <w:p w14:paraId="4ACCFBB2" w14:textId="3B2B0468" w:rsidR="00756DBB" w:rsidRPr="000E15EE" w:rsidRDefault="00BB7627" w:rsidP="00CC3F14">
      <w:pPr>
        <w:pStyle w:val="ARTartustawynprozporzdzenia"/>
        <w:keepNext/>
      </w:pPr>
      <w:bookmarkStart w:id="199" w:name="_Toc107830023"/>
      <w:bookmarkStart w:id="200" w:name="_Hlk166595790"/>
      <w:r w:rsidRPr="000E15EE">
        <w:rPr>
          <w:rStyle w:val="Ppogrubienie"/>
        </w:rPr>
        <w:t>Art. </w:t>
      </w:r>
      <w:r w:rsidR="00414348">
        <w:rPr>
          <w:rStyle w:val="Ppogrubienie"/>
        </w:rPr>
        <w:t>91</w:t>
      </w:r>
      <w:r w:rsidR="0080457C" w:rsidRPr="000E15EE">
        <w:rPr>
          <w:rStyle w:val="Ppogrubienie"/>
        </w:rPr>
        <w:t>. </w:t>
      </w:r>
      <w:r w:rsidR="00A60739" w:rsidRPr="000E15EE">
        <w:t xml:space="preserve">W ustawie </w:t>
      </w:r>
      <w:r w:rsidRPr="000E15EE">
        <w:t>z </w:t>
      </w:r>
      <w:r w:rsidR="00D4325D" w:rsidRPr="000E15EE">
        <w:t>dnia 13 kwietnia 2007</w:t>
      </w:r>
      <w:r w:rsidRPr="000E15EE">
        <w:t> r. o </w:t>
      </w:r>
      <w:r w:rsidR="00D4325D" w:rsidRPr="000E15EE">
        <w:t>Państwowej Inspekcji Pracy (</w:t>
      </w:r>
      <w:r w:rsidR="004943EF" w:rsidRPr="000E15EE">
        <w:t>Dz. U.</w:t>
      </w:r>
      <w:r w:rsidRPr="000E15EE">
        <w:t xml:space="preserve"> z </w:t>
      </w:r>
      <w:r w:rsidR="00B13C53" w:rsidRPr="000E15EE">
        <w:t>2024</w:t>
      </w:r>
      <w:r w:rsidR="00D03A8D" w:rsidRPr="000E15EE">
        <w:t> </w:t>
      </w:r>
      <w:r w:rsidR="00B13C53" w:rsidRPr="000E15EE">
        <w:t xml:space="preserve">r. </w:t>
      </w:r>
      <w:r w:rsidR="00EA3966" w:rsidRPr="000E15EE">
        <w:t>poz. </w:t>
      </w:r>
      <w:r w:rsidR="00B13C53" w:rsidRPr="000E15EE">
        <w:t>97</w:t>
      </w:r>
      <w:r w:rsidR="006E4C29">
        <w:t xml:space="preserve"> i 834</w:t>
      </w:r>
      <w:r w:rsidR="00D4325D" w:rsidRPr="000E15EE">
        <w:t xml:space="preserve">) </w:t>
      </w:r>
      <w:r w:rsidR="00756DBB" w:rsidRPr="000E15EE">
        <w:t>wprowadza się następujące zmiany:</w:t>
      </w:r>
    </w:p>
    <w:p w14:paraId="34E0C4F0" w14:textId="77777777" w:rsidR="00D4325D" w:rsidRPr="000E15EE" w:rsidRDefault="00756DBB" w:rsidP="00756DBB">
      <w:pPr>
        <w:pStyle w:val="PKTpunkt"/>
      </w:pPr>
      <w:r w:rsidRPr="000E15EE">
        <w:t>1)</w:t>
      </w:r>
      <w:r w:rsidRPr="000E15EE">
        <w:tab/>
      </w:r>
      <w:r w:rsidR="00D4325D" w:rsidRPr="000E15EE">
        <w:t xml:space="preserve">w </w:t>
      </w:r>
      <w:r w:rsidR="00BB7627" w:rsidRPr="000E15EE">
        <w:t>art. </w:t>
      </w:r>
      <w:r w:rsidR="00D4325D" w:rsidRPr="000E15EE">
        <w:t>10</w:t>
      </w:r>
      <w:r w:rsidR="00BB7627" w:rsidRPr="000E15EE">
        <w:t xml:space="preserve"> w ust. </w:t>
      </w:r>
      <w:r w:rsidR="00D4325D" w:rsidRPr="000E15EE">
        <w:t xml:space="preserve">1 </w:t>
      </w:r>
      <w:r w:rsidR="00BB7627" w:rsidRPr="000E15EE">
        <w:t>pkt </w:t>
      </w:r>
      <w:r w:rsidR="00D4325D" w:rsidRPr="000E15EE">
        <w:t>15 otrzymuje brzmienie:</w:t>
      </w:r>
      <w:bookmarkEnd w:id="199"/>
    </w:p>
    <w:p w14:paraId="2DF00CE5" w14:textId="77777777" w:rsidR="00756DBB" w:rsidRDefault="006C00D6" w:rsidP="009150B4">
      <w:pPr>
        <w:pStyle w:val="ZPKTzmpktartykuempunktem"/>
      </w:pPr>
      <w:r w:rsidRPr="000E15EE">
        <w:t>„</w:t>
      </w:r>
      <w:r w:rsidR="00D4325D" w:rsidRPr="000E15EE">
        <w:t>15)</w:t>
      </w:r>
      <w:r w:rsidR="00D4325D" w:rsidRPr="000E15EE">
        <w:tab/>
        <w:t>ściganie wykroczeń przeciwko prawom pracownika określonych</w:t>
      </w:r>
      <w:r w:rsidR="00BB7627" w:rsidRPr="000E15EE">
        <w:t xml:space="preserve"> w </w:t>
      </w:r>
      <w:r w:rsidR="00D4325D" w:rsidRPr="000E15EE">
        <w:t>Kodeksie pracy,</w:t>
      </w:r>
      <w:r w:rsidR="00194B3E" w:rsidRPr="00194B3E">
        <w:t xml:space="preserve"> a także wykroczeń, o których mowa w</w:t>
      </w:r>
      <w:r w:rsidR="00194B3E">
        <w:t>:</w:t>
      </w:r>
    </w:p>
    <w:p w14:paraId="6D2B81A2" w14:textId="77777777" w:rsidR="00194B3E" w:rsidRPr="00194B3E" w:rsidRDefault="00194B3E" w:rsidP="00194B3E">
      <w:pPr>
        <w:pStyle w:val="ZLITwPKTzmlitwpktartykuempunktem"/>
      </w:pPr>
      <w:r>
        <w:t>a)</w:t>
      </w:r>
      <w:r>
        <w:tab/>
      </w:r>
      <w:r w:rsidRPr="00194B3E">
        <w:t>art. 27–27b ustawy z dnia 9 lipca 2003 r. o zatrudnianiu pracowników tymczasowych (Dz. U. z 2023 r. poz. 1110),</w:t>
      </w:r>
    </w:p>
    <w:p w14:paraId="391918E4" w14:textId="77777777" w:rsidR="00194B3E" w:rsidRPr="00194B3E" w:rsidRDefault="00BA2888" w:rsidP="00194B3E">
      <w:pPr>
        <w:pStyle w:val="ZLITwPKTzmlitwpktartykuempunktem"/>
      </w:pPr>
      <w:r>
        <w:t>b</w:t>
      </w:r>
      <w:r w:rsidR="00194B3E">
        <w:t>)</w:t>
      </w:r>
      <w:r w:rsidR="00194B3E">
        <w:tab/>
      </w:r>
      <w:r w:rsidR="00194B3E" w:rsidRPr="00194B3E">
        <w:t>art. 27–28b ustawy z dnia 10 czerwca 2016 r. o delegowaniu pracowników w ramach świadczenia usług (Dz. U. z 2024 r. poz. 73),</w:t>
      </w:r>
    </w:p>
    <w:p w14:paraId="12DCB22E" w14:textId="5C2C736C" w:rsidR="00194B3E" w:rsidRPr="00194B3E" w:rsidRDefault="00BA2888" w:rsidP="00194B3E">
      <w:pPr>
        <w:pStyle w:val="ZLITwPKTzmlitwpktartykuempunktem"/>
      </w:pPr>
      <w:r>
        <w:t>c</w:t>
      </w:r>
      <w:r w:rsidR="00194B3E">
        <w:t>)</w:t>
      </w:r>
      <w:r w:rsidR="00194B3E">
        <w:tab/>
      </w:r>
      <w:r w:rsidR="00194B3E" w:rsidRPr="00194B3E">
        <w:t xml:space="preserve">art. 8e ustawy z dnia 10 października 2002 r. o minimalnym wynagrodzeniu za pracę (Dz. U. z 2020 r. poz. 2207 </w:t>
      </w:r>
      <w:r w:rsidR="006E4C29">
        <w:t>oraz</w:t>
      </w:r>
      <w:r w:rsidR="00194B3E" w:rsidRPr="00194B3E">
        <w:t xml:space="preserve"> z 2023 r. poz. 1667),</w:t>
      </w:r>
    </w:p>
    <w:p w14:paraId="37AC4FE6" w14:textId="77777777" w:rsidR="00194B3E" w:rsidRPr="00194B3E" w:rsidRDefault="00BA2888" w:rsidP="00194B3E">
      <w:pPr>
        <w:pStyle w:val="ZLITwPKTzmlitwpktartykuempunktem"/>
      </w:pPr>
      <w:r>
        <w:t>d</w:t>
      </w:r>
      <w:r w:rsidR="00194B3E">
        <w:t>)</w:t>
      </w:r>
      <w:r w:rsidR="00194B3E">
        <w:tab/>
      </w:r>
      <w:r w:rsidR="00194B3E" w:rsidRPr="00194B3E">
        <w:t xml:space="preserve">art. 10 ustawy z dnia 10 stycznia 2018 r. o ograniczeniu handlu w niedziele i święta oraz w niektóre inne dni (Dz. U. z 2024 r. poz. 449) </w:t>
      </w:r>
    </w:p>
    <w:p w14:paraId="68820571" w14:textId="77777777" w:rsidR="00194B3E" w:rsidRPr="00194B3E" w:rsidRDefault="00BA2888" w:rsidP="00194B3E">
      <w:pPr>
        <w:pStyle w:val="ZLITwPKTzmlitwpktartykuempunktem"/>
      </w:pPr>
      <w:r>
        <w:t>e</w:t>
      </w:r>
      <w:r w:rsidR="00194B3E" w:rsidRPr="00194B3E">
        <w:t>)</w:t>
      </w:r>
      <w:r w:rsidR="00194B3E" w:rsidRPr="00194B3E">
        <w:tab/>
        <w:t xml:space="preserve">art. 367–372 ustawy z dnia …. o rynku pracy i służbach zatrudnienia (Dz. U. poz. …), </w:t>
      </w:r>
    </w:p>
    <w:p w14:paraId="5F17A68D" w14:textId="0911739F" w:rsidR="00194B3E" w:rsidRPr="00194B3E" w:rsidRDefault="00BA2888" w:rsidP="00194B3E">
      <w:pPr>
        <w:pStyle w:val="ZLITwPKTzmlitwpktartykuempunktem"/>
      </w:pPr>
      <w:r>
        <w:t>f</w:t>
      </w:r>
      <w:r w:rsidR="00194B3E" w:rsidRPr="00194B3E">
        <w:t>)</w:t>
      </w:r>
      <w:r w:rsidR="00194B3E" w:rsidRPr="00194B3E">
        <w:tab/>
        <w:t>art.</w:t>
      </w:r>
      <w:r w:rsidR="00D5646A">
        <w:t xml:space="preserve"> 82 </w:t>
      </w:r>
      <w:r w:rsidR="00194B3E" w:rsidRPr="00194B3E">
        <w:t xml:space="preserve">ustawy z dnia …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194B3E" w:rsidRPr="00194B3E">
        <w:t xml:space="preserve"> (Dz. U. poz.  …), </w:t>
      </w:r>
    </w:p>
    <w:p w14:paraId="03B5E825" w14:textId="77777777" w:rsidR="00194B3E" w:rsidRPr="00194B3E" w:rsidRDefault="00194B3E" w:rsidP="00194B3E">
      <w:pPr>
        <w:pStyle w:val="ZCZWSPLITzmczciwsplitartykuempunktem"/>
      </w:pPr>
      <w:r w:rsidRPr="00194B3E">
        <w:t xml:space="preserve">– </w:t>
      </w:r>
      <w:r w:rsidR="00BA2888" w:rsidRPr="00BA2888">
        <w:t>oraz udział w postępowaniu w tych sprawach w charakterze oskarżyciela publicznego</w:t>
      </w:r>
      <w:r w:rsidRPr="00194B3E">
        <w:t>.</w:t>
      </w:r>
    </w:p>
    <w:bookmarkEnd w:id="200"/>
    <w:p w14:paraId="74979381" w14:textId="77777777" w:rsidR="008A448A" w:rsidRPr="000E15EE" w:rsidRDefault="00756DBB" w:rsidP="00756DBB">
      <w:pPr>
        <w:pStyle w:val="PKTpunkt"/>
      </w:pPr>
      <w:r w:rsidRPr="000E15EE">
        <w:t>2)</w:t>
      </w:r>
      <w:r w:rsidRPr="000E15EE">
        <w:tab/>
      </w:r>
      <w:r w:rsidR="008A448A" w:rsidRPr="000E15EE">
        <w:t xml:space="preserve">w </w:t>
      </w:r>
      <w:r w:rsidR="00BB7627" w:rsidRPr="000E15EE">
        <w:t>art. </w:t>
      </w:r>
      <w:r w:rsidR="008A448A" w:rsidRPr="000E15EE">
        <w:t xml:space="preserve">18 </w:t>
      </w:r>
      <w:r w:rsidR="00BB7627" w:rsidRPr="000E15EE">
        <w:t>ust. </w:t>
      </w:r>
      <w:r w:rsidR="008A448A" w:rsidRPr="000E15EE">
        <w:t>3 otrzymuje brzmienie:</w:t>
      </w:r>
    </w:p>
    <w:p w14:paraId="7602A150" w14:textId="3721B80A" w:rsidR="00D4325D" w:rsidRPr="000E15EE" w:rsidRDefault="006C00D6" w:rsidP="008A448A">
      <w:pPr>
        <w:pStyle w:val="ZUSTzmustartykuempunktem"/>
      </w:pPr>
      <w:r w:rsidRPr="000E15EE">
        <w:t>„</w:t>
      </w:r>
      <w:r w:rsidR="008A448A" w:rsidRPr="000E15EE">
        <w:t>3. Główny Inspektor Pracy przedstawia Sejmowi oraz Radzie Ministrów, nie później niż do 30 czerwca następnego roku kalendarzowego, informacje</w:t>
      </w:r>
      <w:r w:rsidR="00BB7627" w:rsidRPr="000E15EE">
        <w:t xml:space="preserve"> z </w:t>
      </w:r>
      <w:r w:rsidR="008A448A" w:rsidRPr="000E15EE">
        <w:t>działalności Państwowej Inspekcji Pracy oraz coroczne sprawozdanie</w:t>
      </w:r>
      <w:r w:rsidR="00BB7627" w:rsidRPr="000E15EE">
        <w:t xml:space="preserve"> z </w:t>
      </w:r>
      <w:r w:rsidR="008A448A" w:rsidRPr="000E15EE">
        <w:t>jej działalności wraz</w:t>
      </w:r>
      <w:r w:rsidR="00BB7627" w:rsidRPr="000E15EE">
        <w:t xml:space="preserve"> </w:t>
      </w:r>
      <w:r w:rsidR="00BB7627" w:rsidRPr="000E15EE">
        <w:lastRenderedPageBreak/>
        <w:t>z </w:t>
      </w:r>
      <w:r w:rsidR="008A448A" w:rsidRPr="000E15EE">
        <w:t>wynikającymi</w:t>
      </w:r>
      <w:r w:rsidR="00BB7627" w:rsidRPr="000E15EE">
        <w:t xml:space="preserve"> z </w:t>
      </w:r>
      <w:r w:rsidR="008A448A" w:rsidRPr="000E15EE">
        <w:t>tej działalności wnioskami dotyczącymi przestrzegania prawa pracy, przepisów ustawy</w:t>
      </w:r>
      <w:r w:rsidR="00BB7627" w:rsidRPr="000E15EE">
        <w:t xml:space="preserve"> z </w:t>
      </w:r>
      <w:r w:rsidR="008A448A" w:rsidRPr="000E15EE">
        <w:t xml:space="preserve">dnia </w:t>
      </w:r>
      <w:r w:rsidR="007E447B" w:rsidRPr="000E15EE">
        <w:t xml:space="preserve">… o rynku pracy i służbach zatrudnienia </w:t>
      </w:r>
      <w:r w:rsidR="00BB7627" w:rsidRPr="000E15EE">
        <w:t>w </w:t>
      </w:r>
      <w:r w:rsidR="008A448A" w:rsidRPr="000E15EE">
        <w:t>zakresie określonym</w:t>
      </w:r>
      <w:r w:rsidR="00BB7627" w:rsidRPr="000E15EE">
        <w:t xml:space="preserve"> w art. </w:t>
      </w:r>
      <w:r w:rsidR="008A448A" w:rsidRPr="000E15EE">
        <w:t xml:space="preserve">10 </w:t>
      </w:r>
      <w:r w:rsidR="00BB7627" w:rsidRPr="000E15EE">
        <w:t>ust. </w:t>
      </w:r>
      <w:r w:rsidR="008A448A" w:rsidRPr="000E15EE">
        <w:t xml:space="preserve">1 </w:t>
      </w:r>
      <w:r w:rsidR="00BB7627" w:rsidRPr="000E15EE">
        <w:t>pkt </w:t>
      </w:r>
      <w:r w:rsidR="008A448A" w:rsidRPr="000E15EE">
        <w:t>3 oraz przepisów ustawy</w:t>
      </w:r>
      <w:r w:rsidR="00BB7627" w:rsidRPr="000E15EE">
        <w:t xml:space="preserve"> z </w:t>
      </w:r>
      <w:r w:rsidR="008A448A"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431BC8" w:rsidRPr="000E15EE">
        <w:t xml:space="preserve"> w zakresie określonym w art. 10 ust. 1 pkt 4</w:t>
      </w:r>
      <w:r w:rsidR="008A448A" w:rsidRPr="000E15EE">
        <w:t>, przez podmioty kontrolowane i organy sprawujące nadzór nad przedsiębiorstwami lub innymi jednostkami organizacyjnymi państwowymi albo samorządowymi.</w:t>
      </w:r>
      <w:r w:rsidRPr="000E15EE">
        <w:t>”</w:t>
      </w:r>
      <w:r w:rsidR="00516633">
        <w:t>;</w:t>
      </w:r>
    </w:p>
    <w:p w14:paraId="5DF3782A" w14:textId="77777777" w:rsidR="001E1190" w:rsidRPr="000E15EE" w:rsidRDefault="0046005F" w:rsidP="008A448A">
      <w:pPr>
        <w:pStyle w:val="PKTpunkt"/>
      </w:pPr>
      <w:bookmarkStart w:id="201" w:name="_Toc107830024"/>
      <w:r w:rsidRPr="000E15EE">
        <w:t>3</w:t>
      </w:r>
      <w:r w:rsidR="008A448A" w:rsidRPr="000E15EE">
        <w:t>)</w:t>
      </w:r>
      <w:r w:rsidR="008A448A" w:rsidRPr="000E15EE">
        <w:tab/>
        <w:t xml:space="preserve">w </w:t>
      </w:r>
      <w:r w:rsidR="00BB7627" w:rsidRPr="000E15EE">
        <w:t>art. </w:t>
      </w:r>
      <w:r w:rsidR="008A448A" w:rsidRPr="000E15EE">
        <w:t>37</w:t>
      </w:r>
      <w:r w:rsidR="001E1190" w:rsidRPr="000E15EE">
        <w:t>:</w:t>
      </w:r>
    </w:p>
    <w:p w14:paraId="6055D812" w14:textId="77777777" w:rsidR="008A448A" w:rsidRPr="000E15EE" w:rsidRDefault="001E1190" w:rsidP="001E1190">
      <w:pPr>
        <w:pStyle w:val="LITlitera"/>
      </w:pPr>
      <w:r w:rsidRPr="000E15EE">
        <w:t>a)</w:t>
      </w:r>
      <w:r w:rsidRPr="000E15EE">
        <w:tab/>
      </w:r>
      <w:r w:rsidR="00BB7627" w:rsidRPr="000E15EE">
        <w:t>ust. </w:t>
      </w:r>
      <w:r w:rsidR="008A448A" w:rsidRPr="000E15EE">
        <w:t>1 otrzymuje brzmienie:</w:t>
      </w:r>
    </w:p>
    <w:p w14:paraId="584F0B32" w14:textId="07529B55" w:rsidR="008A448A" w:rsidRPr="000E15EE" w:rsidRDefault="006C00D6" w:rsidP="001E1190">
      <w:pPr>
        <w:pStyle w:val="ZLITUSTzmustliter"/>
      </w:pPr>
      <w:r w:rsidRPr="000E15EE">
        <w:t>„</w:t>
      </w:r>
      <w:r w:rsidR="008A448A" w:rsidRPr="000E15EE">
        <w:t>1.</w:t>
      </w:r>
      <w:r w:rsidR="00BB7627" w:rsidRPr="000E15EE">
        <w:t xml:space="preserve"> </w:t>
      </w:r>
      <w:r w:rsidR="00A60739" w:rsidRPr="000E15EE">
        <w:t>W </w:t>
      </w:r>
      <w:r w:rsidR="008A448A" w:rsidRPr="000E15EE">
        <w:t>razie stwierdzenia</w:t>
      </w:r>
      <w:r w:rsidR="00BB7627" w:rsidRPr="000E15EE">
        <w:t xml:space="preserve"> w </w:t>
      </w:r>
      <w:r w:rsidR="008A448A" w:rsidRPr="000E15EE">
        <w:t>toku kontroli wykroczenia polegającego na naruszeniu przepisów ustawy</w:t>
      </w:r>
      <w:r w:rsidR="00BB7627" w:rsidRPr="000E15EE">
        <w:t xml:space="preserve"> z </w:t>
      </w:r>
      <w:r w:rsidR="008A448A" w:rsidRPr="000E15EE">
        <w:t xml:space="preserve">dnia </w:t>
      </w:r>
      <w:r w:rsidR="007E447B" w:rsidRPr="000E15EE">
        <w:t>… o rynku pracy i służbach zatrudnienia</w:t>
      </w:r>
      <w:r w:rsidR="00BB7627" w:rsidRPr="000E15EE">
        <w:t xml:space="preserve"> w </w:t>
      </w:r>
      <w:r w:rsidR="008A448A" w:rsidRPr="000E15EE">
        <w:t>zakresie określonym</w:t>
      </w:r>
      <w:r w:rsidR="00BB7627" w:rsidRPr="000E15EE">
        <w:t xml:space="preserve"> w art. </w:t>
      </w:r>
      <w:r w:rsidR="008A448A" w:rsidRPr="000E15EE">
        <w:t xml:space="preserve">10 </w:t>
      </w:r>
      <w:r w:rsidR="00BB7627" w:rsidRPr="000E15EE">
        <w:t>ust. </w:t>
      </w:r>
      <w:r w:rsidR="008A448A" w:rsidRPr="000E15EE">
        <w:t xml:space="preserve">1 </w:t>
      </w:r>
      <w:r w:rsidR="00BB7627" w:rsidRPr="000E15EE">
        <w:t>pkt </w:t>
      </w:r>
      <w:r w:rsidR="008A448A" w:rsidRPr="000E15EE">
        <w:t>3 lub przepisów ustawy</w:t>
      </w:r>
      <w:r w:rsidR="00BB7627" w:rsidRPr="000E15EE">
        <w:t xml:space="preserve"> z </w:t>
      </w:r>
      <w:r w:rsidR="008A448A"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B40940" w:rsidRPr="000E15EE">
        <w:t xml:space="preserve"> w zakresie określonym w art. 10 ust. 1 pkt 4</w:t>
      </w:r>
      <w:r w:rsidR="008A448A" w:rsidRPr="000E15EE">
        <w:t>, inspektor pracy prowadzi postępowanie mandatowe lub występuje</w:t>
      </w:r>
      <w:r w:rsidR="00BB7627" w:rsidRPr="000E15EE">
        <w:t xml:space="preserve"> z </w:t>
      </w:r>
      <w:r w:rsidR="008A448A" w:rsidRPr="000E15EE">
        <w:t>wnioskiem do sądu</w:t>
      </w:r>
      <w:r w:rsidR="00BB7627" w:rsidRPr="000E15EE">
        <w:t xml:space="preserve"> o </w:t>
      </w:r>
      <w:r w:rsidR="008A448A" w:rsidRPr="000E15EE">
        <w:t>ukaranie osób odpowiedzialnych za stwierdzone nieprawidłowości.</w:t>
      </w:r>
      <w:r w:rsidRPr="000E15EE">
        <w:t>”</w:t>
      </w:r>
      <w:r w:rsidR="001E1190" w:rsidRPr="000E15EE">
        <w:t>,</w:t>
      </w:r>
    </w:p>
    <w:p w14:paraId="6B6D6324" w14:textId="77777777" w:rsidR="001E1190" w:rsidRPr="000E15EE" w:rsidRDefault="001E1190" w:rsidP="001E1190">
      <w:pPr>
        <w:pStyle w:val="LITlitera"/>
      </w:pPr>
      <w:bookmarkStart w:id="202" w:name="_Hlk164264225"/>
      <w:r w:rsidRPr="000E15EE">
        <w:t>b)</w:t>
      </w:r>
      <w:r w:rsidRPr="000E15EE">
        <w:tab/>
        <w:t>w ust. 3 pkt 2 otrzymuje brzmienie:</w:t>
      </w:r>
    </w:p>
    <w:p w14:paraId="5E813E15" w14:textId="071DAF66" w:rsidR="001E1190" w:rsidRPr="000E15EE" w:rsidRDefault="006C00D6" w:rsidP="001E1190">
      <w:pPr>
        <w:pStyle w:val="ZLITPKTzmpktliter"/>
      </w:pPr>
      <w:r w:rsidRPr="000E15EE">
        <w:t>„</w:t>
      </w:r>
      <w:r w:rsidR="001E1190" w:rsidRPr="000E15EE">
        <w:t xml:space="preserve">2) wojewodę – o stwierdzonych przypadkach naruszenia przepisów ustawy z dnia …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Pr="000E15EE">
        <w:t>”</w:t>
      </w:r>
      <w:r w:rsidR="001E1190" w:rsidRPr="000E15EE">
        <w:t>.</w:t>
      </w:r>
    </w:p>
    <w:bookmarkEnd w:id="202"/>
    <w:p w14:paraId="1F379BF3" w14:textId="77777777" w:rsidR="00D4325D" w:rsidRPr="000E15EE" w:rsidRDefault="00BB7627" w:rsidP="00CC3F14">
      <w:pPr>
        <w:pStyle w:val="ARTartustawynprozporzdzenia"/>
        <w:keepNext/>
      </w:pPr>
      <w:r w:rsidRPr="000E15EE">
        <w:rPr>
          <w:rStyle w:val="Ppogrubienie"/>
        </w:rPr>
        <w:t>Art. </w:t>
      </w:r>
      <w:r w:rsidR="00414348">
        <w:rPr>
          <w:rStyle w:val="Ppogrubienie"/>
        </w:rPr>
        <w:t>92</w:t>
      </w:r>
      <w:r w:rsidR="00A60739" w:rsidRPr="000E15EE">
        <w:rPr>
          <w:rStyle w:val="Ppogrubienie"/>
        </w:rPr>
        <w:t>.</w:t>
      </w:r>
      <w:r w:rsidR="00A60739" w:rsidRPr="000E15EE">
        <w:t xml:space="preserve"> W ustawie </w:t>
      </w:r>
      <w:r w:rsidRPr="000E15EE">
        <w:t>z </w:t>
      </w:r>
      <w:r w:rsidR="00D4325D" w:rsidRPr="000E15EE">
        <w:t>dnia 7 września 2007</w:t>
      </w:r>
      <w:r w:rsidRPr="000E15EE">
        <w:t> r. o </w:t>
      </w:r>
      <w:r w:rsidR="00D4325D" w:rsidRPr="000E15EE">
        <w:t>Karcie Polaka (</w:t>
      </w:r>
      <w:r w:rsidR="004943EF" w:rsidRPr="000E15EE">
        <w:t>Dz. U.</w:t>
      </w:r>
      <w:r w:rsidRPr="000E15EE">
        <w:t xml:space="preserve"> z </w:t>
      </w:r>
      <w:r w:rsidR="00053BDA" w:rsidRPr="000E15EE">
        <w:t xml:space="preserve">2023 r. </w:t>
      </w:r>
      <w:r w:rsidR="00EA3966" w:rsidRPr="000E15EE">
        <w:t>poz. </w:t>
      </w:r>
      <w:r w:rsidR="00053BDA" w:rsidRPr="000E15EE">
        <w:t>192</w:t>
      </w:r>
      <w:r w:rsidR="00D4325D" w:rsidRPr="000E15EE">
        <w:t>)</w:t>
      </w:r>
      <w:r w:rsidRPr="000E15EE">
        <w:t xml:space="preserve"> w art. </w:t>
      </w:r>
      <w:r w:rsidR="00D4325D" w:rsidRPr="000E15EE">
        <w:t>6</w:t>
      </w:r>
      <w:r w:rsidRPr="000E15EE">
        <w:t xml:space="preserve"> w ust. </w:t>
      </w:r>
      <w:r w:rsidR="00D4325D" w:rsidRPr="000E15EE">
        <w:t xml:space="preserve">1 </w:t>
      </w:r>
      <w:r w:rsidRPr="000E15EE">
        <w:t>pkt </w:t>
      </w:r>
      <w:r w:rsidR="00D4325D" w:rsidRPr="000E15EE">
        <w:t>1 otrzymuje brzmienie:</w:t>
      </w:r>
      <w:bookmarkEnd w:id="201"/>
    </w:p>
    <w:p w14:paraId="33667778" w14:textId="1CA14C00" w:rsidR="00D4325D" w:rsidRPr="000E15EE" w:rsidRDefault="006C00D6" w:rsidP="00D4325D">
      <w:pPr>
        <w:pStyle w:val="ZPKTzmpktartykuempunktem"/>
      </w:pPr>
      <w:r w:rsidRPr="000E15EE">
        <w:t>„</w:t>
      </w:r>
      <w:r w:rsidR="00D4325D" w:rsidRPr="000E15EE">
        <w:t>1)</w:t>
      </w:r>
      <w:r w:rsidR="00D4325D" w:rsidRPr="000E15EE">
        <w:tab/>
        <w:t>wykonywania pracy na zasadach określonych</w:t>
      </w:r>
      <w:r w:rsidR="00BB7627" w:rsidRPr="000E15EE">
        <w:t xml:space="preserve"> w </w:t>
      </w:r>
      <w:r w:rsidR="00D4325D" w:rsidRPr="000E15EE">
        <w:t>ustawie</w:t>
      </w:r>
      <w:r w:rsidR="00BB7627" w:rsidRPr="000E15EE">
        <w:t xml:space="preserve"> z </w:t>
      </w:r>
      <w:r w:rsidR="00D4325D"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E53121" w:rsidRPr="000E15EE">
        <w:t xml:space="preserve"> (Dz. U. poz. </w:t>
      </w:r>
      <w:r w:rsidR="00D4325D" w:rsidRPr="000E15EE">
        <w:t xml:space="preserve"> …);</w:t>
      </w:r>
      <w:r w:rsidRPr="000E15EE">
        <w:t>”</w:t>
      </w:r>
      <w:r w:rsidR="00D4325D" w:rsidRPr="000E15EE">
        <w:t>.</w:t>
      </w:r>
    </w:p>
    <w:p w14:paraId="7D02074A" w14:textId="77777777" w:rsidR="005D1503" w:rsidRPr="005D1503" w:rsidRDefault="005D1503" w:rsidP="00CC3F14">
      <w:pPr>
        <w:pStyle w:val="ARTartustawynprozporzdzenia"/>
        <w:keepNext/>
      </w:pPr>
      <w:bookmarkStart w:id="203" w:name="_Toc107830025"/>
      <w:r w:rsidRPr="005D1503">
        <w:rPr>
          <w:rStyle w:val="Ppogrubienie"/>
        </w:rPr>
        <w:t xml:space="preserve">Art. </w:t>
      </w:r>
      <w:r w:rsidR="00414348">
        <w:rPr>
          <w:rStyle w:val="Ppogrubienie"/>
        </w:rPr>
        <w:t>93</w:t>
      </w:r>
      <w:r w:rsidRPr="005D1503">
        <w:rPr>
          <w:rStyle w:val="Ppogrubienie"/>
        </w:rPr>
        <w:t xml:space="preserve">. </w:t>
      </w:r>
      <w:r w:rsidRPr="005D1503">
        <w:t>W ustawie z dnia 2 kwietnia 2009 r. o obywatelstwie polskim (Dz. U. z 2023 r. poz. 1989) w art. 30 w ust. 2 po wyrazach „w Rzeczypospolitej Polskiej” dodaje się przecinek i wyrazy „z wyjątkiem szkoły policealnej,”.</w:t>
      </w:r>
    </w:p>
    <w:p w14:paraId="51DE93C6" w14:textId="0E900C34" w:rsidR="00D4325D" w:rsidRPr="000E15EE" w:rsidRDefault="00BB7627" w:rsidP="00CC3F14">
      <w:pPr>
        <w:pStyle w:val="ARTartustawynprozporzdzenia"/>
        <w:keepNext/>
      </w:pPr>
      <w:r w:rsidRPr="000E15EE">
        <w:rPr>
          <w:rStyle w:val="Ppogrubienie"/>
        </w:rPr>
        <w:t>Art. </w:t>
      </w:r>
      <w:r w:rsidR="00414348">
        <w:rPr>
          <w:rStyle w:val="Ppogrubienie"/>
        </w:rPr>
        <w:t>94</w:t>
      </w:r>
      <w:r w:rsidR="00A60739" w:rsidRPr="000E15EE">
        <w:rPr>
          <w:rStyle w:val="Ppogrubienie"/>
        </w:rPr>
        <w:t>.</w:t>
      </w:r>
      <w:r w:rsidR="00A60739" w:rsidRPr="000E15EE">
        <w:t xml:space="preserve"> W ustawie </w:t>
      </w:r>
      <w:r w:rsidRPr="000E15EE">
        <w:t>z </w:t>
      </w:r>
      <w:r w:rsidR="00D4325D" w:rsidRPr="000E15EE">
        <w:t>dnia 30 kwietnia 2010</w:t>
      </w:r>
      <w:r w:rsidRPr="000E15EE">
        <w:t> r. o </w:t>
      </w:r>
      <w:r w:rsidR="00D4325D" w:rsidRPr="000E15EE">
        <w:t>Polskiej Akademii Nauk (</w:t>
      </w:r>
      <w:r w:rsidR="004943EF" w:rsidRPr="000E15EE">
        <w:t>Dz. U.</w:t>
      </w:r>
      <w:r w:rsidRPr="000E15EE">
        <w:t xml:space="preserve"> z </w:t>
      </w:r>
      <w:r w:rsidR="00D4325D" w:rsidRPr="000E15EE">
        <w:t>2020</w:t>
      </w:r>
      <w:r w:rsidRPr="000E15EE">
        <w:t xml:space="preserve"> r. </w:t>
      </w:r>
      <w:r w:rsidR="00D4325D" w:rsidRPr="000E15EE">
        <w:t>poz.</w:t>
      </w:r>
      <w:r w:rsidR="00EA3966" w:rsidRPr="000E15EE">
        <w:t> </w:t>
      </w:r>
      <w:r w:rsidR="00D4325D" w:rsidRPr="000E15EE">
        <w:t xml:space="preserve">1796) </w:t>
      </w:r>
      <w:r w:rsidRPr="000E15EE">
        <w:t>art. </w:t>
      </w:r>
      <w:r w:rsidR="00D4325D" w:rsidRPr="000E15EE">
        <w:t>93 otrzymuje brzmienie:</w:t>
      </w:r>
      <w:bookmarkEnd w:id="203"/>
    </w:p>
    <w:p w14:paraId="62D7F05D" w14:textId="72ED5EFC" w:rsidR="00D4325D" w:rsidRPr="000E15EE" w:rsidRDefault="006C00D6" w:rsidP="00D4325D">
      <w:pPr>
        <w:pStyle w:val="ZARTzmartartykuempunktem"/>
      </w:pPr>
      <w:r w:rsidRPr="000E15EE">
        <w:t>„</w:t>
      </w:r>
      <w:r w:rsidR="00BB7627" w:rsidRPr="000E15EE">
        <w:t>Art. </w:t>
      </w:r>
      <w:r w:rsidR="00D4325D" w:rsidRPr="000E15EE">
        <w:t>93.</w:t>
      </w:r>
      <w:r w:rsidR="00BB7627" w:rsidRPr="000E15EE">
        <w:t xml:space="preserve"> </w:t>
      </w:r>
      <w:r w:rsidR="00A60739" w:rsidRPr="000E15EE">
        <w:t>W </w:t>
      </w:r>
      <w:r w:rsidR="00D4325D" w:rsidRPr="000E15EE">
        <w:t>jednostkach naukowych na stanowiskach,</w:t>
      </w:r>
      <w:r w:rsidR="00BB7627" w:rsidRPr="000E15EE">
        <w:t xml:space="preserve"> o </w:t>
      </w:r>
      <w:r w:rsidR="00D4325D" w:rsidRPr="000E15EE">
        <w:t>których mowa</w:t>
      </w:r>
      <w:r w:rsidR="00BB7627" w:rsidRPr="000E15EE">
        <w:t xml:space="preserve"> w art. </w:t>
      </w:r>
      <w:r w:rsidR="00D4325D" w:rsidRPr="000E15EE">
        <w:t xml:space="preserve">88, osoba nieposiadająca obywatelstwa polskiego może być zatrudniona bez zezwolenia na </w:t>
      </w:r>
      <w:r w:rsidR="00D4325D" w:rsidRPr="000E15EE">
        <w:lastRenderedPageBreak/>
        <w:t>pracę lub oświadczenia</w:t>
      </w:r>
      <w:r w:rsidR="00BB7627" w:rsidRPr="000E15EE">
        <w:t xml:space="preserve"> o </w:t>
      </w:r>
      <w:r w:rsidR="00B36F02">
        <w:t>powierzeniu pracy cudzoziemcowi,</w:t>
      </w:r>
      <w:r w:rsidR="00BB7627" w:rsidRPr="000E15EE">
        <w:t xml:space="preserve"> o </w:t>
      </w:r>
      <w:r w:rsidR="00D4325D" w:rsidRPr="000E15EE">
        <w:t>którym mowa</w:t>
      </w:r>
      <w:r w:rsidR="00BB7627" w:rsidRPr="000E15EE">
        <w:t xml:space="preserve"> w art. </w:t>
      </w:r>
      <w:r w:rsidR="00D4325D" w:rsidRPr="000E15EE">
        <w:t xml:space="preserve">3 </w:t>
      </w:r>
      <w:r w:rsidR="00BB7627" w:rsidRPr="000E15EE">
        <w:t>ust. </w:t>
      </w:r>
      <w:r w:rsidR="00D4325D" w:rsidRPr="000E15EE">
        <w:t>3 ustawy</w:t>
      </w:r>
      <w:r w:rsidR="00BB7627" w:rsidRPr="000E15EE">
        <w:t xml:space="preserve"> z </w:t>
      </w:r>
      <w:r w:rsidR="00D4325D"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E53121" w:rsidRPr="000E15EE">
        <w:t xml:space="preserve"> (Dz. U. poz. </w:t>
      </w:r>
      <w:r w:rsidR="00D4325D" w:rsidRPr="000E15EE">
        <w:t xml:space="preserve"> …)</w:t>
      </w:r>
      <w:r w:rsidRPr="000E15EE">
        <w:t>”</w:t>
      </w:r>
      <w:r w:rsidR="00D4325D" w:rsidRPr="000E15EE">
        <w:t>.</w:t>
      </w:r>
    </w:p>
    <w:p w14:paraId="112D0D09" w14:textId="77777777" w:rsidR="00CB7FB3" w:rsidRPr="000E15EE" w:rsidRDefault="00BB7627" w:rsidP="00D4325D">
      <w:pPr>
        <w:pStyle w:val="ARTartustawynprozporzdzenia"/>
      </w:pPr>
      <w:bookmarkStart w:id="204" w:name="_Toc107830026"/>
      <w:r w:rsidRPr="000E15EE">
        <w:rPr>
          <w:rStyle w:val="Ppogrubienie"/>
        </w:rPr>
        <w:t>Art. </w:t>
      </w:r>
      <w:r w:rsidR="00414348">
        <w:rPr>
          <w:rStyle w:val="Ppogrubienie"/>
        </w:rPr>
        <w:t>95</w:t>
      </w:r>
      <w:r w:rsidR="00A60739" w:rsidRPr="000E15EE">
        <w:rPr>
          <w:rStyle w:val="Ppogrubienie"/>
        </w:rPr>
        <w:t>.</w:t>
      </w:r>
      <w:r w:rsidR="00A60739" w:rsidRPr="000E15EE">
        <w:t xml:space="preserve"> W ustawie </w:t>
      </w:r>
      <w:r w:rsidRPr="000E15EE">
        <w:t>z </w:t>
      </w:r>
      <w:r w:rsidR="00D4325D" w:rsidRPr="000E15EE">
        <w:t>dnia 15 czerwca 2012</w:t>
      </w:r>
      <w:r w:rsidRPr="000E15EE">
        <w:t> r. o </w:t>
      </w:r>
      <w:r w:rsidR="00D4325D" w:rsidRPr="000E15EE">
        <w:t>skutkach powierzania wykonywania pracy cudzoziemcom przebywającym wbrew przepisom na terytorium Rzeczypospolitej Polskiej (</w:t>
      </w:r>
      <w:r w:rsidR="004943EF" w:rsidRPr="000E15EE">
        <w:t>Dz. U.</w:t>
      </w:r>
      <w:r w:rsidRPr="000E15EE">
        <w:t xml:space="preserve"> z </w:t>
      </w:r>
      <w:r w:rsidR="00D4325D" w:rsidRPr="000E15EE">
        <w:t>2021</w:t>
      </w:r>
      <w:r w:rsidRPr="000E15EE">
        <w:t xml:space="preserve"> r. </w:t>
      </w:r>
      <w:r w:rsidR="00D4325D" w:rsidRPr="000E15EE">
        <w:t>poz.</w:t>
      </w:r>
      <w:r w:rsidR="00EA3966" w:rsidRPr="000E15EE">
        <w:t> </w:t>
      </w:r>
      <w:r w:rsidR="00D4325D" w:rsidRPr="000E15EE">
        <w:t xml:space="preserve">1745) </w:t>
      </w:r>
      <w:r w:rsidR="00CB7FB3" w:rsidRPr="000E15EE">
        <w:t>wprowadza się następujące zmiany:</w:t>
      </w:r>
    </w:p>
    <w:p w14:paraId="0859BF4E" w14:textId="77777777" w:rsidR="00CB7FB3" w:rsidRPr="000E15EE" w:rsidRDefault="00CB7FB3" w:rsidP="00CB7FB3">
      <w:pPr>
        <w:pStyle w:val="PKTpunkt"/>
      </w:pPr>
      <w:r w:rsidRPr="000E15EE">
        <w:t>1)</w:t>
      </w:r>
      <w:r w:rsidRPr="000E15EE">
        <w:tab/>
        <w:t>w art. 1 w ust. 1 dodaje się pkt 3 w brzmieniu:</w:t>
      </w:r>
    </w:p>
    <w:p w14:paraId="760CCD2D" w14:textId="77777777" w:rsidR="00CB7FB3" w:rsidRPr="000E15EE" w:rsidRDefault="00CB7FB3" w:rsidP="00CB7FB3">
      <w:pPr>
        <w:pStyle w:val="ZPKTzmpktartykuempunktem"/>
      </w:pPr>
      <w:r w:rsidRPr="000E15EE">
        <w:t>„3)</w:t>
      </w:r>
      <w:r w:rsidRPr="000E15EE">
        <w:tab/>
      </w:r>
      <w:r w:rsidR="00622CDA" w:rsidRPr="000E15EE">
        <w:t xml:space="preserve">zadania </w:t>
      </w:r>
      <w:r w:rsidR="00B87DC8" w:rsidRPr="000E15EE">
        <w:t xml:space="preserve">właściwych </w:t>
      </w:r>
      <w:r w:rsidR="00622CDA" w:rsidRPr="000E15EE">
        <w:t xml:space="preserve">ministrów </w:t>
      </w:r>
      <w:r w:rsidR="00B87DC8" w:rsidRPr="000E15EE">
        <w:t xml:space="preserve">w zakresie </w:t>
      </w:r>
      <w:r w:rsidR="00C25A3B" w:rsidRPr="000E15EE">
        <w:t>monitorowania zjawiska powierzania wykonywania pracy cudzoziemcom przebywającym wbrew przepisom na terytorium Rzeczypospolitej Polskiej.</w:t>
      </w:r>
      <w:r w:rsidR="00516633" w:rsidRPr="000E15EE">
        <w:t>”</w:t>
      </w:r>
      <w:r w:rsidR="00C25A3B" w:rsidRPr="000E15EE">
        <w:t>;</w:t>
      </w:r>
    </w:p>
    <w:p w14:paraId="6428403D" w14:textId="77777777" w:rsidR="00C80483" w:rsidRPr="000E15EE" w:rsidRDefault="00CB7FB3" w:rsidP="00C80483">
      <w:pPr>
        <w:pStyle w:val="PKTpunkt"/>
      </w:pPr>
      <w:r w:rsidRPr="000E15EE">
        <w:t>2)</w:t>
      </w:r>
      <w:r w:rsidRPr="000E15EE">
        <w:tab/>
      </w:r>
      <w:r w:rsidR="00D4325D" w:rsidRPr="000E15EE">
        <w:t xml:space="preserve">uchyla się </w:t>
      </w:r>
      <w:r w:rsidR="00BB7627" w:rsidRPr="000E15EE">
        <w:t>art. </w:t>
      </w:r>
      <w:r w:rsidR="00D4325D" w:rsidRPr="000E15EE">
        <w:t xml:space="preserve">2 i </w:t>
      </w:r>
      <w:r w:rsidR="00BB7627" w:rsidRPr="000E15EE">
        <w:t>art. </w:t>
      </w:r>
      <w:r w:rsidR="00D4325D" w:rsidRPr="000E15EE">
        <w:t>3</w:t>
      </w:r>
      <w:bookmarkEnd w:id="204"/>
      <w:r w:rsidR="00C80483" w:rsidRPr="000E15EE">
        <w:t>;</w:t>
      </w:r>
    </w:p>
    <w:p w14:paraId="77355EF7" w14:textId="77777777" w:rsidR="00C80483" w:rsidRPr="000E15EE" w:rsidRDefault="00C80483" w:rsidP="00C80483">
      <w:pPr>
        <w:pStyle w:val="PKTpunkt"/>
      </w:pPr>
      <w:r w:rsidRPr="000E15EE">
        <w:t>3)</w:t>
      </w:r>
      <w:r w:rsidRPr="000E15EE">
        <w:tab/>
        <w:t>po art. 14 dodaje się art. 14a w brzmieniu:</w:t>
      </w:r>
    </w:p>
    <w:p w14:paraId="55891EC4" w14:textId="77777777" w:rsidR="00DE1E39" w:rsidRPr="000E15EE" w:rsidRDefault="00C80483" w:rsidP="00DE1E39">
      <w:pPr>
        <w:pStyle w:val="ZARTzmartartykuempunktem"/>
      </w:pPr>
      <w:r w:rsidRPr="000E15EE">
        <w:t>„Art.</w:t>
      </w:r>
      <w:r w:rsidR="00622CDA" w:rsidRPr="000E15EE">
        <w:t> </w:t>
      </w:r>
      <w:r w:rsidRPr="000E15EE">
        <w:t>14a.</w:t>
      </w:r>
      <w:r w:rsidR="00F3784E" w:rsidRPr="000E15EE">
        <w:t> </w:t>
      </w:r>
      <w:r w:rsidR="00DE1E39" w:rsidRPr="000E15EE">
        <w:t>Minister właściwy do spraw pracy w uzgodnieniu z ministrem właściwym do spraw wewnętrznych:</w:t>
      </w:r>
    </w:p>
    <w:p w14:paraId="086E3AEB" w14:textId="77777777" w:rsidR="00DE1E39" w:rsidRPr="000E15EE" w:rsidRDefault="00DE1E39" w:rsidP="00DE1E39">
      <w:pPr>
        <w:pStyle w:val="ZPKTzmpktartykuempunktem"/>
      </w:pPr>
      <w:r w:rsidRPr="000E15EE">
        <w:t>1)</w:t>
      </w:r>
      <w:r w:rsidRPr="000E15EE">
        <w:tab/>
        <w:t xml:space="preserve">określa </w:t>
      </w:r>
      <w:r w:rsidR="00B87DC8" w:rsidRPr="000E15EE">
        <w:t xml:space="preserve">– </w:t>
      </w:r>
      <w:r w:rsidRPr="000E15EE">
        <w:t xml:space="preserve">na podstawie oceny ryzyka powierzania wykonywania pracy cudzoziemcom przebywającym bez ważnego dokumentu uprawniającego do pobytu na terytorium Rzeczypospolitej Polskiej </w:t>
      </w:r>
      <w:r w:rsidR="00B87DC8" w:rsidRPr="000E15EE">
        <w:t xml:space="preserve">– </w:t>
      </w:r>
      <w:r w:rsidRPr="000E15EE">
        <w:t>sektory działalności na poziomie sekcji, zgodnie z Polską Klasyfikacją Działalności (PKD), o szczególnym natężeniu powierzania wykonywania pracy cudzoziemcom przebywającym bez ważnego dokumentu uprawniającego do pobytu na terytorium Rzeczypospolitej Polskiej;</w:t>
      </w:r>
    </w:p>
    <w:p w14:paraId="07D70A90" w14:textId="77777777" w:rsidR="00DE1E39" w:rsidRPr="000E15EE" w:rsidRDefault="00DE1E39" w:rsidP="00DE1E39">
      <w:pPr>
        <w:pStyle w:val="ZPKTzmpktartykuempunktem"/>
      </w:pPr>
      <w:r w:rsidRPr="000E15EE">
        <w:t>2)</w:t>
      </w:r>
      <w:r w:rsidRPr="000E15EE">
        <w:tab/>
        <w:t xml:space="preserve">przygotowuje </w:t>
      </w:r>
      <w:r w:rsidR="00516633" w:rsidRPr="000E15EE">
        <w:t>–</w:t>
      </w:r>
      <w:r w:rsidR="00516633">
        <w:t xml:space="preserve"> </w:t>
      </w:r>
      <w:r w:rsidRPr="000E15EE">
        <w:t>na podstawie informacji przekazanych przez Straż Graniczną i</w:t>
      </w:r>
      <w:r w:rsidR="00441E56" w:rsidRPr="000E15EE">
        <w:t> </w:t>
      </w:r>
      <w:r w:rsidRPr="000E15EE">
        <w:t xml:space="preserve">Państwową Inspekcję Pracy </w:t>
      </w:r>
      <w:r w:rsidR="00516633" w:rsidRPr="000E15EE">
        <w:t>–</w:t>
      </w:r>
      <w:r w:rsidRPr="000E15EE">
        <w:t xml:space="preserve"> i przekazuje Komisji Europejskiej:</w:t>
      </w:r>
    </w:p>
    <w:p w14:paraId="5FBCEAD6" w14:textId="77777777" w:rsidR="00DE1E39" w:rsidRPr="000E15EE" w:rsidRDefault="00DE1E39" w:rsidP="00DE1E39">
      <w:pPr>
        <w:pStyle w:val="ZLITwPKTzmlitwpktartykuempunktem"/>
      </w:pPr>
      <w:r w:rsidRPr="000E15EE">
        <w:t>a)</w:t>
      </w:r>
      <w:r w:rsidRPr="000E15EE">
        <w:tab/>
        <w:t xml:space="preserve">co roku, do dnia 30 czerwca </w:t>
      </w:r>
      <w:r w:rsidR="00516633" w:rsidRPr="000E15EE">
        <w:t>–</w:t>
      </w:r>
      <w:r w:rsidR="00516633">
        <w:t xml:space="preserve"> </w:t>
      </w:r>
      <w:r w:rsidRPr="000E15EE">
        <w:t>informacje o liczbie przeprowadzonych w poprzednim roku kontroli w zakresie powierzania wykonywania pracy cudzoziemcom przebywającym bez ważnego dokumentu uprawniającego do pobytu na terytorium Rzeczypospolitej Polskiej oraz procentowym udziale podmiotów powierzających wykonywanie pracy tym cudzoziemcom w każdym sektorze, o którym mowa w pkt 1,</w:t>
      </w:r>
    </w:p>
    <w:p w14:paraId="6D89FA3E" w14:textId="77777777" w:rsidR="00DE1E39" w:rsidRPr="000E15EE" w:rsidRDefault="00DE1E39" w:rsidP="00DE1E39">
      <w:pPr>
        <w:pStyle w:val="ZLITwPKTzmlitwpktartykuempunktem"/>
      </w:pPr>
      <w:r w:rsidRPr="000E15EE">
        <w:t>b)</w:t>
      </w:r>
      <w:r w:rsidRPr="000E15EE">
        <w:tab/>
        <w:t xml:space="preserve">co trzy lata </w:t>
      </w:r>
      <w:r w:rsidR="00516633" w:rsidRPr="000E15EE">
        <w:t>–</w:t>
      </w:r>
      <w:r w:rsidR="00516633">
        <w:t xml:space="preserve"> </w:t>
      </w:r>
      <w:r w:rsidRPr="000E15EE">
        <w:t>sprawozdania z realizacji ustawy określającej skutki powierzania wykonywania pracy cudzoziemcom przebywającym wbrew przepisom na terytorium Rzeczypospolitej Polskiej.</w:t>
      </w:r>
      <w:r w:rsidR="00D261CA" w:rsidRPr="00D261CA">
        <w:t xml:space="preserve"> </w:t>
      </w:r>
      <w:r w:rsidR="00D261CA" w:rsidRPr="000E15EE">
        <w:t>”</w:t>
      </w:r>
      <w:r w:rsidR="00D261CA">
        <w:t>.</w:t>
      </w:r>
    </w:p>
    <w:p w14:paraId="615208F1" w14:textId="16BCAE91" w:rsidR="00D4325D" w:rsidRPr="000E15EE" w:rsidRDefault="00BB7627" w:rsidP="00CC3F14">
      <w:pPr>
        <w:pStyle w:val="ARTartustawynprozporzdzenia"/>
        <w:keepNext/>
      </w:pPr>
      <w:bookmarkStart w:id="205" w:name="_Toc107830028"/>
      <w:r w:rsidRPr="000E15EE">
        <w:rPr>
          <w:rStyle w:val="Ppogrubienie"/>
        </w:rPr>
        <w:lastRenderedPageBreak/>
        <w:t>Art. </w:t>
      </w:r>
      <w:r w:rsidR="00414348">
        <w:rPr>
          <w:rStyle w:val="Ppogrubienie"/>
        </w:rPr>
        <w:t>96</w:t>
      </w:r>
      <w:r w:rsidR="00A60739" w:rsidRPr="000E15EE">
        <w:rPr>
          <w:rStyle w:val="Ppogrubienie"/>
        </w:rPr>
        <w:t>.</w:t>
      </w:r>
      <w:r w:rsidR="00A60739" w:rsidRPr="000E15EE">
        <w:t xml:space="preserve"> W ustawie </w:t>
      </w:r>
      <w:r w:rsidRPr="000E15EE">
        <w:t>z </w:t>
      </w:r>
      <w:r w:rsidR="00D4325D" w:rsidRPr="000E15EE">
        <w:t xml:space="preserve">dnia </w:t>
      </w:r>
      <w:r w:rsidR="00577042">
        <w:t xml:space="preserve">12 </w:t>
      </w:r>
      <w:r w:rsidR="00D4325D" w:rsidRPr="000E15EE">
        <w:t>grudnia 2013</w:t>
      </w:r>
      <w:r w:rsidRPr="000E15EE">
        <w:t> r. o </w:t>
      </w:r>
      <w:r w:rsidR="00D4325D" w:rsidRPr="000E15EE">
        <w:t>cudzoziemcach (</w:t>
      </w:r>
      <w:r w:rsidR="004943EF" w:rsidRPr="000E15EE">
        <w:t>Dz. U.</w:t>
      </w:r>
      <w:r w:rsidRPr="000E15EE">
        <w:t xml:space="preserve"> z </w:t>
      </w:r>
      <w:r w:rsidR="007E44AC">
        <w:t>2024 r. poz. 769</w:t>
      </w:r>
      <w:r w:rsidR="006E4C29">
        <w:t xml:space="preserve"> i 1222</w:t>
      </w:r>
      <w:r w:rsidR="00D4325D" w:rsidRPr="000E15EE">
        <w:t>) wprowadza się następujące zmiany:</w:t>
      </w:r>
      <w:bookmarkEnd w:id="205"/>
    </w:p>
    <w:p w14:paraId="232DFF76" w14:textId="77777777" w:rsidR="00741EB2" w:rsidRPr="000E15EE" w:rsidRDefault="00741EB2" w:rsidP="00CC3F14">
      <w:pPr>
        <w:pStyle w:val="PKTpunkt"/>
        <w:keepNext/>
      </w:pPr>
      <w:r w:rsidRPr="000E15EE">
        <w:t>1)</w:t>
      </w:r>
      <w:r w:rsidRPr="000E15EE">
        <w:tab/>
        <w:t>w art.</w:t>
      </w:r>
      <w:r w:rsidR="00FF3A71" w:rsidRPr="000E15EE">
        <w:t> 7 ust. 2 pkt 1, 2 i 3, art. 13 pkt 18, art. 77 ust. 1 pkt 1 lit. g</w:t>
      </w:r>
      <w:r w:rsidR="00266653" w:rsidRPr="000E15EE">
        <w:t xml:space="preserve"> i ust. 11</w:t>
      </w:r>
      <w:r w:rsidR="00FF3A71" w:rsidRPr="000E15EE">
        <w:t xml:space="preserve">, art. 106 ust. 1a pkt 1 i pkt 3 oraz ust. 1b, art. 114 ust. 1 pkt 4 oraz ust. </w:t>
      </w:r>
      <w:r w:rsidR="000E65C6" w:rsidRPr="000E15EE">
        <w:t>4</w:t>
      </w:r>
      <w:r w:rsidR="00FF3A71" w:rsidRPr="000E15EE">
        <w:t>b</w:t>
      </w:r>
      <w:r w:rsidR="00A42CA9" w:rsidRPr="000E15EE">
        <w:t>,</w:t>
      </w:r>
      <w:r w:rsidR="00FF3A71" w:rsidRPr="000E15EE">
        <w:t xml:space="preserve"> art. 114a ust. 1</w:t>
      </w:r>
      <w:r w:rsidR="00A42CA9" w:rsidRPr="000E15EE">
        <w:t xml:space="preserve">, </w:t>
      </w:r>
      <w:r w:rsidR="00635A1A" w:rsidRPr="000E15EE">
        <w:t xml:space="preserve">art. 117 pkt 1, </w:t>
      </w:r>
      <w:r w:rsidR="008347DD" w:rsidRPr="000E15EE">
        <w:t xml:space="preserve">art. 118 ust. 1 pkt 1 i ust. 2, </w:t>
      </w:r>
      <w:r w:rsidR="002D5B2D" w:rsidRPr="000E15EE">
        <w:t xml:space="preserve">art. 121 ust. 1, art. 122 </w:t>
      </w:r>
      <w:r w:rsidR="000E65C6" w:rsidRPr="000E15EE">
        <w:t>pkt</w:t>
      </w:r>
      <w:r w:rsidR="002D5B2D" w:rsidRPr="000E15EE">
        <w:t xml:space="preserve"> 2, art. 123 ust. 1 i 2, </w:t>
      </w:r>
      <w:r w:rsidR="00B80AEA" w:rsidRPr="000E15EE">
        <w:t>art. 127a ust. 1, art. 135 ust. 3 i ust. 4 pkt 1 lit. </w:t>
      </w:r>
      <w:r w:rsidR="00185D06" w:rsidRPr="000E15EE">
        <w:t xml:space="preserve">a, </w:t>
      </w:r>
      <w:r w:rsidR="00A42CA9" w:rsidRPr="000E15EE">
        <w:t>art. 142</w:t>
      </w:r>
      <w:r w:rsidR="000E65C6" w:rsidRPr="000E15EE">
        <w:t>a</w:t>
      </w:r>
      <w:r w:rsidR="00A42CA9" w:rsidRPr="000E15EE">
        <w:t xml:space="preserve"> ust. 1, </w:t>
      </w:r>
      <w:r w:rsidR="00185D06" w:rsidRPr="000E15EE">
        <w:t xml:space="preserve">art. 187 pkt 5 oraz art. 337 ust. 3 i 4, </w:t>
      </w:r>
      <w:r w:rsidRPr="000E15EE">
        <w:t xml:space="preserve">wyrazy </w:t>
      </w:r>
      <w:r w:rsidR="006C00D6" w:rsidRPr="000E15EE">
        <w:t>„</w:t>
      </w:r>
      <w:r w:rsidRPr="000E15EE">
        <w:t>podmiot powierzający wykonywanie pracy</w:t>
      </w:r>
      <w:r w:rsidR="006C00D6" w:rsidRPr="000E15EE">
        <w:t>”</w:t>
      </w:r>
      <w:r w:rsidRPr="000E15EE">
        <w:t xml:space="preserve"> </w:t>
      </w:r>
      <w:r w:rsidR="008347DD" w:rsidRPr="000E15EE">
        <w:t xml:space="preserve">lub </w:t>
      </w:r>
      <w:r w:rsidR="006C00D6" w:rsidRPr="000E15EE">
        <w:t>„</w:t>
      </w:r>
      <w:r w:rsidR="008347DD" w:rsidRPr="000E15EE">
        <w:t>podmiot powierzający wykonywanie pracy cudzoziemcowi</w:t>
      </w:r>
      <w:r w:rsidR="006C00D6" w:rsidRPr="000E15EE">
        <w:t>”</w:t>
      </w:r>
      <w:r w:rsidR="008347DD" w:rsidRPr="000E15EE">
        <w:t xml:space="preserve"> </w:t>
      </w:r>
      <w:r w:rsidRPr="000E15EE">
        <w:t xml:space="preserve">zastępuje się wyrazami </w:t>
      </w:r>
      <w:r w:rsidR="006C00D6" w:rsidRPr="000E15EE">
        <w:t>„</w:t>
      </w:r>
      <w:r w:rsidR="0015752B">
        <w:t>podmiot powierzający pracę cudzoziemcowi</w:t>
      </w:r>
      <w:r w:rsidR="006C00D6" w:rsidRPr="000E15EE">
        <w:t>”</w:t>
      </w:r>
      <w:r w:rsidR="00DE6F48" w:rsidRPr="000E15EE">
        <w:t xml:space="preserve"> w</w:t>
      </w:r>
      <w:r w:rsidR="0038304B" w:rsidRPr="000E15EE">
        <w:t> </w:t>
      </w:r>
      <w:r w:rsidR="00DE6F48" w:rsidRPr="000E15EE">
        <w:t>odpowiednich przypadkach;</w:t>
      </w:r>
    </w:p>
    <w:p w14:paraId="36AE19A6" w14:textId="77777777" w:rsidR="00D4325D" w:rsidRPr="000E15EE" w:rsidRDefault="00677F06" w:rsidP="00CC3F14">
      <w:pPr>
        <w:pStyle w:val="PKTpunkt"/>
        <w:keepNext/>
      </w:pPr>
      <w:r w:rsidRPr="000E15EE">
        <w:t>2</w:t>
      </w:r>
      <w:r w:rsidR="00D4325D" w:rsidRPr="000E15EE">
        <w:t>)</w:t>
      </w:r>
      <w:r w:rsidR="00D4325D" w:rsidRPr="000E15EE">
        <w:tab/>
        <w:t xml:space="preserve">w </w:t>
      </w:r>
      <w:r w:rsidR="00BB7627" w:rsidRPr="000E15EE">
        <w:t>art. </w:t>
      </w:r>
      <w:r w:rsidR="00D4325D" w:rsidRPr="000E15EE">
        <w:t xml:space="preserve">3 </w:t>
      </w:r>
      <w:r w:rsidR="00BB7627" w:rsidRPr="000E15EE">
        <w:t>pkt </w:t>
      </w:r>
      <w:r w:rsidR="00D4325D" w:rsidRPr="000E15EE">
        <w:t>23 otrzymuje brzmienie:</w:t>
      </w:r>
    </w:p>
    <w:p w14:paraId="501ACF98" w14:textId="1761D239" w:rsidR="00D4325D" w:rsidRPr="000E15EE" w:rsidRDefault="006C00D6" w:rsidP="00D4325D">
      <w:pPr>
        <w:pStyle w:val="ZPKTzmpktartykuempunktem"/>
      </w:pPr>
      <w:r w:rsidRPr="000E15EE">
        <w:t>„</w:t>
      </w:r>
      <w:r w:rsidR="00D4325D" w:rsidRPr="000E15EE">
        <w:t>23)</w:t>
      </w:r>
      <w:r w:rsidR="00D4325D" w:rsidRPr="000E15EE">
        <w:tab/>
        <w:t>wykonywanie pracy – wykonywanie pracy przez cudzoziemca</w:t>
      </w:r>
      <w:r w:rsidR="00BB7627" w:rsidRPr="000E15EE">
        <w:t xml:space="preserve"> w </w:t>
      </w:r>
      <w:r w:rsidR="00D4325D" w:rsidRPr="000E15EE">
        <w:t>związku</w:t>
      </w:r>
      <w:r w:rsidR="00BB7627" w:rsidRPr="000E15EE">
        <w:t xml:space="preserve"> z </w:t>
      </w:r>
      <w:bookmarkStart w:id="206" w:name="_Hlk174350448"/>
      <w:r w:rsidR="00057622">
        <w:t>powierzeniem mu pracy</w:t>
      </w:r>
      <w:r w:rsidR="00BB7627" w:rsidRPr="000E15EE">
        <w:t xml:space="preserve"> </w:t>
      </w:r>
      <w:bookmarkEnd w:id="206"/>
      <w:r w:rsidR="00BB7627" w:rsidRPr="000E15EE">
        <w:t>w </w:t>
      </w:r>
      <w:r w:rsidR="00D4325D" w:rsidRPr="000E15EE">
        <w:t xml:space="preserve">rozumieniu </w:t>
      </w:r>
      <w:r w:rsidR="00BB7627" w:rsidRPr="000E15EE">
        <w:t>art. </w:t>
      </w:r>
      <w:r w:rsidR="00D4325D" w:rsidRPr="000E15EE">
        <w:t xml:space="preserve">2 </w:t>
      </w:r>
      <w:r w:rsidR="00BB7627" w:rsidRPr="000E15EE">
        <w:t>pkt </w:t>
      </w:r>
      <w:r w:rsidR="0011713C" w:rsidRPr="000E15EE">
        <w:t>9</w:t>
      </w:r>
      <w:r w:rsidR="00D4325D" w:rsidRPr="000E15EE">
        <w:t xml:space="preserve"> ustawy</w:t>
      </w:r>
      <w:r w:rsidR="00BB7627" w:rsidRPr="000E15EE">
        <w:t xml:space="preserve"> z </w:t>
      </w:r>
      <w:r w:rsidR="00D4325D"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E53121" w:rsidRPr="000E15EE">
        <w:t xml:space="preserve"> (Dz. U. poz. </w:t>
      </w:r>
      <w:r w:rsidR="00D4325D" w:rsidRPr="000E15EE">
        <w:t xml:space="preserve"> …)</w:t>
      </w:r>
      <w:r w:rsidRPr="000E15EE">
        <w:t>”</w:t>
      </w:r>
      <w:r w:rsidR="00D4325D" w:rsidRPr="000E15EE">
        <w:t>;</w:t>
      </w:r>
    </w:p>
    <w:p w14:paraId="2F9ACF57" w14:textId="77777777" w:rsidR="00D4325D" w:rsidRPr="000E15EE" w:rsidRDefault="00677F06" w:rsidP="00CC3F14">
      <w:pPr>
        <w:pStyle w:val="PKTpunkt"/>
        <w:keepNext/>
      </w:pPr>
      <w:r w:rsidRPr="000E15EE">
        <w:t>3</w:t>
      </w:r>
      <w:r w:rsidR="00D4325D" w:rsidRPr="000E15EE">
        <w:t>)</w:t>
      </w:r>
      <w:r w:rsidR="00D4325D" w:rsidRPr="000E15EE">
        <w:tab/>
        <w:t xml:space="preserve">w </w:t>
      </w:r>
      <w:r w:rsidR="00BB7627" w:rsidRPr="000E15EE">
        <w:t>art. </w:t>
      </w:r>
      <w:r w:rsidR="00D4325D" w:rsidRPr="000E15EE">
        <w:t>60</w:t>
      </w:r>
      <w:r w:rsidR="00BB7627" w:rsidRPr="000E15EE">
        <w:t xml:space="preserve"> w ust. </w:t>
      </w:r>
      <w:r w:rsidR="00D4325D" w:rsidRPr="000E15EE">
        <w:t xml:space="preserve">1 </w:t>
      </w:r>
      <w:r w:rsidR="00BB7627" w:rsidRPr="000E15EE">
        <w:t>pkt </w:t>
      </w:r>
      <w:r w:rsidR="00D4325D" w:rsidRPr="000E15EE">
        <w:t>5 i 5a otrzymują brzmienie:</w:t>
      </w:r>
    </w:p>
    <w:p w14:paraId="6110FD44" w14:textId="77777777" w:rsidR="00D4325D" w:rsidRPr="000E15EE" w:rsidRDefault="006C00D6" w:rsidP="00D4325D">
      <w:pPr>
        <w:pStyle w:val="ZPKTzmpktartykuempunktem"/>
      </w:pPr>
      <w:r w:rsidRPr="000E15EE">
        <w:t>„</w:t>
      </w:r>
      <w:r w:rsidR="00D4325D" w:rsidRPr="000E15EE">
        <w:t>5)</w:t>
      </w:r>
      <w:r w:rsidR="00D4325D" w:rsidRPr="000E15EE">
        <w:tab/>
        <w:t>wykonywania pracy na podstawie wpisanego do ewidencji oświadczenia</w:t>
      </w:r>
      <w:r w:rsidR="00BB7627" w:rsidRPr="000E15EE">
        <w:t xml:space="preserve"> </w:t>
      </w:r>
      <w:r w:rsidR="003C7E3D">
        <w:t xml:space="preserve">powierzeniu pracy </w:t>
      </w:r>
      <w:r w:rsidR="00D4325D" w:rsidRPr="000E15EE">
        <w:t>cudzoziemc</w:t>
      </w:r>
      <w:r w:rsidR="003C7E3D">
        <w:t>owi</w:t>
      </w:r>
      <w:r w:rsidR="00D4325D" w:rsidRPr="000E15EE">
        <w:t>;</w:t>
      </w:r>
    </w:p>
    <w:p w14:paraId="63D1108A" w14:textId="77777777" w:rsidR="00D4325D" w:rsidRPr="000E15EE" w:rsidRDefault="00D4325D" w:rsidP="00D4325D">
      <w:pPr>
        <w:pStyle w:val="ZPKTzmpktartykuempunktem"/>
      </w:pPr>
      <w:r w:rsidRPr="000E15EE">
        <w:t>5a)</w:t>
      </w:r>
      <w:r w:rsidRPr="000E15EE">
        <w:tab/>
        <w:t>wykonywania pracy na po</w:t>
      </w:r>
      <w:r w:rsidR="00D35346">
        <w:t>d</w:t>
      </w:r>
      <w:r w:rsidRPr="000E15EE">
        <w:t>stawie zezwolenia na pracę sezonową;</w:t>
      </w:r>
      <w:r w:rsidR="006C00D6" w:rsidRPr="000E15EE">
        <w:t>”</w:t>
      </w:r>
      <w:r w:rsidRPr="000E15EE">
        <w:t>;</w:t>
      </w:r>
    </w:p>
    <w:p w14:paraId="66745B1E" w14:textId="77777777" w:rsidR="00D4325D" w:rsidRPr="000E15EE" w:rsidRDefault="00677F06" w:rsidP="00CC3F14">
      <w:pPr>
        <w:pStyle w:val="PKTpunkt"/>
        <w:keepNext/>
      </w:pPr>
      <w:r w:rsidRPr="000E15EE">
        <w:t>4</w:t>
      </w:r>
      <w:r w:rsidR="00D4325D" w:rsidRPr="000E15EE">
        <w:t>)</w:t>
      </w:r>
      <w:r w:rsidR="00D4325D" w:rsidRPr="000E15EE">
        <w:tab/>
      </w:r>
      <w:r w:rsidR="00BB7627" w:rsidRPr="000E15EE">
        <w:t>art. </w:t>
      </w:r>
      <w:r w:rsidR="00D4325D" w:rsidRPr="000E15EE">
        <w:t>64 otrzymuje brzmienie:</w:t>
      </w:r>
    </w:p>
    <w:p w14:paraId="18D877B3" w14:textId="1ECAA51C" w:rsidR="00D4325D" w:rsidRPr="000E15EE" w:rsidRDefault="006C00D6" w:rsidP="00D4325D">
      <w:pPr>
        <w:pStyle w:val="ZUSTzmustartykuempunktem"/>
      </w:pPr>
      <w:r w:rsidRPr="000E15EE">
        <w:t>„</w:t>
      </w:r>
      <w:r w:rsidR="00D4325D" w:rsidRPr="000E15EE">
        <w:t>1. Wiza</w:t>
      </w:r>
      <w:r w:rsidR="00BB7627" w:rsidRPr="000E15EE">
        <w:t xml:space="preserve"> w </w:t>
      </w:r>
      <w:r w:rsidR="00D4325D" w:rsidRPr="000E15EE">
        <w:t>celu,</w:t>
      </w:r>
      <w:r w:rsidR="00BB7627" w:rsidRPr="000E15EE">
        <w:t xml:space="preserve"> o </w:t>
      </w:r>
      <w:r w:rsidR="00D4325D" w:rsidRPr="000E15EE">
        <w:t>którym mowa</w:t>
      </w:r>
      <w:r w:rsidR="00BB7627" w:rsidRPr="000E15EE">
        <w:t xml:space="preserve"> w art. </w:t>
      </w:r>
      <w:r w:rsidR="00D4325D" w:rsidRPr="000E15EE">
        <w:t xml:space="preserve">60 </w:t>
      </w:r>
      <w:r w:rsidR="00BB7627" w:rsidRPr="000E15EE">
        <w:t>ust. </w:t>
      </w:r>
      <w:r w:rsidR="00D4325D" w:rsidRPr="000E15EE">
        <w:t xml:space="preserve">1 </w:t>
      </w:r>
      <w:r w:rsidR="00BB7627" w:rsidRPr="000E15EE">
        <w:t>pkt </w:t>
      </w:r>
      <w:r w:rsidR="00D4325D" w:rsidRPr="000E15EE">
        <w:t>6, może być wydana cudzoziemcowi, który przedstawi zezwolenie na pracę,</w:t>
      </w:r>
      <w:r w:rsidR="00BB7627" w:rsidRPr="000E15EE">
        <w:t xml:space="preserve"> o </w:t>
      </w:r>
      <w:r w:rsidR="00D4325D" w:rsidRPr="000E15EE">
        <w:t>którym mowa</w:t>
      </w:r>
      <w:r w:rsidR="00BB7627" w:rsidRPr="000E15EE">
        <w:t xml:space="preserve"> w art. </w:t>
      </w:r>
      <w:r w:rsidR="00BE707E" w:rsidRPr="000E15EE">
        <w:t>30</w:t>
      </w:r>
      <w:r w:rsidR="00D4325D" w:rsidRPr="000E15EE">
        <w:t xml:space="preserve">, </w:t>
      </w:r>
      <w:r w:rsidR="00BB7627" w:rsidRPr="000E15EE">
        <w:t>art. </w:t>
      </w:r>
      <w:r w:rsidR="00D4325D" w:rsidRPr="000E15EE">
        <w:t xml:space="preserve">35 lub </w:t>
      </w:r>
      <w:r w:rsidR="00BB7627" w:rsidRPr="000E15EE">
        <w:t>art. </w:t>
      </w:r>
      <w:r w:rsidR="0038304B" w:rsidRPr="000E15EE">
        <w:t xml:space="preserve">40 </w:t>
      </w:r>
      <w:r w:rsidR="00D4325D" w:rsidRPr="000E15EE">
        <w:t>ustawy</w:t>
      </w:r>
      <w:r w:rsidR="00BB7627" w:rsidRPr="000E15EE">
        <w:t xml:space="preserve"> z </w:t>
      </w:r>
      <w:r w:rsidR="00D4325D"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D4325D" w:rsidRPr="000E15EE">
        <w:t>, chyba że zezwolenie to nie jest wymagane.</w:t>
      </w:r>
    </w:p>
    <w:p w14:paraId="4374D3C9" w14:textId="5F2CD2D3" w:rsidR="00D4325D" w:rsidRPr="000E15EE" w:rsidRDefault="00D4325D" w:rsidP="00D4325D">
      <w:pPr>
        <w:pStyle w:val="ZUSTzmustartykuempunktem"/>
      </w:pPr>
      <w:r w:rsidRPr="000E15EE">
        <w:t>2. Wiza</w:t>
      </w:r>
      <w:r w:rsidR="00BB7627" w:rsidRPr="000E15EE">
        <w:t xml:space="preserve"> w </w:t>
      </w:r>
      <w:r w:rsidRPr="000E15EE">
        <w:t>celu,</w:t>
      </w:r>
      <w:r w:rsidR="00BB7627" w:rsidRPr="000E15EE">
        <w:t xml:space="preserve"> o </w:t>
      </w:r>
      <w:r w:rsidRPr="000E15EE">
        <w:t>którym mowa</w:t>
      </w:r>
      <w:r w:rsidR="00BB7627" w:rsidRPr="000E15EE">
        <w:t xml:space="preserve"> w art. </w:t>
      </w:r>
      <w:r w:rsidRPr="000E15EE">
        <w:t xml:space="preserve">60 </w:t>
      </w:r>
      <w:r w:rsidR="00BB7627" w:rsidRPr="000E15EE">
        <w:t>ust. </w:t>
      </w:r>
      <w:r w:rsidRPr="000E15EE">
        <w:t xml:space="preserve">1 </w:t>
      </w:r>
      <w:r w:rsidR="00BB7627" w:rsidRPr="000E15EE">
        <w:t>pkt </w:t>
      </w:r>
      <w:r w:rsidRPr="000E15EE">
        <w:t>5, może być wydana cudzoziemcowi, który przedstawi oświadczenie</w:t>
      </w:r>
      <w:r w:rsidR="00BB7627" w:rsidRPr="000E15EE">
        <w:t xml:space="preserve"> o </w:t>
      </w:r>
      <w:r w:rsidR="001503C9">
        <w:t xml:space="preserve">powierzeniu pracy cudzoziemcowi </w:t>
      </w:r>
      <w:r w:rsidRPr="000E15EE">
        <w:t>wpisane do ewidencji oświadczeń,</w:t>
      </w:r>
      <w:r w:rsidR="00BB7627" w:rsidRPr="000E15EE">
        <w:t xml:space="preserve"> o </w:t>
      </w:r>
      <w:r w:rsidRPr="000E15EE">
        <w:t>której mowa</w:t>
      </w:r>
      <w:r w:rsidR="00BB7627" w:rsidRPr="000E15EE">
        <w:t xml:space="preserve"> w art. </w:t>
      </w:r>
      <w:r w:rsidR="00A650A9" w:rsidRPr="000E15EE">
        <w:t>62</w:t>
      </w:r>
      <w:r w:rsidRPr="000E15EE">
        <w:t xml:space="preserve"> </w:t>
      </w:r>
      <w:r w:rsidR="00BB7627" w:rsidRPr="000E15EE">
        <w:t>ust. </w:t>
      </w:r>
      <w:r w:rsidRPr="000E15EE">
        <w:t>1 ustawy</w:t>
      </w:r>
      <w:r w:rsidR="00BB7627" w:rsidRPr="000E15EE">
        <w:t xml:space="preserve"> z </w:t>
      </w:r>
      <w:r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Pr="000E15EE">
        <w:t>.</w:t>
      </w:r>
    </w:p>
    <w:p w14:paraId="73EDA3FA" w14:textId="445D2280" w:rsidR="00D4325D" w:rsidRPr="000E15EE" w:rsidRDefault="00D4325D" w:rsidP="00D4325D">
      <w:pPr>
        <w:pStyle w:val="ZUSTzmustartykuempunktem"/>
      </w:pPr>
      <w:r w:rsidRPr="000E15EE">
        <w:t>3. Wiza</w:t>
      </w:r>
      <w:r w:rsidR="00BB7627" w:rsidRPr="000E15EE">
        <w:t xml:space="preserve"> w </w:t>
      </w:r>
      <w:r w:rsidRPr="000E15EE">
        <w:t>celu,</w:t>
      </w:r>
      <w:r w:rsidR="00BB7627" w:rsidRPr="000E15EE">
        <w:t xml:space="preserve"> o </w:t>
      </w:r>
      <w:r w:rsidRPr="000E15EE">
        <w:t>którym mowa</w:t>
      </w:r>
      <w:r w:rsidR="00BB7627" w:rsidRPr="000E15EE">
        <w:t xml:space="preserve"> w art. </w:t>
      </w:r>
      <w:r w:rsidRPr="000E15EE">
        <w:t xml:space="preserve">60 </w:t>
      </w:r>
      <w:r w:rsidR="00BB7627" w:rsidRPr="000E15EE">
        <w:t>ust. </w:t>
      </w:r>
      <w:r w:rsidRPr="000E15EE">
        <w:t xml:space="preserve">1 </w:t>
      </w:r>
      <w:r w:rsidR="00BB7627" w:rsidRPr="000E15EE">
        <w:t>pkt </w:t>
      </w:r>
      <w:r w:rsidRPr="000E15EE">
        <w:t>5a, może być wydana cudzoziemcowi, którego dotyczy wniosek</w:t>
      </w:r>
      <w:r w:rsidR="00BB7627" w:rsidRPr="000E15EE">
        <w:t xml:space="preserve"> o </w:t>
      </w:r>
      <w:r w:rsidRPr="000E15EE">
        <w:t>wydanie zezwolenia na pracę sezonową wpisany do ewidencji,</w:t>
      </w:r>
      <w:r w:rsidR="00BB7627" w:rsidRPr="000E15EE">
        <w:t xml:space="preserve"> o </w:t>
      </w:r>
      <w:r w:rsidRPr="000E15EE">
        <w:t>której mowa</w:t>
      </w:r>
      <w:r w:rsidR="00BB7627" w:rsidRPr="000E15EE">
        <w:t xml:space="preserve"> w art. </w:t>
      </w:r>
      <w:r w:rsidR="00A650A9" w:rsidRPr="000E15EE">
        <w:t>48</w:t>
      </w:r>
      <w:r w:rsidRPr="000E15EE">
        <w:t xml:space="preserve"> </w:t>
      </w:r>
      <w:r w:rsidR="00BB7627" w:rsidRPr="000E15EE">
        <w:t>ust. </w:t>
      </w:r>
      <w:r w:rsidRPr="000E15EE">
        <w:t xml:space="preserve">1 </w:t>
      </w:r>
      <w:r w:rsidR="00BB7627" w:rsidRPr="000E15EE">
        <w:t>pkt </w:t>
      </w:r>
      <w:r w:rsidRPr="000E15EE">
        <w:t>1 ustawy</w:t>
      </w:r>
      <w:r w:rsidR="00BB7627" w:rsidRPr="000E15EE">
        <w:t xml:space="preserve"> z </w:t>
      </w:r>
      <w:r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w:t>
      </w:r>
      <w:r w:rsidR="008213CE" w:rsidRPr="00906122">
        <w:lastRenderedPageBreak/>
        <w:t>Polskiej</w:t>
      </w:r>
      <w:r w:rsidRPr="000E15EE">
        <w:t>, jeżeli cudzoziemiec przedstawi zaświadczenie,</w:t>
      </w:r>
      <w:r w:rsidR="00BB7627" w:rsidRPr="000E15EE">
        <w:t xml:space="preserve"> o </w:t>
      </w:r>
      <w:r w:rsidRPr="000E15EE">
        <w:t>którym mowa</w:t>
      </w:r>
      <w:r w:rsidR="00BB7627" w:rsidRPr="000E15EE">
        <w:t xml:space="preserve"> w art. </w:t>
      </w:r>
      <w:r w:rsidR="00A650A9" w:rsidRPr="000E15EE">
        <w:t>48</w:t>
      </w:r>
      <w:r w:rsidRPr="000E15EE">
        <w:t xml:space="preserve"> </w:t>
      </w:r>
      <w:r w:rsidR="00BB7627" w:rsidRPr="000E15EE">
        <w:t>ust. </w:t>
      </w:r>
      <w:r w:rsidRPr="000E15EE">
        <w:t xml:space="preserve">1 </w:t>
      </w:r>
      <w:r w:rsidR="00BB7627" w:rsidRPr="000E15EE">
        <w:t>pkt </w:t>
      </w:r>
      <w:r w:rsidRPr="000E15EE">
        <w:t>2 tej ustawy. Zaświadczenie wydane na okresy,</w:t>
      </w:r>
      <w:r w:rsidR="00BB7627" w:rsidRPr="000E15EE">
        <w:t xml:space="preserve"> o </w:t>
      </w:r>
      <w:r w:rsidRPr="000E15EE">
        <w:t>których mowa</w:t>
      </w:r>
      <w:r w:rsidR="00BB7627" w:rsidRPr="000E15EE">
        <w:t xml:space="preserve"> w art. </w:t>
      </w:r>
      <w:r w:rsidR="00A650A9" w:rsidRPr="000E15EE">
        <w:t>51</w:t>
      </w:r>
      <w:r w:rsidRPr="000E15EE">
        <w:t xml:space="preserve"> ustawy</w:t>
      </w:r>
      <w:r w:rsidR="00BB7627" w:rsidRPr="000E15EE">
        <w:t xml:space="preserve"> z </w:t>
      </w:r>
      <w:r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Pr="000E15EE">
        <w:t>, jest ważne do końca ostatniego okresu pracy wskazanego</w:t>
      </w:r>
      <w:r w:rsidR="00BB7627" w:rsidRPr="000E15EE">
        <w:t xml:space="preserve"> w </w:t>
      </w:r>
      <w:r w:rsidRPr="000E15EE">
        <w:t>tym zaświadczeniu.</w:t>
      </w:r>
    </w:p>
    <w:p w14:paraId="7EB8A57A" w14:textId="2CB69695" w:rsidR="00D4325D" w:rsidRPr="000E15EE" w:rsidRDefault="00D4325D" w:rsidP="00D4325D">
      <w:pPr>
        <w:pStyle w:val="ZUSTzmustartykuempunktem"/>
      </w:pPr>
      <w:r w:rsidRPr="000E15EE">
        <w:t>4. Wizę</w:t>
      </w:r>
      <w:r w:rsidR="00BB7627" w:rsidRPr="000E15EE">
        <w:t xml:space="preserve"> w </w:t>
      </w:r>
      <w:r w:rsidRPr="000E15EE">
        <w:t>celu,</w:t>
      </w:r>
      <w:r w:rsidR="00BB7627" w:rsidRPr="000E15EE">
        <w:t xml:space="preserve"> o </w:t>
      </w:r>
      <w:r w:rsidRPr="000E15EE">
        <w:t>którym mowa</w:t>
      </w:r>
      <w:r w:rsidR="00BB7627" w:rsidRPr="000E15EE">
        <w:t xml:space="preserve"> w art. </w:t>
      </w:r>
      <w:r w:rsidRPr="000E15EE">
        <w:t xml:space="preserve">60 </w:t>
      </w:r>
      <w:r w:rsidR="00BB7627" w:rsidRPr="000E15EE">
        <w:t>ust. </w:t>
      </w:r>
      <w:r w:rsidRPr="000E15EE">
        <w:t xml:space="preserve">1 </w:t>
      </w:r>
      <w:r w:rsidR="00BB7627" w:rsidRPr="000E15EE">
        <w:t>pkt </w:t>
      </w:r>
      <w:r w:rsidRPr="000E15EE">
        <w:t>6, wydaje się na okres pobytu, który odpowiada okresowi wskazanemu</w:t>
      </w:r>
      <w:r w:rsidR="00BB7627" w:rsidRPr="000E15EE">
        <w:t xml:space="preserve"> w </w:t>
      </w:r>
      <w:r w:rsidRPr="000E15EE">
        <w:t>zezwoleniu na pracę</w:t>
      </w:r>
      <w:r w:rsidR="0038304B" w:rsidRPr="000E15EE">
        <w:t xml:space="preserve">, o którym mowa w art. </w:t>
      </w:r>
      <w:r w:rsidR="00C05424" w:rsidRPr="000E15EE">
        <w:t>30</w:t>
      </w:r>
      <w:r w:rsidR="0038304B" w:rsidRPr="000E15EE">
        <w:t xml:space="preserve">, art. 35 lub art. 40 ustawy z dnia …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38304B" w:rsidRPr="000E15EE">
        <w:t>,</w:t>
      </w:r>
      <w:r w:rsidRPr="000E15EE">
        <w:t xml:space="preserve"> lub dokumencie dotyczącym zatrudnienia cudzoziemca, innym niż zaświadczenie,</w:t>
      </w:r>
      <w:r w:rsidR="00BB7627" w:rsidRPr="000E15EE">
        <w:t xml:space="preserve"> o </w:t>
      </w:r>
      <w:r w:rsidRPr="000E15EE">
        <w:t>którym mowa</w:t>
      </w:r>
      <w:r w:rsidR="00BB7627" w:rsidRPr="000E15EE">
        <w:t xml:space="preserve"> w art. </w:t>
      </w:r>
      <w:r w:rsidR="00A650A9" w:rsidRPr="000E15EE">
        <w:t>48</w:t>
      </w:r>
      <w:r w:rsidRPr="000E15EE">
        <w:t xml:space="preserve"> </w:t>
      </w:r>
      <w:r w:rsidR="00BB7627" w:rsidRPr="000E15EE">
        <w:t>ust. </w:t>
      </w:r>
      <w:r w:rsidRPr="000E15EE">
        <w:t xml:space="preserve">1 </w:t>
      </w:r>
      <w:r w:rsidR="00BB7627" w:rsidRPr="000E15EE">
        <w:t>pkt </w:t>
      </w:r>
      <w:r w:rsidRPr="000E15EE">
        <w:t>2 ustawy</w:t>
      </w:r>
      <w:r w:rsidR="00BB7627" w:rsidRPr="000E15EE">
        <w:t xml:space="preserve"> z </w:t>
      </w:r>
      <w:r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Pr="000E15EE">
        <w:t>, lub oświadczenie</w:t>
      </w:r>
      <w:r w:rsidR="00BB7627" w:rsidRPr="000E15EE">
        <w:t xml:space="preserve"> o </w:t>
      </w:r>
      <w:r w:rsidR="001503C9">
        <w:t xml:space="preserve">powierzeniu pracy cudzoziemcowi </w:t>
      </w:r>
      <w:r w:rsidRPr="000E15EE">
        <w:t>wpisane do ewidencji oświadczeń,</w:t>
      </w:r>
      <w:r w:rsidR="00BB7627" w:rsidRPr="000E15EE">
        <w:t xml:space="preserve"> o </w:t>
      </w:r>
      <w:r w:rsidRPr="000E15EE">
        <w:t>której mowa</w:t>
      </w:r>
      <w:r w:rsidR="00BB7627" w:rsidRPr="000E15EE">
        <w:t xml:space="preserve"> w art. </w:t>
      </w:r>
      <w:r w:rsidR="00A650A9" w:rsidRPr="000E15EE">
        <w:t>62</w:t>
      </w:r>
      <w:r w:rsidRPr="000E15EE">
        <w:t xml:space="preserve"> </w:t>
      </w:r>
      <w:r w:rsidR="00BB7627" w:rsidRPr="000E15EE">
        <w:t>ust. </w:t>
      </w:r>
      <w:r w:rsidRPr="000E15EE">
        <w:t>1 ustawy</w:t>
      </w:r>
      <w:r w:rsidR="00BB7627" w:rsidRPr="000E15EE">
        <w:t xml:space="preserve"> z </w:t>
      </w:r>
      <w:r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Pr="000E15EE">
        <w:t>. Okres ten nie może być dłuższy niż przewidziany dla danego typu wizy.</w:t>
      </w:r>
    </w:p>
    <w:p w14:paraId="0CB13CAC" w14:textId="73BB8FF1" w:rsidR="00D4325D" w:rsidRPr="000E15EE" w:rsidRDefault="00D4325D" w:rsidP="00D4325D">
      <w:pPr>
        <w:pStyle w:val="ZUSTzmustartykuempunktem"/>
      </w:pPr>
      <w:r w:rsidRPr="000E15EE">
        <w:t>5. Wizę</w:t>
      </w:r>
      <w:r w:rsidR="00BB7627" w:rsidRPr="000E15EE">
        <w:t xml:space="preserve"> w </w:t>
      </w:r>
      <w:r w:rsidRPr="000E15EE">
        <w:t>celu,</w:t>
      </w:r>
      <w:r w:rsidR="00BB7627" w:rsidRPr="000E15EE">
        <w:t xml:space="preserve"> o </w:t>
      </w:r>
      <w:r w:rsidRPr="000E15EE">
        <w:t>którym mowa</w:t>
      </w:r>
      <w:r w:rsidR="00BB7627" w:rsidRPr="000E15EE">
        <w:t xml:space="preserve"> w art. </w:t>
      </w:r>
      <w:r w:rsidRPr="000E15EE">
        <w:t xml:space="preserve">60 </w:t>
      </w:r>
      <w:r w:rsidR="00BB7627" w:rsidRPr="000E15EE">
        <w:t>ust. </w:t>
      </w:r>
      <w:r w:rsidRPr="000E15EE">
        <w:t xml:space="preserve">1 </w:t>
      </w:r>
      <w:r w:rsidR="00BB7627" w:rsidRPr="000E15EE">
        <w:t>pkt </w:t>
      </w:r>
      <w:r w:rsidRPr="000E15EE">
        <w:t>5, wydaje się na okres pobytu, który odpowiada okresowi wskazanemu</w:t>
      </w:r>
      <w:r w:rsidR="00BB7627" w:rsidRPr="000E15EE">
        <w:t xml:space="preserve"> w </w:t>
      </w:r>
      <w:r w:rsidRPr="000E15EE">
        <w:t>oświadczeniu</w:t>
      </w:r>
      <w:r w:rsidR="00BB7627" w:rsidRPr="000E15EE">
        <w:t xml:space="preserve"> o </w:t>
      </w:r>
      <w:r w:rsidR="001503C9">
        <w:t xml:space="preserve">powierzeniu pracy cudzoziemcowi </w:t>
      </w:r>
      <w:r w:rsidRPr="000E15EE">
        <w:t>wpisanym do ewidencji oświadczeń,</w:t>
      </w:r>
      <w:r w:rsidR="00BB7627" w:rsidRPr="000E15EE">
        <w:t xml:space="preserve"> o </w:t>
      </w:r>
      <w:r w:rsidRPr="000E15EE">
        <w:t>której mowa</w:t>
      </w:r>
      <w:r w:rsidR="00BB7627" w:rsidRPr="000E15EE">
        <w:t xml:space="preserve"> w art. </w:t>
      </w:r>
      <w:r w:rsidR="00A650A9" w:rsidRPr="000E15EE">
        <w:t>62</w:t>
      </w:r>
      <w:r w:rsidRPr="000E15EE">
        <w:t xml:space="preserve"> </w:t>
      </w:r>
      <w:r w:rsidR="00BB7627" w:rsidRPr="000E15EE">
        <w:t>ust. </w:t>
      </w:r>
      <w:r w:rsidRPr="000E15EE">
        <w:t>1 ustawy</w:t>
      </w:r>
      <w:r w:rsidR="00BB7627" w:rsidRPr="000E15EE">
        <w:t xml:space="preserve"> z </w:t>
      </w:r>
      <w:r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Pr="000E15EE">
        <w:t>. Okres ten nie może być dłuższy niż przewidziany dla danego typu wizy.</w:t>
      </w:r>
    </w:p>
    <w:p w14:paraId="06715600" w14:textId="7D8E0B21" w:rsidR="00D4325D" w:rsidRPr="000E15EE" w:rsidRDefault="00D4325D" w:rsidP="00D4325D">
      <w:pPr>
        <w:pStyle w:val="ZUSTzmustartykuempunktem"/>
      </w:pPr>
      <w:r w:rsidRPr="000E15EE">
        <w:t>6. Wizę</w:t>
      </w:r>
      <w:r w:rsidR="00BB7627" w:rsidRPr="000E15EE">
        <w:t xml:space="preserve"> w </w:t>
      </w:r>
      <w:r w:rsidRPr="000E15EE">
        <w:t>celu,</w:t>
      </w:r>
      <w:r w:rsidR="00BB7627" w:rsidRPr="000E15EE">
        <w:t xml:space="preserve"> o </w:t>
      </w:r>
      <w:r w:rsidRPr="000E15EE">
        <w:t>którym mowa</w:t>
      </w:r>
      <w:r w:rsidR="00BB7627" w:rsidRPr="000E15EE">
        <w:t xml:space="preserve"> w art. </w:t>
      </w:r>
      <w:r w:rsidRPr="000E15EE">
        <w:t xml:space="preserve">60 </w:t>
      </w:r>
      <w:r w:rsidR="00BB7627" w:rsidRPr="000E15EE">
        <w:t>ust. </w:t>
      </w:r>
      <w:r w:rsidRPr="000E15EE">
        <w:t xml:space="preserve">1 </w:t>
      </w:r>
      <w:r w:rsidR="00BB7627" w:rsidRPr="000E15EE">
        <w:t>pkt </w:t>
      </w:r>
      <w:r w:rsidRPr="000E15EE">
        <w:t>5a, wydaje się na okres pobytu, który odpowiada okresowi wskazanemu</w:t>
      </w:r>
      <w:r w:rsidR="00BB7627" w:rsidRPr="000E15EE">
        <w:t xml:space="preserve"> w </w:t>
      </w:r>
      <w:r w:rsidRPr="000E15EE">
        <w:t>zaświadczeniu,</w:t>
      </w:r>
      <w:r w:rsidR="00BB7627" w:rsidRPr="000E15EE">
        <w:t xml:space="preserve"> o </w:t>
      </w:r>
      <w:r w:rsidRPr="000E15EE">
        <w:t>którym mowa</w:t>
      </w:r>
      <w:r w:rsidR="00BB7627" w:rsidRPr="000E15EE">
        <w:t xml:space="preserve"> w art. </w:t>
      </w:r>
      <w:r w:rsidR="00A650A9" w:rsidRPr="000E15EE">
        <w:t>48</w:t>
      </w:r>
      <w:r w:rsidRPr="000E15EE">
        <w:t xml:space="preserve"> </w:t>
      </w:r>
      <w:r w:rsidR="00BB7627" w:rsidRPr="000E15EE">
        <w:t>ust. </w:t>
      </w:r>
      <w:r w:rsidRPr="000E15EE">
        <w:t xml:space="preserve">1 </w:t>
      </w:r>
      <w:r w:rsidR="00BB7627" w:rsidRPr="000E15EE">
        <w:t>pkt </w:t>
      </w:r>
      <w:r w:rsidRPr="000E15EE">
        <w:t>2 ustawy</w:t>
      </w:r>
      <w:r w:rsidR="00BB7627" w:rsidRPr="000E15EE">
        <w:t xml:space="preserve"> z </w:t>
      </w:r>
      <w:r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Pr="000E15EE">
        <w:t>. Okres ten nie może być dłuższy niż przewidziany dla danego typu wizy.</w:t>
      </w:r>
    </w:p>
    <w:p w14:paraId="44FCE45D" w14:textId="77777777" w:rsidR="00D4325D" w:rsidRPr="000E15EE" w:rsidRDefault="00D4325D" w:rsidP="00D4325D">
      <w:pPr>
        <w:pStyle w:val="ZUSTzmustartykuempunktem"/>
      </w:pPr>
      <w:r w:rsidRPr="000E15EE">
        <w:t>7.</w:t>
      </w:r>
      <w:r w:rsidR="00BB7627" w:rsidRPr="000E15EE">
        <w:t xml:space="preserve"> </w:t>
      </w:r>
      <w:r w:rsidR="0038304B" w:rsidRPr="000E15EE">
        <w:t>W </w:t>
      </w:r>
      <w:r w:rsidRPr="000E15EE">
        <w:t>przypadku wizy wydawanej</w:t>
      </w:r>
      <w:r w:rsidR="00BB7627" w:rsidRPr="000E15EE">
        <w:t xml:space="preserve"> w </w:t>
      </w:r>
      <w:r w:rsidRPr="000E15EE">
        <w:t>celu,</w:t>
      </w:r>
      <w:r w:rsidR="00BB7627" w:rsidRPr="000E15EE">
        <w:t xml:space="preserve"> o </w:t>
      </w:r>
      <w:r w:rsidRPr="000E15EE">
        <w:t>którym mowa</w:t>
      </w:r>
      <w:r w:rsidR="00BB7627" w:rsidRPr="000E15EE">
        <w:t xml:space="preserve"> w art. </w:t>
      </w:r>
      <w:r w:rsidRPr="000E15EE">
        <w:t xml:space="preserve">60 </w:t>
      </w:r>
      <w:r w:rsidR="00BB7627" w:rsidRPr="000E15EE">
        <w:t>ust. </w:t>
      </w:r>
      <w:r w:rsidRPr="000E15EE">
        <w:t xml:space="preserve">1 </w:t>
      </w:r>
      <w:r w:rsidR="00BB7627" w:rsidRPr="000E15EE">
        <w:t>pkt </w:t>
      </w:r>
      <w:r w:rsidRPr="000E15EE">
        <w:t>5a, okres pobytu, na który się ją wydaje, nie może być dłuższy niż 9 miesięcy</w:t>
      </w:r>
      <w:r w:rsidR="00BB7627" w:rsidRPr="000E15EE">
        <w:t xml:space="preserve"> w </w:t>
      </w:r>
      <w:r w:rsidRPr="000E15EE">
        <w:t>roku kalendarzowym</w:t>
      </w:r>
      <w:r w:rsidR="00BB7627" w:rsidRPr="000E15EE">
        <w:t xml:space="preserve"> z </w:t>
      </w:r>
      <w:r w:rsidRPr="000E15EE">
        <w:t>uwzględnieniem ograniczeń wynikających dla wiz Schengen.</w:t>
      </w:r>
      <w:r w:rsidR="006C00D6" w:rsidRPr="000E15EE">
        <w:t>”</w:t>
      </w:r>
      <w:r w:rsidRPr="000E15EE">
        <w:t>;</w:t>
      </w:r>
    </w:p>
    <w:p w14:paraId="34D19DA0" w14:textId="77777777" w:rsidR="00473B01" w:rsidRPr="000E15EE" w:rsidRDefault="00677F06" w:rsidP="00CC3F14">
      <w:pPr>
        <w:pStyle w:val="PKTpunkt"/>
        <w:keepNext/>
      </w:pPr>
      <w:r w:rsidRPr="000E15EE">
        <w:t>5</w:t>
      </w:r>
      <w:r w:rsidR="00D4325D" w:rsidRPr="000E15EE">
        <w:t>)</w:t>
      </w:r>
      <w:r w:rsidR="00D4325D" w:rsidRPr="000E15EE">
        <w:tab/>
        <w:t xml:space="preserve">w </w:t>
      </w:r>
      <w:r w:rsidR="00BB7627" w:rsidRPr="000E15EE">
        <w:t>art. </w:t>
      </w:r>
      <w:r w:rsidR="00D4325D" w:rsidRPr="000E15EE">
        <w:t>65</w:t>
      </w:r>
      <w:r w:rsidR="00E0011A" w:rsidRPr="000E15EE">
        <w:t>:</w:t>
      </w:r>
    </w:p>
    <w:p w14:paraId="6898D4CB" w14:textId="77777777" w:rsidR="00E0011A" w:rsidRPr="000E15EE" w:rsidRDefault="00E0011A" w:rsidP="00E0011A">
      <w:pPr>
        <w:pStyle w:val="LITlitera"/>
      </w:pPr>
      <w:r w:rsidRPr="000E15EE">
        <w:t>a)</w:t>
      </w:r>
      <w:r w:rsidRPr="000E15EE">
        <w:tab/>
      </w:r>
      <w:r w:rsidR="00D4325D" w:rsidRPr="000E15EE">
        <w:t xml:space="preserve">w </w:t>
      </w:r>
      <w:r w:rsidR="00BB7627" w:rsidRPr="000E15EE">
        <w:t>ust. </w:t>
      </w:r>
      <w:r w:rsidR="00D4325D" w:rsidRPr="000E15EE">
        <w:t>1d</w:t>
      </w:r>
      <w:r w:rsidR="00BB7627" w:rsidRPr="000E15EE">
        <w:t xml:space="preserve"> w pkt </w:t>
      </w:r>
      <w:r w:rsidR="00D4325D" w:rsidRPr="000E15EE">
        <w:t>2</w:t>
      </w:r>
      <w:r w:rsidR="00BB7627" w:rsidRPr="000E15EE">
        <w:t xml:space="preserve"> w </w:t>
      </w:r>
      <w:r w:rsidR="00D4325D" w:rsidRPr="000E15EE">
        <w:t xml:space="preserve">lit. a </w:t>
      </w:r>
      <w:r w:rsidRPr="000E15EE">
        <w:t>tiret pierwsze i drugie otrzymują brzmienie:</w:t>
      </w:r>
    </w:p>
    <w:p w14:paraId="4A286F80" w14:textId="4D4DF77C" w:rsidR="00E0011A" w:rsidRPr="000E15EE" w:rsidRDefault="006C00D6" w:rsidP="004949FD">
      <w:pPr>
        <w:pStyle w:val="ZLITTIRzmtirliter"/>
      </w:pPr>
      <w:r w:rsidRPr="000E15EE">
        <w:lastRenderedPageBreak/>
        <w:t>„</w:t>
      </w:r>
      <w:r w:rsidR="00E0011A" w:rsidRPr="000E15EE">
        <w:t>–</w:t>
      </w:r>
      <w:r w:rsidR="00E0011A" w:rsidRPr="000E15EE">
        <w:tab/>
        <w:t>ukaraną za wykroczenie,</w:t>
      </w:r>
      <w:r w:rsidR="00BB7627" w:rsidRPr="000E15EE">
        <w:t xml:space="preserve"> o </w:t>
      </w:r>
      <w:r w:rsidR="00E0011A" w:rsidRPr="000E15EE">
        <w:t>którym mowa</w:t>
      </w:r>
      <w:r w:rsidR="00BB7627" w:rsidRPr="000E15EE">
        <w:t xml:space="preserve"> w art.</w:t>
      </w:r>
      <w:r w:rsidR="00D5646A">
        <w:t xml:space="preserve"> 82 </w:t>
      </w:r>
      <w:r w:rsidR="00BB7627" w:rsidRPr="000E15EE">
        <w:t>ust. </w:t>
      </w:r>
      <w:r w:rsidR="00E0011A" w:rsidRPr="000E15EE">
        <w:t>1 ustawy</w:t>
      </w:r>
      <w:r w:rsidR="00BB7627" w:rsidRPr="000E15EE">
        <w:t xml:space="preserve"> z </w:t>
      </w:r>
      <w:r w:rsidR="00E0011A"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E0011A" w:rsidRPr="000E15EE">
        <w:t>, która</w:t>
      </w:r>
      <w:r w:rsidR="00BB7627" w:rsidRPr="000E15EE">
        <w:t xml:space="preserve"> w </w:t>
      </w:r>
      <w:r w:rsidR="00E0011A" w:rsidRPr="000E15EE">
        <w:t>ciągu 2 lat od ukarania została ponownie ukarana za podobne wykroczenie, lub</w:t>
      </w:r>
    </w:p>
    <w:p w14:paraId="0C4A4FBB" w14:textId="431C2BAF" w:rsidR="007219D3" w:rsidRPr="000E15EE" w:rsidRDefault="00E0011A" w:rsidP="004949FD">
      <w:pPr>
        <w:pStyle w:val="ZLITTIRzmtirliter"/>
      </w:pPr>
      <w:r w:rsidRPr="000E15EE">
        <w:t>–</w:t>
      </w:r>
      <w:r w:rsidRPr="000E15EE">
        <w:tab/>
        <w:t>ukaraną za wykroczenia,</w:t>
      </w:r>
      <w:r w:rsidR="00BB7627" w:rsidRPr="000E15EE">
        <w:t xml:space="preserve"> o </w:t>
      </w:r>
      <w:r w:rsidRPr="000E15EE">
        <w:t>których mowa</w:t>
      </w:r>
      <w:r w:rsidR="00BB7627" w:rsidRPr="000E15EE">
        <w:t xml:space="preserve"> w art.</w:t>
      </w:r>
      <w:r w:rsidR="00D5646A">
        <w:t xml:space="preserve"> 82 </w:t>
      </w:r>
      <w:r w:rsidR="00BB7627" w:rsidRPr="000E15EE">
        <w:t>ust. </w:t>
      </w:r>
      <w:r w:rsidRPr="000E15EE">
        <w:t>3–5 ustawy</w:t>
      </w:r>
      <w:r w:rsidR="00BB7627" w:rsidRPr="000E15EE">
        <w:t xml:space="preserve"> z </w:t>
      </w:r>
      <w:r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Pr="000E15EE">
        <w:t>, lub</w:t>
      </w:r>
      <w:r w:rsidR="006C00D6" w:rsidRPr="000E15EE">
        <w:t>”</w:t>
      </w:r>
      <w:r w:rsidR="003A4287" w:rsidRPr="000E15EE">
        <w:t>,</w:t>
      </w:r>
    </w:p>
    <w:p w14:paraId="19E15E53" w14:textId="77777777" w:rsidR="00E0011A" w:rsidRPr="000E15EE" w:rsidRDefault="00E0011A" w:rsidP="00E0011A">
      <w:pPr>
        <w:pStyle w:val="LITlitera"/>
      </w:pPr>
      <w:r w:rsidRPr="000E15EE">
        <w:t>b)</w:t>
      </w:r>
      <w:r w:rsidRPr="000E15EE">
        <w:tab/>
      </w:r>
      <w:r w:rsidR="00D4325D" w:rsidRPr="000E15EE">
        <w:t xml:space="preserve">w </w:t>
      </w:r>
      <w:r w:rsidR="00BB7627" w:rsidRPr="000E15EE">
        <w:t>ust. </w:t>
      </w:r>
      <w:r w:rsidR="00D4325D" w:rsidRPr="000E15EE">
        <w:t>1e</w:t>
      </w:r>
      <w:r w:rsidR="00BB7627" w:rsidRPr="000E15EE">
        <w:t xml:space="preserve"> w pkt </w:t>
      </w:r>
      <w:r w:rsidR="00D4325D" w:rsidRPr="000E15EE">
        <w:t>2</w:t>
      </w:r>
      <w:r w:rsidR="00BB7627" w:rsidRPr="000E15EE">
        <w:t xml:space="preserve"> w </w:t>
      </w:r>
      <w:r w:rsidR="00D4325D" w:rsidRPr="000E15EE">
        <w:t>lit. a</w:t>
      </w:r>
      <w:r w:rsidRPr="000E15EE">
        <w:t xml:space="preserve"> tiret pierwsze i drugie otrzymują brzmienie:</w:t>
      </w:r>
    </w:p>
    <w:p w14:paraId="75EC6220" w14:textId="2AC4B809" w:rsidR="00E0011A" w:rsidRPr="000E15EE" w:rsidRDefault="006C00D6" w:rsidP="006F0F64">
      <w:pPr>
        <w:pStyle w:val="ZLITTIRzmtirliter"/>
      </w:pPr>
      <w:r w:rsidRPr="000E15EE">
        <w:t>„</w:t>
      </w:r>
      <w:r w:rsidR="00E0011A" w:rsidRPr="000E15EE">
        <w:t>–</w:t>
      </w:r>
      <w:r w:rsidR="00E0011A" w:rsidRPr="000E15EE">
        <w:tab/>
        <w:t>ukaraną za wykroczenie,</w:t>
      </w:r>
      <w:r w:rsidR="00BB7627" w:rsidRPr="000E15EE">
        <w:t xml:space="preserve"> o </w:t>
      </w:r>
      <w:r w:rsidR="00E0011A" w:rsidRPr="000E15EE">
        <w:t>którym mowa</w:t>
      </w:r>
      <w:r w:rsidR="00BB7627" w:rsidRPr="000E15EE">
        <w:t xml:space="preserve"> w art.</w:t>
      </w:r>
      <w:r w:rsidR="00D5646A">
        <w:t xml:space="preserve"> 82 </w:t>
      </w:r>
      <w:r w:rsidR="00BB7627" w:rsidRPr="000E15EE">
        <w:t>ust. </w:t>
      </w:r>
      <w:r w:rsidR="00E0011A" w:rsidRPr="000E15EE">
        <w:t>1 ustawy</w:t>
      </w:r>
      <w:r w:rsidR="00BB7627" w:rsidRPr="000E15EE">
        <w:t xml:space="preserve"> z </w:t>
      </w:r>
      <w:r w:rsidR="00E0011A"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E0011A" w:rsidRPr="000E15EE">
        <w:t>, która</w:t>
      </w:r>
      <w:r w:rsidR="00BB7627" w:rsidRPr="000E15EE">
        <w:t xml:space="preserve"> w </w:t>
      </w:r>
      <w:r w:rsidR="00E0011A" w:rsidRPr="000E15EE">
        <w:t>ciągu 2 lat od ukarania została ponownie ukarana za podobne wykroczenie, lub</w:t>
      </w:r>
    </w:p>
    <w:p w14:paraId="087D6CE0" w14:textId="57D4F47B" w:rsidR="007219D3" w:rsidRPr="000E15EE" w:rsidRDefault="00E0011A" w:rsidP="006F0F64">
      <w:pPr>
        <w:pStyle w:val="ZLITTIRzmtirliter"/>
      </w:pPr>
      <w:r w:rsidRPr="000E15EE">
        <w:t>–</w:t>
      </w:r>
      <w:r w:rsidRPr="000E15EE">
        <w:tab/>
        <w:t>ukaraną za wykroczenia,</w:t>
      </w:r>
      <w:r w:rsidR="00BB7627" w:rsidRPr="000E15EE">
        <w:t xml:space="preserve"> o </w:t>
      </w:r>
      <w:r w:rsidRPr="000E15EE">
        <w:t>których mowa</w:t>
      </w:r>
      <w:r w:rsidR="00BB7627" w:rsidRPr="000E15EE">
        <w:t xml:space="preserve"> w art.</w:t>
      </w:r>
      <w:r w:rsidR="00D5646A">
        <w:t xml:space="preserve"> 82 </w:t>
      </w:r>
      <w:r w:rsidR="00BB7627" w:rsidRPr="000E15EE">
        <w:t>ust. </w:t>
      </w:r>
      <w:r w:rsidRPr="000E15EE">
        <w:t>3–5 ustawy</w:t>
      </w:r>
      <w:r w:rsidR="00BB7627" w:rsidRPr="000E15EE">
        <w:t xml:space="preserve"> z </w:t>
      </w:r>
      <w:r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Pr="000E15EE">
        <w:t>, lub</w:t>
      </w:r>
      <w:r w:rsidR="006C00D6" w:rsidRPr="000E15EE">
        <w:t>”</w:t>
      </w:r>
      <w:r w:rsidR="003A4287" w:rsidRPr="000E15EE">
        <w:t>;</w:t>
      </w:r>
    </w:p>
    <w:p w14:paraId="4EC67B9B" w14:textId="77777777" w:rsidR="00753387" w:rsidRPr="000E15EE" w:rsidRDefault="00677F06" w:rsidP="00753387">
      <w:pPr>
        <w:pStyle w:val="PKTpunkt"/>
      </w:pPr>
      <w:r w:rsidRPr="000E15EE">
        <w:t>6</w:t>
      </w:r>
      <w:r w:rsidR="003A4287" w:rsidRPr="000E15EE">
        <w:t>)</w:t>
      </w:r>
      <w:r w:rsidR="003A4287" w:rsidRPr="000E15EE">
        <w:tab/>
        <w:t>w art. 77</w:t>
      </w:r>
      <w:r w:rsidR="00753387" w:rsidRPr="000E15EE">
        <w:t>:</w:t>
      </w:r>
    </w:p>
    <w:p w14:paraId="2F80C5EC" w14:textId="77777777" w:rsidR="00753387" w:rsidRPr="000E15EE" w:rsidRDefault="00753387" w:rsidP="00753387">
      <w:pPr>
        <w:pStyle w:val="LITlitera"/>
      </w:pPr>
      <w:r w:rsidRPr="000E15EE">
        <w:t>a)</w:t>
      </w:r>
      <w:r w:rsidRPr="000E15EE">
        <w:tab/>
        <w:t>w ust. 1 w pkt 1 lit. sa otrzymuje brzmienie:</w:t>
      </w:r>
    </w:p>
    <w:p w14:paraId="7A35B5B0" w14:textId="77777777" w:rsidR="00753387" w:rsidRPr="000E15EE" w:rsidRDefault="006C00D6" w:rsidP="00753387">
      <w:pPr>
        <w:pStyle w:val="ZLITLITzmlitliter"/>
      </w:pPr>
      <w:r w:rsidRPr="000E15EE">
        <w:t>„</w:t>
      </w:r>
      <w:r w:rsidR="00753387" w:rsidRPr="000E15EE">
        <w:t>sa)  informacje o posiadanym zezwoleniu na pracę, zaświadczeniu o wpisie wniosku do ewidencji wniosków w sprawie pracy sezonowej, oświadczeniu o </w:t>
      </w:r>
      <w:r w:rsidR="001503C9">
        <w:t xml:space="preserve">powierzeniu pracy cudzoziemcowi </w:t>
      </w:r>
      <w:r w:rsidR="00753387" w:rsidRPr="000E15EE">
        <w:t>lub zwolnieniu z wymogu posiadania zezwolenia na pracę,</w:t>
      </w:r>
      <w:r w:rsidRPr="000E15EE">
        <w:t>”</w:t>
      </w:r>
      <w:r w:rsidR="00753387" w:rsidRPr="000E15EE">
        <w:t>,</w:t>
      </w:r>
    </w:p>
    <w:p w14:paraId="798821A9" w14:textId="77777777" w:rsidR="00863C15" w:rsidRDefault="00753387" w:rsidP="00753387">
      <w:pPr>
        <w:pStyle w:val="LITlitera"/>
      </w:pPr>
      <w:r w:rsidRPr="000E15EE">
        <w:t>b)</w:t>
      </w:r>
      <w:r w:rsidRPr="000E15EE">
        <w:tab/>
      </w:r>
      <w:r w:rsidR="00863C15">
        <w:t>po ust. 9 dodaje się ust. 9a w brzmieniu:</w:t>
      </w:r>
    </w:p>
    <w:p w14:paraId="768052FE" w14:textId="1FB3E9E7" w:rsidR="00C868F1" w:rsidRDefault="00C868F1" w:rsidP="00C868F1">
      <w:pPr>
        <w:pStyle w:val="ZLITUSTzmustliter"/>
      </w:pPr>
      <w:r w:rsidRPr="00C868F1">
        <w:t>„</w:t>
      </w:r>
      <w:r>
        <w:t xml:space="preserve">9a. </w:t>
      </w:r>
      <w:r w:rsidRPr="00C868F1">
        <w:t xml:space="preserve">Konsul rozpatruje wnioski o wydanie wizy z uwzględnieniem pierwszeństwa cudzoziemców mających wykonywać pracę u przedsiębiorców określonych w wykazie, o którym mowa w art. 27 ustawy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Pr="00C868F1">
        <w:t>.”</w:t>
      </w:r>
      <w:r>
        <w:t>;</w:t>
      </w:r>
    </w:p>
    <w:p w14:paraId="33FCCB31" w14:textId="77777777" w:rsidR="00E0011A" w:rsidRPr="000E15EE" w:rsidRDefault="00677F06" w:rsidP="00753387">
      <w:pPr>
        <w:pStyle w:val="PKTpunkt"/>
        <w:keepNext/>
      </w:pPr>
      <w:r w:rsidRPr="000E15EE">
        <w:t>7</w:t>
      </w:r>
      <w:r w:rsidR="00E0011A" w:rsidRPr="000E15EE">
        <w:t>)</w:t>
      </w:r>
      <w:r w:rsidR="00E0011A" w:rsidRPr="000E15EE">
        <w:tab/>
      </w:r>
      <w:r w:rsidR="00D4325D" w:rsidRPr="000E15EE">
        <w:t xml:space="preserve">w </w:t>
      </w:r>
      <w:r w:rsidR="00BB7627" w:rsidRPr="000E15EE">
        <w:t>art. </w:t>
      </w:r>
      <w:r w:rsidR="00D4325D" w:rsidRPr="000E15EE">
        <w:t>90</w:t>
      </w:r>
      <w:r w:rsidR="00E0011A" w:rsidRPr="000E15EE">
        <w:t>:</w:t>
      </w:r>
    </w:p>
    <w:p w14:paraId="040BE674" w14:textId="77777777" w:rsidR="00E0011A" w:rsidRPr="000E15EE" w:rsidRDefault="00E0011A" w:rsidP="00E0011A">
      <w:pPr>
        <w:pStyle w:val="LITlitera"/>
      </w:pPr>
      <w:r w:rsidRPr="000E15EE">
        <w:t>a)</w:t>
      </w:r>
      <w:r w:rsidRPr="000E15EE">
        <w:tab/>
      </w:r>
      <w:r w:rsidR="00D4325D" w:rsidRPr="000E15EE">
        <w:t xml:space="preserve">w </w:t>
      </w:r>
      <w:r w:rsidR="00BB7627" w:rsidRPr="000E15EE">
        <w:t>ust. </w:t>
      </w:r>
      <w:r w:rsidR="00D4325D" w:rsidRPr="000E15EE">
        <w:t>1c</w:t>
      </w:r>
      <w:r w:rsidR="00BB7627" w:rsidRPr="000E15EE">
        <w:t xml:space="preserve"> w pkt </w:t>
      </w:r>
      <w:r w:rsidR="00D4325D" w:rsidRPr="000E15EE">
        <w:t>6</w:t>
      </w:r>
      <w:r w:rsidR="00BB7627" w:rsidRPr="000E15EE">
        <w:t xml:space="preserve"> w </w:t>
      </w:r>
      <w:r w:rsidR="00D4325D" w:rsidRPr="000E15EE">
        <w:t xml:space="preserve">lit. a </w:t>
      </w:r>
      <w:r w:rsidRPr="000E15EE">
        <w:t>tiret pierwsze i drugie otrzymują brzmienie:</w:t>
      </w:r>
    </w:p>
    <w:p w14:paraId="5794A6D6" w14:textId="542106E1" w:rsidR="006F0F64" w:rsidRPr="000E15EE" w:rsidRDefault="006C00D6" w:rsidP="006F0F64">
      <w:pPr>
        <w:pStyle w:val="ZLITTIRzmtirliter"/>
      </w:pPr>
      <w:r w:rsidRPr="000E15EE">
        <w:t>„</w:t>
      </w:r>
      <w:r w:rsidR="00E0011A" w:rsidRPr="000E15EE">
        <w:t>–</w:t>
      </w:r>
      <w:r w:rsidR="00E0011A" w:rsidRPr="000E15EE">
        <w:tab/>
        <w:t>ukaraną za wykroczenie,</w:t>
      </w:r>
      <w:r w:rsidR="00BB7627" w:rsidRPr="000E15EE">
        <w:t xml:space="preserve"> o </w:t>
      </w:r>
      <w:r w:rsidR="00E0011A" w:rsidRPr="000E15EE">
        <w:t>którym mowa</w:t>
      </w:r>
      <w:r w:rsidR="00BB7627" w:rsidRPr="000E15EE">
        <w:t xml:space="preserve"> w art.</w:t>
      </w:r>
      <w:r w:rsidR="00D5646A">
        <w:t xml:space="preserve"> 82 </w:t>
      </w:r>
      <w:r w:rsidR="00BB7627" w:rsidRPr="000E15EE">
        <w:t>ust. </w:t>
      </w:r>
      <w:r w:rsidR="00E0011A" w:rsidRPr="000E15EE">
        <w:t>1 ustawy</w:t>
      </w:r>
      <w:r w:rsidR="00BB7627" w:rsidRPr="000E15EE">
        <w:t xml:space="preserve"> z </w:t>
      </w:r>
      <w:r w:rsidR="00E0011A"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E0011A" w:rsidRPr="000E15EE">
        <w:t>, która</w:t>
      </w:r>
      <w:r w:rsidR="00BB7627" w:rsidRPr="000E15EE">
        <w:t xml:space="preserve"> w </w:t>
      </w:r>
      <w:r w:rsidR="00E0011A" w:rsidRPr="000E15EE">
        <w:t>ciągu 2 lat od ukarania została ponownie ukarana za podobne wykroczenie, lub</w:t>
      </w:r>
    </w:p>
    <w:p w14:paraId="7CD15082" w14:textId="1211B5EA" w:rsidR="007219D3" w:rsidRPr="000E15EE" w:rsidRDefault="00E0011A" w:rsidP="006F0F64">
      <w:pPr>
        <w:pStyle w:val="ZLITTIRzmtirliter"/>
      </w:pPr>
      <w:r w:rsidRPr="000E15EE">
        <w:lastRenderedPageBreak/>
        <w:t>–</w:t>
      </w:r>
      <w:r w:rsidRPr="000E15EE">
        <w:tab/>
        <w:t>ukaraną za wykroczenia,</w:t>
      </w:r>
      <w:r w:rsidR="00BB7627" w:rsidRPr="000E15EE">
        <w:t xml:space="preserve"> o </w:t>
      </w:r>
      <w:r w:rsidRPr="000E15EE">
        <w:t>których mowa</w:t>
      </w:r>
      <w:r w:rsidR="00BB7627" w:rsidRPr="000E15EE">
        <w:t xml:space="preserve"> w art.</w:t>
      </w:r>
      <w:r w:rsidR="00D5646A">
        <w:t xml:space="preserve"> 82 </w:t>
      </w:r>
      <w:r w:rsidR="00BB7627" w:rsidRPr="000E15EE">
        <w:t>ust. </w:t>
      </w:r>
      <w:r w:rsidRPr="000E15EE">
        <w:t>3–5 ustawy</w:t>
      </w:r>
      <w:r w:rsidR="00BB7627" w:rsidRPr="000E15EE">
        <w:t xml:space="preserve"> z </w:t>
      </w:r>
      <w:r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Pr="000E15EE">
        <w:t>, lub</w:t>
      </w:r>
      <w:r w:rsidR="006C00D6" w:rsidRPr="000E15EE">
        <w:t>”</w:t>
      </w:r>
      <w:r w:rsidR="00B50257" w:rsidRPr="000E15EE">
        <w:t>,</w:t>
      </w:r>
    </w:p>
    <w:p w14:paraId="050A733B" w14:textId="77777777" w:rsidR="00E0011A" w:rsidRPr="000E15EE" w:rsidRDefault="00E0011A" w:rsidP="00E0011A">
      <w:pPr>
        <w:pStyle w:val="LITlitera"/>
      </w:pPr>
      <w:r w:rsidRPr="000E15EE">
        <w:t>b)</w:t>
      </w:r>
      <w:r w:rsidRPr="000E15EE">
        <w:tab/>
      </w:r>
      <w:r w:rsidR="00D4325D" w:rsidRPr="000E15EE">
        <w:t xml:space="preserve">w </w:t>
      </w:r>
      <w:r w:rsidR="00BB7627" w:rsidRPr="000E15EE">
        <w:t>ust. </w:t>
      </w:r>
      <w:r w:rsidR="00D4325D" w:rsidRPr="000E15EE">
        <w:t>1d</w:t>
      </w:r>
      <w:r w:rsidR="00BB7627" w:rsidRPr="000E15EE">
        <w:t xml:space="preserve"> w pkt </w:t>
      </w:r>
      <w:r w:rsidR="00D4325D" w:rsidRPr="000E15EE">
        <w:t>6</w:t>
      </w:r>
      <w:r w:rsidR="00BB7627" w:rsidRPr="000E15EE">
        <w:t xml:space="preserve"> w </w:t>
      </w:r>
      <w:r w:rsidR="00D4325D" w:rsidRPr="000E15EE">
        <w:t xml:space="preserve">lit. a </w:t>
      </w:r>
      <w:r w:rsidRPr="000E15EE">
        <w:t>tiret pierwsze i drugie otrzymują brzmienie:</w:t>
      </w:r>
    </w:p>
    <w:p w14:paraId="7CF35667" w14:textId="4C7C931F" w:rsidR="006F0F64" w:rsidRPr="000E15EE" w:rsidRDefault="006C00D6" w:rsidP="006F0F64">
      <w:pPr>
        <w:pStyle w:val="ZLITTIRzmtirliter"/>
      </w:pPr>
      <w:r w:rsidRPr="000E15EE">
        <w:t>„</w:t>
      </w:r>
      <w:r w:rsidR="00E0011A" w:rsidRPr="000E15EE">
        <w:t>–</w:t>
      </w:r>
      <w:r w:rsidR="00E0011A" w:rsidRPr="000E15EE">
        <w:tab/>
        <w:t>ukaraną za wykroczenie,</w:t>
      </w:r>
      <w:r w:rsidR="00BB7627" w:rsidRPr="000E15EE">
        <w:t xml:space="preserve"> o </w:t>
      </w:r>
      <w:r w:rsidR="00E0011A" w:rsidRPr="000E15EE">
        <w:t>którym mowa</w:t>
      </w:r>
      <w:r w:rsidR="00BB7627" w:rsidRPr="000E15EE">
        <w:t xml:space="preserve"> w art.</w:t>
      </w:r>
      <w:r w:rsidR="00D5646A">
        <w:t xml:space="preserve"> 82 </w:t>
      </w:r>
      <w:r w:rsidR="00BB7627" w:rsidRPr="000E15EE">
        <w:t>ust. </w:t>
      </w:r>
      <w:r w:rsidR="00E0011A" w:rsidRPr="000E15EE">
        <w:t>1 ustawy</w:t>
      </w:r>
      <w:r w:rsidR="00BB7627" w:rsidRPr="000E15EE">
        <w:t xml:space="preserve"> z </w:t>
      </w:r>
      <w:r w:rsidR="00E0011A"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E0011A" w:rsidRPr="000E15EE">
        <w:t>, która</w:t>
      </w:r>
      <w:r w:rsidR="00BB7627" w:rsidRPr="000E15EE">
        <w:t xml:space="preserve"> w </w:t>
      </w:r>
      <w:r w:rsidR="00E0011A" w:rsidRPr="000E15EE">
        <w:t>ciągu 2 lat od ukarania została ponownie ukarana za podobne wykroczenie, lub</w:t>
      </w:r>
    </w:p>
    <w:p w14:paraId="1E46A18F" w14:textId="6224E02E" w:rsidR="007219D3" w:rsidRPr="000E15EE" w:rsidRDefault="00E0011A" w:rsidP="006F0F64">
      <w:pPr>
        <w:pStyle w:val="ZLITTIRzmtirliter"/>
      </w:pPr>
      <w:r w:rsidRPr="000E15EE">
        <w:t>–</w:t>
      </w:r>
      <w:r w:rsidRPr="000E15EE">
        <w:tab/>
        <w:t>ukaraną za wykroczenia,</w:t>
      </w:r>
      <w:r w:rsidR="00BB7627" w:rsidRPr="000E15EE">
        <w:t xml:space="preserve"> o </w:t>
      </w:r>
      <w:r w:rsidRPr="000E15EE">
        <w:t>których mowa</w:t>
      </w:r>
      <w:r w:rsidR="00BB7627" w:rsidRPr="000E15EE">
        <w:t xml:space="preserve"> w art.</w:t>
      </w:r>
      <w:r w:rsidR="00D5646A">
        <w:t xml:space="preserve"> 82 </w:t>
      </w:r>
      <w:r w:rsidR="00BB7627" w:rsidRPr="000E15EE">
        <w:t>ust. </w:t>
      </w:r>
      <w:r w:rsidRPr="000E15EE">
        <w:t>3–5 ustawy</w:t>
      </w:r>
      <w:r w:rsidR="00BB7627" w:rsidRPr="000E15EE">
        <w:t xml:space="preserve"> z </w:t>
      </w:r>
      <w:r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Pr="000E15EE">
        <w:t>, lub</w:t>
      </w:r>
      <w:r w:rsidR="006C00D6" w:rsidRPr="000E15EE">
        <w:t>”</w:t>
      </w:r>
      <w:r w:rsidR="00B50257" w:rsidRPr="000E15EE">
        <w:t>,</w:t>
      </w:r>
    </w:p>
    <w:p w14:paraId="16B0B368" w14:textId="77777777" w:rsidR="00540C20" w:rsidRPr="000E15EE" w:rsidRDefault="00677F06" w:rsidP="004949FD">
      <w:pPr>
        <w:pStyle w:val="PKTpunkt"/>
      </w:pPr>
      <w:r w:rsidRPr="000E15EE">
        <w:t>8</w:t>
      </w:r>
      <w:r w:rsidR="005C7D48" w:rsidRPr="000E15EE">
        <w:t>)</w:t>
      </w:r>
      <w:r w:rsidR="005C7D48" w:rsidRPr="000E15EE">
        <w:tab/>
        <w:t>w art. 106 w ust. 1a</w:t>
      </w:r>
      <w:r w:rsidR="00540C20" w:rsidRPr="000E15EE">
        <w:t>:</w:t>
      </w:r>
    </w:p>
    <w:p w14:paraId="13DF6910" w14:textId="77777777" w:rsidR="00D47E26" w:rsidRPr="000E15EE" w:rsidRDefault="00540C20" w:rsidP="001E5D13">
      <w:pPr>
        <w:pStyle w:val="LITlitera"/>
      </w:pPr>
      <w:r w:rsidRPr="000E15EE">
        <w:t>a)</w:t>
      </w:r>
      <w:r w:rsidR="00D47E26" w:rsidRPr="000E15EE">
        <w:tab/>
      </w:r>
      <w:r w:rsidR="005C7D48" w:rsidRPr="000E15EE">
        <w:t>wprowadzeni</w:t>
      </w:r>
      <w:r w:rsidR="00D47E26" w:rsidRPr="000E15EE">
        <w:t>e</w:t>
      </w:r>
      <w:r w:rsidR="005C7D48" w:rsidRPr="000E15EE">
        <w:t xml:space="preserve"> do wyliczenia </w:t>
      </w:r>
      <w:r w:rsidR="00D47E26" w:rsidRPr="000E15EE">
        <w:t>otrzymuje brzmienie:</w:t>
      </w:r>
    </w:p>
    <w:p w14:paraId="7CCE3AD7" w14:textId="1CF250A8" w:rsidR="00D47E26" w:rsidRPr="000E15EE" w:rsidRDefault="006C00D6" w:rsidP="00D47E26">
      <w:pPr>
        <w:pStyle w:val="ZLITUSTzmustliter"/>
      </w:pPr>
      <w:r w:rsidRPr="000E15EE">
        <w:t>„</w:t>
      </w:r>
      <w:r w:rsidR="00D47E26" w:rsidRPr="000E15EE">
        <w:t>Cudzoziemiec ubiegający się o udzielenie zezwolenia na pobyt czasowy i pracę, zezwolenia na pobyt czasowy w celu wykonywania pracy w zawodzie wymagającym wysokich kwalifikacji albo zezwolenia na pobyt czasowy w celu prowadzenia działalności gospodarczej, jeżeli celem pobytu </w:t>
      </w:r>
      <w:bookmarkStart w:id="207" w:name="highlightHit_397"/>
      <w:bookmarkEnd w:id="207"/>
      <w:r w:rsidR="00D47E26" w:rsidRPr="000E15EE">
        <w:t xml:space="preserve">cudzoziemca jest wykonywanie pracy poprzez pełnienie funkcji w zarządzie spółki z ograniczoną odpowiedzialnością lub spółki akcyjnej, którą utworzył lub której udziały lub akcje objął lub nabył lub prowadzenie spraw spółki komandytowej lub komandytowo-akcyjnej przez komplementariusza, lub działanie w charakterze prokurenta, składając wniosek o udzielenie zezwolenia na pobyt czasowy dołącza do niego wypełniony przez </w:t>
      </w:r>
      <w:r w:rsidR="0015752B">
        <w:t>podmiot powierzający pracę cudzoziemcowi</w:t>
      </w:r>
      <w:r w:rsidR="00D47E26" w:rsidRPr="000E15EE">
        <w:t xml:space="preserve"> załącznik zawierający:</w:t>
      </w:r>
      <w:r w:rsidRPr="000E15EE">
        <w:t>”</w:t>
      </w:r>
      <w:r w:rsidR="00B50257" w:rsidRPr="000E15EE">
        <w:t>;</w:t>
      </w:r>
    </w:p>
    <w:p w14:paraId="0EB43482" w14:textId="77777777" w:rsidR="00E563B1" w:rsidRPr="000E15EE" w:rsidRDefault="00E563B1" w:rsidP="00F62484">
      <w:pPr>
        <w:pStyle w:val="LITlitera"/>
      </w:pPr>
      <w:r w:rsidRPr="000E15EE">
        <w:t>b)</w:t>
      </w:r>
      <w:r w:rsidRPr="000E15EE">
        <w:tab/>
        <w:t>w pkt 2</w:t>
      </w:r>
      <w:r w:rsidR="00057622">
        <w:t xml:space="preserve"> </w:t>
      </w:r>
      <w:r w:rsidRPr="000E15EE">
        <w:t>po lit. a dodaje się lit. aa w brzmieniu:</w:t>
      </w:r>
    </w:p>
    <w:p w14:paraId="324F1002" w14:textId="77777777" w:rsidR="00E563B1" w:rsidRPr="000E15EE" w:rsidRDefault="006C00D6" w:rsidP="00F62484">
      <w:pPr>
        <w:pStyle w:val="ZLITPKTzmpktliter"/>
      </w:pPr>
      <w:r w:rsidRPr="000E15EE">
        <w:t>„</w:t>
      </w:r>
      <w:r w:rsidR="00E563B1" w:rsidRPr="000E15EE">
        <w:t>aa)</w:t>
      </w:r>
      <w:r w:rsidR="00E563B1" w:rsidRPr="000E15EE">
        <w:tab/>
        <w:t>zawód zgodny z klasyfikacją zawodów i specjalności na potrzeby rynku pracy,</w:t>
      </w:r>
      <w:r w:rsidRPr="000E15EE">
        <w:t>”</w:t>
      </w:r>
      <w:r w:rsidR="00057622">
        <w:t>;</w:t>
      </w:r>
    </w:p>
    <w:p w14:paraId="1E25D9B8" w14:textId="77777777" w:rsidR="004949FD" w:rsidRPr="000E15EE" w:rsidRDefault="00D35346" w:rsidP="004949FD">
      <w:pPr>
        <w:pStyle w:val="PKTpunkt"/>
      </w:pPr>
      <w:r>
        <w:t>9</w:t>
      </w:r>
      <w:r w:rsidR="004949FD" w:rsidRPr="000E15EE">
        <w:t>)</w:t>
      </w:r>
      <w:r w:rsidR="004949FD" w:rsidRPr="000E15EE">
        <w:tab/>
        <w:t xml:space="preserve">w </w:t>
      </w:r>
      <w:r w:rsidR="00BB7627" w:rsidRPr="000E15EE">
        <w:t>art. </w:t>
      </w:r>
      <w:r w:rsidR="004949FD" w:rsidRPr="000E15EE">
        <w:t>114:</w:t>
      </w:r>
    </w:p>
    <w:p w14:paraId="2D1E3C24" w14:textId="170CF59B" w:rsidR="00D35346" w:rsidRDefault="004949FD" w:rsidP="004949FD">
      <w:pPr>
        <w:pStyle w:val="LITlitera"/>
      </w:pPr>
      <w:r w:rsidRPr="000E15EE">
        <w:t>a)</w:t>
      </w:r>
      <w:r w:rsidRPr="000E15EE">
        <w:tab/>
        <w:t xml:space="preserve">w </w:t>
      </w:r>
      <w:r w:rsidR="00BB7627" w:rsidRPr="000E15EE">
        <w:t>ust. </w:t>
      </w:r>
      <w:r w:rsidRPr="000E15EE">
        <w:t>1</w:t>
      </w:r>
      <w:r w:rsidR="00D35346">
        <w:t>:</w:t>
      </w:r>
    </w:p>
    <w:p w14:paraId="7BF5F1D0" w14:textId="77777777" w:rsidR="00D35346" w:rsidRDefault="00D35346" w:rsidP="00D35346">
      <w:pPr>
        <w:pStyle w:val="TIRtiret"/>
      </w:pPr>
      <w:r w:rsidRPr="00D35346">
        <w:sym w:font="Symbol" w:char="F02D"/>
      </w:r>
      <w:r w:rsidRPr="00D35346">
        <w:tab/>
      </w:r>
      <w:r>
        <w:t>we wprowadzeniu do wyliczenia po wyrazach „wykonywanie pracy” dodaje się wyrazy „na podstawie stosunku pracy”,</w:t>
      </w:r>
    </w:p>
    <w:p w14:paraId="254AB65E" w14:textId="77777777" w:rsidR="00943F27" w:rsidRPr="000E15EE" w:rsidRDefault="00D35346" w:rsidP="00D35346">
      <w:pPr>
        <w:pStyle w:val="TIRtiret"/>
      </w:pPr>
      <w:r>
        <w:sym w:font="Symbol" w:char="F02D"/>
      </w:r>
      <w:r>
        <w:tab/>
      </w:r>
      <w:r w:rsidR="00BB7627" w:rsidRPr="000E15EE">
        <w:t>pkt </w:t>
      </w:r>
      <w:r w:rsidR="004949FD" w:rsidRPr="000E15EE">
        <w:t>3</w:t>
      </w:r>
      <w:r w:rsidR="00943F27" w:rsidRPr="000E15EE">
        <w:t xml:space="preserve"> otrzymuje brzmienie:</w:t>
      </w:r>
    </w:p>
    <w:p w14:paraId="3E430D17" w14:textId="3BB92F56" w:rsidR="004949FD" w:rsidRPr="000E15EE" w:rsidRDefault="006C00D6" w:rsidP="00BD6256">
      <w:pPr>
        <w:pStyle w:val="ZTIRPKTzmpkttiret"/>
      </w:pPr>
      <w:r w:rsidRPr="000E15EE">
        <w:lastRenderedPageBreak/>
        <w:t>„</w:t>
      </w:r>
      <w:r w:rsidR="00A34F1F" w:rsidRPr="000E15EE">
        <w:t>3)</w:t>
      </w:r>
      <w:r w:rsidR="00A34F1F" w:rsidRPr="000E15EE">
        <w:tab/>
        <w:t xml:space="preserve">cudzoziemiec będzie wykonywał pracę w zawodzie, który nie znajduje się na liście zawodów lub rodzajów pracy, o której mowa w art. 29 ust. 3 ustawy z dnia …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A34F1F" w:rsidRPr="000E15EE">
        <w:t>;</w:t>
      </w:r>
      <w:r w:rsidRPr="000E15EE">
        <w:t>”</w:t>
      </w:r>
      <w:r w:rsidR="00A34F1F" w:rsidRPr="000E15EE">
        <w:t>,</w:t>
      </w:r>
    </w:p>
    <w:p w14:paraId="2D59F623" w14:textId="77777777" w:rsidR="00703EE1" w:rsidRPr="00703EE1" w:rsidRDefault="00703EE1" w:rsidP="00703EE1">
      <w:pPr>
        <w:pStyle w:val="TIRtiret"/>
      </w:pPr>
      <w:r w:rsidRPr="00703EE1">
        <w:sym w:font="Symbol" w:char="F02D"/>
      </w:r>
      <w:r w:rsidRPr="00703EE1">
        <w:tab/>
      </w:r>
      <w:r>
        <w:t xml:space="preserve">w </w:t>
      </w:r>
      <w:r w:rsidRPr="00703EE1">
        <w:t>pkt </w:t>
      </w:r>
      <w:r>
        <w:t>5</w:t>
      </w:r>
      <w:r w:rsidRPr="00703EE1">
        <w:t xml:space="preserve"> </w:t>
      </w:r>
      <w:r>
        <w:t>skreśla się wyrazy „</w:t>
      </w:r>
      <w:r w:rsidRPr="00703EE1">
        <w:t>i rodzaju stosunku prawnego stanowiącego podstawę wykonywania pracy przez cudzoziemca</w:t>
      </w:r>
      <w:r>
        <w:t>”,</w:t>
      </w:r>
    </w:p>
    <w:p w14:paraId="6F445AD4" w14:textId="77777777" w:rsidR="00EC0A85" w:rsidRPr="000E15EE" w:rsidRDefault="004949FD" w:rsidP="004949FD">
      <w:pPr>
        <w:pStyle w:val="LITlitera"/>
      </w:pPr>
      <w:r w:rsidRPr="000E15EE">
        <w:t>b)</w:t>
      </w:r>
      <w:r w:rsidRPr="000E15EE">
        <w:tab/>
        <w:t xml:space="preserve">uchyla się </w:t>
      </w:r>
      <w:r w:rsidR="00BB7627" w:rsidRPr="000E15EE">
        <w:t>ust. </w:t>
      </w:r>
      <w:r w:rsidRPr="000E15EE">
        <w:t>3 i 3a</w:t>
      </w:r>
      <w:r w:rsidR="00B50257" w:rsidRPr="000E15EE">
        <w:t>,</w:t>
      </w:r>
    </w:p>
    <w:p w14:paraId="2C5D671C" w14:textId="77777777" w:rsidR="00B205BC" w:rsidRPr="000E15EE" w:rsidRDefault="00B205BC" w:rsidP="004949FD">
      <w:pPr>
        <w:pStyle w:val="LITlitera"/>
      </w:pPr>
      <w:r w:rsidRPr="000E15EE">
        <w:t>c)</w:t>
      </w:r>
      <w:r w:rsidRPr="000E15EE">
        <w:tab/>
      </w:r>
      <w:r w:rsidR="00DE3350" w:rsidRPr="000E15EE">
        <w:t>ust. 4 otrzymuje brzmienie:</w:t>
      </w:r>
    </w:p>
    <w:p w14:paraId="16496CD3" w14:textId="77777777" w:rsidR="00DE3350" w:rsidRPr="000E15EE" w:rsidRDefault="006C00D6" w:rsidP="00DA10FF">
      <w:pPr>
        <w:pStyle w:val="ZLITUSTzmustliter"/>
      </w:pPr>
      <w:r w:rsidRPr="000E15EE">
        <w:t>„</w:t>
      </w:r>
      <w:r w:rsidR="00DE3350" w:rsidRPr="000E15EE">
        <w:t>4. </w:t>
      </w:r>
      <w:r w:rsidR="00DA10FF" w:rsidRPr="000E15EE">
        <w:t xml:space="preserve">Przepisu ust. 1 pkt </w:t>
      </w:r>
      <w:r w:rsidR="002E0897" w:rsidRPr="000E15EE">
        <w:t xml:space="preserve">3 i </w:t>
      </w:r>
      <w:r w:rsidR="00DA10FF" w:rsidRPr="000E15EE">
        <w:t>4 nie stosuje się, gdy cudzoziemiec spełnia warunki zwolnienia z wymogu posiadania zezwolenia na pracę, określone odrębnymi przepisami.</w:t>
      </w:r>
      <w:r w:rsidRPr="000E15EE">
        <w:t>”</w:t>
      </w:r>
      <w:r w:rsidR="00B50257" w:rsidRPr="000E15EE">
        <w:t>;</w:t>
      </w:r>
    </w:p>
    <w:p w14:paraId="19E0915A" w14:textId="77777777" w:rsidR="004949FD" w:rsidRPr="000E15EE" w:rsidRDefault="00355088" w:rsidP="004949FD">
      <w:pPr>
        <w:pStyle w:val="PKTpunkt"/>
      </w:pPr>
      <w:r>
        <w:t>10</w:t>
      </w:r>
      <w:r w:rsidR="004949FD" w:rsidRPr="000E15EE">
        <w:t>)</w:t>
      </w:r>
      <w:r w:rsidR="004949FD" w:rsidRPr="000E15EE">
        <w:tab/>
        <w:t xml:space="preserve">w </w:t>
      </w:r>
      <w:r w:rsidR="00BB7627" w:rsidRPr="000E15EE">
        <w:t>art. </w:t>
      </w:r>
      <w:r w:rsidR="004949FD" w:rsidRPr="000E15EE">
        <w:t xml:space="preserve">116 </w:t>
      </w:r>
      <w:r w:rsidR="00BB7627" w:rsidRPr="000E15EE">
        <w:t>pkt </w:t>
      </w:r>
      <w:r w:rsidR="004949FD" w:rsidRPr="000E15EE">
        <w:t>4 otrzymuje brzmienie:</w:t>
      </w:r>
    </w:p>
    <w:p w14:paraId="5734F419" w14:textId="4A59BBED" w:rsidR="004949FD" w:rsidRPr="000E15EE" w:rsidRDefault="006C00D6" w:rsidP="004949FD">
      <w:pPr>
        <w:pStyle w:val="ZPKTzmpktartykuempunktem"/>
      </w:pPr>
      <w:r w:rsidRPr="000E15EE">
        <w:t>„</w:t>
      </w:r>
      <w:r w:rsidR="004949FD" w:rsidRPr="000E15EE">
        <w:t>4)</w:t>
      </w:r>
      <w:r w:rsidR="004949FD" w:rsidRPr="000E15EE">
        <w:tab/>
        <w:t>przebywa na terytorium Rzeczypospolitej Polskiej</w:t>
      </w:r>
      <w:r w:rsidR="00BB7627" w:rsidRPr="000E15EE">
        <w:t xml:space="preserve"> w </w:t>
      </w:r>
      <w:r w:rsidR="004949FD" w:rsidRPr="000E15EE">
        <w:t>celu wykonywania pracy</w:t>
      </w:r>
      <w:r w:rsidR="00BB7627" w:rsidRPr="000E15EE">
        <w:t xml:space="preserve"> w </w:t>
      </w:r>
      <w:r w:rsidR="004949FD" w:rsidRPr="000E15EE">
        <w:t>zakresie działalności określonych</w:t>
      </w:r>
      <w:r w:rsidR="00BB7627" w:rsidRPr="000E15EE">
        <w:t xml:space="preserve"> w </w:t>
      </w:r>
      <w:r w:rsidR="004949FD" w:rsidRPr="000E15EE">
        <w:t xml:space="preserve">przepisach wydanych na podstawie </w:t>
      </w:r>
      <w:r w:rsidR="00BB7627" w:rsidRPr="000E15EE">
        <w:t>art. </w:t>
      </w:r>
      <w:r w:rsidR="00A650A9" w:rsidRPr="000E15EE">
        <w:t>43</w:t>
      </w:r>
      <w:r w:rsidR="004949FD" w:rsidRPr="000E15EE">
        <w:t xml:space="preserve"> </w:t>
      </w:r>
      <w:r w:rsidR="00BB7627" w:rsidRPr="000E15EE">
        <w:t>ust. </w:t>
      </w:r>
      <w:r w:rsidR="004949FD" w:rsidRPr="000E15EE">
        <w:t>2 ustawy</w:t>
      </w:r>
      <w:r w:rsidR="00BB7627" w:rsidRPr="000E15EE">
        <w:t xml:space="preserve"> z </w:t>
      </w:r>
      <w:r w:rsidR="004949FD"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4949FD" w:rsidRPr="000E15EE">
        <w:t>, lub</w:t>
      </w:r>
      <w:r w:rsidRPr="000E15EE">
        <w:t>”</w:t>
      </w:r>
      <w:r w:rsidR="004949FD" w:rsidRPr="000E15EE">
        <w:t>;</w:t>
      </w:r>
    </w:p>
    <w:p w14:paraId="25854B16" w14:textId="77777777" w:rsidR="00153A12" w:rsidRPr="000E15EE" w:rsidRDefault="00355088" w:rsidP="00153A12">
      <w:pPr>
        <w:pStyle w:val="PKTpunkt"/>
      </w:pPr>
      <w:r>
        <w:t>11</w:t>
      </w:r>
      <w:r w:rsidR="004949FD" w:rsidRPr="000E15EE">
        <w:t>)</w:t>
      </w:r>
      <w:r w:rsidR="004949FD" w:rsidRPr="000E15EE">
        <w:tab/>
        <w:t xml:space="preserve">w </w:t>
      </w:r>
      <w:r w:rsidR="00BB7627" w:rsidRPr="000E15EE">
        <w:t>art. </w:t>
      </w:r>
      <w:r w:rsidR="004949FD" w:rsidRPr="000E15EE">
        <w:t>117</w:t>
      </w:r>
      <w:r w:rsidR="00ED7DBE" w:rsidRPr="000E15EE">
        <w:t>:</w:t>
      </w:r>
      <w:r w:rsidR="00BB7627" w:rsidRPr="000E15EE">
        <w:t xml:space="preserve"> </w:t>
      </w:r>
    </w:p>
    <w:p w14:paraId="059E42F8" w14:textId="77777777" w:rsidR="00ED7DBE" w:rsidRPr="000E15EE" w:rsidRDefault="00153A12" w:rsidP="002E0897">
      <w:pPr>
        <w:pStyle w:val="LITlitera"/>
      </w:pPr>
      <w:r w:rsidRPr="000E15EE">
        <w:t>a)</w:t>
      </w:r>
      <w:r w:rsidRPr="000E15EE">
        <w:tab/>
      </w:r>
      <w:r w:rsidR="00ED7DBE" w:rsidRPr="000E15EE">
        <w:t>w pkt 1:</w:t>
      </w:r>
    </w:p>
    <w:p w14:paraId="237BCB82" w14:textId="77777777" w:rsidR="000570DE" w:rsidRPr="000E15EE" w:rsidRDefault="00970CB6" w:rsidP="00ED7DBE">
      <w:pPr>
        <w:pStyle w:val="TIRtiret"/>
      </w:pPr>
      <w:r w:rsidRPr="000E15EE">
        <w:t>–</w:t>
      </w:r>
      <w:r w:rsidR="00ED7DBE" w:rsidRPr="000E15EE">
        <w:tab/>
      </w:r>
      <w:r w:rsidR="004949FD" w:rsidRPr="000E15EE">
        <w:t>lit. a</w:t>
      </w:r>
      <w:r w:rsidRPr="000E15EE">
        <w:t>–</w:t>
      </w:r>
      <w:r w:rsidR="00153A12" w:rsidRPr="000E15EE">
        <w:t>c</w:t>
      </w:r>
      <w:r w:rsidR="004949FD" w:rsidRPr="000E15EE">
        <w:t xml:space="preserve"> otrzymują brzmienie:</w:t>
      </w:r>
    </w:p>
    <w:p w14:paraId="5F3B0288" w14:textId="6F8B4A16" w:rsidR="004949FD" w:rsidRPr="000E15EE" w:rsidRDefault="006C00D6" w:rsidP="00ED7DBE">
      <w:pPr>
        <w:pStyle w:val="ZTIRLITzmlittiret"/>
      </w:pPr>
      <w:r w:rsidRPr="000E15EE">
        <w:t>„</w:t>
      </w:r>
      <w:r w:rsidR="004949FD" w:rsidRPr="000E15EE">
        <w:t>a)</w:t>
      </w:r>
      <w:r w:rsidR="004949FD" w:rsidRPr="000E15EE">
        <w:tab/>
      </w:r>
      <w:r w:rsidR="00D023F1" w:rsidRPr="000E15EE">
        <w:t xml:space="preserve">został prawomocnie ukarany </w:t>
      </w:r>
      <w:r w:rsidR="004949FD" w:rsidRPr="000E15EE">
        <w:t>za wykroczenie,</w:t>
      </w:r>
      <w:r w:rsidR="00BB7627" w:rsidRPr="000E15EE">
        <w:t xml:space="preserve"> o </w:t>
      </w:r>
      <w:r w:rsidR="004949FD" w:rsidRPr="000E15EE">
        <w:t>którym mowa</w:t>
      </w:r>
      <w:r w:rsidR="00BB7627" w:rsidRPr="000E15EE">
        <w:t xml:space="preserve"> w art.</w:t>
      </w:r>
      <w:r w:rsidR="00D5646A">
        <w:t xml:space="preserve"> 82 </w:t>
      </w:r>
      <w:r w:rsidR="00BB7627" w:rsidRPr="000E15EE">
        <w:t>ust. </w:t>
      </w:r>
      <w:r w:rsidR="004949FD" w:rsidRPr="000E15EE">
        <w:t>1 ustawy</w:t>
      </w:r>
      <w:r w:rsidR="00BB7627" w:rsidRPr="000E15EE">
        <w:t xml:space="preserve"> z </w:t>
      </w:r>
      <w:r w:rsidR="004949FD"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4949FD" w:rsidRPr="000E15EE">
        <w:t xml:space="preserve">, </w:t>
      </w:r>
      <w:r w:rsidR="00CA756A" w:rsidRPr="000E15EE">
        <w:t>i </w:t>
      </w:r>
      <w:r w:rsidR="00BB7627" w:rsidRPr="000E15EE">
        <w:t>w </w:t>
      </w:r>
      <w:r w:rsidR="004949FD" w:rsidRPr="000E15EE">
        <w:t>ciągu 2 lat od ukarania został ponownie ukaran</w:t>
      </w:r>
      <w:r w:rsidR="00CA756A" w:rsidRPr="000E15EE">
        <w:t>y</w:t>
      </w:r>
      <w:r w:rsidR="004949FD" w:rsidRPr="000E15EE">
        <w:t xml:space="preserve"> za podobne wykroczenie, lub</w:t>
      </w:r>
    </w:p>
    <w:p w14:paraId="75DD001B" w14:textId="4DA629C6" w:rsidR="00D023F1" w:rsidRPr="000E15EE" w:rsidRDefault="004949FD" w:rsidP="00ED7DBE">
      <w:pPr>
        <w:pStyle w:val="ZTIRLITzmlittiret"/>
      </w:pPr>
      <w:r w:rsidRPr="000E15EE">
        <w:t>b)</w:t>
      </w:r>
      <w:r w:rsidRPr="000E15EE">
        <w:tab/>
      </w:r>
      <w:r w:rsidR="00D023F1" w:rsidRPr="000E15EE">
        <w:t xml:space="preserve">został prawomocnie ukarany </w:t>
      </w:r>
      <w:r w:rsidRPr="000E15EE">
        <w:t>za wykroczenia,</w:t>
      </w:r>
      <w:r w:rsidR="00BB7627" w:rsidRPr="000E15EE">
        <w:t xml:space="preserve"> o </w:t>
      </w:r>
      <w:r w:rsidRPr="000E15EE">
        <w:t>których mowa</w:t>
      </w:r>
      <w:r w:rsidR="00BB7627" w:rsidRPr="000E15EE">
        <w:t xml:space="preserve"> w art.</w:t>
      </w:r>
      <w:r w:rsidR="00D5646A">
        <w:t xml:space="preserve"> 82 </w:t>
      </w:r>
      <w:r w:rsidR="00BB7627" w:rsidRPr="000E15EE">
        <w:t>ust. </w:t>
      </w:r>
      <w:r w:rsidRPr="000E15EE">
        <w:t>3–5 ustawy</w:t>
      </w:r>
      <w:r w:rsidR="00BB7627" w:rsidRPr="000E15EE">
        <w:t xml:space="preserve"> z </w:t>
      </w:r>
      <w:r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Pr="000E15EE">
        <w:t>, lub</w:t>
      </w:r>
    </w:p>
    <w:p w14:paraId="3A5A10CF" w14:textId="77777777" w:rsidR="004949FD" w:rsidRPr="000E15EE" w:rsidRDefault="00153A12" w:rsidP="00ED7DBE">
      <w:pPr>
        <w:pStyle w:val="ZTIRLITzmlittiret"/>
      </w:pPr>
      <w:r w:rsidRPr="000E15EE">
        <w:t>c)</w:t>
      </w:r>
      <w:r w:rsidR="00E04006" w:rsidRPr="000E15EE">
        <w:tab/>
      </w:r>
      <w:r w:rsidRPr="000E15EE">
        <w:t>jest osobą fizyczną skazaną prawomocnym wyrokiem za przestępstwo, o którym mowa w art. 218</w:t>
      </w:r>
      <w:r w:rsidR="00970CB6" w:rsidRPr="000E15EE">
        <w:t>–</w:t>
      </w:r>
      <w:r w:rsidRPr="000E15EE">
        <w:t>221, art. 270, art. 271, art. 272, art. 273 lub art. 275 Kodeksu karnego, lub</w:t>
      </w:r>
      <w:r w:rsidR="006C00D6" w:rsidRPr="000E15EE">
        <w:t>”</w:t>
      </w:r>
      <w:r w:rsidR="000B2744" w:rsidRPr="000E15EE">
        <w:t>,</w:t>
      </w:r>
    </w:p>
    <w:p w14:paraId="2C439890" w14:textId="77777777" w:rsidR="000570DE" w:rsidRPr="000E15EE" w:rsidRDefault="00970CB6" w:rsidP="00ED7DBE">
      <w:pPr>
        <w:pStyle w:val="TIRtiret"/>
      </w:pPr>
      <w:r w:rsidRPr="000E15EE">
        <w:t>–</w:t>
      </w:r>
      <w:r w:rsidR="000570DE" w:rsidRPr="000E15EE">
        <w:tab/>
        <w:t>uchyla się lit. d</w:t>
      </w:r>
      <w:r w:rsidR="000B2744" w:rsidRPr="000E15EE">
        <w:t>,</w:t>
      </w:r>
    </w:p>
    <w:p w14:paraId="38408B1A" w14:textId="77777777" w:rsidR="00F75A37" w:rsidRPr="000E15EE" w:rsidRDefault="00970CB6" w:rsidP="00ED7DBE">
      <w:pPr>
        <w:pStyle w:val="TIRtiret"/>
      </w:pPr>
      <w:r w:rsidRPr="000E15EE">
        <w:t>–</w:t>
      </w:r>
      <w:r w:rsidR="00F75A37" w:rsidRPr="000E15EE">
        <w:tab/>
        <w:t>dodaje się lit. g</w:t>
      </w:r>
      <w:r w:rsidRPr="000E15EE">
        <w:t>–</w:t>
      </w:r>
      <w:r w:rsidR="00F75A37" w:rsidRPr="000E15EE">
        <w:t>j w brzmieniu:</w:t>
      </w:r>
    </w:p>
    <w:p w14:paraId="1F254687" w14:textId="77777777" w:rsidR="00F75A37" w:rsidRPr="000E15EE" w:rsidRDefault="006C00D6" w:rsidP="00ED7DBE">
      <w:pPr>
        <w:pStyle w:val="ZTIRLITzmlittiret"/>
      </w:pPr>
      <w:r w:rsidRPr="000E15EE">
        <w:t>„</w:t>
      </w:r>
      <w:r w:rsidR="00CA57F6" w:rsidRPr="000E15EE">
        <w:t>g)</w:t>
      </w:r>
      <w:r w:rsidR="00CA57F6" w:rsidRPr="000E15EE">
        <w:tab/>
      </w:r>
      <w:r w:rsidR="00F75A37" w:rsidRPr="000E15EE">
        <w:t>jest osobą fizyczną prawomocnie skazaną za przestępstwo, o którym mowa w art. 189a Kodeks</w:t>
      </w:r>
      <w:r w:rsidR="00134F83" w:rsidRPr="000E15EE">
        <w:t>u</w:t>
      </w:r>
      <w:r w:rsidR="00F75A37" w:rsidRPr="000E15EE">
        <w:t xml:space="preserve"> karn</w:t>
      </w:r>
      <w:r w:rsidR="00134F83" w:rsidRPr="000E15EE">
        <w:t>ego</w:t>
      </w:r>
      <w:r w:rsidR="00F75A37" w:rsidRPr="000E15EE">
        <w:t xml:space="preserve">, lub skazany w innym państwie za </w:t>
      </w:r>
      <w:r w:rsidR="00F75A37" w:rsidRPr="000E15EE">
        <w:lastRenderedPageBreak/>
        <w:t>przestępstwo, o którym mowa w Protokole o zapobieganiu, zwalczaniu oraz karaniu za handel ludźmi, w szczególności kobietami i dziećmi, uzupełniającego Konwencję Narodów Zjednoczonych przeciwko międzynarodowej przestępczości zorganizowanej, przyjętym przez Zgromadzenie Ogólne Narodów Zjednoczonych dnia 15 listopada 2000 r. (Dz. U. z 2005 r. poz.</w:t>
      </w:r>
      <w:r w:rsidR="00EA3966" w:rsidRPr="000E15EE">
        <w:t> </w:t>
      </w:r>
      <w:r w:rsidR="00F75A37" w:rsidRPr="000E15EE">
        <w:t>160), lub</w:t>
      </w:r>
    </w:p>
    <w:p w14:paraId="740F79F6" w14:textId="77777777" w:rsidR="00F75A37" w:rsidRPr="000E15EE" w:rsidRDefault="00F75A37" w:rsidP="00ED7DBE">
      <w:pPr>
        <w:pStyle w:val="ZTIRLITzmlittiret"/>
      </w:pPr>
      <w:r w:rsidRPr="000E15EE">
        <w:t>h)</w:t>
      </w:r>
      <w:r w:rsidRPr="000E15EE">
        <w:tab/>
        <w:t>nie dopełnia obowiązku opłacania składek na ubezpieczenia społeczne, ubezpieczenie zdrowotne, Fundusz Pracy, Fundusz Gwarantowanych Świadczeń Pracowniczych, Fundusz Emerytur Pomostowych oraz Fundusz Solidarnościowy albo nie dopełnia obowiązku opłacania składek na ubezpieczenie społeczne rolników, z wyjątkiem przypadków, gdy uzyskał przewidziane prawem odroczenie terminu płatności lub rozłożenie na raty zaległych płatności lub gdy wysokość nieopłaconej składki nie przekracza kwoty kosztów upomnienia w postępowaniu egzekucyjnym, lub</w:t>
      </w:r>
    </w:p>
    <w:p w14:paraId="10C6D92B" w14:textId="77777777" w:rsidR="000B2744" w:rsidRPr="000E15EE" w:rsidRDefault="000B2744" w:rsidP="00ED7DBE">
      <w:pPr>
        <w:pStyle w:val="ZTIRLITzmlittiret"/>
      </w:pPr>
      <w:r w:rsidRPr="000E15EE">
        <w:t>i)</w:t>
      </w:r>
      <w:r w:rsidRPr="000E15EE">
        <w:tab/>
        <w:t>nie dopełnia obowiązku zgłoszenia do ubezpieczenia społecznego pracowników lub innych osób objętych obowiązkowym ubezpieczeniem społecznym, lub</w:t>
      </w:r>
    </w:p>
    <w:p w14:paraId="3785F168" w14:textId="77777777" w:rsidR="00F75A37" w:rsidRPr="000E15EE" w:rsidRDefault="000B2744" w:rsidP="00ED7DBE">
      <w:pPr>
        <w:pStyle w:val="ZTIRLITzmlittiret"/>
      </w:pPr>
      <w:r w:rsidRPr="000E15EE">
        <w:t>j)</w:t>
      </w:r>
      <w:r w:rsidRPr="000E15EE">
        <w:tab/>
        <w:t>zalega z uiszczeniem podatku dochodowego od osób fizycznych lub podatku dochodowego od osób prawnych, z wyjątkiem przypadków, gdy uzyskał przewidziane prawem zwolnienie, odroczenie, rozłożenie na raty zaległych płatności lub wstrzymanie w całości wykonania decyzji właściwego organu</w:t>
      </w:r>
      <w:r w:rsidR="001B74CF">
        <w:t>;</w:t>
      </w:r>
      <w:r w:rsidR="006C00D6" w:rsidRPr="000E15EE">
        <w:t>”</w:t>
      </w:r>
      <w:r w:rsidRPr="000E15EE">
        <w:t>;</w:t>
      </w:r>
    </w:p>
    <w:p w14:paraId="288AF1C2" w14:textId="77777777" w:rsidR="00E563B1" w:rsidRPr="000E15EE" w:rsidRDefault="00E563B1" w:rsidP="00F62484">
      <w:pPr>
        <w:pStyle w:val="LITlitera"/>
      </w:pPr>
      <w:r w:rsidRPr="000E15EE">
        <w:t>b)</w:t>
      </w:r>
      <w:r w:rsidRPr="000E15EE">
        <w:tab/>
        <w:t>w pkt 2</w:t>
      </w:r>
      <w:r w:rsidR="00BD6256">
        <w:t xml:space="preserve"> </w:t>
      </w:r>
      <w:r w:rsidRPr="000E15EE">
        <w:t>uchyla się lit. c;</w:t>
      </w:r>
    </w:p>
    <w:p w14:paraId="7569642F" w14:textId="77777777" w:rsidR="00C963B8" w:rsidRPr="000E15EE" w:rsidRDefault="00355088" w:rsidP="00C963B8">
      <w:pPr>
        <w:pStyle w:val="PKTpunkt"/>
      </w:pPr>
      <w:r>
        <w:t>12</w:t>
      </w:r>
      <w:r w:rsidR="004949FD" w:rsidRPr="000E15EE">
        <w:t>)</w:t>
      </w:r>
      <w:r w:rsidR="00C963B8" w:rsidRPr="000E15EE">
        <w:t xml:space="preserve"> </w:t>
      </w:r>
      <w:r w:rsidR="00C963B8" w:rsidRPr="000E15EE">
        <w:tab/>
        <w:t>art. 117a otrzymuje brzmienie:</w:t>
      </w:r>
    </w:p>
    <w:p w14:paraId="67354E91" w14:textId="77777777" w:rsidR="00361E40" w:rsidRPr="000E15EE" w:rsidRDefault="006C00D6" w:rsidP="00361E40">
      <w:pPr>
        <w:pStyle w:val="ZARTzmartartykuempunktem"/>
      </w:pPr>
      <w:r w:rsidRPr="000E15EE">
        <w:t>„</w:t>
      </w:r>
      <w:r w:rsidR="00C963B8" w:rsidRPr="000E15EE">
        <w:t>Art. 117a.</w:t>
      </w:r>
      <w:r w:rsidR="00C963B8" w:rsidRPr="000E15EE">
        <w:tab/>
        <w:t xml:space="preserve">Udzielenia zezwolenia na pobyt czasowy i pracę </w:t>
      </w:r>
      <w:r w:rsidR="003450AC">
        <w:t>odmawia się</w:t>
      </w:r>
      <w:r w:rsidR="00C963B8" w:rsidRPr="000E15EE">
        <w:t>, jeżeli</w:t>
      </w:r>
      <w:r w:rsidR="00361E40" w:rsidRPr="000E15EE">
        <w:t>:</w:t>
      </w:r>
    </w:p>
    <w:p w14:paraId="0313F54F" w14:textId="77777777" w:rsidR="00E563B1" w:rsidRPr="000E15EE" w:rsidRDefault="00E563B1" w:rsidP="00E563B1">
      <w:pPr>
        <w:pStyle w:val="LITlitera"/>
      </w:pPr>
      <w:r w:rsidRPr="000E15EE">
        <w:t>1)</w:t>
      </w:r>
      <w:r w:rsidRPr="000E15EE">
        <w:tab/>
        <w:t xml:space="preserve"> </w:t>
      </w:r>
      <w:r w:rsidR="0015752B">
        <w:t>podmiot powierzający pracę cudzoziemcowi</w:t>
      </w:r>
      <w:r w:rsidRPr="000E15EE">
        <w:t xml:space="preserve"> lub pracodawca użytkownik nie prowadzi działalności uzasadniającej zatrudnienie danego cudzoziemca w danym okresie, w tym</w:t>
      </w:r>
      <w:bookmarkStart w:id="208" w:name="_Hlk174350992"/>
      <w:r w:rsidR="00C007DC">
        <w:t xml:space="preserve"> ma zawieszoną działalność gospodarczą</w:t>
      </w:r>
      <w:bookmarkEnd w:id="208"/>
      <w:r w:rsidRPr="000E15EE">
        <w:t>, został wykreślony z właściwego rejestru, lub jego działalność jest w okresie likwidacji, lub</w:t>
      </w:r>
    </w:p>
    <w:p w14:paraId="2FB68901" w14:textId="77777777" w:rsidR="003450AC" w:rsidRDefault="00E563B1" w:rsidP="00E563B1">
      <w:pPr>
        <w:pStyle w:val="LITlitera"/>
      </w:pPr>
      <w:r w:rsidRPr="000E15EE">
        <w:t>2)</w:t>
      </w:r>
      <w:r w:rsidRPr="000E15EE">
        <w:tab/>
        <w:t xml:space="preserve"> </w:t>
      </w:r>
      <w:r w:rsidR="0015752B">
        <w:t>podmiot powierzający pracę cudzoziemcowi</w:t>
      </w:r>
      <w:r w:rsidRPr="000E15EE">
        <w:t xml:space="preserve"> nie posiada środków finansowych ani źródeł dochodu niezbędnych do pokrycia zobowiązań wynikających z zatrudnienia cudzoziemca</w:t>
      </w:r>
      <w:r w:rsidR="003450AC">
        <w:t>,</w:t>
      </w:r>
    </w:p>
    <w:p w14:paraId="08B2B2C7" w14:textId="77777777" w:rsidR="00E63704" w:rsidRPr="00E63704" w:rsidRDefault="003450AC" w:rsidP="00E63704">
      <w:pPr>
        <w:pStyle w:val="LITlitera"/>
      </w:pPr>
      <w:r>
        <w:lastRenderedPageBreak/>
        <w:t>3)</w:t>
      </w:r>
      <w:r>
        <w:tab/>
      </w:r>
      <w:r w:rsidR="0015752B">
        <w:t>podmiot powierzający pracę cudzoziemcowi</w:t>
      </w:r>
      <w:r w:rsidR="00E63704" w:rsidRPr="00E63704">
        <w:t xml:space="preserve"> został ustanowiony lub działa głównie w celu ułatwiania cudzoziemcom wjazdu na terytorium Rzeczypospolitej Polskiej</w:t>
      </w:r>
      <w:r w:rsidR="00E63704">
        <w:t>,</w:t>
      </w:r>
    </w:p>
    <w:p w14:paraId="4A812461" w14:textId="77777777" w:rsidR="00E563B1" w:rsidRPr="000E15EE" w:rsidRDefault="00E63704" w:rsidP="00E63704">
      <w:pPr>
        <w:pStyle w:val="LITlitera"/>
      </w:pPr>
      <w:r w:rsidRPr="00E63704">
        <w:t>4) z okoliczności sprawy wynika, że cudzoziemiec byłby zatrudniony przez podmiot, który nie jest agencją pracy tymczasowej działającą na terytorium Rzeczypospolitej Polskiej zgodnie z obowiązującymi przepisami, a praca byłaby wykonywana na rzecz osoby trzeciej</w:t>
      </w:r>
      <w:r w:rsidR="00E563B1" w:rsidRPr="000E15EE">
        <w:t>.</w:t>
      </w:r>
      <w:r w:rsidR="006C00D6" w:rsidRPr="000E15EE">
        <w:t>”</w:t>
      </w:r>
      <w:r w:rsidR="00E563B1" w:rsidRPr="000E15EE">
        <w:t>;</w:t>
      </w:r>
    </w:p>
    <w:p w14:paraId="575D7DE5" w14:textId="7A9D6D76" w:rsidR="004949FD" w:rsidRPr="000E15EE" w:rsidRDefault="00355088" w:rsidP="004949FD">
      <w:pPr>
        <w:pStyle w:val="PKTpunkt"/>
      </w:pPr>
      <w:r>
        <w:t>13</w:t>
      </w:r>
      <w:r w:rsidR="00C963B8" w:rsidRPr="000E15EE">
        <w:t>)</w:t>
      </w:r>
      <w:r w:rsidR="004949FD" w:rsidRPr="000E15EE">
        <w:tab/>
        <w:t xml:space="preserve">w </w:t>
      </w:r>
      <w:r w:rsidR="00BB7627" w:rsidRPr="000E15EE">
        <w:t>art. </w:t>
      </w:r>
      <w:r w:rsidR="004949FD" w:rsidRPr="000E15EE">
        <w:t xml:space="preserve">117b wyrazy </w:t>
      </w:r>
      <w:r w:rsidR="006C00D6" w:rsidRPr="000E15EE">
        <w:t>„</w:t>
      </w:r>
      <w:r w:rsidR="00BB7627" w:rsidRPr="000E15EE">
        <w:t>art. </w:t>
      </w:r>
      <w:r w:rsidR="004949FD" w:rsidRPr="000E15EE">
        <w:t>88ca ustawy</w:t>
      </w:r>
      <w:r w:rsidR="00BB7627" w:rsidRPr="000E15EE">
        <w:t xml:space="preserve"> z </w:t>
      </w:r>
      <w:r w:rsidR="004949FD" w:rsidRPr="000E15EE">
        <w:t>dnia 20 kwietnia 2004</w:t>
      </w:r>
      <w:r w:rsidR="00BB7627" w:rsidRPr="000E15EE">
        <w:t> r. o </w:t>
      </w:r>
      <w:r w:rsidR="004949FD" w:rsidRPr="000E15EE">
        <w:t>promocji zatrudnienia i instytucjach rynku pracy</w:t>
      </w:r>
      <w:r w:rsidR="006C00D6" w:rsidRPr="000E15EE">
        <w:t>”</w:t>
      </w:r>
      <w:r w:rsidR="004949FD" w:rsidRPr="000E15EE">
        <w:t xml:space="preserve"> zastępuje się wyrazami </w:t>
      </w:r>
      <w:r w:rsidR="006C00D6" w:rsidRPr="000E15EE">
        <w:t>„</w:t>
      </w:r>
      <w:r w:rsidR="00BB7627" w:rsidRPr="000E15EE">
        <w:t>art. </w:t>
      </w:r>
      <w:r w:rsidR="00511271" w:rsidRPr="000E15EE">
        <w:t>27</w:t>
      </w:r>
      <w:r w:rsidR="004949FD" w:rsidRPr="000E15EE">
        <w:t xml:space="preserve"> </w:t>
      </w:r>
      <w:r w:rsidR="00BB7627" w:rsidRPr="000E15EE">
        <w:t>ust. </w:t>
      </w:r>
      <w:r w:rsidR="008819C6" w:rsidRPr="000E15EE">
        <w:t>2</w:t>
      </w:r>
      <w:r w:rsidR="004949FD" w:rsidRPr="000E15EE">
        <w:t xml:space="preserve"> ustawy</w:t>
      </w:r>
      <w:r w:rsidR="00BB7627" w:rsidRPr="000E15EE">
        <w:t xml:space="preserve"> z </w:t>
      </w:r>
      <w:r w:rsidR="004949FD"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6C00D6" w:rsidRPr="000E15EE">
        <w:t>”</w:t>
      </w:r>
      <w:r w:rsidR="004949FD" w:rsidRPr="000E15EE">
        <w:t>;</w:t>
      </w:r>
    </w:p>
    <w:p w14:paraId="38B3A02B" w14:textId="77777777" w:rsidR="00B74952" w:rsidRPr="000E15EE" w:rsidRDefault="00355088" w:rsidP="004949FD">
      <w:pPr>
        <w:pStyle w:val="PKTpunkt"/>
      </w:pPr>
      <w:r>
        <w:t>14</w:t>
      </w:r>
      <w:r w:rsidR="00511271" w:rsidRPr="000E15EE">
        <w:t>)</w:t>
      </w:r>
      <w:r w:rsidR="00B74952" w:rsidRPr="000E15EE">
        <w:tab/>
        <w:t>w art. 118</w:t>
      </w:r>
      <w:r w:rsidR="007E0B73" w:rsidRPr="000E15EE">
        <w:t>:</w:t>
      </w:r>
    </w:p>
    <w:p w14:paraId="5E1473A0" w14:textId="77777777" w:rsidR="008819C6" w:rsidRPr="000E15EE" w:rsidRDefault="00B74952" w:rsidP="007E0B73">
      <w:pPr>
        <w:pStyle w:val="LITlitera"/>
      </w:pPr>
      <w:r w:rsidRPr="000E15EE">
        <w:t>a)</w:t>
      </w:r>
      <w:r w:rsidR="008819C6" w:rsidRPr="000E15EE">
        <w:tab/>
        <w:t>w ust. 1 pkt 2</w:t>
      </w:r>
      <w:r w:rsidR="00970CB6" w:rsidRPr="000E15EE">
        <w:t>–</w:t>
      </w:r>
      <w:r w:rsidR="008819C6" w:rsidRPr="000E15EE">
        <w:t>4 otrzymują brzmienie:</w:t>
      </w:r>
    </w:p>
    <w:p w14:paraId="51A4B171" w14:textId="77777777" w:rsidR="008819C6" w:rsidRPr="000E15EE" w:rsidRDefault="006C00D6" w:rsidP="008819C6">
      <w:pPr>
        <w:pStyle w:val="ZLITPKTzmpktliter"/>
      </w:pPr>
      <w:r w:rsidRPr="000E15EE">
        <w:t>„</w:t>
      </w:r>
      <w:r w:rsidR="008819C6" w:rsidRPr="000E15EE">
        <w:t>2)</w:t>
      </w:r>
      <w:r w:rsidR="008819C6" w:rsidRPr="000E15EE">
        <w:tab/>
        <w:t>stanowisko lub rodzaj pracy;</w:t>
      </w:r>
    </w:p>
    <w:p w14:paraId="3638209B" w14:textId="77777777" w:rsidR="008819C6" w:rsidRPr="000E15EE" w:rsidRDefault="008819C6" w:rsidP="008819C6">
      <w:pPr>
        <w:pStyle w:val="ZLITPKTzmpktliter"/>
      </w:pPr>
      <w:r w:rsidRPr="000E15EE">
        <w:t>3)</w:t>
      </w:r>
      <w:r w:rsidRPr="000E15EE">
        <w:tab/>
        <w:t xml:space="preserve">najniższe wynagrodzenie, które </w:t>
      </w:r>
      <w:r w:rsidR="00985029" w:rsidRPr="000E15EE">
        <w:t xml:space="preserve">będzie </w:t>
      </w:r>
      <w:r w:rsidRPr="000E15EE">
        <w:t>otrzymywać cudzoziemiec na danym stanowisku;</w:t>
      </w:r>
    </w:p>
    <w:p w14:paraId="2247AB02" w14:textId="6736F41A" w:rsidR="008819C6" w:rsidRPr="000E15EE" w:rsidRDefault="008819C6" w:rsidP="008819C6">
      <w:pPr>
        <w:pStyle w:val="ZLITPKTzmpktliter"/>
      </w:pPr>
      <w:r w:rsidRPr="000E15EE">
        <w:t>4)</w:t>
      </w:r>
      <w:r w:rsidRPr="000E15EE">
        <w:tab/>
        <w:t>wymiar czasu pracy;</w:t>
      </w:r>
      <w:r w:rsidR="006C00D6" w:rsidRPr="000E15EE">
        <w:t>”</w:t>
      </w:r>
      <w:r w:rsidR="00B50257" w:rsidRPr="000E15EE">
        <w:t>,</w:t>
      </w:r>
    </w:p>
    <w:p w14:paraId="32783741" w14:textId="77777777" w:rsidR="000570DE" w:rsidRPr="000E15EE" w:rsidRDefault="008819C6" w:rsidP="007E0B73">
      <w:pPr>
        <w:pStyle w:val="LITlitera"/>
      </w:pPr>
      <w:r w:rsidRPr="000E15EE">
        <w:t>b)</w:t>
      </w:r>
      <w:r w:rsidR="00B74952" w:rsidRPr="000E15EE">
        <w:tab/>
        <w:t xml:space="preserve">ust. 3 </w:t>
      </w:r>
      <w:r w:rsidR="001B74CF">
        <w:t xml:space="preserve">i 4 </w:t>
      </w:r>
      <w:r w:rsidR="00B74952" w:rsidRPr="000E15EE">
        <w:t>otrzymuj</w:t>
      </w:r>
      <w:r w:rsidR="001B74CF">
        <w:t>ą</w:t>
      </w:r>
      <w:r w:rsidR="00B74952" w:rsidRPr="000E15EE">
        <w:t xml:space="preserve"> brzmienie:</w:t>
      </w:r>
    </w:p>
    <w:p w14:paraId="48EC960C" w14:textId="77777777" w:rsidR="000570DE" w:rsidRPr="000E15EE" w:rsidRDefault="006C00D6" w:rsidP="001B74CF">
      <w:pPr>
        <w:pStyle w:val="ZLITUSTzmustliter"/>
      </w:pPr>
      <w:r w:rsidRPr="000E15EE">
        <w:t>„</w:t>
      </w:r>
      <w:r w:rsidR="00B74952" w:rsidRPr="000E15EE">
        <w:t xml:space="preserve">3. Przepisu ust. 1 nie stosuje się, gdy cudzoziemiec spełnia warunki </w:t>
      </w:r>
      <w:r w:rsidR="004618F5" w:rsidRPr="000E15EE">
        <w:t xml:space="preserve">zwolnienia z </w:t>
      </w:r>
      <w:r w:rsidR="00B74952" w:rsidRPr="000E15EE">
        <w:t>wymogu posiadania zezwolenia na pracę, określone odrębnymi przepisami.</w:t>
      </w:r>
    </w:p>
    <w:p w14:paraId="3745379B" w14:textId="77777777" w:rsidR="000570DE" w:rsidRPr="000E15EE" w:rsidRDefault="000570DE" w:rsidP="007E0B73">
      <w:pPr>
        <w:pStyle w:val="ZLITUSTzmustliter"/>
      </w:pPr>
      <w:r w:rsidRPr="000E15EE">
        <w:t xml:space="preserve">4. W przypadku, o którym mowa w ust. 3, w decyzji o udzieleniu zezwolenia na pobyt czasowy i pracę, poza okresem ważności zezwolenia, zamieszcza się informację, że cudzoziemiec jest uprawniony do wykonywania pracy na warunkach określonych w przepisie będącym podstawą zwolnienia z </w:t>
      </w:r>
      <w:r w:rsidR="00B74952" w:rsidRPr="000E15EE">
        <w:t>wymo</w:t>
      </w:r>
      <w:r w:rsidR="007E0B73" w:rsidRPr="000E15EE">
        <w:t xml:space="preserve">gu </w:t>
      </w:r>
      <w:r w:rsidRPr="000E15EE">
        <w:t>posiadania zezwolenia na pracę</w:t>
      </w:r>
      <w:bookmarkStart w:id="209" w:name="_Hlk119682574"/>
      <w:r w:rsidRPr="000E15EE">
        <w:t>.</w:t>
      </w:r>
      <w:r w:rsidR="006C00D6" w:rsidRPr="000E15EE">
        <w:t>”</w:t>
      </w:r>
      <w:r w:rsidR="007E0B73" w:rsidRPr="000E15EE">
        <w:t>;</w:t>
      </w:r>
    </w:p>
    <w:bookmarkEnd w:id="209"/>
    <w:p w14:paraId="757308B3" w14:textId="77777777" w:rsidR="000570DE" w:rsidRPr="000E15EE" w:rsidRDefault="00355088" w:rsidP="004949FD">
      <w:pPr>
        <w:pStyle w:val="PKTpunkt"/>
      </w:pPr>
      <w:r>
        <w:t>15</w:t>
      </w:r>
      <w:r w:rsidR="00511271" w:rsidRPr="000E15EE">
        <w:t>)</w:t>
      </w:r>
      <w:r w:rsidR="007E0B73" w:rsidRPr="000E15EE">
        <w:tab/>
      </w:r>
      <w:r w:rsidR="00F70FF2" w:rsidRPr="000E15EE">
        <w:t>art. 119 otrzymuje następujące brzmienie:</w:t>
      </w:r>
    </w:p>
    <w:p w14:paraId="5921C199" w14:textId="77777777" w:rsidR="00FB49D8" w:rsidRPr="000E15EE" w:rsidRDefault="006C00D6" w:rsidP="00FB49D8">
      <w:pPr>
        <w:pStyle w:val="ZARTzmartartykuempunktem"/>
      </w:pPr>
      <w:r w:rsidRPr="000E15EE">
        <w:t>„</w:t>
      </w:r>
      <w:r w:rsidR="00FB49D8" w:rsidRPr="000E15EE">
        <w:t>Art. 119. 1. Zmiana lub udzielenie nowego zezwolenia na pobyt czasowy i pracę nie są wymagane, jeżeli:</w:t>
      </w:r>
    </w:p>
    <w:p w14:paraId="7F0CED1C" w14:textId="77777777" w:rsidR="00FB49D8" w:rsidRPr="000E15EE" w:rsidRDefault="00FB49D8" w:rsidP="00FB49D8">
      <w:pPr>
        <w:pStyle w:val="ZPKTzmpktartykuempunktem"/>
      </w:pPr>
      <w:r w:rsidRPr="000E15EE">
        <w:t>1)</w:t>
      </w:r>
      <w:r w:rsidRPr="000E15EE">
        <w:tab/>
        <w:t>nastąpiła zmiana siedziby lub miejsca zamieszkania, nazwy lub formy prawnej:</w:t>
      </w:r>
    </w:p>
    <w:p w14:paraId="2DF145E8" w14:textId="77777777" w:rsidR="00FB49D8" w:rsidRPr="000E15EE" w:rsidRDefault="00FB49D8" w:rsidP="00FB49D8">
      <w:pPr>
        <w:pStyle w:val="ZLITwPKTzmlitwpktartykuempunktem"/>
      </w:pPr>
      <w:r w:rsidRPr="000E15EE">
        <w:t>a)</w:t>
      </w:r>
      <w:r w:rsidRPr="000E15EE">
        <w:tab/>
      </w:r>
      <w:r w:rsidR="00B36F02">
        <w:t>podmiotu powierzającego pracę cudzoziemcowi</w:t>
      </w:r>
      <w:r w:rsidRPr="000E15EE">
        <w:t>,</w:t>
      </w:r>
    </w:p>
    <w:p w14:paraId="1C139D24" w14:textId="77777777" w:rsidR="00FB49D8" w:rsidRPr="000E15EE" w:rsidRDefault="00FB49D8" w:rsidP="00FB49D8">
      <w:pPr>
        <w:pStyle w:val="ZLITwPKTzmlitwpktartykuempunktem"/>
      </w:pPr>
      <w:r w:rsidRPr="000E15EE">
        <w:t>b)</w:t>
      </w:r>
      <w:r w:rsidRPr="000E15EE">
        <w:tab/>
        <w:t>pracodawcy użytkownika;</w:t>
      </w:r>
    </w:p>
    <w:p w14:paraId="378028F9" w14:textId="77777777" w:rsidR="00FB49D8" w:rsidRPr="000E15EE" w:rsidRDefault="00FB49D8" w:rsidP="00FB49D8">
      <w:pPr>
        <w:pStyle w:val="ZPKTzmpktartykuempunktem"/>
      </w:pPr>
      <w:r w:rsidRPr="000E15EE">
        <w:t>2)</w:t>
      </w:r>
      <w:r w:rsidRPr="000E15EE">
        <w:tab/>
        <w:t>nastąpiło przejście zakładu pracy lub jego części na innego pracodawcę;</w:t>
      </w:r>
    </w:p>
    <w:p w14:paraId="7661AE8A" w14:textId="2C8D2F72" w:rsidR="00FB49D8" w:rsidRPr="000E15EE" w:rsidRDefault="00355088" w:rsidP="00FB49D8">
      <w:pPr>
        <w:pStyle w:val="ZPKTzmpktartykuempunktem"/>
      </w:pPr>
      <w:r>
        <w:t>3</w:t>
      </w:r>
      <w:r w:rsidR="00FB49D8" w:rsidRPr="000E15EE">
        <w:t>)</w:t>
      </w:r>
      <w:r w:rsidR="00FB49D8" w:rsidRPr="000E15EE">
        <w:tab/>
        <w:t xml:space="preserve">zwiększono wymiar czasu pracy </w:t>
      </w:r>
      <w:r>
        <w:t xml:space="preserve">określony </w:t>
      </w:r>
      <w:r w:rsidR="00FB49D8" w:rsidRPr="000E15EE">
        <w:t xml:space="preserve">w zezwoleniu na </w:t>
      </w:r>
      <w:r w:rsidR="00E563B1" w:rsidRPr="000E15EE">
        <w:t xml:space="preserve">pobyt czasowy i </w:t>
      </w:r>
      <w:r w:rsidR="00FB49D8" w:rsidRPr="000E15EE">
        <w:t>pracę, przy jednoczesnym proporcjonalnym zwiększeniu wynagrodzenia;</w:t>
      </w:r>
    </w:p>
    <w:p w14:paraId="1C71D773" w14:textId="3F61F4D7" w:rsidR="00FB49D8" w:rsidRPr="000E15EE" w:rsidRDefault="00355088" w:rsidP="00FB49D8">
      <w:pPr>
        <w:pStyle w:val="ZPKTzmpktartykuempunktem"/>
      </w:pPr>
      <w:r>
        <w:lastRenderedPageBreak/>
        <w:t>4</w:t>
      </w:r>
      <w:r w:rsidR="00FB49D8" w:rsidRPr="000E15EE">
        <w:t>)</w:t>
      </w:r>
      <w:r w:rsidR="00FB49D8" w:rsidRPr="000E15EE">
        <w:tab/>
        <w:t>nastąpiła zmiana nazwy stanowiska pracy bez zmiany zakresu obowiązków cudzoziemca.</w:t>
      </w:r>
    </w:p>
    <w:p w14:paraId="56631F3B" w14:textId="77777777" w:rsidR="000F1A53" w:rsidRPr="000E15EE" w:rsidRDefault="004618F5" w:rsidP="008C35C8">
      <w:pPr>
        <w:pStyle w:val="ZUSTzmustartykuempunktem"/>
      </w:pPr>
      <w:r w:rsidRPr="000E15EE">
        <w:t>2. </w:t>
      </w:r>
      <w:r w:rsidR="0015752B">
        <w:t>Podmiot powierzający pracę cudzoziemcowi</w:t>
      </w:r>
      <w:r w:rsidRPr="000E15EE">
        <w:t xml:space="preserve"> </w:t>
      </w:r>
      <w:r w:rsidR="00D7372B" w:rsidRPr="000E15EE">
        <w:t>za</w:t>
      </w:r>
      <w:r w:rsidRPr="000E15EE">
        <w:t>wiadamia</w:t>
      </w:r>
      <w:r w:rsidR="000F1A53" w:rsidRPr="000E15EE">
        <w:t xml:space="preserve"> pisemnie wojewodę</w:t>
      </w:r>
      <w:r w:rsidRPr="000E15EE">
        <w:t>, który udzielił zezwolenia na</w:t>
      </w:r>
      <w:r w:rsidR="008C35C8" w:rsidRPr="000E15EE">
        <w:t xml:space="preserve"> pobyt czasowy i </w:t>
      </w:r>
      <w:r w:rsidRPr="000E15EE">
        <w:t xml:space="preserve">pracę, </w:t>
      </w:r>
      <w:r w:rsidR="000F1A53" w:rsidRPr="000E15EE">
        <w:t xml:space="preserve">w terminie 15 dni roboczych, </w:t>
      </w:r>
      <w:r w:rsidRPr="000E15EE">
        <w:t>o okolicznościach, o których mowa w ust. 1.</w:t>
      </w:r>
    </w:p>
    <w:p w14:paraId="33B20D13" w14:textId="77777777" w:rsidR="008C35C8" w:rsidRPr="000E15EE" w:rsidRDefault="000F1A53" w:rsidP="008C35C8">
      <w:pPr>
        <w:pStyle w:val="ZUSTzmustartykuempunktem"/>
      </w:pPr>
      <w:r w:rsidRPr="000E15EE">
        <w:t>3. Jeżeli zezwolenia na pobyt czasowy i pracę udzielił Szef Urzędu w drugiej instancji, zawiadomienie, o którym mowa w ust. 2, kieruje się do wojewody, który orzekał w sprawie udzielenia zezwolenia na pobyt czasowy i pracę w pierwszej instancji.</w:t>
      </w:r>
      <w:r w:rsidR="006C00D6" w:rsidRPr="000E15EE">
        <w:t>”</w:t>
      </w:r>
      <w:r w:rsidR="008C35C8" w:rsidRPr="000E15EE">
        <w:t>;</w:t>
      </w:r>
    </w:p>
    <w:p w14:paraId="50AC684B" w14:textId="77777777" w:rsidR="002B4B79" w:rsidRPr="000E15EE" w:rsidRDefault="00355088" w:rsidP="00B93295">
      <w:pPr>
        <w:pStyle w:val="PKTpunkt"/>
      </w:pPr>
      <w:r>
        <w:t>16</w:t>
      </w:r>
      <w:r w:rsidR="00B93295" w:rsidRPr="000E15EE">
        <w:t>)</w:t>
      </w:r>
      <w:r w:rsidR="00B93295" w:rsidRPr="000E15EE">
        <w:tab/>
        <w:t>w art. 120</w:t>
      </w:r>
      <w:r w:rsidR="002B4B79" w:rsidRPr="000E15EE">
        <w:t>:</w:t>
      </w:r>
    </w:p>
    <w:p w14:paraId="0129EFA6" w14:textId="77777777" w:rsidR="00B93295" w:rsidRPr="000E15EE" w:rsidRDefault="00355088" w:rsidP="002B4B79">
      <w:pPr>
        <w:pStyle w:val="LITlitera"/>
      </w:pPr>
      <w:r>
        <w:t>a</w:t>
      </w:r>
      <w:r w:rsidR="002B4B79" w:rsidRPr="000E15EE">
        <w:t>)</w:t>
      </w:r>
      <w:r w:rsidR="002B4B79" w:rsidRPr="000E15EE">
        <w:tab/>
        <w:t>w ust. 4 pkt 2 otrzymuje brzmienie:</w:t>
      </w:r>
    </w:p>
    <w:p w14:paraId="40DB6415" w14:textId="77777777" w:rsidR="002B4B79" w:rsidRPr="000E15EE" w:rsidRDefault="006C00D6" w:rsidP="002B4B79">
      <w:pPr>
        <w:pStyle w:val="ZLITPKTzmpktliter"/>
      </w:pPr>
      <w:r w:rsidRPr="000E15EE">
        <w:t>„</w:t>
      </w:r>
      <w:r w:rsidR="00F744CB" w:rsidRPr="000E15EE">
        <w:t>2</w:t>
      </w:r>
      <w:r w:rsidR="002B4B79" w:rsidRPr="000E15EE">
        <w:t>)</w:t>
      </w:r>
      <w:r w:rsidR="002B4B79" w:rsidRPr="000E15EE">
        <w:tab/>
      </w:r>
      <w:r w:rsidR="0015752B">
        <w:t>podmiot powierzający pracę cudzoziemcowi</w:t>
      </w:r>
      <w:r w:rsidR="00F744CB" w:rsidRPr="000E15EE">
        <w:t xml:space="preserve"> nie spełnia warunk</w:t>
      </w:r>
      <w:r w:rsidR="00FF46E4" w:rsidRPr="000E15EE">
        <w:t>u</w:t>
      </w:r>
      <w:r w:rsidR="00F744CB" w:rsidRPr="000E15EE">
        <w:t>, o który</w:t>
      </w:r>
      <w:r w:rsidR="00FF46E4" w:rsidRPr="000E15EE">
        <w:t>m</w:t>
      </w:r>
      <w:r w:rsidR="00F744CB" w:rsidRPr="000E15EE">
        <w:t xml:space="preserve"> mowa w art. 114 ust.</w:t>
      </w:r>
      <w:r w:rsidR="00FF46E4" w:rsidRPr="000E15EE">
        <w:t> </w:t>
      </w:r>
      <w:r w:rsidR="00F744CB" w:rsidRPr="000E15EE">
        <w:t>1 pkt 4, lub</w:t>
      </w:r>
      <w:r w:rsidRPr="000E15EE">
        <w:t>”</w:t>
      </w:r>
      <w:r w:rsidR="00F744CB" w:rsidRPr="000E15EE">
        <w:t>,</w:t>
      </w:r>
    </w:p>
    <w:p w14:paraId="3B9B5CFC" w14:textId="77777777" w:rsidR="00E563B1" w:rsidRPr="000E15EE" w:rsidRDefault="00C007DC" w:rsidP="00E563B1">
      <w:pPr>
        <w:pStyle w:val="LITlitera"/>
      </w:pPr>
      <w:r>
        <w:t>b</w:t>
      </w:r>
      <w:r w:rsidR="00F744CB" w:rsidRPr="000E15EE">
        <w:t>)</w:t>
      </w:r>
      <w:r w:rsidR="00F744CB" w:rsidRPr="000E15EE">
        <w:tab/>
      </w:r>
      <w:r w:rsidR="00E563B1" w:rsidRPr="000E15EE">
        <w:t>ust. 5 otrzymuje brzmienie:</w:t>
      </w:r>
    </w:p>
    <w:p w14:paraId="524B0F4E" w14:textId="77777777" w:rsidR="00E563B1" w:rsidRPr="000E15EE" w:rsidRDefault="006C00D6" w:rsidP="00E563B1">
      <w:pPr>
        <w:pStyle w:val="ZLITUSTzmustliter"/>
      </w:pPr>
      <w:r w:rsidRPr="000E15EE">
        <w:t>„</w:t>
      </w:r>
      <w:r w:rsidR="00E563B1" w:rsidRPr="000E15EE">
        <w:t>5. Wojewoda może odmówić zmiany zezwolenia na pobyt czasowy i pracę w przypadkach, o których mowa w ust. 1 pkt 1, jeżeli:</w:t>
      </w:r>
    </w:p>
    <w:p w14:paraId="2497026C" w14:textId="77777777" w:rsidR="00E563B1" w:rsidRPr="000E15EE" w:rsidRDefault="00E563B1" w:rsidP="00E563B1">
      <w:pPr>
        <w:pStyle w:val="ZLITPKTzmpktliter"/>
      </w:pPr>
      <w:r w:rsidRPr="000E15EE">
        <w:t>1)</w:t>
      </w:r>
      <w:r w:rsidRPr="000E15EE">
        <w:tab/>
      </w:r>
      <w:r w:rsidR="0015752B">
        <w:t>podmiot powierzający pracę cudzoziemcowi</w:t>
      </w:r>
      <w:r w:rsidRPr="000E15EE">
        <w:t xml:space="preserve"> lub pracodawca użytkownik nie prowadzi działalności uzasadniającej zatrudnienie danego cudzoziemca w danym okresie, w tym zawiesił działalność, został wykreślony z właściwego rejestru, lub jego działalność jest w okresie likwidacji, lub</w:t>
      </w:r>
    </w:p>
    <w:p w14:paraId="5044AFF7" w14:textId="77777777" w:rsidR="00E563B1" w:rsidRPr="000E15EE" w:rsidRDefault="00E563B1" w:rsidP="00E563B1">
      <w:pPr>
        <w:pStyle w:val="ZLITPKTzmpktliter"/>
      </w:pPr>
      <w:r w:rsidRPr="000E15EE">
        <w:t>2)</w:t>
      </w:r>
      <w:r w:rsidRPr="000E15EE">
        <w:tab/>
      </w:r>
      <w:r w:rsidR="0015752B">
        <w:t>podmiot powierzający pracę cudzoziemcowi</w:t>
      </w:r>
      <w:r w:rsidRPr="000E15EE">
        <w:t xml:space="preserve"> nie posiada środków finansowych ani źródeł dochodu niezbędnych do pokrycia zobowiązań wynikających z zatrudnienia cudzoziemca.</w:t>
      </w:r>
      <w:r w:rsidR="006C00D6" w:rsidRPr="000E15EE">
        <w:t>”</w:t>
      </w:r>
      <w:r w:rsidRPr="000E15EE">
        <w:t>,</w:t>
      </w:r>
    </w:p>
    <w:p w14:paraId="761F828D" w14:textId="77777777" w:rsidR="00F744CB" w:rsidRPr="000E15EE" w:rsidRDefault="006C2286" w:rsidP="00E563B1">
      <w:pPr>
        <w:pStyle w:val="LITlitera"/>
      </w:pPr>
      <w:r>
        <w:t>c</w:t>
      </w:r>
      <w:r w:rsidR="00E563B1" w:rsidRPr="000E15EE">
        <w:t>)</w:t>
      </w:r>
      <w:r w:rsidR="00E563B1" w:rsidRPr="000E15EE">
        <w:tab/>
      </w:r>
      <w:r w:rsidR="00F744CB" w:rsidRPr="000E15EE">
        <w:t>w ust. 6 pkt 2 otrzymuje brzmienie:</w:t>
      </w:r>
    </w:p>
    <w:p w14:paraId="31E043AD" w14:textId="77777777" w:rsidR="00F744CB" w:rsidRPr="000E15EE" w:rsidRDefault="006C00D6" w:rsidP="00F744CB">
      <w:pPr>
        <w:pStyle w:val="ZLITPKTzmpktliter"/>
      </w:pPr>
      <w:r w:rsidRPr="000E15EE">
        <w:t>„</w:t>
      </w:r>
      <w:r w:rsidR="00F744CB" w:rsidRPr="000E15EE">
        <w:t>2)</w:t>
      </w:r>
      <w:r w:rsidR="00F744CB" w:rsidRPr="000E15EE">
        <w:tab/>
      </w:r>
      <w:r w:rsidR="0015752B">
        <w:t>podmiot powierzający pracę cudzoziemcowi</w:t>
      </w:r>
      <w:r w:rsidR="00F744CB" w:rsidRPr="000E15EE">
        <w:t xml:space="preserve"> nie spełnia warunk</w:t>
      </w:r>
      <w:r w:rsidR="00FF46E4" w:rsidRPr="000E15EE">
        <w:t>u</w:t>
      </w:r>
      <w:r w:rsidR="00F744CB" w:rsidRPr="000E15EE">
        <w:t>, o który</w:t>
      </w:r>
      <w:r w:rsidR="00FF46E4" w:rsidRPr="000E15EE">
        <w:t>m</w:t>
      </w:r>
      <w:r w:rsidR="00F744CB" w:rsidRPr="000E15EE">
        <w:t xml:space="preserve"> mowa w art. 114 ust.</w:t>
      </w:r>
      <w:r w:rsidR="00FF46E4" w:rsidRPr="000E15EE">
        <w:t> </w:t>
      </w:r>
      <w:r w:rsidR="00F744CB" w:rsidRPr="000E15EE">
        <w:t>1 pkt 4</w:t>
      </w:r>
      <w:r w:rsidR="00075329" w:rsidRPr="000E15EE">
        <w:t>.</w:t>
      </w:r>
      <w:r w:rsidRPr="000E15EE">
        <w:t>”</w:t>
      </w:r>
      <w:r w:rsidR="00F744CB" w:rsidRPr="000E15EE">
        <w:t>;</w:t>
      </w:r>
    </w:p>
    <w:p w14:paraId="0390FF6B" w14:textId="77777777" w:rsidR="002D5B2D" w:rsidRPr="000E15EE" w:rsidRDefault="00703EE1" w:rsidP="002D5B2D">
      <w:pPr>
        <w:pStyle w:val="PKTpunkt"/>
      </w:pPr>
      <w:r>
        <w:t>17</w:t>
      </w:r>
      <w:r w:rsidR="00B93295" w:rsidRPr="000E15EE">
        <w:t>)</w:t>
      </w:r>
      <w:r w:rsidR="00B93295" w:rsidRPr="000E15EE">
        <w:tab/>
      </w:r>
      <w:r w:rsidR="002D5B2D" w:rsidRPr="000E15EE">
        <w:t xml:space="preserve">w art. 120a w ust. 2 w pkt 1 wyrazy </w:t>
      </w:r>
      <w:r w:rsidR="006C00D6" w:rsidRPr="000E15EE">
        <w:t>„</w:t>
      </w:r>
      <w:r w:rsidR="002D5B2D" w:rsidRPr="000E15EE">
        <w:t>podmiot powierzający mu wykonywanie pracy</w:t>
      </w:r>
      <w:r w:rsidR="006C00D6" w:rsidRPr="000E15EE">
        <w:t>”</w:t>
      </w:r>
      <w:r w:rsidR="002D5B2D" w:rsidRPr="000E15EE">
        <w:t xml:space="preserve"> zastępuje się wyrazami </w:t>
      </w:r>
      <w:r w:rsidR="006C00D6" w:rsidRPr="000E15EE">
        <w:t>„</w:t>
      </w:r>
      <w:r w:rsidR="0015752B">
        <w:t>podmiot powierzający pracę cudzoziemcowi</w:t>
      </w:r>
      <w:r w:rsidR="006C00D6" w:rsidRPr="000E15EE">
        <w:t>”</w:t>
      </w:r>
      <w:r w:rsidR="002D5B2D" w:rsidRPr="000E15EE">
        <w:t>;</w:t>
      </w:r>
    </w:p>
    <w:p w14:paraId="6CA36EDB" w14:textId="77777777" w:rsidR="004949FD" w:rsidRPr="000E15EE" w:rsidRDefault="00C76E4A" w:rsidP="008A7F09">
      <w:pPr>
        <w:pStyle w:val="PKTpunkt"/>
      </w:pPr>
      <w:r>
        <w:t>18</w:t>
      </w:r>
      <w:r w:rsidR="004949FD" w:rsidRPr="000E15EE">
        <w:t>)</w:t>
      </w:r>
      <w:r w:rsidR="004949FD" w:rsidRPr="000E15EE">
        <w:tab/>
        <w:t xml:space="preserve">uchyla się </w:t>
      </w:r>
      <w:r w:rsidR="00BB7627" w:rsidRPr="000E15EE">
        <w:t>art. </w:t>
      </w:r>
      <w:r w:rsidR="004949FD" w:rsidRPr="000E15EE">
        <w:t>125;</w:t>
      </w:r>
    </w:p>
    <w:p w14:paraId="54E0B03C" w14:textId="77777777" w:rsidR="00B80AEA" w:rsidRPr="000E15EE" w:rsidRDefault="00C76E4A" w:rsidP="004949FD">
      <w:pPr>
        <w:pStyle w:val="PKTpunkt"/>
      </w:pPr>
      <w:r>
        <w:t>19</w:t>
      </w:r>
      <w:r w:rsidR="004949FD" w:rsidRPr="000E15EE">
        <w:t>)</w:t>
      </w:r>
      <w:r w:rsidR="004949FD" w:rsidRPr="000E15EE">
        <w:tab/>
        <w:t xml:space="preserve">w </w:t>
      </w:r>
      <w:r w:rsidR="00BB7627" w:rsidRPr="000E15EE">
        <w:t>art. </w:t>
      </w:r>
      <w:r w:rsidR="004949FD" w:rsidRPr="000E15EE">
        <w:t xml:space="preserve">127 </w:t>
      </w:r>
      <w:r w:rsidR="00BB7627" w:rsidRPr="000E15EE">
        <w:t>pkt </w:t>
      </w:r>
      <w:r w:rsidR="004949FD" w:rsidRPr="000E15EE">
        <w:t>2</w:t>
      </w:r>
      <w:r w:rsidR="00B80AEA" w:rsidRPr="000E15EE">
        <w:t xml:space="preserve"> otrzymuje brzmienie:</w:t>
      </w:r>
    </w:p>
    <w:p w14:paraId="4AD5BE32" w14:textId="047D5496" w:rsidR="004949FD" w:rsidRPr="000E15EE" w:rsidRDefault="006C00D6" w:rsidP="004618F5">
      <w:pPr>
        <w:pStyle w:val="ZPKTzmpktartykuempunktem"/>
      </w:pPr>
      <w:r w:rsidRPr="000E15EE">
        <w:t>„</w:t>
      </w:r>
      <w:r w:rsidR="00B93295" w:rsidRPr="000E15EE">
        <w:t>2</w:t>
      </w:r>
      <w:r w:rsidR="004618F5" w:rsidRPr="000E15EE">
        <w:t>)</w:t>
      </w:r>
      <w:r w:rsidR="004618F5" w:rsidRPr="000E15EE">
        <w:tab/>
        <w:t xml:space="preserve">cudzoziemiec będzie wykonywał pracę w zawodzie, który nie znajduje się na liście zawodów lub rodzajów pracy, o której mowa w art. 29 ust. 3 ustawy z dnia …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4618F5" w:rsidRPr="000E15EE">
        <w:t>;</w:t>
      </w:r>
      <w:r w:rsidRPr="000E15EE">
        <w:t>”</w:t>
      </w:r>
      <w:r w:rsidR="004618F5" w:rsidRPr="000E15EE">
        <w:t>;</w:t>
      </w:r>
    </w:p>
    <w:p w14:paraId="04EE5A30" w14:textId="77777777" w:rsidR="001A68E5" w:rsidRPr="000E15EE" w:rsidRDefault="00C76E4A" w:rsidP="008A7F09">
      <w:pPr>
        <w:pStyle w:val="PKTpunkt"/>
      </w:pPr>
      <w:r>
        <w:lastRenderedPageBreak/>
        <w:t>20</w:t>
      </w:r>
      <w:r w:rsidR="004949FD" w:rsidRPr="000E15EE">
        <w:t>)</w:t>
      </w:r>
      <w:r w:rsidR="004949FD" w:rsidRPr="000E15EE">
        <w:tab/>
        <w:t xml:space="preserve">uchyla się </w:t>
      </w:r>
      <w:r w:rsidR="00BB7627" w:rsidRPr="000E15EE">
        <w:t>art. </w:t>
      </w:r>
      <w:r w:rsidR="004949FD" w:rsidRPr="000E15EE">
        <w:t>129;</w:t>
      </w:r>
      <w:r w:rsidR="00935A88" w:rsidRPr="000E15EE">
        <w:t xml:space="preserve"> </w:t>
      </w:r>
    </w:p>
    <w:p w14:paraId="470684A1" w14:textId="77777777" w:rsidR="004949FD" w:rsidRPr="000E15EE" w:rsidRDefault="00C76E4A" w:rsidP="004949FD">
      <w:pPr>
        <w:pStyle w:val="PKTpunkt"/>
      </w:pPr>
      <w:r>
        <w:t>21</w:t>
      </w:r>
      <w:r w:rsidR="004949FD" w:rsidRPr="000E15EE">
        <w:t>)</w:t>
      </w:r>
      <w:r w:rsidR="004949FD" w:rsidRPr="000E15EE">
        <w:tab/>
        <w:t xml:space="preserve">w </w:t>
      </w:r>
      <w:r w:rsidR="00BB7627" w:rsidRPr="000E15EE">
        <w:t>art. </w:t>
      </w:r>
      <w:r w:rsidR="004949FD" w:rsidRPr="000E15EE">
        <w:t xml:space="preserve">131 </w:t>
      </w:r>
      <w:r w:rsidR="00BB7627" w:rsidRPr="000E15EE">
        <w:t>pkt </w:t>
      </w:r>
      <w:r w:rsidR="004949FD" w:rsidRPr="000E15EE">
        <w:t>5 otrzymuje brzmienie:</w:t>
      </w:r>
    </w:p>
    <w:p w14:paraId="601B003C" w14:textId="5722B6C3" w:rsidR="004949FD" w:rsidRPr="000E15EE" w:rsidRDefault="006C00D6" w:rsidP="004949FD">
      <w:pPr>
        <w:pStyle w:val="ZPKTzmpktartykuempunktem"/>
      </w:pPr>
      <w:r w:rsidRPr="000E15EE">
        <w:t>„</w:t>
      </w:r>
      <w:r w:rsidR="004949FD" w:rsidRPr="000E15EE">
        <w:t>5)</w:t>
      </w:r>
      <w:r w:rsidR="004949FD" w:rsidRPr="000E15EE">
        <w:tab/>
        <w:t>przebywa na terytorium Rzeczypospolitej Polskiej</w:t>
      </w:r>
      <w:r w:rsidR="00BB7627" w:rsidRPr="000E15EE">
        <w:t xml:space="preserve"> w </w:t>
      </w:r>
      <w:r w:rsidR="004949FD" w:rsidRPr="000E15EE">
        <w:t>celu wykonywania pracy</w:t>
      </w:r>
      <w:r w:rsidR="00BB7627" w:rsidRPr="000E15EE">
        <w:t xml:space="preserve"> w </w:t>
      </w:r>
      <w:r w:rsidR="004949FD" w:rsidRPr="000E15EE">
        <w:t>zakresie działalności określonych</w:t>
      </w:r>
      <w:r w:rsidR="00BB7627" w:rsidRPr="000E15EE">
        <w:t xml:space="preserve"> w </w:t>
      </w:r>
      <w:r w:rsidR="004949FD" w:rsidRPr="000E15EE">
        <w:t xml:space="preserve">przepisach wydanych na podstawie </w:t>
      </w:r>
      <w:r w:rsidR="00BB7627" w:rsidRPr="000E15EE">
        <w:t>art. </w:t>
      </w:r>
      <w:r w:rsidR="004949FD" w:rsidRPr="000E15EE">
        <w:t>4</w:t>
      </w:r>
      <w:r w:rsidR="00FB49D8" w:rsidRPr="000E15EE">
        <w:t>3</w:t>
      </w:r>
      <w:r w:rsidR="004949FD" w:rsidRPr="000E15EE">
        <w:t xml:space="preserve"> </w:t>
      </w:r>
      <w:r w:rsidR="00BB7627" w:rsidRPr="000E15EE">
        <w:t>ust. </w:t>
      </w:r>
      <w:r w:rsidR="004949FD" w:rsidRPr="000E15EE">
        <w:t>2 ustawy</w:t>
      </w:r>
      <w:r w:rsidR="00BB7627" w:rsidRPr="000E15EE">
        <w:t xml:space="preserve"> z </w:t>
      </w:r>
      <w:r w:rsidR="004949FD"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4949FD" w:rsidRPr="000E15EE">
        <w:t>, lub</w:t>
      </w:r>
      <w:r w:rsidRPr="000E15EE">
        <w:t>”</w:t>
      </w:r>
      <w:r w:rsidR="004949FD" w:rsidRPr="000E15EE">
        <w:t>;</w:t>
      </w:r>
    </w:p>
    <w:p w14:paraId="06E4DF48" w14:textId="77777777" w:rsidR="00F744CB" w:rsidRPr="000E15EE" w:rsidRDefault="00C76E4A" w:rsidP="004949FD">
      <w:pPr>
        <w:pStyle w:val="PKTpunkt"/>
      </w:pPr>
      <w:bookmarkStart w:id="210" w:name="_Hlk164870342"/>
      <w:r>
        <w:t>22</w:t>
      </w:r>
      <w:r w:rsidR="004949FD" w:rsidRPr="000E15EE">
        <w:t>)</w:t>
      </w:r>
      <w:r w:rsidR="004949FD" w:rsidRPr="000E15EE">
        <w:tab/>
      </w:r>
      <w:r w:rsidR="00F744CB" w:rsidRPr="000E15EE">
        <w:t xml:space="preserve">w art. 135 </w:t>
      </w:r>
      <w:r w:rsidR="00FF46E4" w:rsidRPr="000E15EE">
        <w:t>w ust. 4 pkt 4 otrzymuje brzmienie:</w:t>
      </w:r>
    </w:p>
    <w:p w14:paraId="15568CB3" w14:textId="77777777" w:rsidR="00FF46E4" w:rsidRPr="000E15EE" w:rsidRDefault="006C00D6" w:rsidP="00FF46E4">
      <w:pPr>
        <w:pStyle w:val="ZPKTzmpktartykuempunktem"/>
      </w:pPr>
      <w:r w:rsidRPr="000E15EE">
        <w:t>„</w:t>
      </w:r>
      <w:r w:rsidR="00FF46E4" w:rsidRPr="000E15EE">
        <w:t>4)</w:t>
      </w:r>
      <w:r w:rsidR="00FF46E4" w:rsidRPr="000E15EE">
        <w:tab/>
        <w:t xml:space="preserve">podmiot </w:t>
      </w:r>
      <w:bookmarkStart w:id="211" w:name="_Hlk174351224"/>
      <w:r w:rsidR="00C14412">
        <w:t xml:space="preserve">powierzający pracę cudzoziemcowi </w:t>
      </w:r>
      <w:bookmarkEnd w:id="211"/>
      <w:r w:rsidR="00FF46E4" w:rsidRPr="000E15EE">
        <w:t>nie spełnia warunku, o którym mowa w art. 127 pkt 3, lub</w:t>
      </w:r>
      <w:r w:rsidRPr="000E15EE">
        <w:t>”</w:t>
      </w:r>
      <w:r w:rsidR="00FF46E4" w:rsidRPr="000E15EE">
        <w:t>;</w:t>
      </w:r>
    </w:p>
    <w:bookmarkEnd w:id="210"/>
    <w:p w14:paraId="346063B4" w14:textId="77777777" w:rsidR="00B80AEA" w:rsidRPr="000E15EE" w:rsidRDefault="00C76E4A" w:rsidP="004949FD">
      <w:pPr>
        <w:pStyle w:val="PKTpunkt"/>
      </w:pPr>
      <w:r>
        <w:t>23</w:t>
      </w:r>
      <w:r w:rsidR="00F744CB" w:rsidRPr="000E15EE">
        <w:t>)</w:t>
      </w:r>
      <w:r w:rsidR="00F744CB" w:rsidRPr="000E15EE">
        <w:tab/>
      </w:r>
      <w:r w:rsidR="00A86807" w:rsidRPr="000E15EE">
        <w:t xml:space="preserve">uchyla się </w:t>
      </w:r>
      <w:r w:rsidR="00BB7627" w:rsidRPr="000E15EE">
        <w:t>art. </w:t>
      </w:r>
      <w:r w:rsidR="004949FD" w:rsidRPr="000E15EE">
        <w:t>136</w:t>
      </w:r>
      <w:r w:rsidR="00A86807" w:rsidRPr="000E15EE">
        <w:t>;</w:t>
      </w:r>
    </w:p>
    <w:p w14:paraId="70DDBE77" w14:textId="77777777" w:rsidR="00EA3B29" w:rsidRPr="000E15EE" w:rsidRDefault="00C76E4A" w:rsidP="00EA3B29">
      <w:pPr>
        <w:pStyle w:val="PKTpunkt"/>
      </w:pPr>
      <w:bookmarkStart w:id="212" w:name="_Hlk164870379"/>
      <w:r>
        <w:t>24</w:t>
      </w:r>
      <w:r w:rsidR="00EA3B29" w:rsidRPr="000E15EE">
        <w:t>)</w:t>
      </w:r>
      <w:r w:rsidR="00EA3B29" w:rsidRPr="000E15EE">
        <w:tab/>
        <w:t>w art. 137 pkt 2–4 otrzymują brzmienie:</w:t>
      </w:r>
    </w:p>
    <w:p w14:paraId="05E0BF6A" w14:textId="77777777" w:rsidR="00EA3B29" w:rsidRPr="000E15EE" w:rsidRDefault="006C00D6" w:rsidP="00EA3B29">
      <w:pPr>
        <w:pStyle w:val="ZPKTzmpktartykuempunktem"/>
      </w:pPr>
      <w:r w:rsidRPr="000E15EE">
        <w:t>„</w:t>
      </w:r>
      <w:r w:rsidR="00EA3B29" w:rsidRPr="000E15EE">
        <w:t>2)</w:t>
      </w:r>
      <w:r w:rsidR="00EA3B29" w:rsidRPr="000E15EE">
        <w:tab/>
        <w:t>stanowisko lub rodzaj pracy;</w:t>
      </w:r>
    </w:p>
    <w:p w14:paraId="1A1BF371" w14:textId="77777777" w:rsidR="00EA3B29" w:rsidRPr="000E15EE" w:rsidRDefault="00EA3B29" w:rsidP="00EA3B29">
      <w:pPr>
        <w:pStyle w:val="ZPKTzmpktartykuempunktem"/>
      </w:pPr>
      <w:r w:rsidRPr="000E15EE">
        <w:t>3)</w:t>
      </w:r>
      <w:r w:rsidRPr="000E15EE">
        <w:tab/>
        <w:t xml:space="preserve">najniższe wynagrodzenie, które </w:t>
      </w:r>
      <w:r w:rsidR="00985029" w:rsidRPr="000E15EE">
        <w:t xml:space="preserve">będzie </w:t>
      </w:r>
      <w:r w:rsidRPr="000E15EE">
        <w:t>otrzymywać cudzoziemiec na danym stanowisku;</w:t>
      </w:r>
    </w:p>
    <w:p w14:paraId="3D56F6CA" w14:textId="77777777" w:rsidR="00EA3B29" w:rsidRPr="000E15EE" w:rsidRDefault="00EA3B29" w:rsidP="00EA3B29">
      <w:pPr>
        <w:pStyle w:val="ZPKTzmpktartykuempunktem"/>
      </w:pPr>
      <w:r w:rsidRPr="000E15EE">
        <w:t>4)</w:t>
      </w:r>
      <w:r w:rsidRPr="000E15EE">
        <w:tab/>
        <w:t>wymiar czasu pracy albo liczbę godzin pracy w tygodniu lub miesiącu;</w:t>
      </w:r>
      <w:r w:rsidR="006C00D6" w:rsidRPr="000E15EE">
        <w:t>”</w:t>
      </w:r>
      <w:r w:rsidRPr="000E15EE">
        <w:t>;</w:t>
      </w:r>
    </w:p>
    <w:bookmarkEnd w:id="212"/>
    <w:p w14:paraId="4C467AD3" w14:textId="77777777" w:rsidR="00E0011A" w:rsidRPr="000E15EE" w:rsidRDefault="00C76E4A" w:rsidP="002461A8">
      <w:pPr>
        <w:pStyle w:val="PKTpunkt"/>
        <w:keepNext/>
      </w:pPr>
      <w:r>
        <w:t>25</w:t>
      </w:r>
      <w:r w:rsidR="00E0011A" w:rsidRPr="000E15EE">
        <w:t>)</w:t>
      </w:r>
      <w:r w:rsidR="00E0011A" w:rsidRPr="000E15EE">
        <w:tab/>
      </w:r>
      <w:r w:rsidR="00D4325D" w:rsidRPr="000E15EE">
        <w:t xml:space="preserve">w </w:t>
      </w:r>
      <w:r w:rsidR="00BB7627" w:rsidRPr="000E15EE">
        <w:t>art. </w:t>
      </w:r>
      <w:r w:rsidR="00D4325D" w:rsidRPr="000E15EE">
        <w:t>139f</w:t>
      </w:r>
      <w:r w:rsidR="00BB7627" w:rsidRPr="000E15EE">
        <w:t xml:space="preserve"> w ust. </w:t>
      </w:r>
      <w:r w:rsidR="00D4325D" w:rsidRPr="000E15EE">
        <w:t>1</w:t>
      </w:r>
      <w:r w:rsidR="00BB7627" w:rsidRPr="000E15EE">
        <w:t xml:space="preserve"> w pkt </w:t>
      </w:r>
      <w:r w:rsidR="00D4325D" w:rsidRPr="000E15EE">
        <w:t>4</w:t>
      </w:r>
      <w:r w:rsidR="002461A8" w:rsidRPr="000E15EE">
        <w:t xml:space="preserve"> </w:t>
      </w:r>
      <w:r w:rsidR="00D4325D" w:rsidRPr="000E15EE">
        <w:t xml:space="preserve">w lit. a </w:t>
      </w:r>
      <w:r w:rsidR="00E0011A" w:rsidRPr="000E15EE">
        <w:t>tiret pierwsze i drugie otrzymują brzmienie:</w:t>
      </w:r>
    </w:p>
    <w:p w14:paraId="46E2C984" w14:textId="69CA407D" w:rsidR="006F0F64" w:rsidRPr="000E15EE" w:rsidRDefault="006C00D6" w:rsidP="002461A8">
      <w:pPr>
        <w:pStyle w:val="ZTIRzmtirartykuempunktem"/>
      </w:pPr>
      <w:r w:rsidRPr="000E15EE">
        <w:t>„</w:t>
      </w:r>
      <w:r w:rsidR="00E0011A" w:rsidRPr="000E15EE">
        <w:t>–</w:t>
      </w:r>
      <w:r w:rsidR="00E0011A" w:rsidRPr="000E15EE">
        <w:tab/>
        <w:t>ukaraną za wykroczenie,</w:t>
      </w:r>
      <w:r w:rsidR="00BB7627" w:rsidRPr="000E15EE">
        <w:t xml:space="preserve"> o </w:t>
      </w:r>
      <w:r w:rsidR="00E0011A" w:rsidRPr="000E15EE">
        <w:t>którym mowa</w:t>
      </w:r>
      <w:r w:rsidR="00BB7627" w:rsidRPr="000E15EE">
        <w:t xml:space="preserve"> w art.</w:t>
      </w:r>
      <w:r w:rsidR="00D5646A">
        <w:t xml:space="preserve"> 82 </w:t>
      </w:r>
      <w:r w:rsidR="00BB7627" w:rsidRPr="000E15EE">
        <w:t>ust. </w:t>
      </w:r>
      <w:r w:rsidR="00E0011A" w:rsidRPr="000E15EE">
        <w:t>1 ustawy</w:t>
      </w:r>
      <w:r w:rsidR="00BB7627" w:rsidRPr="000E15EE">
        <w:t xml:space="preserve"> z </w:t>
      </w:r>
      <w:r w:rsidR="00E0011A"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E0011A" w:rsidRPr="000E15EE">
        <w:t>, która</w:t>
      </w:r>
      <w:r w:rsidR="00BB7627" w:rsidRPr="000E15EE">
        <w:t xml:space="preserve"> w </w:t>
      </w:r>
      <w:r w:rsidR="00E0011A" w:rsidRPr="000E15EE">
        <w:t>ciągu 2 lat od ukarania została ponownie ukarana za podobne wykroczenie, lub</w:t>
      </w:r>
    </w:p>
    <w:p w14:paraId="0559B721" w14:textId="0F18D999" w:rsidR="00E0011A" w:rsidRPr="000E15EE" w:rsidRDefault="00E0011A" w:rsidP="002461A8">
      <w:pPr>
        <w:pStyle w:val="ZTIRzmtirartykuempunktem"/>
      </w:pPr>
      <w:r w:rsidRPr="000E15EE">
        <w:t>–</w:t>
      </w:r>
      <w:r w:rsidRPr="000E15EE">
        <w:tab/>
        <w:t>ukaraną za wykroczenia,</w:t>
      </w:r>
      <w:r w:rsidR="00BB7627" w:rsidRPr="000E15EE">
        <w:t xml:space="preserve"> o </w:t>
      </w:r>
      <w:r w:rsidRPr="000E15EE">
        <w:t>których mowa</w:t>
      </w:r>
      <w:r w:rsidR="00BB7627" w:rsidRPr="000E15EE">
        <w:t xml:space="preserve"> w art.</w:t>
      </w:r>
      <w:r w:rsidR="00D5646A">
        <w:t xml:space="preserve"> 82 </w:t>
      </w:r>
      <w:r w:rsidR="00BB7627" w:rsidRPr="000E15EE">
        <w:t>ust. </w:t>
      </w:r>
      <w:r w:rsidRPr="000E15EE">
        <w:t>3–5 ustawy</w:t>
      </w:r>
      <w:r w:rsidR="00BB7627" w:rsidRPr="000E15EE">
        <w:t xml:space="preserve"> z </w:t>
      </w:r>
      <w:r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Pr="000E15EE">
        <w:t>, lub</w:t>
      </w:r>
      <w:r w:rsidR="006C00D6" w:rsidRPr="000E15EE">
        <w:t>”</w:t>
      </w:r>
      <w:r w:rsidR="00B50257" w:rsidRPr="000E15EE">
        <w:t>;</w:t>
      </w:r>
    </w:p>
    <w:p w14:paraId="5DD32F39" w14:textId="77777777" w:rsidR="00435454" w:rsidRPr="000E15EE" w:rsidRDefault="00C76E4A" w:rsidP="00435454">
      <w:pPr>
        <w:pStyle w:val="PKTpunkt"/>
      </w:pPr>
      <w:r>
        <w:t>26</w:t>
      </w:r>
      <w:r w:rsidR="00435454" w:rsidRPr="000E15EE">
        <w:t>)</w:t>
      </w:r>
      <w:r w:rsidR="004618F5" w:rsidRPr="000E15EE">
        <w:tab/>
      </w:r>
      <w:r w:rsidR="00435454" w:rsidRPr="000E15EE">
        <w:t>w art. 139s w ust. 1 w pkt 3 w lit. a tiret pierwsze i drugie otrzymują brzmienie:</w:t>
      </w:r>
    </w:p>
    <w:p w14:paraId="09C78D6E" w14:textId="4760826C" w:rsidR="00733A3C" w:rsidRPr="000E15EE" w:rsidRDefault="006C00D6" w:rsidP="00733A3C">
      <w:pPr>
        <w:pStyle w:val="ZTIRzmtirartykuempunktem"/>
      </w:pPr>
      <w:r w:rsidRPr="000E15EE">
        <w:t>„</w:t>
      </w:r>
      <w:r w:rsidR="00435454" w:rsidRPr="000E15EE">
        <w:t>–</w:t>
      </w:r>
      <w:r w:rsidR="00435454" w:rsidRPr="000E15EE">
        <w:tab/>
        <w:t>ukaraną za wykroczenie, o którym mowa w art.</w:t>
      </w:r>
      <w:r w:rsidR="00D5646A">
        <w:t xml:space="preserve"> 82 </w:t>
      </w:r>
      <w:r w:rsidR="00435454" w:rsidRPr="000E15EE">
        <w:t xml:space="preserve">ust. 1 ustawy z dnia …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435454" w:rsidRPr="000E15EE">
        <w:t>, która w ciągu 2 lat od ukarania została ponownie ukarana za podobne wykroczenie, lub</w:t>
      </w:r>
    </w:p>
    <w:p w14:paraId="478961C5" w14:textId="0B4D919D" w:rsidR="001A68E5" w:rsidRPr="000E15EE" w:rsidRDefault="00435454" w:rsidP="00733A3C">
      <w:pPr>
        <w:pStyle w:val="ZTIRzmtirartykuempunktem"/>
      </w:pPr>
      <w:r w:rsidRPr="000E15EE">
        <w:t>–</w:t>
      </w:r>
      <w:r w:rsidRPr="000E15EE">
        <w:tab/>
        <w:t>ukaraną za wykroczenia, o których mowa w art.</w:t>
      </w:r>
      <w:r w:rsidR="00D5646A">
        <w:t xml:space="preserve"> 82 </w:t>
      </w:r>
      <w:r w:rsidRPr="000E15EE">
        <w:t xml:space="preserve">ust. 3–5 ustawy z dnia …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Pr="000E15EE">
        <w:t>, lub</w:t>
      </w:r>
      <w:r w:rsidR="006C00D6" w:rsidRPr="000E15EE">
        <w:t>”</w:t>
      </w:r>
      <w:r w:rsidRPr="000E15EE">
        <w:t>;</w:t>
      </w:r>
    </w:p>
    <w:p w14:paraId="7C788DDE" w14:textId="77777777" w:rsidR="00435454" w:rsidRPr="000E15EE" w:rsidRDefault="00C76E4A" w:rsidP="00435454">
      <w:pPr>
        <w:pStyle w:val="PKTpunkt"/>
      </w:pPr>
      <w:r>
        <w:t>27</w:t>
      </w:r>
      <w:r w:rsidR="00435454" w:rsidRPr="000E15EE">
        <w:t>)</w:t>
      </w:r>
      <w:r w:rsidR="004618F5" w:rsidRPr="000E15EE">
        <w:tab/>
      </w:r>
      <w:r w:rsidR="00435454" w:rsidRPr="000E15EE">
        <w:t>w art. 140 w ust. 1 pkt 1 otrzymuje brzmienie:</w:t>
      </w:r>
    </w:p>
    <w:p w14:paraId="37E76C8B" w14:textId="39D7F35A" w:rsidR="00EA3B29" w:rsidRPr="000E15EE" w:rsidRDefault="006C00D6" w:rsidP="00EA3B29">
      <w:pPr>
        <w:pStyle w:val="ZPKTzmpktartykuempunktem"/>
      </w:pPr>
      <w:r w:rsidRPr="000E15EE">
        <w:lastRenderedPageBreak/>
        <w:t>„</w:t>
      </w:r>
      <w:r w:rsidR="00EA3B29" w:rsidRPr="000E15EE">
        <w:t xml:space="preserve">1) posiada zezwolenie na pracę w rozumieniu ustawy z dnia ...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EA3B29" w:rsidRPr="000E15EE">
        <w:t xml:space="preserve"> albo pisemne oświadczenie pracodawcy o zamiarze zatrudnienia go, jeżeli zezwolenie na pracę nie jest wymagane;</w:t>
      </w:r>
      <w:r w:rsidRPr="000E15EE">
        <w:t>”</w:t>
      </w:r>
      <w:r w:rsidR="00EA3B29" w:rsidRPr="000E15EE">
        <w:t>;</w:t>
      </w:r>
    </w:p>
    <w:p w14:paraId="489CC24B" w14:textId="2C9F89D4" w:rsidR="002F0C29" w:rsidRPr="000E15EE" w:rsidRDefault="00C76E4A" w:rsidP="00F31AB9">
      <w:pPr>
        <w:pStyle w:val="LITlitera"/>
      </w:pPr>
      <w:r>
        <w:t>28</w:t>
      </w:r>
      <w:r w:rsidR="00435454" w:rsidRPr="000E15EE">
        <w:t>)</w:t>
      </w:r>
      <w:r w:rsidR="004618F5" w:rsidRPr="000E15EE">
        <w:tab/>
      </w:r>
      <w:r w:rsidR="00435454" w:rsidRPr="000E15EE">
        <w:t>w art. 142</w:t>
      </w:r>
      <w:r w:rsidR="00C14412">
        <w:t xml:space="preserve"> </w:t>
      </w:r>
      <w:r w:rsidR="00435454" w:rsidRPr="000E15EE">
        <w:t xml:space="preserve">w ust. 1 w pkt 3 w lit. a wyrazy </w:t>
      </w:r>
      <w:r w:rsidR="006C00D6" w:rsidRPr="000E15EE">
        <w:t>„</w:t>
      </w:r>
      <w:r w:rsidR="00435454" w:rsidRPr="000E15EE">
        <w:t>art. 87 ust. 1 pkt 1</w:t>
      </w:r>
      <w:r w:rsidR="00970CB6" w:rsidRPr="000E15EE">
        <w:t>–</w:t>
      </w:r>
      <w:r w:rsidR="00435454" w:rsidRPr="000E15EE">
        <w:t>9 ustawy z dnia 20 kwietnia 2004</w:t>
      </w:r>
      <w:r w:rsidR="002F0C29" w:rsidRPr="000E15EE">
        <w:t> </w:t>
      </w:r>
      <w:r w:rsidR="00435454" w:rsidRPr="000E15EE">
        <w:t>r. o promocji zatrudnienia i instytucjach rynku pracy</w:t>
      </w:r>
      <w:r w:rsidR="006C00D6" w:rsidRPr="000E15EE">
        <w:t>”</w:t>
      </w:r>
      <w:r w:rsidR="00435454" w:rsidRPr="000E15EE">
        <w:t xml:space="preserve"> zastępuje się wyrazami </w:t>
      </w:r>
      <w:r w:rsidR="000B5BA6" w:rsidRPr="000E15EE">
        <w:t xml:space="preserve">„art. 1 ust. 3 pkt 6 oraz art. 3 ust. 1 pkt 1–12 </w:t>
      </w:r>
      <w:r w:rsidR="00435454" w:rsidRPr="000E15EE">
        <w:t xml:space="preserve">ustawy z dnia ...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6C00D6" w:rsidRPr="000E15EE">
        <w:t>”</w:t>
      </w:r>
      <w:r w:rsidR="00C14412">
        <w:t>;</w:t>
      </w:r>
    </w:p>
    <w:p w14:paraId="05126D71" w14:textId="77777777" w:rsidR="00A42CA9" w:rsidRPr="000E15EE" w:rsidRDefault="00C76E4A" w:rsidP="00435454">
      <w:pPr>
        <w:pStyle w:val="PKTpunkt"/>
      </w:pPr>
      <w:r>
        <w:t>29</w:t>
      </w:r>
      <w:r w:rsidR="00A42CA9" w:rsidRPr="000E15EE">
        <w:t>)</w:t>
      </w:r>
      <w:r w:rsidR="00A42CA9" w:rsidRPr="000E15EE">
        <w:tab/>
        <w:t>w art. 143a:</w:t>
      </w:r>
    </w:p>
    <w:p w14:paraId="2EFD3070" w14:textId="77777777" w:rsidR="00A42CA9" w:rsidRPr="000E15EE" w:rsidRDefault="00A42CA9" w:rsidP="00A42CA9">
      <w:pPr>
        <w:pStyle w:val="LITlitera"/>
      </w:pPr>
      <w:r w:rsidRPr="000E15EE">
        <w:t>a)</w:t>
      </w:r>
      <w:r w:rsidRPr="000E15EE">
        <w:tab/>
        <w:t xml:space="preserve">w ust. 1 pkt </w:t>
      </w:r>
      <w:r w:rsidR="00635A1A" w:rsidRPr="000E15EE">
        <w:t> 1 otrzymuje brzmienie:</w:t>
      </w:r>
    </w:p>
    <w:p w14:paraId="42380EDB" w14:textId="77777777" w:rsidR="00A42CA9" w:rsidRPr="000E15EE" w:rsidRDefault="006C00D6" w:rsidP="002E0897">
      <w:pPr>
        <w:pStyle w:val="ZLITPKTzmpktliter"/>
      </w:pPr>
      <w:r w:rsidRPr="000E15EE">
        <w:t>„</w:t>
      </w:r>
      <w:r w:rsidR="00635A1A" w:rsidRPr="000E15EE">
        <w:t>1)</w:t>
      </w:r>
      <w:r w:rsidR="00635A1A" w:rsidRPr="000E15EE">
        <w:tab/>
      </w:r>
      <w:r w:rsidR="0015752B">
        <w:t>podmiot powierzający pracę cudzoziemcowi</w:t>
      </w:r>
      <w:r w:rsidRPr="000E15EE">
        <w:t>”</w:t>
      </w:r>
      <w:r w:rsidR="00635A1A" w:rsidRPr="000E15EE">
        <w:t>,</w:t>
      </w:r>
    </w:p>
    <w:p w14:paraId="7B9EBD0C" w14:textId="77777777" w:rsidR="00635A1A" w:rsidRPr="000E15EE" w:rsidRDefault="00635A1A">
      <w:pPr>
        <w:pStyle w:val="LITlitera"/>
      </w:pPr>
      <w:r w:rsidRPr="000E15EE">
        <w:t>b)</w:t>
      </w:r>
      <w:r w:rsidRPr="000E15EE">
        <w:tab/>
        <w:t>ust. 2 otrzymuje brzmienie:</w:t>
      </w:r>
    </w:p>
    <w:p w14:paraId="13C77F3B" w14:textId="77777777" w:rsidR="00A42CA9" w:rsidRPr="000E15EE" w:rsidRDefault="006C00D6" w:rsidP="00A42CA9">
      <w:pPr>
        <w:pStyle w:val="ZLITUSTzmustliter"/>
      </w:pPr>
      <w:r w:rsidRPr="000E15EE">
        <w:t>„</w:t>
      </w:r>
      <w:r w:rsidR="00A42CA9" w:rsidRPr="000E15EE">
        <w:t xml:space="preserve">2. Jeżeli cudzoziemiec spełnia warunki zwolnienia z </w:t>
      </w:r>
      <w:r w:rsidR="004F3B06" w:rsidRPr="000E15EE">
        <w:t xml:space="preserve">wymogu </w:t>
      </w:r>
      <w:r w:rsidR="00A42CA9" w:rsidRPr="000E15EE">
        <w:t xml:space="preserve">posiadania zezwolenia na pracę określone odrębnymi przepisami, w decyzji o udzieleniu zezwolenia na pobyt czasowy w celu prowadzenia działalności gospodarczej, poza okresem ważności zezwolenia, zamieszcza się informację, że cudzoziemiec jest uprawniony do wykonywania pracy na warunkach określonych w przepisie będącym podstawą zwolnienia z </w:t>
      </w:r>
      <w:r w:rsidR="004F3B06" w:rsidRPr="000E15EE">
        <w:t xml:space="preserve">wymogu </w:t>
      </w:r>
      <w:r w:rsidR="00A42CA9" w:rsidRPr="000E15EE">
        <w:t>posiadania zezwolenia na pracę.</w:t>
      </w:r>
      <w:r w:rsidRPr="000E15EE">
        <w:t>”</w:t>
      </w:r>
      <w:r w:rsidR="004F3B06" w:rsidRPr="000E15EE">
        <w:t>;</w:t>
      </w:r>
    </w:p>
    <w:p w14:paraId="6768B64D" w14:textId="77777777" w:rsidR="004949FD" w:rsidRPr="000E15EE" w:rsidRDefault="00C76E4A" w:rsidP="00435454">
      <w:pPr>
        <w:pStyle w:val="PKTpunkt"/>
      </w:pPr>
      <w:r>
        <w:t>30</w:t>
      </w:r>
      <w:r w:rsidR="004949FD" w:rsidRPr="000E15EE">
        <w:t>)</w:t>
      </w:r>
      <w:r w:rsidR="004949FD" w:rsidRPr="000E15EE">
        <w:tab/>
        <w:t xml:space="preserve">w </w:t>
      </w:r>
      <w:r w:rsidR="00BB7627" w:rsidRPr="000E15EE">
        <w:t>art. </w:t>
      </w:r>
      <w:r w:rsidR="004949FD" w:rsidRPr="000E15EE">
        <w:t>144</w:t>
      </w:r>
      <w:r w:rsidR="00BB7627" w:rsidRPr="000E15EE">
        <w:t xml:space="preserve"> w ust. </w:t>
      </w:r>
      <w:r w:rsidR="004949FD" w:rsidRPr="000E15EE">
        <w:t>15</w:t>
      </w:r>
      <w:r w:rsidR="00BB7627" w:rsidRPr="000E15EE">
        <w:t xml:space="preserve"> w pkt </w:t>
      </w:r>
      <w:r w:rsidR="004949FD" w:rsidRPr="000E15EE">
        <w:t>5 lit. a i b otrzymują brzmienie:</w:t>
      </w:r>
    </w:p>
    <w:p w14:paraId="372686D5" w14:textId="7F776473" w:rsidR="004949FD" w:rsidRPr="000E15EE" w:rsidRDefault="006C00D6" w:rsidP="004949FD">
      <w:pPr>
        <w:pStyle w:val="ZLITzmlitartykuempunktem"/>
      </w:pPr>
      <w:r w:rsidRPr="000E15EE">
        <w:t>„</w:t>
      </w:r>
      <w:r w:rsidR="004949FD" w:rsidRPr="000E15EE">
        <w:t>a)</w:t>
      </w:r>
      <w:r w:rsidR="004949FD" w:rsidRPr="000E15EE">
        <w:tab/>
        <w:t>ukaraną za wykroczenie,</w:t>
      </w:r>
      <w:r w:rsidR="00BB7627" w:rsidRPr="000E15EE">
        <w:t xml:space="preserve"> o </w:t>
      </w:r>
      <w:r w:rsidR="004949FD" w:rsidRPr="000E15EE">
        <w:t>którym mowa</w:t>
      </w:r>
      <w:r w:rsidR="00BB7627" w:rsidRPr="000E15EE">
        <w:t xml:space="preserve"> w art.</w:t>
      </w:r>
      <w:r w:rsidR="00D5646A">
        <w:t xml:space="preserve"> 82 </w:t>
      </w:r>
      <w:r w:rsidR="00BB7627" w:rsidRPr="000E15EE">
        <w:t>ust. </w:t>
      </w:r>
      <w:r w:rsidR="004949FD" w:rsidRPr="000E15EE">
        <w:t>1 ustawy</w:t>
      </w:r>
      <w:r w:rsidR="00BB7627" w:rsidRPr="000E15EE">
        <w:t xml:space="preserve"> z </w:t>
      </w:r>
      <w:r w:rsidR="004949FD"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4949FD" w:rsidRPr="000E15EE">
        <w:t>, która</w:t>
      </w:r>
      <w:r w:rsidR="00BB7627" w:rsidRPr="000E15EE">
        <w:t xml:space="preserve"> w </w:t>
      </w:r>
      <w:r w:rsidR="004949FD" w:rsidRPr="000E15EE">
        <w:t>ciągu 2 lat od ukarania została ponownie ukarana za podobne wykroczenie, lub</w:t>
      </w:r>
    </w:p>
    <w:p w14:paraId="5C0F7191" w14:textId="22559933" w:rsidR="004949FD" w:rsidRPr="000E15EE" w:rsidRDefault="004949FD" w:rsidP="004949FD">
      <w:pPr>
        <w:pStyle w:val="ZLITzmlitartykuempunktem"/>
      </w:pPr>
      <w:r w:rsidRPr="000E15EE">
        <w:t>b)</w:t>
      </w:r>
      <w:r w:rsidRPr="000E15EE">
        <w:tab/>
        <w:t>ukaraną za wykroczenia,</w:t>
      </w:r>
      <w:r w:rsidR="00BB7627" w:rsidRPr="000E15EE">
        <w:t xml:space="preserve"> o </w:t>
      </w:r>
      <w:r w:rsidRPr="000E15EE">
        <w:t>których mowa</w:t>
      </w:r>
      <w:r w:rsidR="00BB7627" w:rsidRPr="000E15EE">
        <w:t xml:space="preserve"> w art.</w:t>
      </w:r>
      <w:r w:rsidR="00D5646A">
        <w:t xml:space="preserve"> 82 </w:t>
      </w:r>
      <w:r w:rsidR="00BB7627" w:rsidRPr="000E15EE">
        <w:t>ust. </w:t>
      </w:r>
      <w:r w:rsidRPr="000E15EE">
        <w:t>3–5 ustawy</w:t>
      </w:r>
      <w:r w:rsidR="00BB7627" w:rsidRPr="000E15EE">
        <w:t xml:space="preserve"> z </w:t>
      </w:r>
      <w:r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Pr="000E15EE">
        <w:t>, lub</w:t>
      </w:r>
      <w:r w:rsidR="006C00D6" w:rsidRPr="000E15EE">
        <w:t>”</w:t>
      </w:r>
      <w:r w:rsidRPr="000E15EE">
        <w:t>;</w:t>
      </w:r>
    </w:p>
    <w:p w14:paraId="5784BFDC" w14:textId="77777777" w:rsidR="00E0011A" w:rsidRPr="000E15EE" w:rsidRDefault="00C76E4A" w:rsidP="00E0011A">
      <w:pPr>
        <w:pStyle w:val="PKTpunkt"/>
      </w:pPr>
      <w:r>
        <w:t>31</w:t>
      </w:r>
      <w:r w:rsidR="00E0011A" w:rsidRPr="000E15EE">
        <w:t>)</w:t>
      </w:r>
      <w:r w:rsidR="00E0011A" w:rsidRPr="000E15EE">
        <w:tab/>
      </w:r>
      <w:r w:rsidR="00D4325D" w:rsidRPr="000E15EE">
        <w:t xml:space="preserve">w </w:t>
      </w:r>
      <w:r w:rsidR="00BB7627" w:rsidRPr="000E15EE">
        <w:t>art. </w:t>
      </w:r>
      <w:r w:rsidR="00D4325D" w:rsidRPr="000E15EE">
        <w:t>144a</w:t>
      </w:r>
      <w:r w:rsidR="00BB7627" w:rsidRPr="000E15EE">
        <w:t xml:space="preserve"> w ust. </w:t>
      </w:r>
      <w:r w:rsidR="00D4325D" w:rsidRPr="000E15EE">
        <w:t>1</w:t>
      </w:r>
      <w:r w:rsidR="00BB7627" w:rsidRPr="000E15EE">
        <w:t xml:space="preserve"> w pkt </w:t>
      </w:r>
      <w:r w:rsidR="00D4325D" w:rsidRPr="000E15EE">
        <w:t>3</w:t>
      </w:r>
      <w:r w:rsidR="00BB7627" w:rsidRPr="000E15EE">
        <w:t xml:space="preserve"> w </w:t>
      </w:r>
      <w:r w:rsidR="00D4325D" w:rsidRPr="000E15EE">
        <w:t>lit. e</w:t>
      </w:r>
      <w:r w:rsidR="00E0011A" w:rsidRPr="000E15EE">
        <w:t xml:space="preserve"> tiret pierwsze i drugie otrzymują brzmienie:</w:t>
      </w:r>
    </w:p>
    <w:p w14:paraId="1AC14240" w14:textId="48E2F219" w:rsidR="004949FD" w:rsidRPr="000E15EE" w:rsidRDefault="006C00D6" w:rsidP="004949FD">
      <w:pPr>
        <w:pStyle w:val="ZTIRzmtirartykuempunktem"/>
      </w:pPr>
      <w:r w:rsidRPr="000E15EE">
        <w:t>„</w:t>
      </w:r>
      <w:r w:rsidR="00E0011A" w:rsidRPr="000E15EE">
        <w:t>–</w:t>
      </w:r>
      <w:r w:rsidR="00E0011A" w:rsidRPr="000E15EE">
        <w:tab/>
        <w:t>ukaraną za wykroczenie,</w:t>
      </w:r>
      <w:r w:rsidR="00BB7627" w:rsidRPr="000E15EE">
        <w:t xml:space="preserve"> o </w:t>
      </w:r>
      <w:r w:rsidR="00E0011A" w:rsidRPr="000E15EE">
        <w:t>którym mowa</w:t>
      </w:r>
      <w:r w:rsidR="00BB7627" w:rsidRPr="000E15EE">
        <w:t xml:space="preserve"> w art.</w:t>
      </w:r>
      <w:r w:rsidR="00D5646A">
        <w:t xml:space="preserve"> 82 </w:t>
      </w:r>
      <w:r w:rsidR="00BB7627" w:rsidRPr="000E15EE">
        <w:t>ust. </w:t>
      </w:r>
      <w:r w:rsidR="00E0011A" w:rsidRPr="000E15EE">
        <w:t>1 ustawy</w:t>
      </w:r>
      <w:r w:rsidR="00BB7627" w:rsidRPr="000E15EE">
        <w:t xml:space="preserve"> z </w:t>
      </w:r>
      <w:r w:rsidR="00E0011A"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E0011A" w:rsidRPr="000E15EE">
        <w:t>, która</w:t>
      </w:r>
      <w:r w:rsidR="00BB7627" w:rsidRPr="000E15EE">
        <w:t xml:space="preserve"> w </w:t>
      </w:r>
      <w:r w:rsidR="00E0011A" w:rsidRPr="000E15EE">
        <w:t>ciągu 2 lat od ukarania została ponownie ukarana za podobne wykroczenie, lub</w:t>
      </w:r>
    </w:p>
    <w:p w14:paraId="0317573D" w14:textId="456E883E" w:rsidR="00E0011A" w:rsidRPr="000E15EE" w:rsidRDefault="00E0011A" w:rsidP="004949FD">
      <w:pPr>
        <w:pStyle w:val="ZTIRzmtirartykuempunktem"/>
      </w:pPr>
      <w:r w:rsidRPr="000E15EE">
        <w:lastRenderedPageBreak/>
        <w:t>–</w:t>
      </w:r>
      <w:r w:rsidRPr="000E15EE">
        <w:tab/>
        <w:t>ukaraną za wykroczenia,</w:t>
      </w:r>
      <w:r w:rsidR="00BB7627" w:rsidRPr="000E15EE">
        <w:t xml:space="preserve"> o </w:t>
      </w:r>
      <w:r w:rsidRPr="000E15EE">
        <w:t>których mowa</w:t>
      </w:r>
      <w:r w:rsidR="00BB7627" w:rsidRPr="000E15EE">
        <w:t xml:space="preserve"> w art.</w:t>
      </w:r>
      <w:r w:rsidR="00D5646A">
        <w:t xml:space="preserve"> 82 </w:t>
      </w:r>
      <w:r w:rsidR="00BB7627" w:rsidRPr="000E15EE">
        <w:t>ust. </w:t>
      </w:r>
      <w:r w:rsidRPr="000E15EE">
        <w:t>3–5 ustawy</w:t>
      </w:r>
      <w:r w:rsidR="00BB7627" w:rsidRPr="000E15EE">
        <w:t xml:space="preserve"> z </w:t>
      </w:r>
      <w:r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Pr="000E15EE">
        <w:t>, lub</w:t>
      </w:r>
      <w:r w:rsidR="006C00D6" w:rsidRPr="000E15EE">
        <w:t>”</w:t>
      </w:r>
      <w:r w:rsidR="00B50257" w:rsidRPr="000E15EE">
        <w:t>;</w:t>
      </w:r>
    </w:p>
    <w:p w14:paraId="317A654D" w14:textId="77777777" w:rsidR="00E0011A" w:rsidRPr="000E15EE" w:rsidRDefault="00C76E4A" w:rsidP="00E0011A">
      <w:pPr>
        <w:pStyle w:val="PKTpunkt"/>
      </w:pPr>
      <w:r>
        <w:t>32</w:t>
      </w:r>
      <w:r w:rsidR="00E0011A" w:rsidRPr="000E15EE">
        <w:t>)</w:t>
      </w:r>
      <w:r w:rsidR="00E0011A" w:rsidRPr="000E15EE">
        <w:tab/>
      </w:r>
      <w:r w:rsidR="00D4325D" w:rsidRPr="000E15EE">
        <w:t xml:space="preserve">w </w:t>
      </w:r>
      <w:r w:rsidR="00BB7627" w:rsidRPr="000E15EE">
        <w:t>art. </w:t>
      </w:r>
      <w:r w:rsidR="00D4325D" w:rsidRPr="000E15EE">
        <w:t>157d</w:t>
      </w:r>
      <w:r w:rsidR="00BB7627" w:rsidRPr="000E15EE">
        <w:t xml:space="preserve"> w ust. </w:t>
      </w:r>
      <w:r w:rsidR="00D4325D" w:rsidRPr="000E15EE">
        <w:t>1</w:t>
      </w:r>
      <w:r w:rsidR="00BB7627" w:rsidRPr="000E15EE">
        <w:t xml:space="preserve"> w pkt </w:t>
      </w:r>
      <w:r w:rsidR="00D4325D" w:rsidRPr="000E15EE">
        <w:t>2</w:t>
      </w:r>
      <w:r w:rsidR="00BB7627" w:rsidRPr="000E15EE">
        <w:t xml:space="preserve"> w </w:t>
      </w:r>
      <w:r w:rsidR="00D4325D" w:rsidRPr="000E15EE">
        <w:t>lit. a</w:t>
      </w:r>
      <w:r w:rsidR="00E0011A" w:rsidRPr="000E15EE">
        <w:t xml:space="preserve"> tiret pierwsze i drugie otrzymują brzmienie:</w:t>
      </w:r>
    </w:p>
    <w:p w14:paraId="3F8CFFE9" w14:textId="3C6D803A" w:rsidR="004949FD" w:rsidRPr="000E15EE" w:rsidRDefault="006C00D6" w:rsidP="004949FD">
      <w:pPr>
        <w:pStyle w:val="ZTIRzmtirartykuempunktem"/>
      </w:pPr>
      <w:r w:rsidRPr="000E15EE">
        <w:t>„</w:t>
      </w:r>
      <w:r w:rsidR="00E0011A" w:rsidRPr="000E15EE">
        <w:t>–</w:t>
      </w:r>
      <w:r w:rsidR="00E0011A" w:rsidRPr="000E15EE">
        <w:tab/>
        <w:t>ukaraną za wykroczenie,</w:t>
      </w:r>
      <w:r w:rsidR="00BB7627" w:rsidRPr="000E15EE">
        <w:t xml:space="preserve"> o </w:t>
      </w:r>
      <w:r w:rsidR="00E0011A" w:rsidRPr="000E15EE">
        <w:t>którym mowa</w:t>
      </w:r>
      <w:r w:rsidR="00BB7627" w:rsidRPr="000E15EE">
        <w:t xml:space="preserve"> w art.</w:t>
      </w:r>
      <w:r w:rsidR="00D5646A">
        <w:t xml:space="preserve"> 82 </w:t>
      </w:r>
      <w:r w:rsidR="00BB7627" w:rsidRPr="000E15EE">
        <w:t>ust. </w:t>
      </w:r>
      <w:r w:rsidR="00E0011A" w:rsidRPr="000E15EE">
        <w:t>1 ustawy</w:t>
      </w:r>
      <w:r w:rsidR="00BB7627" w:rsidRPr="000E15EE">
        <w:t xml:space="preserve"> z </w:t>
      </w:r>
      <w:r w:rsidR="00E0011A"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E0011A" w:rsidRPr="000E15EE">
        <w:t>, która</w:t>
      </w:r>
      <w:r w:rsidR="00BB7627" w:rsidRPr="000E15EE">
        <w:t xml:space="preserve"> w </w:t>
      </w:r>
      <w:r w:rsidR="00E0011A" w:rsidRPr="000E15EE">
        <w:t>ciągu 2 lat od ukarania została ponownie ukarana za podobne wykroczenie, lub</w:t>
      </w:r>
    </w:p>
    <w:p w14:paraId="1F425C52" w14:textId="4FDCF268" w:rsidR="00E0011A" w:rsidRPr="000E15EE" w:rsidRDefault="00E0011A" w:rsidP="004949FD">
      <w:pPr>
        <w:pStyle w:val="ZTIRzmtirartykuempunktem"/>
      </w:pPr>
      <w:r w:rsidRPr="000E15EE">
        <w:t>–</w:t>
      </w:r>
      <w:r w:rsidRPr="000E15EE">
        <w:tab/>
        <w:t>ukaraną za wykroczenia,</w:t>
      </w:r>
      <w:r w:rsidR="00BB7627" w:rsidRPr="000E15EE">
        <w:t xml:space="preserve"> o </w:t>
      </w:r>
      <w:r w:rsidRPr="000E15EE">
        <w:t>których mowa</w:t>
      </w:r>
      <w:r w:rsidR="00BB7627" w:rsidRPr="000E15EE">
        <w:t xml:space="preserve"> w art.</w:t>
      </w:r>
      <w:r w:rsidR="00D5646A">
        <w:t xml:space="preserve"> 82 </w:t>
      </w:r>
      <w:r w:rsidR="00BB7627" w:rsidRPr="000E15EE">
        <w:t>ust. </w:t>
      </w:r>
      <w:r w:rsidRPr="000E15EE">
        <w:t>3–5 ustawy</w:t>
      </w:r>
      <w:r w:rsidR="00BB7627" w:rsidRPr="000E15EE">
        <w:t xml:space="preserve"> z </w:t>
      </w:r>
      <w:r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Pr="000E15EE">
        <w:t>, lub</w:t>
      </w:r>
      <w:r w:rsidR="006C00D6" w:rsidRPr="000E15EE">
        <w:t>”</w:t>
      </w:r>
      <w:r w:rsidR="00B50257" w:rsidRPr="000E15EE">
        <w:t>;</w:t>
      </w:r>
    </w:p>
    <w:p w14:paraId="4FDC84FD" w14:textId="77777777" w:rsidR="00D4325D" w:rsidRPr="000E15EE" w:rsidRDefault="00C76E4A" w:rsidP="00CC3F14">
      <w:pPr>
        <w:pStyle w:val="PKTpunkt"/>
        <w:keepNext/>
      </w:pPr>
      <w:r>
        <w:t>33</w:t>
      </w:r>
      <w:r w:rsidR="00E0011A" w:rsidRPr="000E15EE">
        <w:t>)</w:t>
      </w:r>
      <w:r w:rsidR="00E0011A" w:rsidRPr="000E15EE">
        <w:tab/>
      </w:r>
      <w:r w:rsidR="00D4325D" w:rsidRPr="000E15EE">
        <w:t xml:space="preserve">w </w:t>
      </w:r>
      <w:r w:rsidR="00BB7627" w:rsidRPr="000E15EE">
        <w:t>art. </w:t>
      </w:r>
      <w:r w:rsidR="00D4325D" w:rsidRPr="000E15EE">
        <w:t>157j</w:t>
      </w:r>
      <w:r w:rsidR="00BB7627" w:rsidRPr="000E15EE">
        <w:t xml:space="preserve"> w ust. </w:t>
      </w:r>
      <w:r w:rsidR="00D4325D" w:rsidRPr="000E15EE">
        <w:t>1</w:t>
      </w:r>
      <w:r w:rsidR="00BB7627" w:rsidRPr="000E15EE">
        <w:t xml:space="preserve"> w pkt </w:t>
      </w:r>
      <w:r w:rsidR="00D4325D" w:rsidRPr="000E15EE">
        <w:t>2</w:t>
      </w:r>
      <w:r w:rsidR="00BB7627" w:rsidRPr="000E15EE">
        <w:t xml:space="preserve"> w </w:t>
      </w:r>
      <w:r w:rsidR="00D4325D" w:rsidRPr="000E15EE">
        <w:t>lit. a tiret pierwsze i drugie otrzymują brzmienie:</w:t>
      </w:r>
    </w:p>
    <w:p w14:paraId="59E6B786" w14:textId="6A4C689B" w:rsidR="00D4325D" w:rsidRPr="000E15EE" w:rsidRDefault="006C00D6" w:rsidP="00D4325D">
      <w:pPr>
        <w:pStyle w:val="ZTIRzmtirartykuempunktem"/>
      </w:pPr>
      <w:r w:rsidRPr="000E15EE">
        <w:t>„</w:t>
      </w:r>
      <w:r w:rsidR="00D4325D" w:rsidRPr="000E15EE">
        <w:t>–</w:t>
      </w:r>
      <w:r w:rsidR="00D4325D" w:rsidRPr="000E15EE">
        <w:tab/>
        <w:t>ukaraną za wykroczenie,</w:t>
      </w:r>
      <w:r w:rsidR="00BB7627" w:rsidRPr="000E15EE">
        <w:t xml:space="preserve"> o </w:t>
      </w:r>
      <w:r w:rsidR="00D4325D" w:rsidRPr="000E15EE">
        <w:t>którym mowa</w:t>
      </w:r>
      <w:r w:rsidR="00BB7627" w:rsidRPr="000E15EE">
        <w:t xml:space="preserve"> w art.</w:t>
      </w:r>
      <w:r w:rsidR="00D5646A">
        <w:t xml:space="preserve"> 82 </w:t>
      </w:r>
      <w:r w:rsidR="00BB7627" w:rsidRPr="000E15EE">
        <w:t>ust. </w:t>
      </w:r>
      <w:r w:rsidR="00D4325D" w:rsidRPr="000E15EE">
        <w:t>1 ustawy</w:t>
      </w:r>
      <w:r w:rsidR="00BB7627" w:rsidRPr="000E15EE">
        <w:t xml:space="preserve"> z </w:t>
      </w:r>
      <w:r w:rsidR="00D4325D"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D4325D" w:rsidRPr="000E15EE">
        <w:t>, która</w:t>
      </w:r>
      <w:r w:rsidR="00BB7627" w:rsidRPr="000E15EE">
        <w:t xml:space="preserve"> w </w:t>
      </w:r>
      <w:r w:rsidR="00D4325D" w:rsidRPr="000E15EE">
        <w:t>ciągu 2 lat od ukarania została ponownie ukarana za podobne wykroczenie, lub</w:t>
      </w:r>
    </w:p>
    <w:p w14:paraId="031B72D0" w14:textId="1055E092" w:rsidR="00D4325D" w:rsidRPr="000E15EE" w:rsidRDefault="00D4325D" w:rsidP="00D4325D">
      <w:pPr>
        <w:pStyle w:val="ZTIRzmtirartykuempunktem"/>
      </w:pPr>
      <w:r w:rsidRPr="000E15EE">
        <w:t>–</w:t>
      </w:r>
      <w:r w:rsidRPr="000E15EE">
        <w:tab/>
        <w:t>ukaraną za wykroczenia,</w:t>
      </w:r>
      <w:r w:rsidR="00BB7627" w:rsidRPr="000E15EE">
        <w:t xml:space="preserve"> o </w:t>
      </w:r>
      <w:r w:rsidRPr="000E15EE">
        <w:t>których mowa</w:t>
      </w:r>
      <w:r w:rsidR="00BB7627" w:rsidRPr="000E15EE">
        <w:t xml:space="preserve"> w art.</w:t>
      </w:r>
      <w:r w:rsidR="00D5646A">
        <w:t xml:space="preserve"> 82 </w:t>
      </w:r>
      <w:r w:rsidR="00BB7627" w:rsidRPr="000E15EE">
        <w:t>ust. </w:t>
      </w:r>
      <w:r w:rsidRPr="000E15EE">
        <w:t>3–5 ustawy</w:t>
      </w:r>
      <w:r w:rsidR="00BB7627" w:rsidRPr="000E15EE">
        <w:t xml:space="preserve"> z </w:t>
      </w:r>
      <w:r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Pr="000E15EE">
        <w:t>, lub</w:t>
      </w:r>
      <w:r w:rsidR="006C00D6" w:rsidRPr="000E15EE">
        <w:t>”</w:t>
      </w:r>
      <w:r w:rsidRPr="000E15EE">
        <w:t>;</w:t>
      </w:r>
    </w:p>
    <w:p w14:paraId="4F1054F4" w14:textId="77777777" w:rsidR="00D4325D" w:rsidRPr="000E15EE" w:rsidRDefault="00C76E4A" w:rsidP="00CC3F14">
      <w:pPr>
        <w:pStyle w:val="PKTpunkt"/>
        <w:keepNext/>
      </w:pPr>
      <w:r>
        <w:t>34</w:t>
      </w:r>
      <w:r w:rsidR="00D4325D" w:rsidRPr="000E15EE">
        <w:t>)</w:t>
      </w:r>
      <w:r w:rsidR="00D4325D" w:rsidRPr="000E15EE">
        <w:tab/>
        <w:t xml:space="preserve">w </w:t>
      </w:r>
      <w:r w:rsidR="00BB7627" w:rsidRPr="000E15EE">
        <w:t>art. </w:t>
      </w:r>
      <w:r w:rsidR="00D4325D" w:rsidRPr="000E15EE">
        <w:t>185a</w:t>
      </w:r>
      <w:r w:rsidR="00BB7627" w:rsidRPr="000E15EE">
        <w:t xml:space="preserve"> w ust. </w:t>
      </w:r>
      <w:r w:rsidR="00D4325D" w:rsidRPr="000E15EE">
        <w:t>1:</w:t>
      </w:r>
    </w:p>
    <w:p w14:paraId="4097E1BF" w14:textId="77777777" w:rsidR="00D4325D" w:rsidRPr="000E15EE" w:rsidRDefault="00D4325D" w:rsidP="00CC3F14">
      <w:pPr>
        <w:pStyle w:val="LITlitera"/>
        <w:keepNext/>
      </w:pPr>
      <w:r w:rsidRPr="000E15EE">
        <w:t>a)</w:t>
      </w:r>
      <w:r w:rsidRPr="000E15EE">
        <w:tab/>
        <w:t>wprowadzenie do wyliczenia otrzymuje brzmienie:</w:t>
      </w:r>
    </w:p>
    <w:p w14:paraId="1DBC2359" w14:textId="499507D9" w:rsidR="00EA3B29" w:rsidRPr="000E15EE" w:rsidRDefault="006C00D6" w:rsidP="00EA3B29">
      <w:pPr>
        <w:pStyle w:val="ZLITUSTzmustliter"/>
      </w:pPr>
      <w:r w:rsidRPr="000E15EE">
        <w:t>„</w:t>
      </w:r>
      <w:r w:rsidR="00EA3B29" w:rsidRPr="000E15EE">
        <w:t xml:space="preserve">Zezwolenia na pobyt czasowy ze względu na pracę sezonową udziela się cudzoziemcowi w przypadku, gdy celem jego pobytu na terytorium Rzeczypospolitej Polskiej jest wykonywanie pracy w zakresie działalności określonych w przepisach wydanych na podstawie art. 43 ust. 2  ustawy z dnia …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EA3B29" w:rsidRPr="000E15EE">
        <w:t xml:space="preserve"> u </w:t>
      </w:r>
      <w:r w:rsidR="00B36F02">
        <w:t>podmiotu powierzającego pracę cudzoziemcowi</w:t>
      </w:r>
      <w:r w:rsidR="00EA3B29" w:rsidRPr="000E15EE">
        <w:t xml:space="preserve">, który dotychczas zatrudniał cudzoziemca, lub u innego </w:t>
      </w:r>
      <w:r w:rsidR="00B36F02">
        <w:t>podmiotu powierzającego pracę cudzoziemcowi</w:t>
      </w:r>
      <w:r w:rsidR="00EA3B29" w:rsidRPr="000E15EE">
        <w:t>, jeżeli cudzoziemiec spełnia łącznie następujące warunki:</w:t>
      </w:r>
      <w:r w:rsidRPr="000E15EE">
        <w:t>”</w:t>
      </w:r>
      <w:r w:rsidR="00EA3B29" w:rsidRPr="000E15EE">
        <w:t>,</w:t>
      </w:r>
    </w:p>
    <w:p w14:paraId="55A4C155" w14:textId="755ADC42" w:rsidR="00D4325D" w:rsidRPr="000E15EE" w:rsidRDefault="00D4325D" w:rsidP="00D4325D">
      <w:pPr>
        <w:pStyle w:val="LITlitera"/>
      </w:pPr>
      <w:r w:rsidRPr="000E15EE">
        <w:t>b)</w:t>
      </w:r>
      <w:r w:rsidRPr="000E15EE">
        <w:tab/>
        <w:t xml:space="preserve">w </w:t>
      </w:r>
      <w:r w:rsidR="00BB7627" w:rsidRPr="000E15EE">
        <w:t>pkt </w:t>
      </w:r>
      <w:r w:rsidRPr="000E15EE">
        <w:t xml:space="preserve">1 wyrazy </w:t>
      </w:r>
      <w:r w:rsidR="006C00D6" w:rsidRPr="000E15EE">
        <w:t>„</w:t>
      </w:r>
      <w:r w:rsidR="00BB7627" w:rsidRPr="000E15EE">
        <w:t>art. </w:t>
      </w:r>
      <w:r w:rsidRPr="000E15EE">
        <w:t xml:space="preserve">88p </w:t>
      </w:r>
      <w:r w:rsidR="00BB7627" w:rsidRPr="000E15EE">
        <w:t>ust. </w:t>
      </w:r>
      <w:r w:rsidRPr="000E15EE">
        <w:t xml:space="preserve">1 </w:t>
      </w:r>
      <w:r w:rsidR="00BB7627" w:rsidRPr="000E15EE">
        <w:t>pkt </w:t>
      </w:r>
      <w:r w:rsidRPr="000E15EE">
        <w:t>1 ustawy</w:t>
      </w:r>
      <w:r w:rsidR="00BB7627" w:rsidRPr="000E15EE">
        <w:t xml:space="preserve"> z </w:t>
      </w:r>
      <w:r w:rsidRPr="000E15EE">
        <w:t>dnia 20 kwietnia 2004</w:t>
      </w:r>
      <w:r w:rsidR="00BB7627" w:rsidRPr="000E15EE">
        <w:t> r. o </w:t>
      </w:r>
      <w:r w:rsidRPr="000E15EE">
        <w:t>promocji zatrudnienia i instytucjach rynku pracy</w:t>
      </w:r>
      <w:r w:rsidR="006C00D6" w:rsidRPr="000E15EE">
        <w:t>”</w:t>
      </w:r>
      <w:r w:rsidRPr="000E15EE">
        <w:t xml:space="preserve"> zastępuje się wyrazami </w:t>
      </w:r>
      <w:r w:rsidR="006C00D6" w:rsidRPr="000E15EE">
        <w:t>„</w:t>
      </w:r>
      <w:r w:rsidR="00BB7627" w:rsidRPr="000E15EE">
        <w:t>art. </w:t>
      </w:r>
      <w:r w:rsidR="00511271" w:rsidRPr="000E15EE">
        <w:t>48</w:t>
      </w:r>
      <w:r w:rsidRPr="000E15EE">
        <w:t xml:space="preserve"> </w:t>
      </w:r>
      <w:r w:rsidR="00BB7627" w:rsidRPr="000E15EE">
        <w:t>ust. </w:t>
      </w:r>
      <w:r w:rsidRPr="000E15EE">
        <w:t xml:space="preserve">1 </w:t>
      </w:r>
      <w:r w:rsidR="00BB7627" w:rsidRPr="000E15EE">
        <w:t>pkt </w:t>
      </w:r>
      <w:r w:rsidRPr="000E15EE">
        <w:t>1 ustawy</w:t>
      </w:r>
      <w:r w:rsidR="00BB7627" w:rsidRPr="000E15EE">
        <w:t xml:space="preserve"> z </w:t>
      </w:r>
      <w:r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6C00D6" w:rsidRPr="000E15EE">
        <w:t>”</w:t>
      </w:r>
      <w:r w:rsidRPr="000E15EE">
        <w:t>;</w:t>
      </w:r>
    </w:p>
    <w:p w14:paraId="2C99B5F8" w14:textId="77777777" w:rsidR="00CA68B5" w:rsidRPr="000E15EE" w:rsidRDefault="00C76E4A" w:rsidP="00CC3F14">
      <w:pPr>
        <w:pStyle w:val="PKTpunkt"/>
        <w:keepNext/>
      </w:pPr>
      <w:r>
        <w:lastRenderedPageBreak/>
        <w:t>35</w:t>
      </w:r>
      <w:r w:rsidR="00E00FD1" w:rsidRPr="000E15EE">
        <w:t>)</w:t>
      </w:r>
      <w:r w:rsidR="00E00FD1" w:rsidRPr="000E15EE">
        <w:tab/>
        <w:t>w art. 244 w ust. 1 pkt 11 otrzymuje brzmienie:</w:t>
      </w:r>
    </w:p>
    <w:p w14:paraId="1FE6A7A3" w14:textId="77777777" w:rsidR="00E00FD1" w:rsidRPr="000E15EE" w:rsidRDefault="006C00D6" w:rsidP="00241C07">
      <w:pPr>
        <w:pStyle w:val="ZPKTzmpktartykuempunktem"/>
      </w:pPr>
      <w:r w:rsidRPr="000E15EE">
        <w:t>„</w:t>
      </w:r>
      <w:r w:rsidR="00241C07" w:rsidRPr="000E15EE">
        <w:t>11)</w:t>
      </w:r>
      <w:r w:rsidR="00241C07" w:rsidRPr="000E15EE">
        <w:tab/>
        <w:t xml:space="preserve">adnotację </w:t>
      </w:r>
      <w:r w:rsidRPr="000E15EE">
        <w:t>„</w:t>
      </w:r>
      <w:r w:rsidR="00241C07" w:rsidRPr="000E15EE">
        <w:t>dostęp do rynku pracy</w:t>
      </w:r>
      <w:r w:rsidRPr="000E15EE">
        <w:t>”</w:t>
      </w:r>
      <w:r w:rsidR="00241C07" w:rsidRPr="000E15EE">
        <w:t xml:space="preserve"> </w:t>
      </w:r>
      <w:r w:rsidR="00970CB6" w:rsidRPr="000E15EE">
        <w:t>–</w:t>
      </w:r>
      <w:r w:rsidR="00241C07" w:rsidRPr="000E15EE">
        <w:t xml:space="preserve"> w przypadku zezwolenia udzielonego cudzoziemcowi, który jest uprawniony do wykonywania pracy na terytorium Rzeczypospolitej Polskiej lub </w:t>
      </w:r>
      <w:r w:rsidR="004F3B06" w:rsidRPr="000E15EE">
        <w:t xml:space="preserve">jest zwolniony z wymogu </w:t>
      </w:r>
      <w:r w:rsidR="00241C07" w:rsidRPr="000E15EE">
        <w:t>posiadania zezwolenia na pracę;</w:t>
      </w:r>
      <w:r w:rsidRPr="000E15EE">
        <w:t>”</w:t>
      </w:r>
      <w:r w:rsidR="00241C07" w:rsidRPr="000E15EE">
        <w:t>;</w:t>
      </w:r>
    </w:p>
    <w:p w14:paraId="6EB9E90F" w14:textId="77777777" w:rsidR="00D4325D" w:rsidRPr="000E15EE" w:rsidRDefault="00C76E4A" w:rsidP="00CC3F14">
      <w:pPr>
        <w:pStyle w:val="PKTpunkt"/>
        <w:keepNext/>
      </w:pPr>
      <w:r>
        <w:t>36</w:t>
      </w:r>
      <w:r w:rsidR="00D4325D" w:rsidRPr="000E15EE">
        <w:t>)</w:t>
      </w:r>
      <w:r w:rsidR="00D4325D" w:rsidRPr="000E15EE">
        <w:tab/>
        <w:t xml:space="preserve">w </w:t>
      </w:r>
      <w:r w:rsidR="00BB7627" w:rsidRPr="000E15EE">
        <w:t>art. </w:t>
      </w:r>
      <w:r w:rsidR="00D4325D" w:rsidRPr="000E15EE">
        <w:t>302:</w:t>
      </w:r>
    </w:p>
    <w:p w14:paraId="6D2EE446" w14:textId="77777777" w:rsidR="00D4325D" w:rsidRPr="000E15EE" w:rsidRDefault="00D4325D" w:rsidP="00D4325D">
      <w:pPr>
        <w:pStyle w:val="LITlitera"/>
      </w:pPr>
      <w:r w:rsidRPr="000E15EE">
        <w:t>a)</w:t>
      </w:r>
      <w:r w:rsidRPr="000E15EE">
        <w:tab/>
        <w:t xml:space="preserve">w </w:t>
      </w:r>
      <w:r w:rsidR="00BB7627" w:rsidRPr="000E15EE">
        <w:t>ust. </w:t>
      </w:r>
      <w:r w:rsidRPr="000E15EE">
        <w:t>1</w:t>
      </w:r>
      <w:r w:rsidR="00BB7627" w:rsidRPr="000E15EE">
        <w:t xml:space="preserve"> w pkt </w:t>
      </w:r>
      <w:r w:rsidRPr="000E15EE">
        <w:t xml:space="preserve">4 wyrazy </w:t>
      </w:r>
      <w:r w:rsidR="006C00D6" w:rsidRPr="000E15EE">
        <w:t>„</w:t>
      </w:r>
      <w:r w:rsidRPr="000E15EE">
        <w:t>oświadczenia</w:t>
      </w:r>
      <w:r w:rsidR="00BB7627" w:rsidRPr="000E15EE">
        <w:t xml:space="preserve"> o </w:t>
      </w:r>
      <w:r w:rsidRPr="000E15EE">
        <w:t>powierzeniu wykonywania pracy cudzoziemcowi</w:t>
      </w:r>
      <w:r w:rsidR="006C00D6" w:rsidRPr="000E15EE">
        <w:t>”</w:t>
      </w:r>
      <w:r w:rsidRPr="000E15EE">
        <w:t xml:space="preserve"> zastępuje się wyrazami </w:t>
      </w:r>
      <w:r w:rsidR="006C00D6" w:rsidRPr="000E15EE">
        <w:t>„</w:t>
      </w:r>
      <w:r w:rsidRPr="000E15EE">
        <w:t>oświadczenia</w:t>
      </w:r>
      <w:r w:rsidR="00BB7627" w:rsidRPr="000E15EE">
        <w:t xml:space="preserve"> </w:t>
      </w:r>
      <w:r w:rsidR="00BC273F">
        <w:t xml:space="preserve">o </w:t>
      </w:r>
      <w:r w:rsidR="003C7E3D" w:rsidRPr="000E15EE">
        <w:t>powierzeniu pracy cudzoziemcowi</w:t>
      </w:r>
      <w:r w:rsidR="006C00D6" w:rsidRPr="000E15EE">
        <w:t>”</w:t>
      </w:r>
      <w:r w:rsidRPr="000E15EE">
        <w:t>,</w:t>
      </w:r>
    </w:p>
    <w:p w14:paraId="3AF84D23" w14:textId="39C0B44E" w:rsidR="00D4325D" w:rsidRPr="000E15EE" w:rsidRDefault="00D4325D" w:rsidP="00D4325D">
      <w:pPr>
        <w:pStyle w:val="LITlitera"/>
      </w:pPr>
      <w:r w:rsidRPr="000E15EE">
        <w:t>b)</w:t>
      </w:r>
      <w:r w:rsidRPr="000E15EE">
        <w:tab/>
        <w:t xml:space="preserve">w </w:t>
      </w:r>
      <w:r w:rsidR="00BB7627" w:rsidRPr="000E15EE">
        <w:t>ust. </w:t>
      </w:r>
      <w:r w:rsidRPr="000E15EE">
        <w:t xml:space="preserve">4 wyrazy </w:t>
      </w:r>
      <w:r w:rsidR="006C00D6" w:rsidRPr="000E15EE">
        <w:t>„</w:t>
      </w:r>
      <w:r w:rsidR="00BB7627" w:rsidRPr="000E15EE">
        <w:t>art. </w:t>
      </w:r>
      <w:r w:rsidRPr="000E15EE">
        <w:t xml:space="preserve">120 </w:t>
      </w:r>
      <w:r w:rsidR="00BB7627" w:rsidRPr="000E15EE">
        <w:t>ust. </w:t>
      </w:r>
      <w:r w:rsidRPr="000E15EE">
        <w:t>3 ustawy</w:t>
      </w:r>
      <w:r w:rsidR="00BB7627" w:rsidRPr="000E15EE">
        <w:t xml:space="preserve"> z </w:t>
      </w:r>
      <w:r w:rsidRPr="000E15EE">
        <w:t>dnia 20 kwietnia 2004</w:t>
      </w:r>
      <w:r w:rsidR="00BB7627" w:rsidRPr="000E15EE">
        <w:t> r. o </w:t>
      </w:r>
      <w:r w:rsidRPr="000E15EE">
        <w:t>promocji zatrudnienia i instytucjach rynku pracy</w:t>
      </w:r>
      <w:r w:rsidR="006C00D6" w:rsidRPr="000E15EE">
        <w:t>”</w:t>
      </w:r>
      <w:r w:rsidRPr="000E15EE">
        <w:t xml:space="preserve"> zastępuje się wyrazami </w:t>
      </w:r>
      <w:r w:rsidR="006C00D6" w:rsidRPr="000E15EE">
        <w:t>„</w:t>
      </w:r>
      <w:r w:rsidR="00BB7627" w:rsidRPr="000E15EE">
        <w:t>art.</w:t>
      </w:r>
      <w:r w:rsidR="00D5646A">
        <w:t xml:space="preserve"> 82 </w:t>
      </w:r>
      <w:r w:rsidR="00BB7627" w:rsidRPr="000E15EE">
        <w:t>ust. </w:t>
      </w:r>
      <w:r w:rsidRPr="000E15EE">
        <w:t>3 ustawy</w:t>
      </w:r>
      <w:r w:rsidR="00BB7627" w:rsidRPr="000E15EE">
        <w:t xml:space="preserve"> z </w:t>
      </w:r>
      <w:r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6C00D6" w:rsidRPr="000E15EE">
        <w:t>”</w:t>
      </w:r>
      <w:r w:rsidRPr="000E15EE">
        <w:t>.</w:t>
      </w:r>
      <w:r w:rsidR="006C00D6" w:rsidRPr="000E15EE">
        <w:t>”</w:t>
      </w:r>
      <w:r w:rsidR="001B74CF">
        <w:t>;</w:t>
      </w:r>
    </w:p>
    <w:p w14:paraId="62B40D5B" w14:textId="77777777" w:rsidR="00DC38D8" w:rsidRPr="000E15EE" w:rsidRDefault="00C76E4A" w:rsidP="00DC38D8">
      <w:pPr>
        <w:pStyle w:val="PKTpunkt"/>
      </w:pPr>
      <w:bookmarkStart w:id="213" w:name="_Toc107830029"/>
      <w:r>
        <w:t>37</w:t>
      </w:r>
      <w:r w:rsidR="00DC38D8" w:rsidRPr="000E15EE">
        <w:t>)</w:t>
      </w:r>
      <w:r w:rsidR="00DC38D8" w:rsidRPr="000E15EE">
        <w:tab/>
        <w:t>w art. 307 ust. 1 otrzymuje brzmienie:</w:t>
      </w:r>
    </w:p>
    <w:p w14:paraId="30714D80" w14:textId="77777777" w:rsidR="00DC38D8" w:rsidRPr="000E15EE" w:rsidRDefault="006C00D6" w:rsidP="00DC38D8">
      <w:pPr>
        <w:pStyle w:val="ZARTzmartartykuempunktem"/>
      </w:pPr>
      <w:r w:rsidRPr="000E15EE">
        <w:t>„</w:t>
      </w:r>
      <w:r w:rsidR="00DC38D8" w:rsidRPr="000E15EE">
        <w:t>1. W dniu, w którym decyzja o zobowiązaniu cudzoziemca do powrotu stanie się ostateczna, z mocy prawa następuje unieważnienie wizy krajowej, wygaśnięcie zezwolenia na pobyt czasowy</w:t>
      </w:r>
      <w:r w:rsidR="00E00FD1" w:rsidRPr="000E15EE">
        <w:t xml:space="preserve">, wygaśnięcie </w:t>
      </w:r>
      <w:r w:rsidR="00DC38D8" w:rsidRPr="000E15EE">
        <w:t>zezwolenia na pracę</w:t>
      </w:r>
      <w:r w:rsidR="00E00FD1" w:rsidRPr="000E15EE">
        <w:t xml:space="preserve"> lub unieważnienie wpisu oświadczenia o </w:t>
      </w:r>
      <w:r w:rsidR="001503C9">
        <w:t xml:space="preserve">powierzeniu pracy cudzoziemcowi </w:t>
      </w:r>
      <w:r w:rsidR="00E00FD1" w:rsidRPr="000E15EE">
        <w:t>do ewidencji</w:t>
      </w:r>
      <w:r w:rsidR="00DC38D8" w:rsidRPr="000E15EE">
        <w:t>.</w:t>
      </w:r>
      <w:r w:rsidRPr="000E15EE">
        <w:t>”</w:t>
      </w:r>
      <w:r w:rsidR="00E00FD1" w:rsidRPr="000E15EE">
        <w:t>;</w:t>
      </w:r>
    </w:p>
    <w:p w14:paraId="05B7017E" w14:textId="77777777" w:rsidR="00DC38D8" w:rsidRPr="000E15EE" w:rsidRDefault="00C76E4A" w:rsidP="00DC38D8">
      <w:pPr>
        <w:pStyle w:val="PKTpunkt"/>
      </w:pPr>
      <w:r>
        <w:t>38</w:t>
      </w:r>
      <w:r w:rsidR="00DC38D8" w:rsidRPr="000E15EE">
        <w:t>)</w:t>
      </w:r>
      <w:r w:rsidR="00DC38D8" w:rsidRPr="000E15EE">
        <w:tab/>
        <w:t>art. 381</w:t>
      </w:r>
      <w:r w:rsidR="00E00FD1" w:rsidRPr="000E15EE">
        <w:t xml:space="preserve"> </w:t>
      </w:r>
      <w:r w:rsidR="00DC38D8" w:rsidRPr="000E15EE">
        <w:t>otrzymuje brzmienie:</w:t>
      </w:r>
    </w:p>
    <w:p w14:paraId="58C0F804" w14:textId="77777777" w:rsidR="00DC38D8" w:rsidRPr="000E15EE" w:rsidRDefault="006C00D6" w:rsidP="00E00FD1">
      <w:pPr>
        <w:pStyle w:val="ZARTzmartartykuempunktem"/>
      </w:pPr>
      <w:r w:rsidRPr="000E15EE">
        <w:t>„</w:t>
      </w:r>
      <w:r w:rsidR="00E00FD1" w:rsidRPr="000E15EE">
        <w:t xml:space="preserve">Art. 381. Wykonanie decyzji o zobowiązaniu cudzoziemca do powrotu wydanej przez organ wydającego państwa członkowskiego powoduje unieważnienie z mocy prawa wizy krajowej, zezwolenia na przekraczanie granicy w ramach małego ruchu granicznego lub wpisu oświadczenia o </w:t>
      </w:r>
      <w:r w:rsidR="001503C9">
        <w:t xml:space="preserve">powierzeniu pracy cudzoziemcowi </w:t>
      </w:r>
      <w:r w:rsidR="00E00FD1" w:rsidRPr="000E15EE">
        <w:t>do ewidencji, lub wygaśnięcie z mocy prawa zezwolenia na pracę.</w:t>
      </w:r>
      <w:r w:rsidRPr="000E15EE">
        <w:t>”</w:t>
      </w:r>
      <w:r w:rsidR="00E00FD1" w:rsidRPr="000E15EE">
        <w:t>.</w:t>
      </w:r>
    </w:p>
    <w:p w14:paraId="7DF7A8F6" w14:textId="77777777" w:rsidR="00D4325D" w:rsidRPr="000E15EE" w:rsidRDefault="00BB7627" w:rsidP="00CC3F14">
      <w:pPr>
        <w:pStyle w:val="ARTartustawynprozporzdzenia"/>
        <w:keepNext/>
      </w:pPr>
      <w:r w:rsidRPr="000E15EE">
        <w:rPr>
          <w:rStyle w:val="Ppogrubienie"/>
        </w:rPr>
        <w:t>Art. </w:t>
      </w:r>
      <w:r w:rsidR="00414348">
        <w:rPr>
          <w:rStyle w:val="Ppogrubienie"/>
        </w:rPr>
        <w:t>97</w:t>
      </w:r>
      <w:r w:rsidR="00A60739" w:rsidRPr="000E15EE">
        <w:rPr>
          <w:rStyle w:val="Ppogrubienie"/>
        </w:rPr>
        <w:t>.</w:t>
      </w:r>
      <w:r w:rsidR="00A60739" w:rsidRPr="000E15EE">
        <w:t xml:space="preserve"> W ustawie </w:t>
      </w:r>
      <w:r w:rsidRPr="000E15EE">
        <w:t>z </w:t>
      </w:r>
      <w:r w:rsidR="00D4325D" w:rsidRPr="000E15EE">
        <w:t>dnia 10 czerwca 2016</w:t>
      </w:r>
      <w:r w:rsidRPr="000E15EE">
        <w:t> r. o </w:t>
      </w:r>
      <w:r w:rsidR="00D4325D" w:rsidRPr="000E15EE">
        <w:t>delegowaniu pracowników</w:t>
      </w:r>
      <w:r w:rsidRPr="000E15EE">
        <w:t xml:space="preserve"> w </w:t>
      </w:r>
      <w:r w:rsidR="00D4325D" w:rsidRPr="000E15EE">
        <w:t>ramach świadczenia usług (</w:t>
      </w:r>
      <w:r w:rsidR="00C130B8">
        <w:t>Dz. U.</w:t>
      </w:r>
      <w:r w:rsidRPr="000E15EE">
        <w:t xml:space="preserve"> z </w:t>
      </w:r>
      <w:r w:rsidR="00053BDA" w:rsidRPr="000E15EE">
        <w:t xml:space="preserve">2024 r. </w:t>
      </w:r>
      <w:r w:rsidR="00EA3966" w:rsidRPr="000E15EE">
        <w:t>poz. </w:t>
      </w:r>
      <w:r w:rsidR="00053BDA" w:rsidRPr="000E15EE">
        <w:t>73)</w:t>
      </w:r>
      <w:r w:rsidR="00D4325D" w:rsidRPr="000E15EE">
        <w:t xml:space="preserve"> </w:t>
      </w:r>
      <w:r w:rsidRPr="000E15EE">
        <w:t>art. </w:t>
      </w:r>
      <w:r w:rsidR="00D4325D" w:rsidRPr="000E15EE">
        <w:t>26 otrzymuje brzmienie:</w:t>
      </w:r>
      <w:bookmarkEnd w:id="213"/>
    </w:p>
    <w:p w14:paraId="2119DAB5" w14:textId="30D1F691" w:rsidR="00D4325D" w:rsidRPr="000E15EE" w:rsidRDefault="006C00D6" w:rsidP="00D4325D">
      <w:pPr>
        <w:pStyle w:val="ZARTzmartartykuempunktem"/>
      </w:pPr>
      <w:r w:rsidRPr="000E15EE">
        <w:t>„</w:t>
      </w:r>
      <w:r w:rsidR="00BB7627" w:rsidRPr="000E15EE">
        <w:t>Art. </w:t>
      </w:r>
      <w:r w:rsidR="00D4325D" w:rsidRPr="000E15EE">
        <w:t>26. Przepisy ustawy stosuje się odpowiednio</w:t>
      </w:r>
      <w:r w:rsidR="00BB7627" w:rsidRPr="000E15EE">
        <w:t xml:space="preserve"> w </w:t>
      </w:r>
      <w:r w:rsidR="00D4325D" w:rsidRPr="000E15EE">
        <w:t>przypadku wykonywania pracy na terytorium Rzeczypospolitej Polskiej przez pracownika skierowanego do tej pracy przez pracodawcę mającego siedzibę</w:t>
      </w:r>
      <w:r w:rsidR="00BB7627" w:rsidRPr="000E15EE">
        <w:t xml:space="preserve"> w </w:t>
      </w:r>
      <w:r w:rsidR="00D4325D" w:rsidRPr="000E15EE">
        <w:t>państwie niebędącym państwem członkowskim,</w:t>
      </w:r>
      <w:r w:rsidR="00BB7627" w:rsidRPr="000E15EE">
        <w:t xml:space="preserve"> z </w:t>
      </w:r>
      <w:r w:rsidR="00D4325D" w:rsidRPr="000E15EE">
        <w:t xml:space="preserve">zastrzeżeniem przepisów </w:t>
      </w:r>
      <w:r w:rsidR="00BB7627" w:rsidRPr="000E15EE">
        <w:t>art. </w:t>
      </w:r>
      <w:r w:rsidR="00D4325D" w:rsidRPr="000E15EE">
        <w:t>3</w:t>
      </w:r>
      <w:r w:rsidR="007B0F9D" w:rsidRPr="000E15EE">
        <w:t>9</w:t>
      </w:r>
      <w:r w:rsidR="00D4325D" w:rsidRPr="000E15EE">
        <w:t xml:space="preserve"> </w:t>
      </w:r>
      <w:r w:rsidR="00BB7627" w:rsidRPr="000E15EE">
        <w:t>pkt </w:t>
      </w:r>
      <w:r w:rsidR="00D4325D" w:rsidRPr="000E15EE">
        <w:t>3 i</w:t>
      </w:r>
      <w:r w:rsidR="0006298C" w:rsidRPr="000E15EE">
        <w:t> </w:t>
      </w:r>
      <w:r w:rsidR="00D4325D" w:rsidRPr="000E15EE">
        <w:t>4 ustawy</w:t>
      </w:r>
      <w:r w:rsidR="00BB7627" w:rsidRPr="000E15EE">
        <w:t xml:space="preserve"> z </w:t>
      </w:r>
      <w:r w:rsidR="00D4325D" w:rsidRPr="000E15EE">
        <w:t>dnia …</w:t>
      </w:r>
      <w:r w:rsidR="00BB7627" w:rsidRPr="000E15EE">
        <w:t xml:space="preserve">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E53121" w:rsidRPr="000E15EE">
        <w:t xml:space="preserve"> (Dz. U. poz. </w:t>
      </w:r>
      <w:r w:rsidR="00D4325D" w:rsidRPr="000E15EE">
        <w:t xml:space="preserve"> …).</w:t>
      </w:r>
      <w:r w:rsidRPr="000E15EE">
        <w:t>”</w:t>
      </w:r>
      <w:r w:rsidR="00D4325D" w:rsidRPr="000E15EE">
        <w:t>.</w:t>
      </w:r>
    </w:p>
    <w:p w14:paraId="77E8169C" w14:textId="02C0E6E9" w:rsidR="00B11AB0" w:rsidRPr="000E15EE" w:rsidRDefault="008E4A47" w:rsidP="008E4A47">
      <w:pPr>
        <w:pStyle w:val="ARTartustawynprozporzdzenia"/>
      </w:pPr>
      <w:r w:rsidRPr="000E15EE">
        <w:rPr>
          <w:rStyle w:val="Ppogrubienie"/>
        </w:rPr>
        <w:lastRenderedPageBreak/>
        <w:t>Art. </w:t>
      </w:r>
      <w:r w:rsidR="00414348">
        <w:rPr>
          <w:rStyle w:val="Ppogrubienie"/>
        </w:rPr>
        <w:t>98</w:t>
      </w:r>
      <w:r w:rsidRPr="000E15EE">
        <w:rPr>
          <w:rStyle w:val="Ppogrubienie"/>
        </w:rPr>
        <w:t>.</w:t>
      </w:r>
      <w:r w:rsidRPr="000E15EE">
        <w:t xml:space="preserve"> W ustawie z dnia 6 marca 2018 r. </w:t>
      </w:r>
      <w:r w:rsidR="001B74CF" w:rsidRPr="000E15EE">
        <w:t>–</w:t>
      </w:r>
      <w:r w:rsidRPr="000E15EE">
        <w:t xml:space="preserve"> Prawo przedsiębiorców (Dz. U. z 2024 r. poz. 236</w:t>
      </w:r>
      <w:r w:rsidR="00DA5AE8">
        <w:t xml:space="preserve"> i 1222</w:t>
      </w:r>
      <w:r w:rsidRPr="000E15EE">
        <w:t>)</w:t>
      </w:r>
      <w:r w:rsidR="00B11AB0" w:rsidRPr="000E15EE">
        <w:t xml:space="preserve"> wprowadza się następujące zmiany:</w:t>
      </w:r>
    </w:p>
    <w:p w14:paraId="1DB85C1B" w14:textId="77777777" w:rsidR="008E4A47" w:rsidRPr="000E15EE" w:rsidRDefault="00B11AB0" w:rsidP="00B11AB0">
      <w:pPr>
        <w:pStyle w:val="PKTpunkt"/>
      </w:pPr>
      <w:r w:rsidRPr="000E15EE">
        <w:t>1)</w:t>
      </w:r>
      <w:r w:rsidRPr="000E15EE">
        <w:tab/>
      </w:r>
      <w:r w:rsidR="008E4A47" w:rsidRPr="000E15EE">
        <w:t>w art. 48 w ust. 11 dodaje się pkt 14 i 15 w brzmieniu:</w:t>
      </w:r>
    </w:p>
    <w:p w14:paraId="44B22DFB" w14:textId="2BFDE0BA" w:rsidR="008E4A47" w:rsidRPr="000E15EE" w:rsidRDefault="008E4A47" w:rsidP="008E4A47">
      <w:pPr>
        <w:pStyle w:val="ZPKTzmpktartykuempunktem"/>
      </w:pPr>
      <w:r w:rsidRPr="000E15EE">
        <w:t>„14)</w:t>
      </w:r>
      <w:r w:rsidRPr="000E15EE">
        <w:tab/>
        <w:t>kontrola jest przeprowadzana na podstawie przepisów art. 1 ust. 2 pkt 13a ustawy z dnia 12 października 1990 r. o Straży Granicznej (Dz. U. z 202</w:t>
      </w:r>
      <w:r w:rsidR="00DA5AE8">
        <w:t>4</w:t>
      </w:r>
      <w:r w:rsidRPr="000E15EE">
        <w:t xml:space="preserve"> r. poz. </w:t>
      </w:r>
      <w:r w:rsidR="00DA5AE8">
        <w:t>915, 1089 i 1222</w:t>
      </w:r>
      <w:r w:rsidRPr="000E15EE">
        <w:t>);</w:t>
      </w:r>
    </w:p>
    <w:p w14:paraId="029ADC8A" w14:textId="77777777" w:rsidR="008E4A47" w:rsidRPr="000E15EE" w:rsidRDefault="008E4A47" w:rsidP="00B72AF2">
      <w:pPr>
        <w:pStyle w:val="ZPKTzmpktartykuempunktem"/>
      </w:pPr>
      <w:r w:rsidRPr="000E15EE">
        <w:t>15)</w:t>
      </w:r>
      <w:r w:rsidRPr="000E15EE">
        <w:tab/>
        <w:t>kontrola jest przeprowadzana na podstawie przepisów art. 10 ust. 1 pkt 4 ustawy z dnia 13 kwietnia 2007 r. o Państwowej Inspekcji Pracy (Dz. U. z 2024 r. poz. 97).”</w:t>
      </w:r>
      <w:r w:rsidR="00B11AB0" w:rsidRPr="000E15EE">
        <w:t>;</w:t>
      </w:r>
    </w:p>
    <w:p w14:paraId="0A0B5242" w14:textId="77777777" w:rsidR="00B72AF2" w:rsidRPr="000E15EE" w:rsidRDefault="00B72AF2" w:rsidP="00B72AF2">
      <w:pPr>
        <w:pStyle w:val="PKTpunkt"/>
      </w:pPr>
      <w:r w:rsidRPr="000E15EE">
        <w:t>2)</w:t>
      </w:r>
      <w:r w:rsidRPr="000E15EE">
        <w:tab/>
        <w:t>w art. 54 w ust. 1 dodaje się pkt 15 i 16 w brzmieniu:</w:t>
      </w:r>
    </w:p>
    <w:p w14:paraId="6F5F6353" w14:textId="77777777" w:rsidR="00B72AF2" w:rsidRPr="000E15EE" w:rsidRDefault="00B72AF2" w:rsidP="00B72AF2">
      <w:pPr>
        <w:pStyle w:val="ZPKTzmpktartykuempunktem"/>
      </w:pPr>
      <w:r w:rsidRPr="000E15EE">
        <w:t>„15)</w:t>
      </w:r>
      <w:r w:rsidRPr="000E15EE">
        <w:tab/>
        <w:t>kontrola jest przeprowadzana na podstawie przepisów art. 1 ust. 2 pkt 13a ustawy z dnia 12 października 1990 r. o Straży Granicznej;</w:t>
      </w:r>
    </w:p>
    <w:p w14:paraId="39726493" w14:textId="77777777" w:rsidR="00B72AF2" w:rsidRPr="000E15EE" w:rsidRDefault="00B72AF2" w:rsidP="00B72AF2">
      <w:pPr>
        <w:pStyle w:val="ZPKTzmpktartykuempunktem"/>
      </w:pPr>
      <w:r w:rsidRPr="000E15EE">
        <w:t>16)</w:t>
      </w:r>
      <w:r w:rsidRPr="000E15EE">
        <w:tab/>
        <w:t>kontrola jest przeprowadzana na podstawie przepisów art. 10 ust. 1 pkt 4 ustawy z dnia 13 kwietnia 2007 r. o Państwowej Inspekcji Pracy.”.</w:t>
      </w:r>
    </w:p>
    <w:p w14:paraId="748928A7" w14:textId="4D2516F8" w:rsidR="00E372C5" w:rsidRDefault="00E372C5" w:rsidP="00241C07">
      <w:pPr>
        <w:pStyle w:val="ARTartustawynprozporzdzenia"/>
        <w:rPr>
          <w:rStyle w:val="Ppogrubienie"/>
        </w:rPr>
      </w:pPr>
      <w:r>
        <w:rPr>
          <w:rStyle w:val="Ppogrubienie"/>
        </w:rPr>
        <w:t>Art. 99. </w:t>
      </w:r>
      <w:r w:rsidRPr="00E372C5">
        <w:t xml:space="preserve">W </w:t>
      </w:r>
      <w:bookmarkStart w:id="214" w:name="_Hlk174378971"/>
      <w:r w:rsidRPr="00E372C5">
        <w:t xml:space="preserve">ustawie z dnia 6 marca 2018 r. </w:t>
      </w:r>
      <w:r>
        <w:t xml:space="preserve">o </w:t>
      </w:r>
      <w:r w:rsidRPr="00E372C5">
        <w:t>zasadach uczestnictwa przedsiębiorców zagranicznych i innych osób zagranicznych w obrocie gospodarczym na terytorium Rzeczypospolitej Polskiej (Dz. U. z 2022 r. poz. 470</w:t>
      </w:r>
      <w:r w:rsidR="00AE2BCD">
        <w:t xml:space="preserve"> i 1222</w:t>
      </w:r>
      <w:r w:rsidRPr="00E372C5">
        <w:t xml:space="preserve">) </w:t>
      </w:r>
      <w:bookmarkEnd w:id="214"/>
      <w:r>
        <w:t>w art. 4 po ust. 3 dodaje się ust. 3a w brzmieniu:</w:t>
      </w:r>
    </w:p>
    <w:p w14:paraId="4CE972EC" w14:textId="77777777" w:rsidR="00DC3709" w:rsidRDefault="006D7EEC" w:rsidP="006D7EEC">
      <w:pPr>
        <w:pStyle w:val="ZARTzmartartykuempunktem"/>
      </w:pPr>
      <w:r w:rsidRPr="006D7EEC">
        <w:t>„</w:t>
      </w:r>
      <w:r>
        <w:t>3a</w:t>
      </w:r>
      <w:r w:rsidRPr="006D7EEC">
        <w:t>.</w:t>
      </w:r>
      <w:r>
        <w:t> </w:t>
      </w:r>
      <w:bookmarkStart w:id="215" w:name="_Hlk174378384"/>
      <w:r w:rsidRPr="006D7EEC">
        <w:t xml:space="preserve">Prawo do podejmowania i wykonywania działalności gospodarczej </w:t>
      </w:r>
      <w:r>
        <w:t xml:space="preserve">w formie </w:t>
      </w:r>
      <w:r w:rsidRPr="006D7EEC">
        <w:t>spółki z ograniczoną odpowiedzialnością, prostej spółki akcyjnej i spółki akcyjnej</w:t>
      </w:r>
      <w:r>
        <w:t xml:space="preserve">, o którym mowa w ust. 1, nie obejmuje prawa do </w:t>
      </w:r>
      <w:r w:rsidR="00DC3709">
        <w:t>:</w:t>
      </w:r>
    </w:p>
    <w:p w14:paraId="32EAA313" w14:textId="52DD4508" w:rsidR="00DC3709" w:rsidRPr="00DC3709" w:rsidRDefault="00DC3709" w:rsidP="00DC3709">
      <w:pPr>
        <w:pStyle w:val="ZPKTzmpktartykuempunktem"/>
      </w:pPr>
      <w:r>
        <w:t>a</w:t>
      </w:r>
      <w:r w:rsidRPr="00DC3709">
        <w:t>)</w:t>
      </w:r>
      <w:r w:rsidRPr="00DC3709">
        <w:tab/>
        <w:t>spełniania powtarzających się świadczeń  niepieniężnych, o których mowa w art. 176 lub art. 356 ustawy z dnia 15 września 2000 r. – Kodeks spółek handlowych (Dz. U. z 2024 r. poz. 18 i 96)</w:t>
      </w:r>
      <w:r w:rsidR="003634BE">
        <w:t xml:space="preserve"> </w:t>
      </w:r>
      <w:r w:rsidRPr="00DC3709">
        <w:t xml:space="preserve">lub </w:t>
      </w:r>
    </w:p>
    <w:p w14:paraId="6E7ED37C" w14:textId="77777777" w:rsidR="006D7EEC" w:rsidRDefault="00DC3709" w:rsidP="00DC3709">
      <w:pPr>
        <w:pStyle w:val="ZPKTzmpktartykuempunktem"/>
      </w:pPr>
      <w:r>
        <w:t>b</w:t>
      </w:r>
      <w:r w:rsidRPr="00DC3709">
        <w:t>)</w:t>
      </w:r>
      <w:r w:rsidRPr="00DC3709">
        <w:tab/>
        <w:t>świadczenia pracy lub usług w zamian za akcje prostej spółki akcyjnej</w:t>
      </w:r>
      <w:r w:rsidR="006D7EEC" w:rsidRPr="006D7EEC">
        <w:t>.”</w:t>
      </w:r>
      <w:bookmarkEnd w:id="215"/>
      <w:r>
        <w:t>.</w:t>
      </w:r>
    </w:p>
    <w:p w14:paraId="1284361C" w14:textId="1C354CC7" w:rsidR="00D4325D" w:rsidRPr="000E15EE" w:rsidRDefault="00BB7627" w:rsidP="00241C07">
      <w:pPr>
        <w:pStyle w:val="ARTartustawynprozporzdzenia"/>
      </w:pPr>
      <w:r w:rsidRPr="000E15EE">
        <w:rPr>
          <w:rStyle w:val="Ppogrubienie"/>
        </w:rPr>
        <w:t>Art. </w:t>
      </w:r>
      <w:r w:rsidR="00DC3709">
        <w:rPr>
          <w:rStyle w:val="Ppogrubienie"/>
        </w:rPr>
        <w:t>100</w:t>
      </w:r>
      <w:r w:rsidR="00004D21" w:rsidRPr="000E15EE">
        <w:rPr>
          <w:rStyle w:val="Ppogrubienie"/>
        </w:rPr>
        <w:t>.</w:t>
      </w:r>
      <w:r w:rsidR="00A60739" w:rsidRPr="000E15EE">
        <w:t xml:space="preserve"> </w:t>
      </w:r>
      <w:bookmarkStart w:id="216" w:name="_Hlk118920892"/>
      <w:r w:rsidR="00A60739" w:rsidRPr="000E15EE">
        <w:t xml:space="preserve">W ustawie </w:t>
      </w:r>
      <w:r w:rsidRPr="000E15EE">
        <w:t>z </w:t>
      </w:r>
      <w:r w:rsidR="00D4325D" w:rsidRPr="000E15EE">
        <w:t>dnia 20 lipca 2018</w:t>
      </w:r>
      <w:r w:rsidRPr="000E15EE">
        <w:t xml:space="preserve"> r. </w:t>
      </w:r>
      <w:r w:rsidR="00D4325D" w:rsidRPr="000E15EE">
        <w:t>– Prawo</w:t>
      </w:r>
      <w:r w:rsidRPr="000E15EE">
        <w:t xml:space="preserve"> o </w:t>
      </w:r>
      <w:r w:rsidR="00D4325D" w:rsidRPr="000E15EE">
        <w:t xml:space="preserve">szkolnictwie wyższym i nauce </w:t>
      </w:r>
      <w:bookmarkEnd w:id="216"/>
      <w:r w:rsidR="00D4325D" w:rsidRPr="000E15EE">
        <w:t>(</w:t>
      </w:r>
      <w:r w:rsidR="004943EF" w:rsidRPr="000E15EE">
        <w:t>Dz. U.</w:t>
      </w:r>
      <w:r w:rsidRPr="000E15EE">
        <w:t xml:space="preserve"> z </w:t>
      </w:r>
      <w:r w:rsidR="00053BDA" w:rsidRPr="000E15EE">
        <w:t xml:space="preserve">2023 r. </w:t>
      </w:r>
      <w:r w:rsidR="00EA3966" w:rsidRPr="000E15EE">
        <w:t>poz. </w:t>
      </w:r>
      <w:r w:rsidR="00053BDA" w:rsidRPr="000E15EE">
        <w:t>742</w:t>
      </w:r>
      <w:r w:rsidR="00D4325D" w:rsidRPr="000E15EE">
        <w:t>,</w:t>
      </w:r>
      <w:r w:rsidRPr="000E15EE">
        <w:t xml:space="preserve"> z </w:t>
      </w:r>
      <w:r w:rsidR="00D4325D" w:rsidRPr="000E15EE">
        <w:t>późn. zm.</w:t>
      </w:r>
      <w:r w:rsidR="00AE2BCD">
        <w:rPr>
          <w:rStyle w:val="Odwoanieprzypisudolnego"/>
        </w:rPr>
        <w:footnoteReference w:customMarkFollows="1" w:id="7"/>
        <w:t>7)</w:t>
      </w:r>
      <w:r w:rsidR="00D4325D" w:rsidRPr="000E15EE">
        <w:t>)</w:t>
      </w:r>
      <w:r w:rsidRPr="000E15EE">
        <w:t xml:space="preserve"> w art. </w:t>
      </w:r>
      <w:r w:rsidR="00D4325D" w:rsidRPr="000E15EE">
        <w:t xml:space="preserve">325 </w:t>
      </w:r>
      <w:r w:rsidRPr="000E15EE">
        <w:t>ust. </w:t>
      </w:r>
      <w:r w:rsidR="00D4325D" w:rsidRPr="000E15EE">
        <w:t>1 otrzymuje brzmienie:</w:t>
      </w:r>
    </w:p>
    <w:p w14:paraId="751C7F99" w14:textId="77777777" w:rsidR="00D4325D" w:rsidRPr="000E15EE" w:rsidRDefault="006C00D6" w:rsidP="00195F48">
      <w:pPr>
        <w:pStyle w:val="ZUSTzmustartykuempunktem"/>
      </w:pPr>
      <w:bookmarkStart w:id="217" w:name="_Hlk162008480"/>
      <w:r w:rsidRPr="000E15EE">
        <w:t>„</w:t>
      </w:r>
      <w:r w:rsidR="00D4325D" w:rsidRPr="000E15EE">
        <w:t>1. </w:t>
      </w:r>
      <w:r w:rsidR="003450AC">
        <w:t>Powierzenie cudzoziemcowi pracy</w:t>
      </w:r>
      <w:r w:rsidR="003450AC" w:rsidRPr="003450AC">
        <w:t xml:space="preserve"> </w:t>
      </w:r>
      <w:r w:rsidR="003450AC">
        <w:t>w charakterze nauczyciela akademickiego</w:t>
      </w:r>
      <w:r w:rsidR="00BB7627" w:rsidRPr="000E15EE">
        <w:t xml:space="preserve"> w </w:t>
      </w:r>
      <w:r w:rsidR="00D4325D" w:rsidRPr="000E15EE">
        <w:t>podmiocie,</w:t>
      </w:r>
      <w:r w:rsidR="00BB7627" w:rsidRPr="000E15EE">
        <w:t xml:space="preserve"> o </w:t>
      </w:r>
      <w:r w:rsidR="00D4325D" w:rsidRPr="000E15EE">
        <w:t>którym mowa</w:t>
      </w:r>
      <w:r w:rsidR="00BB7627" w:rsidRPr="000E15EE">
        <w:t xml:space="preserve"> w art. </w:t>
      </w:r>
      <w:r w:rsidR="00D4325D" w:rsidRPr="000E15EE">
        <w:t xml:space="preserve">7 </w:t>
      </w:r>
      <w:r w:rsidR="00BB7627" w:rsidRPr="000E15EE">
        <w:t>ust. </w:t>
      </w:r>
      <w:r w:rsidR="00D4325D" w:rsidRPr="000E15EE">
        <w:t xml:space="preserve">1 </w:t>
      </w:r>
      <w:r w:rsidR="00BB7627" w:rsidRPr="000E15EE">
        <w:t>pkt </w:t>
      </w:r>
      <w:r w:rsidR="00D4325D" w:rsidRPr="000E15EE">
        <w:t>1–7, nie wymaga uzyskania zezwolenia na pracę lub oświadczenia</w:t>
      </w:r>
      <w:r w:rsidR="00BB7627" w:rsidRPr="000E15EE">
        <w:t xml:space="preserve"> o </w:t>
      </w:r>
      <w:r w:rsidR="00D4325D" w:rsidRPr="000E15EE">
        <w:t>zamiarze zatrudnienia cudzoziemca.</w:t>
      </w:r>
      <w:r w:rsidRPr="000E15EE">
        <w:t>”</w:t>
      </w:r>
      <w:r w:rsidR="00D4325D" w:rsidRPr="000E15EE">
        <w:t>.</w:t>
      </w:r>
    </w:p>
    <w:bookmarkEnd w:id="217"/>
    <w:p w14:paraId="61580FF5" w14:textId="43CF2BBC" w:rsidR="007B0F9D" w:rsidRPr="000E15EE" w:rsidRDefault="007B0F9D" w:rsidP="007B0F9D">
      <w:pPr>
        <w:pStyle w:val="ARTartustawynprozporzdzenia"/>
      </w:pPr>
      <w:r w:rsidRPr="000E15EE">
        <w:rPr>
          <w:rStyle w:val="Ppogrubienie"/>
        </w:rPr>
        <w:lastRenderedPageBreak/>
        <w:t>Art. </w:t>
      </w:r>
      <w:r w:rsidR="00DC3709">
        <w:rPr>
          <w:rStyle w:val="Ppogrubienie"/>
        </w:rPr>
        <w:t>101</w:t>
      </w:r>
      <w:r w:rsidRPr="000E15EE">
        <w:rPr>
          <w:rStyle w:val="Ppogrubienie"/>
        </w:rPr>
        <w:t>. </w:t>
      </w:r>
      <w:r w:rsidRPr="000E15EE">
        <w:t>W ustawie z dnia 12 marca 2022 r. o pomocy obywatelom Ukrainy w związku z konfliktem zbrojnym na terytorium tego państwa (Dz. U.</w:t>
      </w:r>
      <w:r w:rsidR="00692AB9" w:rsidRPr="000E15EE">
        <w:t xml:space="preserve"> z 2024 r. </w:t>
      </w:r>
      <w:r w:rsidR="00EA3966" w:rsidRPr="000E15EE">
        <w:t>poz. </w:t>
      </w:r>
      <w:r w:rsidR="00692AB9" w:rsidRPr="000E15EE">
        <w:t>167</w:t>
      </w:r>
      <w:r w:rsidR="00AE2BCD">
        <w:t>, z późn. zm.</w:t>
      </w:r>
      <w:r w:rsidR="00AE2BCD">
        <w:rPr>
          <w:rStyle w:val="Odwoanieprzypisudolnego"/>
        </w:rPr>
        <w:footnoteReference w:customMarkFollows="1" w:id="8"/>
        <w:t>8)</w:t>
      </w:r>
      <w:r w:rsidRPr="000E15EE">
        <w:t>) wprowadza się następujące zmiany:</w:t>
      </w:r>
    </w:p>
    <w:p w14:paraId="0A69221E" w14:textId="01ECF78A" w:rsidR="007B0F9D" w:rsidRPr="000E15EE" w:rsidRDefault="007B0F9D" w:rsidP="007B0F9D">
      <w:pPr>
        <w:pStyle w:val="PKTpunkt"/>
      </w:pPr>
      <w:r w:rsidRPr="000E15EE">
        <w:t>1)</w:t>
      </w:r>
      <w:r w:rsidRPr="000E15EE">
        <w:tab/>
      </w:r>
      <w:r w:rsidR="00823086" w:rsidRPr="000E15EE">
        <w:t xml:space="preserve">w art. 2 w ust. 8 wyrazy </w:t>
      </w:r>
      <w:r w:rsidR="006C00D6" w:rsidRPr="000E15EE">
        <w:t>„</w:t>
      </w:r>
      <w:r w:rsidR="00823086" w:rsidRPr="000E15EE">
        <w:t>art. 87 ust. 1 pkt 6 ustawy z dnia 20 kwietnia 2004 r. o promocji zatrudnienia i instytucjach rynku pracy (</w:t>
      </w:r>
      <w:r w:rsidR="00C130B8">
        <w:t>Dz. U.</w:t>
      </w:r>
      <w:r w:rsidR="00823086" w:rsidRPr="000E15EE">
        <w:t xml:space="preserve"> z</w:t>
      </w:r>
      <w:r w:rsidR="00271888" w:rsidRPr="000E15EE">
        <w:t> </w:t>
      </w:r>
      <w:r w:rsidR="00823086" w:rsidRPr="000E15EE">
        <w:t>2022 r. poz.</w:t>
      </w:r>
      <w:r w:rsidR="00EA3966" w:rsidRPr="000E15EE">
        <w:t> </w:t>
      </w:r>
      <w:r w:rsidR="00823086" w:rsidRPr="000E15EE">
        <w:t>690)</w:t>
      </w:r>
      <w:r w:rsidR="006C00D6" w:rsidRPr="000E15EE">
        <w:t>”</w:t>
      </w:r>
      <w:r w:rsidR="00823086" w:rsidRPr="000E15EE">
        <w:t xml:space="preserve"> zastępuje się wyrazami </w:t>
      </w:r>
      <w:r w:rsidR="006C00D6" w:rsidRPr="000E15EE">
        <w:t>„</w:t>
      </w:r>
      <w:r w:rsidR="00823086" w:rsidRPr="000E15EE">
        <w:t xml:space="preserve">art. 3 ust. 1 pkt </w:t>
      </w:r>
      <w:r w:rsidR="00D261CA">
        <w:t xml:space="preserve">12 </w:t>
      </w:r>
      <w:r w:rsidR="00823086" w:rsidRPr="000E15EE">
        <w:t xml:space="preserve">ustawy z dnia …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823086" w:rsidRPr="000E15EE">
        <w:t xml:space="preserve"> (Dz. U. poz.  …).</w:t>
      </w:r>
      <w:r w:rsidR="006C00D6" w:rsidRPr="000E15EE">
        <w:t>”</w:t>
      </w:r>
      <w:r w:rsidR="00823086" w:rsidRPr="000E15EE">
        <w:t>;</w:t>
      </w:r>
    </w:p>
    <w:p w14:paraId="7E4E92E4" w14:textId="77777777" w:rsidR="003A6FCF" w:rsidRPr="000E15EE" w:rsidRDefault="00823086" w:rsidP="007B0F9D">
      <w:pPr>
        <w:pStyle w:val="PKTpunkt"/>
      </w:pPr>
      <w:r w:rsidRPr="000E15EE">
        <w:t>2)</w:t>
      </w:r>
      <w:r w:rsidRPr="000E15EE">
        <w:tab/>
        <w:t>w art. 22</w:t>
      </w:r>
      <w:r w:rsidR="00556AF6" w:rsidRPr="000E15EE">
        <w:t>:</w:t>
      </w:r>
      <w:r w:rsidRPr="000E15EE">
        <w:t xml:space="preserve"> </w:t>
      </w:r>
    </w:p>
    <w:p w14:paraId="2766254C" w14:textId="77777777" w:rsidR="00823086" w:rsidRPr="000E15EE" w:rsidRDefault="003A6FCF" w:rsidP="003A6FCF">
      <w:pPr>
        <w:pStyle w:val="LITlitera"/>
      </w:pPr>
      <w:r w:rsidRPr="000E15EE">
        <w:t>a)</w:t>
      </w:r>
      <w:r w:rsidRPr="000E15EE">
        <w:tab/>
      </w:r>
      <w:r w:rsidR="00823086" w:rsidRPr="000E15EE">
        <w:t xml:space="preserve">w </w:t>
      </w:r>
      <w:r w:rsidR="00556AF6" w:rsidRPr="000E15EE">
        <w:t xml:space="preserve">pkt 2 </w:t>
      </w:r>
      <w:r w:rsidRPr="000E15EE">
        <w:t xml:space="preserve">wyrazy </w:t>
      </w:r>
      <w:r w:rsidR="006C00D6" w:rsidRPr="000E15EE">
        <w:t>„</w:t>
      </w:r>
      <w:r w:rsidRPr="000E15EE">
        <w:t>podmiot powierzający wykonywanie pracy</w:t>
      </w:r>
      <w:r w:rsidR="006C00D6" w:rsidRPr="000E15EE">
        <w:t>”</w:t>
      </w:r>
      <w:r w:rsidRPr="000E15EE">
        <w:t xml:space="preserve"> zastępuje się wyrazami </w:t>
      </w:r>
      <w:r w:rsidR="006C00D6" w:rsidRPr="000E15EE">
        <w:t>„</w:t>
      </w:r>
      <w:r w:rsidR="0015752B">
        <w:t>podmiot powierzający pracę cudzoziemcowi</w:t>
      </w:r>
      <w:r w:rsidR="006C00D6" w:rsidRPr="000E15EE">
        <w:t>”</w:t>
      </w:r>
      <w:r w:rsidR="00CF600B" w:rsidRPr="000E15EE">
        <w:t>,</w:t>
      </w:r>
    </w:p>
    <w:p w14:paraId="14B1A0D0" w14:textId="77777777" w:rsidR="003A6FCF" w:rsidRPr="000E15EE" w:rsidRDefault="003A6FCF" w:rsidP="00D03C3C">
      <w:pPr>
        <w:pStyle w:val="LITlitera"/>
      </w:pPr>
      <w:r w:rsidRPr="000E15EE">
        <w:t>b)</w:t>
      </w:r>
      <w:r w:rsidRPr="000E15EE">
        <w:tab/>
        <w:t xml:space="preserve">ust. </w:t>
      </w:r>
      <w:r w:rsidR="00556AF6" w:rsidRPr="000E15EE">
        <w:t>3</w:t>
      </w:r>
      <w:r w:rsidRPr="000E15EE">
        <w:t xml:space="preserve"> </w:t>
      </w:r>
      <w:r w:rsidR="00D03C3C" w:rsidRPr="000E15EE">
        <w:t>otrzymuje brzmienie:</w:t>
      </w:r>
    </w:p>
    <w:p w14:paraId="7D731AFC" w14:textId="7AE11AF5" w:rsidR="003A6FCF" w:rsidRPr="000E15EE" w:rsidRDefault="006C00D6" w:rsidP="00D03C3C">
      <w:pPr>
        <w:pStyle w:val="ZLITUSTzmustliter"/>
      </w:pPr>
      <w:r w:rsidRPr="000E15EE">
        <w:t>„</w:t>
      </w:r>
      <w:r w:rsidR="00FE65C9" w:rsidRPr="000E15EE">
        <w:t>3</w:t>
      </w:r>
      <w:r w:rsidR="003A6FCF" w:rsidRPr="000E15EE">
        <w:t>. Obowiązek powiadomienia, o którym mowa w ust. 1, nie dotyczy przypadk</w:t>
      </w:r>
      <w:r w:rsidR="00D03C3C" w:rsidRPr="000E15EE">
        <w:t>ów</w:t>
      </w:r>
      <w:r w:rsidR="003A6FCF" w:rsidRPr="000E15EE">
        <w:t xml:space="preserve">, </w:t>
      </w:r>
      <w:r w:rsidR="00D03C3C" w:rsidRPr="000E15EE">
        <w:t xml:space="preserve">o których mowa w </w:t>
      </w:r>
      <w:r w:rsidR="003A6FCF" w:rsidRPr="000E15EE">
        <w:t>art. 3 ust. 1</w:t>
      </w:r>
      <w:r w:rsidR="00970CB6" w:rsidRPr="000E15EE">
        <w:t>–</w:t>
      </w:r>
      <w:r w:rsidR="00D03C3C" w:rsidRPr="000E15EE">
        <w:t>3</w:t>
      </w:r>
      <w:r w:rsidR="003A6FCF" w:rsidRPr="000E15EE">
        <w:t xml:space="preserve"> </w:t>
      </w:r>
      <w:r w:rsidR="00D261CA">
        <w:t xml:space="preserve">i 5 </w:t>
      </w:r>
      <w:r w:rsidR="003A6FCF" w:rsidRPr="000E15EE">
        <w:t xml:space="preserve">ustawy z dnia …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3A6FCF" w:rsidRPr="000E15EE">
        <w:t>.</w:t>
      </w:r>
      <w:r w:rsidRPr="000E15EE">
        <w:t>”</w:t>
      </w:r>
      <w:r w:rsidR="00CF600B" w:rsidRPr="000E15EE">
        <w:t>,</w:t>
      </w:r>
    </w:p>
    <w:p w14:paraId="43DF2411" w14:textId="77777777" w:rsidR="00FE65C9" w:rsidRPr="000E15EE" w:rsidRDefault="00CF600B" w:rsidP="00FE65C9">
      <w:pPr>
        <w:pStyle w:val="LITlitera"/>
      </w:pPr>
      <w:r w:rsidRPr="000E15EE">
        <w:t>c)</w:t>
      </w:r>
      <w:r w:rsidRPr="000E15EE">
        <w:tab/>
      </w:r>
      <w:r w:rsidR="00FE65C9" w:rsidRPr="000E15EE">
        <w:t>ust. 5 otrzymuje brzmienie:</w:t>
      </w:r>
    </w:p>
    <w:p w14:paraId="62777704" w14:textId="6D0A2CD7" w:rsidR="00FE65C9" w:rsidRPr="000E15EE" w:rsidRDefault="00FE65C9" w:rsidP="00FE65C9">
      <w:pPr>
        <w:pStyle w:val="ZLITUSTzmustliter"/>
      </w:pPr>
      <w:r w:rsidRPr="000E15EE">
        <w:t xml:space="preserve">„5. Jeżeli obywatel Ukrainy rozpoczął pracę zgodnie z przepisami art. 87 ustawy z dnia 20 kwietnia 2004 r. o promocji zatrudnienia i instytucjach rynku pracy (Dz. U. z 2024 r. poz. 475) lub art. 3 ust. 1–3 ustawy z dnia …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Pr="000E15EE">
        <w:t xml:space="preserve"> przed wydaniem mu zezwolenia na pobyt czasowy i pracę, o którym mowa w art. 114 ust. 1 ustawy z dnia 12 grudnia 2013 r. o cudzoziemcach (Dz. U. z </w:t>
      </w:r>
      <w:r w:rsidR="007E44AC">
        <w:t>2024 r. poz. 769</w:t>
      </w:r>
      <w:r w:rsidRPr="000E15EE">
        <w:t>), i zamierza kontynuować pracę na rzecz tego samego podmiotu powierzającego wykonywanie pracy na warunkach określonych w ust. 1, powiadomienie, o którym mowa w ust. 1 pkt 2, składa się w terminie 7 dni od dnia przekazania informacji zgodnie z ust. 6.”,</w:t>
      </w:r>
    </w:p>
    <w:p w14:paraId="1C1DC24D" w14:textId="77777777" w:rsidR="00CF600B" w:rsidRPr="000E15EE" w:rsidRDefault="00D03C3C" w:rsidP="00CF600B">
      <w:pPr>
        <w:pStyle w:val="LITlitera"/>
      </w:pPr>
      <w:r w:rsidRPr="000E15EE">
        <w:t>d)</w:t>
      </w:r>
      <w:r w:rsidRPr="000E15EE">
        <w:tab/>
      </w:r>
      <w:r w:rsidR="00CF600B" w:rsidRPr="000E15EE">
        <w:t xml:space="preserve">ust. </w:t>
      </w:r>
      <w:r w:rsidRPr="000E15EE">
        <w:t>9</w:t>
      </w:r>
      <w:r w:rsidR="00CF600B" w:rsidRPr="000E15EE">
        <w:t xml:space="preserve"> otrzymuje brzmienie:</w:t>
      </w:r>
    </w:p>
    <w:p w14:paraId="3CB3C263" w14:textId="77777777" w:rsidR="00CF600B" w:rsidRPr="000E15EE" w:rsidRDefault="006C00D6" w:rsidP="00CF600B">
      <w:pPr>
        <w:pStyle w:val="ZLITUSTzmustliter"/>
      </w:pPr>
      <w:r w:rsidRPr="000E15EE">
        <w:t>„</w:t>
      </w:r>
      <w:r w:rsidR="00CF600B" w:rsidRPr="000E15EE">
        <w:t>.</w:t>
      </w:r>
      <w:r w:rsidR="00D03C3C" w:rsidRPr="000E15EE">
        <w:t>9</w:t>
      </w:r>
      <w:r w:rsidR="00CF600B" w:rsidRPr="000E15EE">
        <w:t>. W powiadomieniu, o którym mowa w ust. 1</w:t>
      </w:r>
      <w:r w:rsidR="00D03C3C" w:rsidRPr="000E15EE">
        <w:t xml:space="preserve"> pkt 2</w:t>
      </w:r>
      <w:r w:rsidR="00CF600B" w:rsidRPr="000E15EE">
        <w:t xml:space="preserve">, </w:t>
      </w:r>
      <w:r w:rsidR="0015752B">
        <w:t>podmiot powierzający pracę cudzoziemcowi</w:t>
      </w:r>
      <w:r w:rsidR="00CF600B" w:rsidRPr="000E15EE">
        <w:t xml:space="preserve"> przekazuje:</w:t>
      </w:r>
    </w:p>
    <w:p w14:paraId="57353591" w14:textId="77777777" w:rsidR="00CF600B" w:rsidRPr="000E15EE" w:rsidRDefault="00CF600B" w:rsidP="00CF600B">
      <w:pPr>
        <w:pStyle w:val="ZLITPKTzmpktliter"/>
      </w:pPr>
      <w:r w:rsidRPr="000E15EE">
        <w:t>1)</w:t>
      </w:r>
      <w:r w:rsidRPr="000E15EE">
        <w:tab/>
        <w:t xml:space="preserve">informacje dotyczące </w:t>
      </w:r>
      <w:r w:rsidR="00B36F02">
        <w:t>podmiotu powierzającego pracę cudzoziemcowi</w:t>
      </w:r>
      <w:r w:rsidRPr="000E15EE">
        <w:t>:</w:t>
      </w:r>
    </w:p>
    <w:p w14:paraId="2F54E134" w14:textId="77777777" w:rsidR="00CF600B" w:rsidRPr="000E15EE" w:rsidRDefault="00CF600B" w:rsidP="00CF600B">
      <w:pPr>
        <w:pStyle w:val="ZLITLITwPKTzmlitwpktliter"/>
      </w:pPr>
      <w:r w:rsidRPr="000E15EE">
        <w:t>a)</w:t>
      </w:r>
      <w:r w:rsidRPr="000E15EE">
        <w:tab/>
        <w:t>nazwę albo imię (imiona) i nazwisko,</w:t>
      </w:r>
    </w:p>
    <w:p w14:paraId="66506673" w14:textId="77777777" w:rsidR="00CF600B" w:rsidRPr="000E15EE" w:rsidRDefault="00CF600B" w:rsidP="00CF600B">
      <w:pPr>
        <w:pStyle w:val="ZLITLITwPKTzmlitwpktliter"/>
      </w:pPr>
      <w:r w:rsidRPr="000E15EE">
        <w:lastRenderedPageBreak/>
        <w:t>b)</w:t>
      </w:r>
      <w:r w:rsidRPr="000E15EE">
        <w:tab/>
        <w:t>adres siedziby albo miejsca zamieszkania,</w:t>
      </w:r>
    </w:p>
    <w:p w14:paraId="35772C75" w14:textId="77777777" w:rsidR="00CF600B" w:rsidRPr="000E15EE" w:rsidRDefault="00CF600B" w:rsidP="00CF600B">
      <w:pPr>
        <w:pStyle w:val="ZLITLITwPKTzmlitwpktliter"/>
      </w:pPr>
      <w:r w:rsidRPr="000E15EE">
        <w:t>c)</w:t>
      </w:r>
      <w:r w:rsidRPr="000E15EE">
        <w:tab/>
        <w:t>numer telefonu lub adres poczty elektronicznej o charakterze służbowym,</w:t>
      </w:r>
    </w:p>
    <w:p w14:paraId="37F166D0" w14:textId="77777777" w:rsidR="00CF600B" w:rsidRPr="000E15EE" w:rsidRDefault="00CF600B" w:rsidP="00CF600B">
      <w:pPr>
        <w:pStyle w:val="ZLITLITwPKTzmlitwpktliter"/>
      </w:pPr>
      <w:r w:rsidRPr="000E15EE">
        <w:t>d)</w:t>
      </w:r>
      <w:r w:rsidRPr="000E15EE">
        <w:tab/>
        <w:t xml:space="preserve">numer identyfikacyjny NIP i REGON </w:t>
      </w:r>
      <w:r w:rsidR="00970CB6" w:rsidRPr="000E15EE">
        <w:t>–</w:t>
      </w:r>
      <w:r w:rsidRPr="000E15EE">
        <w:t xml:space="preserve"> w przypadku podmiotu prowadzącego działalność gospodarczą albo numer PESEL </w:t>
      </w:r>
      <w:r w:rsidR="00970CB6" w:rsidRPr="000E15EE">
        <w:t>–</w:t>
      </w:r>
      <w:r w:rsidRPr="000E15EE">
        <w:t xml:space="preserve"> w przypadku osoby fizycznej,</w:t>
      </w:r>
    </w:p>
    <w:p w14:paraId="4301F907" w14:textId="77777777" w:rsidR="00CF600B" w:rsidRPr="000E15EE" w:rsidRDefault="00CF600B" w:rsidP="00CF600B">
      <w:pPr>
        <w:pStyle w:val="ZLITLITwPKTzmlitwpktliter"/>
      </w:pPr>
      <w:r w:rsidRPr="000E15EE">
        <w:t>e)</w:t>
      </w:r>
      <w:r w:rsidRPr="000E15EE">
        <w:tab/>
        <w:t xml:space="preserve">numer wpisu do rejestru podmiotów prowadzących agencje zatrudnienia </w:t>
      </w:r>
      <w:r w:rsidR="00970CB6" w:rsidRPr="000E15EE">
        <w:t>–</w:t>
      </w:r>
      <w:r w:rsidRPr="000E15EE">
        <w:t xml:space="preserve"> w przypadku </w:t>
      </w:r>
      <w:r w:rsidR="00B36F02">
        <w:t>podmiotu powierzającego pracę cudzoziemcowi</w:t>
      </w:r>
      <w:r w:rsidRPr="000E15EE">
        <w:t>, który prowadzi agencję zatrudnienia świadczącą usługi pracy tymczasowej,</w:t>
      </w:r>
    </w:p>
    <w:p w14:paraId="3DBB559D" w14:textId="77777777" w:rsidR="00CF600B" w:rsidRPr="000E15EE" w:rsidRDefault="00CF600B" w:rsidP="00CF600B">
      <w:pPr>
        <w:pStyle w:val="ZLITLITwPKTzmlitwpktliter"/>
      </w:pPr>
      <w:r w:rsidRPr="000E15EE">
        <w:t>f)</w:t>
      </w:r>
      <w:r w:rsidRPr="000E15EE">
        <w:tab/>
        <w:t>symbol PKD oraz opis wykonywanej działalności związanej z pracą obywateli Ukrainy;</w:t>
      </w:r>
    </w:p>
    <w:p w14:paraId="56D03A3B" w14:textId="77777777" w:rsidR="00CF600B" w:rsidRPr="000E15EE" w:rsidRDefault="00CF600B" w:rsidP="00CF600B">
      <w:pPr>
        <w:pStyle w:val="ZLITPKTzmpktliter"/>
      </w:pPr>
      <w:r w:rsidRPr="000E15EE">
        <w:t>2) dane osobowe obywatela Ukrainy:</w:t>
      </w:r>
    </w:p>
    <w:p w14:paraId="0D56CD3E" w14:textId="77777777" w:rsidR="00CF600B" w:rsidRPr="000E15EE" w:rsidRDefault="00CF600B" w:rsidP="00CF600B">
      <w:pPr>
        <w:pStyle w:val="ZLITLITwPKTzmlitwpktliter"/>
      </w:pPr>
      <w:r w:rsidRPr="000E15EE">
        <w:t>a)</w:t>
      </w:r>
      <w:r w:rsidRPr="000E15EE">
        <w:tab/>
        <w:t>imię (imiona) i nazwisko,</w:t>
      </w:r>
    </w:p>
    <w:p w14:paraId="560C74E6" w14:textId="77777777" w:rsidR="00CF600B" w:rsidRPr="000E15EE" w:rsidRDefault="00783E50" w:rsidP="00CF600B">
      <w:pPr>
        <w:pStyle w:val="ZLITLITwPKTzmlitwpktliter"/>
      </w:pPr>
      <w:r>
        <w:t>b</w:t>
      </w:r>
      <w:r w:rsidR="00CF600B" w:rsidRPr="000E15EE">
        <w:t>)</w:t>
      </w:r>
      <w:r w:rsidR="00CF600B" w:rsidRPr="000E15EE">
        <w:tab/>
        <w:t>obywatelstwo,</w:t>
      </w:r>
    </w:p>
    <w:p w14:paraId="36ED904B" w14:textId="77777777" w:rsidR="00CF600B" w:rsidRPr="000E15EE" w:rsidRDefault="00783E50" w:rsidP="00CF600B">
      <w:pPr>
        <w:pStyle w:val="ZLITLITwPKTzmlitwpktliter"/>
      </w:pPr>
      <w:r>
        <w:t>c</w:t>
      </w:r>
      <w:r w:rsidR="00CF600B" w:rsidRPr="000E15EE">
        <w:t>)</w:t>
      </w:r>
      <w:r w:rsidR="00CF600B" w:rsidRPr="000E15EE">
        <w:tab/>
        <w:t>rodzaj, numer i serię dokumentu podróży lub innego dokumentu stwierdzającego lub pozwalającego ustalić tożsamość oraz państwo, w którym wydano ten dokument,</w:t>
      </w:r>
    </w:p>
    <w:p w14:paraId="52C566EF" w14:textId="77777777" w:rsidR="00CF600B" w:rsidRPr="000E15EE" w:rsidRDefault="00783E50" w:rsidP="00CF600B">
      <w:pPr>
        <w:pStyle w:val="ZLITLITwPKTzmlitwpktliter"/>
      </w:pPr>
      <w:r>
        <w:t>d</w:t>
      </w:r>
      <w:r w:rsidR="00CF600B" w:rsidRPr="000E15EE">
        <w:t>)</w:t>
      </w:r>
      <w:r w:rsidR="00CF600B" w:rsidRPr="000E15EE">
        <w:tab/>
        <w:t>numer PESEL</w:t>
      </w:r>
      <w:r w:rsidRPr="00783E50">
        <w:t xml:space="preserve"> albo w przypadku osób nieposiadających </w:t>
      </w:r>
      <w:r>
        <w:t xml:space="preserve">tego numeru </w:t>
      </w:r>
      <w:r w:rsidRPr="00783E50">
        <w:t>datę urodzenia i płeć</w:t>
      </w:r>
      <w:r w:rsidR="00CF600B" w:rsidRPr="000E15EE">
        <w:t>;</w:t>
      </w:r>
    </w:p>
    <w:p w14:paraId="7A0AC8EB" w14:textId="77777777" w:rsidR="00CF600B" w:rsidRPr="000E15EE" w:rsidRDefault="00CF600B" w:rsidP="00CF600B">
      <w:pPr>
        <w:pStyle w:val="ZLITPKTzmpktliter"/>
      </w:pPr>
      <w:r w:rsidRPr="000E15EE">
        <w:t>3)</w:t>
      </w:r>
      <w:r w:rsidRPr="000E15EE">
        <w:tab/>
        <w:t xml:space="preserve">rodzaj umowy pomiędzy podmiotem </w:t>
      </w:r>
      <w:r w:rsidR="0015752B">
        <w:t>powierzającym pracę cudzoziemcowi</w:t>
      </w:r>
      <w:r w:rsidR="00EC03EE" w:rsidRPr="000E15EE">
        <w:t xml:space="preserve"> </w:t>
      </w:r>
      <w:r w:rsidRPr="000E15EE">
        <w:t>a obywatelem Ukrainy;</w:t>
      </w:r>
    </w:p>
    <w:p w14:paraId="0ACAE75F" w14:textId="77777777" w:rsidR="00CF600B" w:rsidRPr="000E15EE" w:rsidRDefault="00CF600B" w:rsidP="00CF600B">
      <w:pPr>
        <w:pStyle w:val="ZLITPKTzmpktliter"/>
      </w:pPr>
      <w:r w:rsidRPr="000E15EE">
        <w:t>4)</w:t>
      </w:r>
      <w:r w:rsidRPr="000E15EE">
        <w:tab/>
        <w:t>stanowisko lub rodzaj wykonywanej pracy;</w:t>
      </w:r>
    </w:p>
    <w:p w14:paraId="251ACEB4" w14:textId="77777777" w:rsidR="00CF600B" w:rsidRPr="000E15EE" w:rsidRDefault="00CF600B" w:rsidP="00CF600B">
      <w:pPr>
        <w:pStyle w:val="ZLITPKTzmpktliter"/>
      </w:pPr>
      <w:r w:rsidRPr="000E15EE">
        <w:t>5)</w:t>
      </w:r>
      <w:r w:rsidRPr="000E15EE">
        <w:tab/>
        <w:t>miejsce wykonywanej pracy;</w:t>
      </w:r>
    </w:p>
    <w:p w14:paraId="107882CB" w14:textId="77777777" w:rsidR="00CF600B" w:rsidRPr="000E15EE" w:rsidRDefault="00CF600B" w:rsidP="00CF600B">
      <w:pPr>
        <w:pStyle w:val="ZLITPKTzmpktliter"/>
      </w:pPr>
      <w:r w:rsidRPr="000E15EE">
        <w:t>6)</w:t>
      </w:r>
      <w:r w:rsidRPr="000E15EE">
        <w:tab/>
        <w:t>miesięczną lub godzinową stawkę wynagrodzenia;</w:t>
      </w:r>
    </w:p>
    <w:p w14:paraId="7A3E7072" w14:textId="77777777" w:rsidR="00CF600B" w:rsidRPr="000E15EE" w:rsidRDefault="00CF600B" w:rsidP="00CF600B">
      <w:pPr>
        <w:pStyle w:val="ZLITPKTzmpktliter"/>
      </w:pPr>
      <w:r w:rsidRPr="000E15EE">
        <w:t>7)</w:t>
      </w:r>
      <w:r w:rsidRPr="000E15EE">
        <w:tab/>
        <w:t>wymiar czasu pracy lub liczbę godzin pracy w tygodniu lub w miesiącu;</w:t>
      </w:r>
    </w:p>
    <w:p w14:paraId="486CC94A" w14:textId="77777777" w:rsidR="00CF600B" w:rsidRPr="000E15EE" w:rsidRDefault="00CF600B" w:rsidP="00CF600B">
      <w:pPr>
        <w:pStyle w:val="ZLITPKTzmpktliter"/>
      </w:pPr>
      <w:r w:rsidRPr="000E15EE">
        <w:t>8)</w:t>
      </w:r>
      <w:r w:rsidRPr="000E15EE">
        <w:tab/>
        <w:t>liczbę wszystkich osób wykonujących pracę na podstawie umowy o pracę i na podstawie umów cywilnoprawnych według stanu na dzień 23 lutego 2022 r. oraz na dzień złożenia powiadomienia.</w:t>
      </w:r>
      <w:r w:rsidR="006C00D6" w:rsidRPr="000E15EE">
        <w:t>”</w:t>
      </w:r>
      <w:r w:rsidR="00EC03EE" w:rsidRPr="000E15EE">
        <w:t>;</w:t>
      </w:r>
    </w:p>
    <w:p w14:paraId="1072E9BD" w14:textId="77777777" w:rsidR="00D03C3C" w:rsidRPr="000E15EE" w:rsidRDefault="00EC03EE" w:rsidP="00EC03EE">
      <w:pPr>
        <w:pStyle w:val="PKTpunkt"/>
      </w:pPr>
      <w:r w:rsidRPr="000E15EE">
        <w:t>3)</w:t>
      </w:r>
      <w:r w:rsidRPr="000E15EE">
        <w:tab/>
        <w:t xml:space="preserve">ust. </w:t>
      </w:r>
      <w:r w:rsidR="00D03C3C" w:rsidRPr="000E15EE">
        <w:t>14 otrzymuje brzmienie:</w:t>
      </w:r>
    </w:p>
    <w:p w14:paraId="237DA093" w14:textId="3A671E5B" w:rsidR="00EC03EE" w:rsidRPr="000E15EE" w:rsidRDefault="00D03C3C" w:rsidP="00D03C3C">
      <w:pPr>
        <w:pStyle w:val="ZUSTzmustartykuempunktem"/>
      </w:pPr>
      <w:r w:rsidRPr="000E15EE">
        <w:t>„14.</w:t>
      </w:r>
      <w:r w:rsidR="00EC03EE" w:rsidRPr="000E15EE">
        <w:t xml:space="preserve"> </w:t>
      </w:r>
      <w:r w:rsidRPr="000E15EE">
        <w:t xml:space="preserve">W przypadku gdy podmiot powierzający wykonywanie pracy cudzoziemcowi nie dopełnił warunków powiadomienia o powierzeniu wykonywania pracy obywatelowi Ukrainy, o których mowa w ust. 1 pkt 2-5 i ust. 2, </w:t>
      </w:r>
      <w:r w:rsidR="00EC03EE" w:rsidRPr="000E15EE">
        <w:t>art.</w:t>
      </w:r>
      <w:r w:rsidR="00D5646A">
        <w:t xml:space="preserve"> 82 </w:t>
      </w:r>
      <w:r w:rsidR="00EC03EE" w:rsidRPr="000E15EE">
        <w:t xml:space="preserve">ust. 2 </w:t>
      </w:r>
      <w:r w:rsidR="00075329" w:rsidRPr="000E15EE">
        <w:t xml:space="preserve">ustawy z dnia … </w:t>
      </w:r>
      <w:r w:rsidR="008213CE" w:rsidRPr="00906122">
        <w:t xml:space="preserve">o warunkach </w:t>
      </w:r>
      <w:r w:rsidR="006077E4">
        <w:t xml:space="preserve">dopuszczalności powierzania </w:t>
      </w:r>
      <w:r w:rsidR="000A4442">
        <w:t>pracy cudzoziemcom</w:t>
      </w:r>
      <w:r w:rsidR="008213CE" w:rsidRPr="00906122">
        <w:t xml:space="preserve"> na terytorium Rzeczypospolitej Polskiej</w:t>
      </w:r>
      <w:r w:rsidR="0036260A" w:rsidRPr="000E15EE">
        <w:t xml:space="preserve"> </w:t>
      </w:r>
      <w:r w:rsidR="00EC03EE" w:rsidRPr="000E15EE">
        <w:t>nie stosuje się</w:t>
      </w:r>
      <w:r w:rsidRPr="000E15EE">
        <w:t>.</w:t>
      </w:r>
      <w:r w:rsidR="006C00D6" w:rsidRPr="000E15EE">
        <w:t>”</w:t>
      </w:r>
      <w:r w:rsidR="00EC03EE" w:rsidRPr="000E15EE">
        <w:t>.</w:t>
      </w:r>
    </w:p>
    <w:p w14:paraId="2585E1A0" w14:textId="0075A70F" w:rsidR="00D85A22" w:rsidRPr="000E15EE" w:rsidRDefault="00351822" w:rsidP="004C12F9">
      <w:pPr>
        <w:pStyle w:val="ARTartustawynprozporzdzenia"/>
      </w:pPr>
      <w:r w:rsidRPr="000E15EE">
        <w:rPr>
          <w:rStyle w:val="Ppogrubienie"/>
        </w:rPr>
        <w:lastRenderedPageBreak/>
        <w:t xml:space="preserve">Art. </w:t>
      </w:r>
      <w:r w:rsidR="00DC3709">
        <w:rPr>
          <w:rStyle w:val="Ppogrubienie"/>
        </w:rPr>
        <w:t>102</w:t>
      </w:r>
      <w:r w:rsidRPr="000E15EE">
        <w:rPr>
          <w:rStyle w:val="Ppogrubienie"/>
        </w:rPr>
        <w:t xml:space="preserve">. </w:t>
      </w:r>
      <w:r w:rsidR="00A9018B" w:rsidRPr="000E15EE">
        <w:t xml:space="preserve">W </w:t>
      </w:r>
      <w:r w:rsidRPr="000E15EE">
        <w:t>ustawie z dnia 24 maja 2000 r. o Krajowym Rejestrze Karnym (</w:t>
      </w:r>
      <w:r w:rsidR="00C130B8">
        <w:t>Dz. U.</w:t>
      </w:r>
      <w:r w:rsidRPr="000E15EE">
        <w:t xml:space="preserve"> </w:t>
      </w:r>
      <w:r w:rsidR="001B74CF" w:rsidRPr="000E15EE">
        <w:t>z 202</w:t>
      </w:r>
      <w:r w:rsidR="001B74CF">
        <w:t>4</w:t>
      </w:r>
      <w:r w:rsidR="001B74CF" w:rsidRPr="000E15EE">
        <w:t> r. poz. </w:t>
      </w:r>
      <w:r w:rsidR="001B74CF">
        <w:t>276</w:t>
      </w:r>
      <w:r w:rsidRPr="000E15EE">
        <w:t xml:space="preserve">) </w:t>
      </w:r>
      <w:r w:rsidR="00795D51" w:rsidRPr="000E15EE">
        <w:t xml:space="preserve">w </w:t>
      </w:r>
      <w:r w:rsidRPr="000E15EE">
        <w:t xml:space="preserve">art. 19 </w:t>
      </w:r>
      <w:r w:rsidR="00D85A22" w:rsidRPr="000E15EE">
        <w:t>ust. 1aa otrzymuje brzmienie:</w:t>
      </w:r>
    </w:p>
    <w:p w14:paraId="1C2D6FC6" w14:textId="77777777" w:rsidR="00351822" w:rsidRPr="000E15EE" w:rsidRDefault="006C00D6" w:rsidP="001B4454">
      <w:pPr>
        <w:pStyle w:val="ZUSTzmustartykuempunktem"/>
      </w:pPr>
      <w:r w:rsidRPr="000E15EE">
        <w:t>„</w:t>
      </w:r>
      <w:r w:rsidR="00351822" w:rsidRPr="000E15EE">
        <w:t>1aa.</w:t>
      </w:r>
      <w:r w:rsidR="00A9018B" w:rsidRPr="000E15EE">
        <w:t> </w:t>
      </w:r>
      <w:r w:rsidR="00351822" w:rsidRPr="000E15EE">
        <w:t>Podmioty wymienione w</w:t>
      </w:r>
      <w:r w:rsidR="00D85A22" w:rsidRPr="000E15EE">
        <w:t xml:space="preserve"> art.</w:t>
      </w:r>
      <w:r w:rsidR="00A9018B" w:rsidRPr="000E15EE">
        <w:t xml:space="preserve"> </w:t>
      </w:r>
      <w:r w:rsidR="00D85A22" w:rsidRPr="000E15EE">
        <w:t>6 ust.</w:t>
      </w:r>
      <w:r w:rsidR="00A9018B" w:rsidRPr="000E15EE">
        <w:t> </w:t>
      </w:r>
      <w:r w:rsidR="00D85A22" w:rsidRPr="000E15EE">
        <w:t>1 pkt 4</w:t>
      </w:r>
      <w:r w:rsidR="00A9018B" w:rsidRPr="000E15EE">
        <w:t>–</w:t>
      </w:r>
      <w:r w:rsidR="00D85A22" w:rsidRPr="000E15EE">
        <w:t>7,</w:t>
      </w:r>
      <w:r w:rsidR="00A9018B" w:rsidRPr="000E15EE">
        <w:t xml:space="preserve"> </w:t>
      </w:r>
      <w:r w:rsidR="00D85A22" w:rsidRPr="000E15EE">
        <w:t xml:space="preserve">8 </w:t>
      </w:r>
      <w:r w:rsidR="00A9018B" w:rsidRPr="000E15EE">
        <w:t>or</w:t>
      </w:r>
      <w:r w:rsidR="004C12F9" w:rsidRPr="000E15EE">
        <w:t>az</w:t>
      </w:r>
      <w:r w:rsidR="00A9018B" w:rsidRPr="000E15EE">
        <w:t xml:space="preserve"> organ, w związku z prowadzonym postępowaniem w sprawach zezwoleń na pracę oraz oświadczeń o </w:t>
      </w:r>
      <w:r w:rsidR="00853C48" w:rsidRPr="000E15EE">
        <w:t xml:space="preserve">dostępie </w:t>
      </w:r>
      <w:r w:rsidR="00A9018B" w:rsidRPr="000E15EE">
        <w:t xml:space="preserve"> </w:t>
      </w:r>
      <w:r w:rsidR="00853C48" w:rsidRPr="000E15EE">
        <w:t xml:space="preserve">cudzoziemców do rynku pracy </w:t>
      </w:r>
      <w:r w:rsidR="00A9018B" w:rsidRPr="000E15EE">
        <w:t>w zakresie wynikającym z art. 73 ust. 3 ustawy z dnia … o zatrudnianiu cudzoziemców (Dz. U. z … r. poz. …)</w:t>
      </w:r>
      <w:r w:rsidR="001B4454" w:rsidRPr="000E15EE">
        <w:t>,</w:t>
      </w:r>
      <w:r w:rsidR="00A9018B" w:rsidRPr="000E15EE">
        <w:t xml:space="preserve"> </w:t>
      </w:r>
      <w:r w:rsidR="00351822" w:rsidRPr="000E15EE">
        <w:t>mogą uzyskiwać informacje o osobie i informacje o podmiocie zbiorowym na podstawie danych zgromadzony</w:t>
      </w:r>
      <w:r w:rsidR="00D85A22" w:rsidRPr="000E15EE">
        <w:t>ch w Rejestrze także na żądanie</w:t>
      </w:r>
      <w:r w:rsidR="00A9018B" w:rsidRPr="000E15EE">
        <w:t>.</w:t>
      </w:r>
      <w:r w:rsidRPr="000E15EE">
        <w:t>”</w:t>
      </w:r>
      <w:r w:rsidR="00D85A22" w:rsidRPr="000E15EE">
        <w:t>.</w:t>
      </w:r>
    </w:p>
    <w:p w14:paraId="1625BEB2" w14:textId="77777777" w:rsidR="00D4325D" w:rsidRPr="000E15EE" w:rsidRDefault="00D4325D" w:rsidP="00D4325D">
      <w:pPr>
        <w:pStyle w:val="ROZDZODDZOZNoznaczenierozdziauluboddziau"/>
      </w:pPr>
      <w:r w:rsidRPr="000E15EE">
        <w:t xml:space="preserve">Rozdział </w:t>
      </w:r>
      <w:r w:rsidR="00402FEF" w:rsidRPr="000E15EE">
        <w:t>1</w:t>
      </w:r>
      <w:r w:rsidR="00E74DAD">
        <w:t>1</w:t>
      </w:r>
    </w:p>
    <w:p w14:paraId="41117C3E" w14:textId="77777777" w:rsidR="00D4325D" w:rsidRPr="000E15EE" w:rsidRDefault="00D4325D" w:rsidP="00CC3F14">
      <w:pPr>
        <w:pStyle w:val="ROZDZODDZPRZEDMprzedmiotregulacjirozdziauluboddziau"/>
      </w:pPr>
      <w:bookmarkStart w:id="218" w:name="_Toc107830030"/>
      <w:r w:rsidRPr="000E15EE">
        <w:t>Przepisy przejściowe i końcowe</w:t>
      </w:r>
      <w:bookmarkEnd w:id="218"/>
    </w:p>
    <w:p w14:paraId="56D83E99" w14:textId="3C9687BF" w:rsidR="00D4325D" w:rsidRPr="000E15EE" w:rsidRDefault="00BB7627" w:rsidP="00D4325D">
      <w:pPr>
        <w:pStyle w:val="ARTartustawynprozporzdzenia"/>
      </w:pPr>
      <w:bookmarkStart w:id="219" w:name="_Toc107830032"/>
      <w:r w:rsidRPr="000E15EE">
        <w:rPr>
          <w:rStyle w:val="Ppogrubienie"/>
        </w:rPr>
        <w:t>Art. </w:t>
      </w:r>
      <w:r w:rsidR="00DC3709">
        <w:rPr>
          <w:rStyle w:val="Ppogrubienie"/>
        </w:rPr>
        <w:t>103</w:t>
      </w:r>
      <w:r w:rsidR="00D4325D" w:rsidRPr="000E15EE">
        <w:rPr>
          <w:rStyle w:val="Ppogrubienie"/>
        </w:rPr>
        <w:t>.</w:t>
      </w:r>
      <w:r w:rsidR="00D4325D" w:rsidRPr="000E15EE">
        <w:t> Do postępowań administracyjnych</w:t>
      </w:r>
      <w:r w:rsidRPr="000E15EE">
        <w:t xml:space="preserve"> w </w:t>
      </w:r>
      <w:r w:rsidR="00D4325D" w:rsidRPr="000E15EE">
        <w:t>sprawach zezwoleń na pracę lub oświadczeń</w:t>
      </w:r>
      <w:r w:rsidRPr="000E15EE">
        <w:t xml:space="preserve"> o </w:t>
      </w:r>
      <w:r w:rsidR="00D4325D" w:rsidRPr="000E15EE">
        <w:t>powierzeniu wykonywania pracy cudzoziemcowi wszczętych na podstawie ustawy</w:t>
      </w:r>
      <w:r w:rsidRPr="000E15EE">
        <w:t xml:space="preserve"> z </w:t>
      </w:r>
      <w:r w:rsidR="00D4325D" w:rsidRPr="000E15EE">
        <w:t>dnia 20 kwietnia 2004</w:t>
      </w:r>
      <w:r w:rsidRPr="000E15EE">
        <w:t> r. o </w:t>
      </w:r>
      <w:r w:rsidR="00D4325D" w:rsidRPr="000E15EE">
        <w:t>promocji zatrudnienia i instytucjach rynku pracy przed dniem wejścia</w:t>
      </w:r>
      <w:r w:rsidRPr="000E15EE">
        <w:t xml:space="preserve"> w </w:t>
      </w:r>
      <w:r w:rsidR="00D4325D" w:rsidRPr="000E15EE">
        <w:t>życie niniejszej ustawy i niezakończonych przed tym dniem decyzją ostateczną stosuje się przepisy dotychczasowe.</w:t>
      </w:r>
      <w:bookmarkEnd w:id="219"/>
    </w:p>
    <w:p w14:paraId="40E658E3" w14:textId="75E2850C" w:rsidR="00573261" w:rsidRPr="000E15EE" w:rsidRDefault="00573261" w:rsidP="00573261">
      <w:pPr>
        <w:pStyle w:val="ARTartustawynprozporzdzenia"/>
      </w:pPr>
      <w:bookmarkStart w:id="220" w:name="_Toc107830033"/>
      <w:r w:rsidRPr="000E15EE">
        <w:rPr>
          <w:rStyle w:val="Ppogrubienie"/>
        </w:rPr>
        <w:t>Art. </w:t>
      </w:r>
      <w:r w:rsidR="00DC3709">
        <w:rPr>
          <w:rStyle w:val="Ppogrubienie"/>
        </w:rPr>
        <w:t>104</w:t>
      </w:r>
      <w:r w:rsidRPr="000E15EE">
        <w:rPr>
          <w:rStyle w:val="Ppogrubienie"/>
        </w:rPr>
        <w:t>.</w:t>
      </w:r>
      <w:r w:rsidRPr="000E15EE">
        <w:t> 1. Do zezwoleń na pracę wydanych na podstawie przepisów ustawy z dnia 20 kwietnia 2004 r. o promocji zatrudnienia i instytucjach rynku pracy stosuje się przepisy niniejszej ustawy.</w:t>
      </w:r>
    </w:p>
    <w:p w14:paraId="5FECC61E" w14:textId="77777777" w:rsidR="00D2506A" w:rsidRPr="000E15EE" w:rsidRDefault="00D2506A" w:rsidP="00D2506A">
      <w:pPr>
        <w:pStyle w:val="USTustnpkodeksu"/>
      </w:pPr>
      <w:r w:rsidRPr="000E15EE">
        <w:t>2. Do zaświadczeń</w:t>
      </w:r>
      <w:r w:rsidR="0083124D" w:rsidRPr="000E15EE">
        <w:t xml:space="preserve"> o wpisie wniosku o wydanie zezwolenia na pracę sezonową do ewidencji wniosków w sprawie pracy sezonowej, wydanego na </w:t>
      </w:r>
      <w:r w:rsidR="009D564B" w:rsidRPr="000E15EE">
        <w:t xml:space="preserve">podstawie art. 88p ust. 1 pkt 2 </w:t>
      </w:r>
      <w:r w:rsidR="0083124D" w:rsidRPr="000E15EE">
        <w:t>ustawy z dnia 20 kwietnia 2004 r. o promocji zatrudnienia i instytucjach rynku, stosuje się przepis art. 49 ust. 2 niniejszej ustawy</w:t>
      </w:r>
      <w:r w:rsidR="009D564B" w:rsidRPr="000E15EE">
        <w:t>.</w:t>
      </w:r>
    </w:p>
    <w:p w14:paraId="19795BF2" w14:textId="77777777" w:rsidR="00EC33A3" w:rsidRPr="000E15EE" w:rsidRDefault="0046005F" w:rsidP="00D2506A">
      <w:pPr>
        <w:pStyle w:val="USTustnpkodeksu"/>
      </w:pPr>
      <w:r w:rsidRPr="000E15EE">
        <w:t>3</w:t>
      </w:r>
      <w:r w:rsidR="00573261" w:rsidRPr="000E15EE">
        <w:t>. Do oświadczeń o powierzeniu wykonywania pracy cudzoziemcowi wpisanych do ewidencji na podstawie przepisów ustawy z dnia 20 kwietnia 2004 r. o promocji zatrudnienia i instytucjach rynku pracy stosuje się przepisy niniejszej ustawy</w:t>
      </w:r>
      <w:r w:rsidR="009D564B" w:rsidRPr="000E15EE">
        <w:t>.</w:t>
      </w:r>
    </w:p>
    <w:p w14:paraId="5FC90DBB" w14:textId="0E1720C9" w:rsidR="0083124D" w:rsidRPr="000E15EE" w:rsidRDefault="0083124D" w:rsidP="0083124D">
      <w:pPr>
        <w:pStyle w:val="ARTartustawynprozporzdzenia"/>
      </w:pPr>
      <w:r w:rsidRPr="000E15EE">
        <w:rPr>
          <w:rStyle w:val="Ppogrubienie"/>
        </w:rPr>
        <w:t xml:space="preserve">Art. </w:t>
      </w:r>
      <w:r w:rsidR="00DC3709">
        <w:rPr>
          <w:rStyle w:val="Ppogrubienie"/>
        </w:rPr>
        <w:t>105</w:t>
      </w:r>
      <w:r w:rsidRPr="000E15EE">
        <w:rPr>
          <w:rStyle w:val="Ppogrubienie"/>
        </w:rPr>
        <w:t>.</w:t>
      </w:r>
      <w:r w:rsidRPr="000E15EE">
        <w:t> 1</w:t>
      </w:r>
      <w:r w:rsidR="0046005F" w:rsidRPr="000E15EE">
        <w:t>.</w:t>
      </w:r>
      <w:r w:rsidRPr="000E15EE">
        <w:t xml:space="preserve"> Z dniem wejścia w życie ustawy oświadczenia o powierzeniu wykonywania pracy cudzoziemcowi wpisane do ewidencji oświadczeń na podstawie art. 88z ust. 2 ustawy </w:t>
      </w:r>
      <w:r w:rsidR="00B633A4" w:rsidRPr="000E15EE">
        <w:t xml:space="preserve">z dnia 20 kwietnia 2004 r. o promocji zatrudnienia i instytucjach rynku pracy </w:t>
      </w:r>
      <w:r w:rsidRPr="000E15EE">
        <w:t xml:space="preserve">mogą być przedkładane w postępowaniach w sprawach o wydanie wizy w celu, o którym mowa w art. 60 ust. 1 pkt 5 ustawy zmienianej </w:t>
      </w:r>
      <w:r w:rsidR="00594AF7">
        <w:t>w art. 94</w:t>
      </w:r>
      <w:r w:rsidR="001C5AF9" w:rsidRPr="000E15EE">
        <w:t xml:space="preserve"> w </w:t>
      </w:r>
      <w:r w:rsidRPr="000E15EE">
        <w:t>brzmieniu nadanym niniejszą ustawą do czasu upływu okresu zatrudnienia wskazanego w oświadczeniu o powierzeniu wykonywania pracy.</w:t>
      </w:r>
    </w:p>
    <w:p w14:paraId="3F20AF54" w14:textId="77777777" w:rsidR="0083124D" w:rsidRPr="000E15EE" w:rsidRDefault="0083124D" w:rsidP="009D564B">
      <w:pPr>
        <w:pStyle w:val="USTustnpkodeksu"/>
      </w:pPr>
      <w:r w:rsidRPr="000E15EE">
        <w:lastRenderedPageBreak/>
        <w:t xml:space="preserve">2. Z dniem wejścia w życie ustawy zaświadczenia o wpisie do ewidencji pracy sezonowej, o których mowa w art. 88p ust. 1 pkt 2 ustawy </w:t>
      </w:r>
      <w:r w:rsidR="00B633A4" w:rsidRPr="000E15EE">
        <w:t xml:space="preserve">z dnia 20 kwietnia 2004 r. o promocji zatrudnienia i instytucjach rynku pracy </w:t>
      </w:r>
      <w:r w:rsidRPr="000E15EE">
        <w:t xml:space="preserve">mogą być przedkładane w postępowaniach w sprawach o wydanie wizy w celu, o którym mowa w art. 60 ust. 1 pkt 5a ustawy zmienianej </w:t>
      </w:r>
      <w:r w:rsidR="00594AF7">
        <w:t>w art. 94</w:t>
      </w:r>
      <w:r w:rsidR="001C5AF9" w:rsidRPr="000E15EE">
        <w:t xml:space="preserve"> w </w:t>
      </w:r>
      <w:r w:rsidRPr="000E15EE">
        <w:t>brzmieniu nadanym niniejszą ustawą do czasu upływu okresu zatrudnienia wskazanego w zaświadczeniu o wpisie do ewidencji pracy sezonowej.</w:t>
      </w:r>
    </w:p>
    <w:p w14:paraId="63F2EEAC" w14:textId="77777777" w:rsidR="0083124D" w:rsidRPr="000E15EE" w:rsidRDefault="0083124D" w:rsidP="009D564B">
      <w:pPr>
        <w:pStyle w:val="USTustnpkodeksu"/>
      </w:pPr>
      <w:r w:rsidRPr="000E15EE">
        <w:t xml:space="preserve">3. Z dniem wejścia w życie ustawy zezwolenia na pracę w rozumieniu art. 2 ust. 1 pkt 43a </w:t>
      </w:r>
      <w:r w:rsidR="00B633A4" w:rsidRPr="000E15EE">
        <w:t xml:space="preserve">ustawy z dnia 20 kwietnia 2004 r. o promocji zatrudnienia i instytucjach rynku pracy </w:t>
      </w:r>
      <w:r w:rsidRPr="000E15EE">
        <w:t xml:space="preserve">mogą być przedkładane w postępowaniach w sprawach o wydanie wizy w celu, o którym mowa w art. 60 ust. 1 pkt 6 ustawy zmienianej </w:t>
      </w:r>
      <w:r w:rsidR="00594AF7">
        <w:t>w art. 94</w:t>
      </w:r>
      <w:r w:rsidR="001C5AF9" w:rsidRPr="000E15EE">
        <w:t xml:space="preserve"> w </w:t>
      </w:r>
      <w:r w:rsidRPr="000E15EE">
        <w:t>brzmieniu nadanym niniejszą ustawą do czasu upływu okresu zatrudnienia wskazanego w zezwoleniu na pracę.</w:t>
      </w:r>
    </w:p>
    <w:p w14:paraId="79BB2F6C" w14:textId="28518993" w:rsidR="0083124D" w:rsidRPr="000E15EE" w:rsidRDefault="0083124D" w:rsidP="0083124D">
      <w:pPr>
        <w:pStyle w:val="ARTartustawynprozporzdzenia"/>
        <w:keepNext/>
      </w:pPr>
      <w:r w:rsidRPr="000E15EE">
        <w:rPr>
          <w:rStyle w:val="Ppogrubienie"/>
        </w:rPr>
        <w:t xml:space="preserve">Art. </w:t>
      </w:r>
      <w:r w:rsidR="00DC3709">
        <w:rPr>
          <w:rStyle w:val="Ppogrubienie"/>
        </w:rPr>
        <w:t>106</w:t>
      </w:r>
      <w:r w:rsidR="009D564B" w:rsidRPr="000E15EE">
        <w:rPr>
          <w:rStyle w:val="Ppogrubienie"/>
        </w:rPr>
        <w:t>. </w:t>
      </w:r>
      <w:r w:rsidRPr="000E15EE">
        <w:t>Do postępowań o wydanie wizy w celach, o których mowa w art. 60 ust. 1 pkt 5</w:t>
      </w:r>
      <w:r w:rsidR="00970CB6" w:rsidRPr="000E15EE">
        <w:t>–</w:t>
      </w:r>
      <w:r w:rsidRPr="000E15EE">
        <w:t xml:space="preserve">6 ustawy zmienianej </w:t>
      </w:r>
      <w:r w:rsidR="00594AF7">
        <w:t>w art. 94</w:t>
      </w:r>
      <w:r w:rsidRPr="000E15EE">
        <w:t xml:space="preserve"> wszczętych i niezakończonych do dnia wejścia ustawy w życie stosuje się przepisy dotychczasowe.</w:t>
      </w:r>
    </w:p>
    <w:p w14:paraId="1D173481" w14:textId="5B179BFA" w:rsidR="00677F06" w:rsidRPr="000E15EE" w:rsidRDefault="00677F06" w:rsidP="00677F06">
      <w:pPr>
        <w:pStyle w:val="ARTartustawynprozporzdzenia"/>
      </w:pPr>
      <w:r w:rsidRPr="000E15EE">
        <w:rPr>
          <w:rStyle w:val="Ppogrubienie"/>
        </w:rPr>
        <w:t xml:space="preserve">Art. </w:t>
      </w:r>
      <w:r w:rsidR="00DC3709">
        <w:rPr>
          <w:rStyle w:val="Ppogrubienie"/>
        </w:rPr>
        <w:t>107</w:t>
      </w:r>
      <w:r w:rsidRPr="000E15EE">
        <w:rPr>
          <w:rStyle w:val="Ppogrubienie"/>
        </w:rPr>
        <w:t>.</w:t>
      </w:r>
      <w:r w:rsidRPr="000E15EE">
        <w:t xml:space="preserve"> Do postępowań w sprawie udzielenia zezwolenia na pobyt czasowy i pracę, w sprawie zmiany zezwolenia na pobyt czasowy i pracę, w sprawie udzielenia zezwolenia na pobyt czasowy w celu wykonywania pracy w zawodzie wymagającym wysokich kwalifikacji oraz w sprawie zmiany zezwolenia na pobyt czasowy w celu wykonywania pracy w zawodzie wymagającym wysokich kwalifikacji wszczętych i niezakończonych przed dniem wejścia w życie niniejszej ustawy stosuje się przepisy w brzmieniu nadanym niniejszą ustawą. </w:t>
      </w:r>
    </w:p>
    <w:p w14:paraId="1E45EC7E" w14:textId="33C79BEA" w:rsidR="00F623D9" w:rsidRPr="000E15EE" w:rsidRDefault="00F623D9" w:rsidP="00402FEF">
      <w:pPr>
        <w:pStyle w:val="ARTartustawynprozporzdzenia"/>
      </w:pPr>
      <w:r w:rsidRPr="000E15EE">
        <w:rPr>
          <w:rStyle w:val="Ppogrubienie"/>
        </w:rPr>
        <w:t xml:space="preserve">Art. </w:t>
      </w:r>
      <w:r w:rsidR="00DC3709">
        <w:rPr>
          <w:rStyle w:val="Ppogrubienie"/>
        </w:rPr>
        <w:t>108</w:t>
      </w:r>
      <w:r w:rsidRPr="000E15EE">
        <w:rPr>
          <w:rStyle w:val="Ppogrubienie"/>
        </w:rPr>
        <w:t>.</w:t>
      </w:r>
      <w:r w:rsidRPr="000E15EE">
        <w:t xml:space="preserve"> Do postępowań w sprawach o wykroczenia określone w art. 120 </w:t>
      </w:r>
      <w:r w:rsidR="0016146B" w:rsidRPr="000E15EE">
        <w:t xml:space="preserve">ustawy z dnia 20 kwietnia 2004 r. o promocji zatrudnienia i instytucjach rynku pracy </w:t>
      </w:r>
      <w:r w:rsidR="003455BA" w:rsidRPr="000E15EE">
        <w:t xml:space="preserve">wszczętych i niezakończonych </w:t>
      </w:r>
      <w:r w:rsidRPr="000E15EE">
        <w:t>przed dniem wejścia w życie niniejszej ustawy stosuje się przepisy dotychczasowe.</w:t>
      </w:r>
    </w:p>
    <w:p w14:paraId="7B8E5704" w14:textId="0BB52E89" w:rsidR="00985029" w:rsidRPr="000E15EE" w:rsidRDefault="00F623D9" w:rsidP="00985029">
      <w:pPr>
        <w:pStyle w:val="ARTartustawynprozporzdzenia"/>
      </w:pPr>
      <w:r w:rsidRPr="000E15EE">
        <w:rPr>
          <w:rStyle w:val="Ppogrubienie"/>
        </w:rPr>
        <w:t xml:space="preserve">Art. </w:t>
      </w:r>
      <w:r w:rsidR="00DC3709">
        <w:rPr>
          <w:rStyle w:val="Ppogrubienie"/>
        </w:rPr>
        <w:t>109</w:t>
      </w:r>
      <w:r w:rsidRPr="000E15EE">
        <w:rPr>
          <w:rStyle w:val="Ppogrubienie"/>
        </w:rPr>
        <w:t xml:space="preserve">. </w:t>
      </w:r>
      <w:r w:rsidRPr="000E15EE">
        <w:t>1. Stosując przepisy:</w:t>
      </w:r>
    </w:p>
    <w:p w14:paraId="1EAD2BF7" w14:textId="77777777" w:rsidR="00985029" w:rsidRPr="000E15EE" w:rsidRDefault="00985029" w:rsidP="00985029">
      <w:pPr>
        <w:pStyle w:val="PKTpunkt"/>
      </w:pPr>
      <w:r w:rsidRPr="000E15EE">
        <w:t>1)</w:t>
      </w:r>
      <w:r w:rsidRPr="000E15EE">
        <w:tab/>
        <w:t xml:space="preserve">art. 13 ust. 1 pkt 1 lit. d lub </w:t>
      </w:r>
    </w:p>
    <w:p w14:paraId="747C71C7" w14:textId="77777777" w:rsidR="00985029" w:rsidRPr="000E15EE" w:rsidRDefault="00985029" w:rsidP="00985029">
      <w:pPr>
        <w:pStyle w:val="PKTpunkt"/>
      </w:pPr>
      <w:r w:rsidRPr="000E15EE">
        <w:t>2)</w:t>
      </w:r>
      <w:r w:rsidRPr="000E15EE">
        <w:tab/>
        <w:t>art. 65 ust. 1d pkt 2 lit. a pierwsze tiret, lub ust. 1e pkt 2 lit. a pierwsze tiret, lub art. 90 ust. 1c pkt 6 lit. a pierwsze tiret, lub ust. 1d pkt 6 lit. a pierwsze tiret, lub art. 117 pkt 1 lit. a ustawy zmienianej w art. 88</w:t>
      </w:r>
    </w:p>
    <w:p w14:paraId="6525D155" w14:textId="77777777" w:rsidR="00985029" w:rsidRPr="000E15EE" w:rsidRDefault="0097005B" w:rsidP="00985029">
      <w:pPr>
        <w:pStyle w:val="CZWSPPKTczwsplnapunktw"/>
      </w:pPr>
      <w:r w:rsidRPr="000E15EE">
        <w:t>–</w:t>
      </w:r>
      <w:r w:rsidR="00985029" w:rsidRPr="000E15EE">
        <w:t xml:space="preserve"> prawomocne ukaranie za wykroczenie określone w art. 120 ust. 1 ustawy </w:t>
      </w:r>
      <w:r w:rsidR="0016146B" w:rsidRPr="000E15EE">
        <w:t>z dnia 20 kwietnia 2004 r. o promocji zatrudnienia i instytucjach rynku pracy</w:t>
      </w:r>
      <w:r w:rsidR="00985029" w:rsidRPr="000E15EE">
        <w:t xml:space="preserve"> traktuje się jak prawomocne ukaranie za wykroczenie określone w art.</w:t>
      </w:r>
      <w:r w:rsidR="00D5646A">
        <w:t xml:space="preserve"> 82 </w:t>
      </w:r>
      <w:r w:rsidR="00985029" w:rsidRPr="000E15EE">
        <w:t>ust. 1 niniejszej ustawy.</w:t>
      </w:r>
    </w:p>
    <w:p w14:paraId="76DC9566" w14:textId="77777777" w:rsidR="00985029" w:rsidRPr="000E15EE" w:rsidRDefault="00985029" w:rsidP="00985029">
      <w:pPr>
        <w:pStyle w:val="USTustnpkodeksu"/>
      </w:pPr>
      <w:r w:rsidRPr="000E15EE">
        <w:lastRenderedPageBreak/>
        <w:t>2. Stosując przepisy:</w:t>
      </w:r>
    </w:p>
    <w:p w14:paraId="075C5D00" w14:textId="77777777" w:rsidR="00985029" w:rsidRPr="000E15EE" w:rsidRDefault="00985029" w:rsidP="00985029">
      <w:pPr>
        <w:pStyle w:val="PKTpunkt"/>
      </w:pPr>
      <w:r w:rsidRPr="000E15EE">
        <w:t>1)</w:t>
      </w:r>
      <w:r w:rsidRPr="000E15EE">
        <w:tab/>
        <w:t xml:space="preserve">art. 13 ust. 1 pkt 1 lit. c lub </w:t>
      </w:r>
    </w:p>
    <w:p w14:paraId="7D686EAF" w14:textId="77777777" w:rsidR="00985029" w:rsidRPr="000E15EE" w:rsidRDefault="00985029" w:rsidP="00985029">
      <w:pPr>
        <w:pStyle w:val="PKTpunkt"/>
      </w:pPr>
      <w:r w:rsidRPr="000E15EE">
        <w:t>2)</w:t>
      </w:r>
      <w:r w:rsidRPr="000E15EE">
        <w:tab/>
        <w:t>art. 65 ust. 1d pkt 2 lit. a drugie tiret, lub ust. 1e pkt 2 lit. a drugie tiret, lub art. 90 ust. 1c pkt 6 lit. a drugie tiret, lub ust. 1d pkt 6 lit. a drugie tiret, lub art. 117 pkt 1 lit. b ustawy zmienianej w art. 88</w:t>
      </w:r>
    </w:p>
    <w:p w14:paraId="2A6B3DCA" w14:textId="77777777" w:rsidR="00F623D9" w:rsidRPr="000E15EE" w:rsidRDefault="00720188" w:rsidP="004F16C3">
      <w:pPr>
        <w:pStyle w:val="CZWSPPKTczwsplnapunktw"/>
      </w:pPr>
      <w:r w:rsidRPr="000E15EE">
        <w:t xml:space="preserve">– </w:t>
      </w:r>
      <w:r w:rsidR="00985029" w:rsidRPr="000E15EE">
        <w:t>prawomocne ukaranie za wykroczenie określone w art. 120 ust. 3</w:t>
      </w:r>
      <w:r w:rsidRPr="000E15EE">
        <w:t>–</w:t>
      </w:r>
      <w:r w:rsidR="00985029" w:rsidRPr="000E15EE">
        <w:t xml:space="preserve">5 </w:t>
      </w:r>
      <w:r w:rsidR="0016146B" w:rsidRPr="000E15EE">
        <w:t>ustawy z dnia 20 kwietnia 2004 r. o promocji zatrudnienia i instytucjach rynku pracy</w:t>
      </w:r>
      <w:r w:rsidR="00985029" w:rsidRPr="000E15EE">
        <w:t xml:space="preserve"> traktuje się jak prawomocne ukaranie za wykroczenie określone w art.</w:t>
      </w:r>
      <w:r w:rsidR="00D5646A">
        <w:t xml:space="preserve"> 82 </w:t>
      </w:r>
      <w:r w:rsidR="00985029" w:rsidRPr="000E15EE">
        <w:t>ust. 3</w:t>
      </w:r>
      <w:r w:rsidRPr="000E15EE">
        <w:t>–</w:t>
      </w:r>
      <w:r w:rsidR="00985029" w:rsidRPr="000E15EE">
        <w:t>5 niniejszej ustawy.</w:t>
      </w:r>
    </w:p>
    <w:p w14:paraId="6F2E3EEE" w14:textId="40C6FF08" w:rsidR="00871B5C" w:rsidRPr="000E15EE" w:rsidRDefault="00402FEF" w:rsidP="00402FEF">
      <w:pPr>
        <w:pStyle w:val="ARTartustawynprozporzdzenia"/>
      </w:pPr>
      <w:bookmarkStart w:id="221" w:name="_Hlk125927455"/>
      <w:r w:rsidRPr="000E15EE">
        <w:rPr>
          <w:rStyle w:val="Ppogrubienie"/>
        </w:rPr>
        <w:t xml:space="preserve">Art. </w:t>
      </w:r>
      <w:r w:rsidR="00DC3709">
        <w:rPr>
          <w:rStyle w:val="Ppogrubienie"/>
        </w:rPr>
        <w:t>110</w:t>
      </w:r>
      <w:r w:rsidRPr="000E15EE">
        <w:rPr>
          <w:rStyle w:val="Ppogrubienie"/>
        </w:rPr>
        <w:t>. </w:t>
      </w:r>
      <w:r w:rsidRPr="000E15EE">
        <w:t>1. </w:t>
      </w:r>
      <w:r w:rsidR="00871B5C" w:rsidRPr="000E15EE">
        <w:t xml:space="preserve">Czynności, o których mowa w art. 8 ust. 2 i 5, art. 20 ust. 1, </w:t>
      </w:r>
      <w:r w:rsidR="00314D0A" w:rsidRPr="000E15EE">
        <w:t xml:space="preserve">art. 31 ust. 1, </w:t>
      </w:r>
      <w:r w:rsidR="00871B5C" w:rsidRPr="000E15EE">
        <w:t>art.</w:t>
      </w:r>
      <w:r w:rsidR="005430E4" w:rsidRPr="000E15EE">
        <w:t> </w:t>
      </w:r>
      <w:r w:rsidR="00871B5C" w:rsidRPr="000E15EE">
        <w:t xml:space="preserve">59 ust. 1, </w:t>
      </w:r>
      <w:r w:rsidR="00314D0A" w:rsidRPr="000E15EE">
        <w:t>art. 65 ust</w:t>
      </w:r>
      <w:r w:rsidR="005430E4" w:rsidRPr="000E15EE">
        <w:t>.</w:t>
      </w:r>
      <w:r w:rsidR="00314D0A" w:rsidRPr="000E15EE">
        <w:t xml:space="preserve"> 3, </w:t>
      </w:r>
      <w:r w:rsidR="00871B5C" w:rsidRPr="000E15EE">
        <w:t xml:space="preserve">art. 68 ust. </w:t>
      </w:r>
      <w:r w:rsidR="00F65B7C" w:rsidRPr="000E15EE">
        <w:t>4</w:t>
      </w:r>
      <w:r w:rsidR="00871B5C" w:rsidRPr="000E15EE">
        <w:t xml:space="preserve"> i rozdziale 7, </w:t>
      </w:r>
      <w:r w:rsidR="00454D3E" w:rsidRPr="000E15EE">
        <w:t xml:space="preserve">są </w:t>
      </w:r>
      <w:r w:rsidR="00871B5C" w:rsidRPr="000E15EE">
        <w:t xml:space="preserve">wykonywane </w:t>
      </w:r>
      <w:bookmarkStart w:id="222" w:name="_Hlk120270624"/>
      <w:r w:rsidR="0028774D" w:rsidRPr="000E15EE">
        <w:t xml:space="preserve">w sposób zgodny z przepisami dotychczasowymi </w:t>
      </w:r>
      <w:r w:rsidR="00871B5C" w:rsidRPr="000E15EE">
        <w:t xml:space="preserve">do czasu </w:t>
      </w:r>
      <w:r w:rsidR="00704982" w:rsidRPr="000E15EE">
        <w:t xml:space="preserve">dostosowania systemów teleinformatycznych </w:t>
      </w:r>
      <w:bookmarkEnd w:id="222"/>
      <w:r w:rsidR="00704982" w:rsidRPr="000E15EE">
        <w:t>do przepisów niniejszej ustawy</w:t>
      </w:r>
      <w:r w:rsidR="00871B5C" w:rsidRPr="000E15EE">
        <w:t>.</w:t>
      </w:r>
    </w:p>
    <w:bookmarkEnd w:id="221"/>
    <w:p w14:paraId="5C31146A" w14:textId="77777777" w:rsidR="00402FEF" w:rsidRPr="000E15EE" w:rsidRDefault="00871B5C" w:rsidP="00871B5C">
      <w:pPr>
        <w:pStyle w:val="USTustnpkodeksu"/>
      </w:pPr>
      <w:r w:rsidRPr="000E15EE">
        <w:t>2. </w:t>
      </w:r>
      <w:r w:rsidR="00953B89" w:rsidRPr="000E15EE">
        <w:t>Minister właściwy do spraw pracy, minister właściwy do spraw wewnętrznych,  Minister Sprawiedliwości, Komendant Główny </w:t>
      </w:r>
      <w:bookmarkStart w:id="223" w:name="highlightHit_49"/>
      <w:bookmarkEnd w:id="223"/>
      <w:r w:rsidR="00953B89" w:rsidRPr="000E15EE">
        <w:t>Straży </w:t>
      </w:r>
      <w:bookmarkStart w:id="224" w:name="highlightHit_50"/>
      <w:bookmarkEnd w:id="224"/>
      <w:r w:rsidR="00953B89" w:rsidRPr="000E15EE">
        <w:t>Granicznej, Główny Inspektor Pracy, Szef Krajowej Administracji Skarbowej, Prezes Zakładu Ubezpieczeń Społecznych i Prezes Kasy Rolniczego Ubezpieczenia Społecznego</w:t>
      </w:r>
      <w:r w:rsidR="0068185F" w:rsidRPr="000E15EE">
        <w:t xml:space="preserve"> dostosują systemy teleinformatyczne </w:t>
      </w:r>
      <w:r w:rsidR="00953B89" w:rsidRPr="000E15EE">
        <w:t>przeznaczon</w:t>
      </w:r>
      <w:r w:rsidR="00454D3E" w:rsidRPr="000E15EE">
        <w:t>e</w:t>
      </w:r>
      <w:r w:rsidR="00953B89" w:rsidRPr="000E15EE">
        <w:t xml:space="preserve"> do </w:t>
      </w:r>
      <w:r w:rsidR="0068185F" w:rsidRPr="000E15EE">
        <w:t>wykon</w:t>
      </w:r>
      <w:r w:rsidR="00953B89" w:rsidRPr="000E15EE">
        <w:t>ywania</w:t>
      </w:r>
      <w:r w:rsidR="0068185F" w:rsidRPr="000E15EE">
        <w:t xml:space="preserve"> zadań określonych ustawą do jej przepisów w </w:t>
      </w:r>
      <w:r w:rsidR="001C3CC4" w:rsidRPr="000E15EE">
        <w:t>ciągu</w:t>
      </w:r>
      <w:r w:rsidR="0068185F" w:rsidRPr="000E15EE">
        <w:t xml:space="preserve"> </w:t>
      </w:r>
      <w:r w:rsidR="005430E4" w:rsidRPr="000E15EE">
        <w:t>2</w:t>
      </w:r>
      <w:r w:rsidR="0068185F" w:rsidRPr="000E15EE">
        <w:t xml:space="preserve"> lat od dnia jej wejścia w życie</w:t>
      </w:r>
      <w:r w:rsidR="00DA3778" w:rsidRPr="000E15EE">
        <w:t xml:space="preserve">. </w:t>
      </w:r>
    </w:p>
    <w:p w14:paraId="61E90C55" w14:textId="77777777" w:rsidR="00953B89" w:rsidRPr="000E15EE" w:rsidRDefault="00953B89" w:rsidP="00871B5C">
      <w:pPr>
        <w:pStyle w:val="USTustnpkodeksu"/>
      </w:pPr>
      <w:r w:rsidRPr="000E15EE">
        <w:t>3. Minister właściwy do spraw pracy ogłasza w swoim dzienniku urzędowym oraz na stronie podmiotowej Biuletynu Informacji Publicznej komunikat określający termin  wdrożenia rozwiązań technicznych umożliwiających udostępnienie poszczególnych komponentów systemów teleinformatycznych przeznaczonych do wykonywania zadań określonych ustawą. Komunikat ogłasza się w terminie co najmniej 30 dni przed dniem wdrożenia rozwiązań technicznych określonym w tym komunikacie.</w:t>
      </w:r>
    </w:p>
    <w:p w14:paraId="448B1350" w14:textId="2D32B7C4" w:rsidR="005A296F" w:rsidRPr="000E15EE" w:rsidRDefault="005A296F" w:rsidP="00CC3F14">
      <w:pPr>
        <w:pStyle w:val="ARTartustawynprozporzdzenia"/>
        <w:keepNext/>
      </w:pPr>
      <w:bookmarkStart w:id="225" w:name="_Hlk125921146"/>
      <w:r w:rsidRPr="000E15EE">
        <w:rPr>
          <w:rStyle w:val="Ppogrubienie"/>
        </w:rPr>
        <w:t>Art. </w:t>
      </w:r>
      <w:r w:rsidR="00DC3709">
        <w:rPr>
          <w:rStyle w:val="Ppogrubienie"/>
        </w:rPr>
        <w:t>111</w:t>
      </w:r>
      <w:r w:rsidRPr="000E15EE">
        <w:rPr>
          <w:rStyle w:val="Ppogrubienie"/>
        </w:rPr>
        <w:t>. </w:t>
      </w:r>
      <w:r w:rsidRPr="000E15EE">
        <w:t>Dane zgromadzone i przetwarzane na podstawie art. 90c</w:t>
      </w:r>
      <w:r w:rsidR="00F623D9" w:rsidRPr="000E15EE">
        <w:t xml:space="preserve"> ust. 4 i 6 </w:t>
      </w:r>
      <w:r w:rsidR="0016146B" w:rsidRPr="000E15EE">
        <w:t xml:space="preserve">ustawy z dnia 20 kwietnia 2004 r. o promocji zatrudnienia i instytucjach rynku pracy </w:t>
      </w:r>
      <w:r w:rsidRPr="000E15EE">
        <w:t xml:space="preserve">stają się danymi </w:t>
      </w:r>
      <w:r w:rsidR="00F623D9" w:rsidRPr="000E15EE">
        <w:t xml:space="preserve">przetwarzanymi </w:t>
      </w:r>
      <w:r w:rsidRPr="000E15EE">
        <w:t xml:space="preserve">na podstawie art. </w:t>
      </w:r>
      <w:r w:rsidR="00F623D9" w:rsidRPr="000E15EE">
        <w:t>71 ust. 4</w:t>
      </w:r>
      <w:r w:rsidR="00720188" w:rsidRPr="000E15EE">
        <w:t>–</w:t>
      </w:r>
      <w:r w:rsidR="00F623D9" w:rsidRPr="000E15EE">
        <w:t>6</w:t>
      </w:r>
      <w:r w:rsidRPr="000E15EE">
        <w:t xml:space="preserve"> </w:t>
      </w:r>
      <w:r w:rsidR="00F623D9" w:rsidRPr="000E15EE">
        <w:t xml:space="preserve">niniejszej </w:t>
      </w:r>
      <w:r w:rsidRPr="000E15EE">
        <w:t>ustawy</w:t>
      </w:r>
      <w:r w:rsidR="00F623D9" w:rsidRPr="000E15EE">
        <w:t>.</w:t>
      </w:r>
    </w:p>
    <w:bookmarkEnd w:id="225"/>
    <w:p w14:paraId="2670B643" w14:textId="0DC09639" w:rsidR="003455BA" w:rsidRDefault="003455BA" w:rsidP="003455BA">
      <w:pPr>
        <w:pStyle w:val="ARTartustawynprozporzdzenia"/>
      </w:pPr>
      <w:r w:rsidRPr="000E15EE">
        <w:rPr>
          <w:rStyle w:val="Ppogrubienie"/>
        </w:rPr>
        <w:t xml:space="preserve">Art. </w:t>
      </w:r>
      <w:r w:rsidR="00DC3709">
        <w:rPr>
          <w:rStyle w:val="Ppogrubienie"/>
        </w:rPr>
        <w:t>112</w:t>
      </w:r>
      <w:r w:rsidRPr="000E15EE">
        <w:rPr>
          <w:rStyle w:val="Ppogrubienie"/>
        </w:rPr>
        <w:t>.</w:t>
      </w:r>
      <w:r w:rsidRPr="000E15EE">
        <w:t xml:space="preserve"> Program aktywizacyjny dla cudzoziemców realizowany na podstawie art. 62d–62g ustawy </w:t>
      </w:r>
      <w:r w:rsidR="008E4A47" w:rsidRPr="000E15EE">
        <w:t>z dnia 20 kwietnia 2004 r. o promocji zatrudnienia i instytucjach rynku pracy</w:t>
      </w:r>
      <w:r w:rsidRPr="000E15EE">
        <w:t xml:space="preserve"> jest </w:t>
      </w:r>
      <w:r w:rsidR="00D261CA">
        <w:t xml:space="preserve">realizowany i </w:t>
      </w:r>
      <w:r w:rsidRPr="000E15EE">
        <w:t>finansowany na podstawie dotychczasowych przepisów.</w:t>
      </w:r>
    </w:p>
    <w:p w14:paraId="4D0CE5C8" w14:textId="77777777" w:rsidR="00FA18BD" w:rsidRPr="00FA18BD" w:rsidRDefault="00FA18BD" w:rsidP="003455BA">
      <w:pPr>
        <w:pStyle w:val="ARTartustawynprozporzdzenia"/>
        <w:rPr>
          <w:rStyle w:val="Ppogrubienie"/>
        </w:rPr>
      </w:pPr>
      <w:r>
        <w:rPr>
          <w:rStyle w:val="Ppogrubienie"/>
        </w:rPr>
        <w:lastRenderedPageBreak/>
        <w:t>Art. 113. </w:t>
      </w:r>
      <w:r w:rsidRPr="00FA18BD">
        <w:t xml:space="preserve">Przepisu art. </w:t>
      </w:r>
      <w:r>
        <w:t xml:space="preserve">4 ust. 3a ustawy zmienianej w art. 99 nie stosuje się do udziałów </w:t>
      </w:r>
      <w:r w:rsidR="00B40BBD">
        <w:t xml:space="preserve">lub akcji w spółkach </w:t>
      </w:r>
      <w:r w:rsidR="00B40BBD" w:rsidRPr="00B40BBD">
        <w:t>z ograniczoną odpowiedzialnością, prost</w:t>
      </w:r>
      <w:r w:rsidR="00B40BBD">
        <w:t>ych</w:t>
      </w:r>
      <w:r w:rsidR="00B40BBD" w:rsidRPr="00B40BBD">
        <w:t xml:space="preserve"> spółk</w:t>
      </w:r>
      <w:r w:rsidR="00B40BBD">
        <w:t>ach</w:t>
      </w:r>
      <w:r w:rsidR="00B40BBD" w:rsidRPr="00B40BBD">
        <w:t xml:space="preserve"> akcyjn</w:t>
      </w:r>
      <w:r w:rsidR="00B40BBD">
        <w:t>ych</w:t>
      </w:r>
      <w:r w:rsidR="00B40BBD" w:rsidRPr="00B40BBD">
        <w:t xml:space="preserve"> i spółk</w:t>
      </w:r>
      <w:r w:rsidR="00B40BBD">
        <w:t>ach</w:t>
      </w:r>
      <w:r w:rsidR="00B40BBD" w:rsidRPr="00B40BBD">
        <w:t xml:space="preserve"> akcyj</w:t>
      </w:r>
      <w:r w:rsidR="00B40BBD">
        <w:t>nych</w:t>
      </w:r>
      <w:r w:rsidR="00B40BBD" w:rsidRPr="00B40BBD">
        <w:t xml:space="preserve">, </w:t>
      </w:r>
      <w:r w:rsidR="00B40BBD">
        <w:t xml:space="preserve">objętych lub </w:t>
      </w:r>
      <w:r>
        <w:t>nabytych przed dniem w życia niniejszej ustawy.</w:t>
      </w:r>
    </w:p>
    <w:p w14:paraId="02D80167" w14:textId="304FCF24" w:rsidR="00D4325D" w:rsidRPr="000E15EE" w:rsidRDefault="00BB7627" w:rsidP="00CC3F14">
      <w:pPr>
        <w:pStyle w:val="ARTartustawynprozporzdzenia"/>
        <w:keepNext/>
      </w:pPr>
      <w:r w:rsidRPr="000E15EE">
        <w:rPr>
          <w:rStyle w:val="Ppogrubienie"/>
        </w:rPr>
        <w:t>Art. </w:t>
      </w:r>
      <w:r w:rsidR="00B40BBD">
        <w:rPr>
          <w:rStyle w:val="Ppogrubienie"/>
        </w:rPr>
        <w:t>114</w:t>
      </w:r>
      <w:r w:rsidR="00004D21" w:rsidRPr="000E15EE">
        <w:rPr>
          <w:rStyle w:val="Ppogrubienie"/>
        </w:rPr>
        <w:t>.</w:t>
      </w:r>
      <w:r w:rsidR="00D4325D" w:rsidRPr="000E15EE">
        <w:t> </w:t>
      </w:r>
      <w:r w:rsidR="00B11AB0" w:rsidRPr="000E15EE">
        <w:t xml:space="preserve">Przepisy </w:t>
      </w:r>
      <w:r w:rsidR="00D4325D" w:rsidRPr="000E15EE">
        <w:t>wykonawcze wydane na podstawie:</w:t>
      </w:r>
      <w:bookmarkEnd w:id="220"/>
    </w:p>
    <w:p w14:paraId="33BA746E" w14:textId="77777777" w:rsidR="00D4325D" w:rsidRPr="000E15EE" w:rsidRDefault="00D4325D" w:rsidP="00D4325D">
      <w:pPr>
        <w:pStyle w:val="PKTpunkt"/>
      </w:pPr>
      <w:r w:rsidRPr="000E15EE">
        <w:t>1)</w:t>
      </w:r>
      <w:r w:rsidRPr="000E15EE">
        <w:tab/>
      </w:r>
      <w:r w:rsidR="00BB7627" w:rsidRPr="000E15EE">
        <w:t>art. </w:t>
      </w:r>
      <w:r w:rsidRPr="000E15EE">
        <w:t xml:space="preserve">90 </w:t>
      </w:r>
      <w:r w:rsidR="00BB7627" w:rsidRPr="000E15EE">
        <w:t>ust. </w:t>
      </w:r>
      <w:r w:rsidRPr="000E15EE">
        <w:t>1 ustawy</w:t>
      </w:r>
      <w:r w:rsidR="00BB7627" w:rsidRPr="000E15EE">
        <w:t xml:space="preserve"> z </w:t>
      </w:r>
      <w:r w:rsidRPr="000E15EE">
        <w:t>dnia 20 kwietnia 2004</w:t>
      </w:r>
      <w:r w:rsidR="00BB7627" w:rsidRPr="000E15EE">
        <w:t> r. o </w:t>
      </w:r>
      <w:r w:rsidRPr="000E15EE">
        <w:t>promocji zatrudnienia i instytucjach rynku pracy zachowują moc do dnia wejścia</w:t>
      </w:r>
      <w:r w:rsidR="00BB7627" w:rsidRPr="000E15EE">
        <w:t xml:space="preserve"> w </w:t>
      </w:r>
      <w:r w:rsidRPr="000E15EE">
        <w:t xml:space="preserve">życie przepisów wykonawczych wydanych na podstawie </w:t>
      </w:r>
      <w:r w:rsidR="00BB7627" w:rsidRPr="000E15EE">
        <w:t>art. </w:t>
      </w:r>
      <w:r w:rsidRPr="000E15EE">
        <w:t xml:space="preserve">11 i </w:t>
      </w:r>
      <w:r w:rsidR="00BB7627" w:rsidRPr="000E15EE">
        <w:t>art. </w:t>
      </w:r>
      <w:r w:rsidRPr="000E15EE">
        <w:t xml:space="preserve">60 </w:t>
      </w:r>
      <w:r w:rsidR="00BB7627" w:rsidRPr="000E15EE">
        <w:t>ust. </w:t>
      </w:r>
      <w:r w:rsidRPr="000E15EE">
        <w:t>2 niniejszej ustawy;</w:t>
      </w:r>
    </w:p>
    <w:p w14:paraId="131179A8" w14:textId="77777777" w:rsidR="00D4325D" w:rsidRPr="000E15EE" w:rsidRDefault="00D4325D" w:rsidP="00D4325D">
      <w:pPr>
        <w:pStyle w:val="PKTpunkt"/>
      </w:pPr>
      <w:r w:rsidRPr="000E15EE">
        <w:t>2)</w:t>
      </w:r>
      <w:r w:rsidRPr="000E15EE">
        <w:tab/>
      </w:r>
      <w:r w:rsidR="00BB7627" w:rsidRPr="000E15EE">
        <w:t>art. </w:t>
      </w:r>
      <w:r w:rsidRPr="000E15EE">
        <w:t xml:space="preserve">90 </w:t>
      </w:r>
      <w:r w:rsidR="00BB7627" w:rsidRPr="000E15EE">
        <w:t>ust. </w:t>
      </w:r>
      <w:r w:rsidRPr="000E15EE">
        <w:t>4 ustawy</w:t>
      </w:r>
      <w:r w:rsidR="00BB7627" w:rsidRPr="000E15EE">
        <w:t xml:space="preserve"> z </w:t>
      </w:r>
      <w:bookmarkStart w:id="226" w:name="_Hlk112678388"/>
      <w:r w:rsidRPr="000E15EE">
        <w:t>dnia 20 kwietnia 2004</w:t>
      </w:r>
      <w:r w:rsidR="00BB7627" w:rsidRPr="000E15EE">
        <w:t> r. o </w:t>
      </w:r>
      <w:r w:rsidRPr="000E15EE">
        <w:t>promocji zatrudnienia i instytucjach rynku pracy</w:t>
      </w:r>
      <w:bookmarkEnd w:id="226"/>
      <w:r w:rsidRPr="000E15EE">
        <w:t xml:space="preserve"> zachowują moc do dnia wejścia</w:t>
      </w:r>
      <w:r w:rsidR="00BB7627" w:rsidRPr="000E15EE">
        <w:t xml:space="preserve"> w </w:t>
      </w:r>
      <w:r w:rsidRPr="000E15EE">
        <w:t xml:space="preserve">życie przepisów wykonawczych wydanych na podstawie </w:t>
      </w:r>
      <w:r w:rsidR="00BB7627" w:rsidRPr="000E15EE">
        <w:t>art. </w:t>
      </w:r>
      <w:r w:rsidRPr="000E15EE">
        <w:t xml:space="preserve">3 </w:t>
      </w:r>
      <w:r w:rsidR="00BB7627" w:rsidRPr="000E15EE">
        <w:t>ust. </w:t>
      </w:r>
      <w:r w:rsidR="00871974" w:rsidRPr="000E15EE">
        <w:t>6</w:t>
      </w:r>
      <w:r w:rsidRPr="000E15EE">
        <w:t xml:space="preserve"> niniejszej ustawy;</w:t>
      </w:r>
    </w:p>
    <w:p w14:paraId="2074D669" w14:textId="77777777" w:rsidR="00D4325D" w:rsidRPr="000E15EE" w:rsidRDefault="00D4325D" w:rsidP="00D4325D">
      <w:pPr>
        <w:pStyle w:val="PKTpunkt"/>
      </w:pPr>
      <w:r w:rsidRPr="000E15EE">
        <w:t>3)</w:t>
      </w:r>
      <w:r w:rsidRPr="000E15EE">
        <w:tab/>
      </w:r>
      <w:r w:rsidR="00BB7627" w:rsidRPr="000E15EE">
        <w:t>art. </w:t>
      </w:r>
      <w:r w:rsidRPr="000E15EE">
        <w:t xml:space="preserve">90 </w:t>
      </w:r>
      <w:r w:rsidR="00BB7627" w:rsidRPr="000E15EE">
        <w:t>ust. </w:t>
      </w:r>
      <w:r w:rsidRPr="000E15EE">
        <w:t>9 ustawy</w:t>
      </w:r>
      <w:r w:rsidR="00BB7627" w:rsidRPr="000E15EE">
        <w:t xml:space="preserve"> z </w:t>
      </w:r>
      <w:r w:rsidRPr="000E15EE">
        <w:t>dnia 20 kwietnia 2004</w:t>
      </w:r>
      <w:r w:rsidR="00BB7627" w:rsidRPr="000E15EE">
        <w:t> r. o </w:t>
      </w:r>
      <w:r w:rsidRPr="000E15EE">
        <w:t>promocji zatrudnienia i instytucjach rynku pracy zachowują moc do dnia wejścia</w:t>
      </w:r>
      <w:r w:rsidR="00BB7627" w:rsidRPr="000E15EE">
        <w:t xml:space="preserve"> w </w:t>
      </w:r>
      <w:r w:rsidRPr="000E15EE">
        <w:t xml:space="preserve">życie przepisów wykonawczych wydanych na podstawie </w:t>
      </w:r>
      <w:r w:rsidR="00BB7627" w:rsidRPr="000E15EE">
        <w:t>art. </w:t>
      </w:r>
      <w:r w:rsidRPr="000E15EE">
        <w:t xml:space="preserve">43 </w:t>
      </w:r>
      <w:r w:rsidR="00BB7627" w:rsidRPr="000E15EE">
        <w:t>ust. </w:t>
      </w:r>
      <w:r w:rsidRPr="000E15EE">
        <w:t>2 niniejszej ustawy;</w:t>
      </w:r>
    </w:p>
    <w:p w14:paraId="3D522C59" w14:textId="77777777" w:rsidR="00D4325D" w:rsidRPr="000E15EE" w:rsidRDefault="00D4325D" w:rsidP="00D4325D">
      <w:pPr>
        <w:pStyle w:val="PKTpunkt"/>
      </w:pPr>
      <w:r w:rsidRPr="000E15EE">
        <w:t>4)</w:t>
      </w:r>
      <w:r w:rsidRPr="000E15EE">
        <w:tab/>
      </w:r>
      <w:r w:rsidR="00BB7627" w:rsidRPr="000E15EE">
        <w:t>art. </w:t>
      </w:r>
      <w:r w:rsidRPr="000E15EE">
        <w:t xml:space="preserve">90 </w:t>
      </w:r>
      <w:r w:rsidR="00BB7627" w:rsidRPr="000E15EE">
        <w:t>ust. </w:t>
      </w:r>
      <w:r w:rsidRPr="000E15EE">
        <w:t>10 ustawy</w:t>
      </w:r>
      <w:r w:rsidR="00BB7627" w:rsidRPr="000E15EE">
        <w:t xml:space="preserve"> z </w:t>
      </w:r>
      <w:r w:rsidRPr="000E15EE">
        <w:t>dnia 20 kwietnia 2004</w:t>
      </w:r>
      <w:r w:rsidR="00BB7627" w:rsidRPr="000E15EE">
        <w:t> r. o </w:t>
      </w:r>
      <w:r w:rsidRPr="000E15EE">
        <w:t>promocji zatrudnienia i instytucjach rynku pracy zachowują moc do dnia wejścia</w:t>
      </w:r>
      <w:r w:rsidR="00BB7627" w:rsidRPr="000E15EE">
        <w:t xml:space="preserve"> w </w:t>
      </w:r>
      <w:r w:rsidRPr="000E15EE">
        <w:t xml:space="preserve">życie przepisów wykonawczych wydanych na podstawie </w:t>
      </w:r>
      <w:r w:rsidR="00BB7627" w:rsidRPr="000E15EE">
        <w:t>art. </w:t>
      </w:r>
      <w:r w:rsidRPr="000E15EE">
        <w:t xml:space="preserve">3 </w:t>
      </w:r>
      <w:r w:rsidR="00BB7627" w:rsidRPr="000E15EE">
        <w:t>ust. </w:t>
      </w:r>
      <w:r w:rsidR="00871974" w:rsidRPr="000E15EE">
        <w:t>7</w:t>
      </w:r>
      <w:r w:rsidRPr="000E15EE">
        <w:t xml:space="preserve"> niniejszej ustawy;</w:t>
      </w:r>
    </w:p>
    <w:p w14:paraId="147C20A3" w14:textId="77777777" w:rsidR="00D4325D" w:rsidRPr="000E15EE" w:rsidRDefault="00D4325D" w:rsidP="00CC3F14">
      <w:pPr>
        <w:pStyle w:val="PKTpunkt"/>
        <w:keepNext/>
      </w:pPr>
      <w:r w:rsidRPr="000E15EE">
        <w:t>5)</w:t>
      </w:r>
      <w:r w:rsidRPr="000E15EE">
        <w:tab/>
      </w:r>
      <w:r w:rsidR="00BB7627" w:rsidRPr="000E15EE">
        <w:t>art. </w:t>
      </w:r>
      <w:r w:rsidRPr="000E15EE">
        <w:t xml:space="preserve">90a </w:t>
      </w:r>
      <w:r w:rsidR="00BB7627" w:rsidRPr="000E15EE">
        <w:t>ust. </w:t>
      </w:r>
      <w:r w:rsidRPr="000E15EE">
        <w:t>3 ustawy</w:t>
      </w:r>
      <w:r w:rsidR="00BB7627" w:rsidRPr="000E15EE">
        <w:t xml:space="preserve"> z </w:t>
      </w:r>
      <w:r w:rsidRPr="000E15EE">
        <w:t>dnia 20 kwietnia 2004</w:t>
      </w:r>
      <w:r w:rsidR="00BB7627" w:rsidRPr="000E15EE">
        <w:t> r. o </w:t>
      </w:r>
      <w:r w:rsidRPr="000E15EE">
        <w:t>promocji zatrudnienia i instytucjach rynku pracy zachowują moc do dnia wejścia</w:t>
      </w:r>
      <w:r w:rsidR="00BB7627" w:rsidRPr="000E15EE">
        <w:t xml:space="preserve"> w </w:t>
      </w:r>
      <w:r w:rsidRPr="000E15EE">
        <w:t xml:space="preserve">życie przepisów wykonawczych wydanych na podstawie </w:t>
      </w:r>
      <w:r w:rsidR="00BB7627" w:rsidRPr="000E15EE">
        <w:t>art. </w:t>
      </w:r>
      <w:r w:rsidRPr="000E15EE">
        <w:t xml:space="preserve">10 </w:t>
      </w:r>
      <w:r w:rsidR="00BB7627" w:rsidRPr="000E15EE">
        <w:t>ust. </w:t>
      </w:r>
      <w:r w:rsidRPr="000E15EE">
        <w:t xml:space="preserve">3 i </w:t>
      </w:r>
      <w:r w:rsidR="00BB7627" w:rsidRPr="000E15EE">
        <w:t>art. </w:t>
      </w:r>
      <w:r w:rsidRPr="000E15EE">
        <w:t xml:space="preserve">62 </w:t>
      </w:r>
      <w:r w:rsidR="00BB7627" w:rsidRPr="000E15EE">
        <w:t>ust. </w:t>
      </w:r>
      <w:r w:rsidRPr="000E15EE">
        <w:t>3 niniejszej ustawy</w:t>
      </w:r>
      <w:r w:rsidR="00137161" w:rsidRPr="000E15EE">
        <w:t>;</w:t>
      </w:r>
    </w:p>
    <w:p w14:paraId="78FCB992" w14:textId="77777777" w:rsidR="00677F06" w:rsidRPr="000E15EE" w:rsidRDefault="00137161" w:rsidP="00677F06">
      <w:pPr>
        <w:pStyle w:val="PKTpunkt"/>
      </w:pPr>
      <w:r w:rsidRPr="000E15EE">
        <w:t>6)</w:t>
      </w:r>
      <w:r w:rsidRPr="000E15EE">
        <w:tab/>
      </w:r>
      <w:r w:rsidR="00677F06" w:rsidRPr="000E15EE">
        <w:t xml:space="preserve">art. 80 ust. 1 i art. 107 ust. 1 ustawy zmienianej </w:t>
      </w:r>
      <w:r w:rsidR="00594AF7">
        <w:t>w art. 94</w:t>
      </w:r>
      <w:r w:rsidR="00677F06" w:rsidRPr="000E15EE">
        <w:t xml:space="preserve"> zachowują moc do dnia wejścia w życie przepisów wykonawczych wydanych na podstawie art. 80 ust. 1 i art. 107 ust. 1 ustawy zmienianej </w:t>
      </w:r>
      <w:r w:rsidR="00594AF7">
        <w:t>w art. 94</w:t>
      </w:r>
    </w:p>
    <w:p w14:paraId="12680443" w14:textId="77777777" w:rsidR="00D4325D" w:rsidRPr="000E15EE" w:rsidRDefault="00D4325D" w:rsidP="00677F06">
      <w:pPr>
        <w:pStyle w:val="PKTpunkt"/>
        <w:keepNext/>
      </w:pPr>
      <w:r w:rsidRPr="000E15EE">
        <w:t>– nie dłużej jednak niż przez 18 miesięcy od dnia wejścia</w:t>
      </w:r>
      <w:r w:rsidR="00BB7627" w:rsidRPr="000E15EE">
        <w:t xml:space="preserve"> w </w:t>
      </w:r>
      <w:r w:rsidRPr="000E15EE">
        <w:t>życie niniejszej ustawy.</w:t>
      </w:r>
    </w:p>
    <w:p w14:paraId="3B78394F" w14:textId="00CA6808" w:rsidR="00F67B2F" w:rsidRPr="000E15EE" w:rsidRDefault="00BB7627" w:rsidP="00454D3E">
      <w:pPr>
        <w:pStyle w:val="ARTartustawynprozporzdzenia"/>
      </w:pPr>
      <w:bookmarkStart w:id="227" w:name="_Toc88838234"/>
      <w:bookmarkStart w:id="228" w:name="_Toc107830034"/>
      <w:bookmarkStart w:id="229" w:name="_Hlk112922500"/>
      <w:r w:rsidRPr="000E15EE">
        <w:rPr>
          <w:rStyle w:val="Ppogrubienie"/>
        </w:rPr>
        <w:t>Art.</w:t>
      </w:r>
      <w:r w:rsidR="00454D3E" w:rsidRPr="000E15EE">
        <w:rPr>
          <w:rStyle w:val="Ppogrubienie"/>
        </w:rPr>
        <w:t> </w:t>
      </w:r>
      <w:r w:rsidR="00B40BBD">
        <w:rPr>
          <w:rStyle w:val="Ppogrubienie"/>
        </w:rPr>
        <w:t>115</w:t>
      </w:r>
      <w:r w:rsidR="00004D21" w:rsidRPr="000E15EE">
        <w:rPr>
          <w:rStyle w:val="Ppogrubienie"/>
        </w:rPr>
        <w:t>.</w:t>
      </w:r>
      <w:r w:rsidR="00D4325D" w:rsidRPr="000E15EE">
        <w:t> Ustawa wchodzi</w:t>
      </w:r>
      <w:r w:rsidRPr="000E15EE">
        <w:t xml:space="preserve"> w </w:t>
      </w:r>
      <w:r w:rsidR="00D4325D" w:rsidRPr="000E15EE">
        <w:t>życie</w:t>
      </w:r>
      <w:bookmarkEnd w:id="227"/>
      <w:r w:rsidR="00D4325D" w:rsidRPr="000E15EE">
        <w:t xml:space="preserve"> </w:t>
      </w:r>
      <w:bookmarkEnd w:id="228"/>
      <w:r w:rsidR="007856FD" w:rsidRPr="000E15EE">
        <w:t xml:space="preserve">z dniem 1 stycznia </w:t>
      </w:r>
      <w:r w:rsidR="003455BA" w:rsidRPr="000E15EE">
        <w:t>2025</w:t>
      </w:r>
      <w:r w:rsidR="007856FD" w:rsidRPr="000E15EE">
        <w:t xml:space="preserve"> r</w:t>
      </w:r>
      <w:r w:rsidR="00D4325D" w:rsidRPr="000E15EE">
        <w:t>.</w:t>
      </w:r>
    </w:p>
    <w:bookmarkEnd w:id="229"/>
    <w:p w14:paraId="0E3B63AB" w14:textId="77777777" w:rsidR="00391D2E" w:rsidRPr="000E15EE" w:rsidRDefault="00391D2E" w:rsidP="00D4325D"/>
    <w:sectPr w:rsidR="00391D2E" w:rsidRPr="000E15EE" w:rsidSect="001A7F15">
      <w:head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F4058" w14:textId="77777777" w:rsidR="001644A7" w:rsidRDefault="001644A7">
      <w:r>
        <w:separator/>
      </w:r>
    </w:p>
  </w:endnote>
  <w:endnote w:type="continuationSeparator" w:id="0">
    <w:p w14:paraId="0E4D507E" w14:textId="77777777" w:rsidR="001644A7" w:rsidRDefault="0016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56BA60" w14:textId="77777777" w:rsidR="001644A7" w:rsidRDefault="001644A7">
      <w:r>
        <w:separator/>
      </w:r>
    </w:p>
  </w:footnote>
  <w:footnote w:type="continuationSeparator" w:id="0">
    <w:p w14:paraId="3000BAF4" w14:textId="77777777" w:rsidR="001644A7" w:rsidRDefault="001644A7">
      <w:r>
        <w:continuationSeparator/>
      </w:r>
    </w:p>
  </w:footnote>
  <w:footnote w:id="1">
    <w:p w14:paraId="2D4BEC71" w14:textId="77777777" w:rsidR="00AC02E2" w:rsidRDefault="00AC02E2" w:rsidP="00935585">
      <w:pPr>
        <w:pStyle w:val="ODNONIKtreodnonika"/>
      </w:pPr>
      <w:r>
        <w:rPr>
          <w:rStyle w:val="Odwoanieprzypisudolnego"/>
        </w:rPr>
        <w:footnoteRef/>
      </w:r>
      <w:r>
        <w:rPr>
          <w:rStyle w:val="IGindeksgrny"/>
        </w:rPr>
        <w:t>)</w:t>
      </w:r>
      <w:r>
        <w:tab/>
        <w:t xml:space="preserve">Niniejsza ustawa w zakresie swojej regulacji wdraża: </w:t>
      </w:r>
    </w:p>
    <w:p w14:paraId="54BA74DB" w14:textId="77777777" w:rsidR="00AC02E2" w:rsidRDefault="00AC02E2" w:rsidP="000777BA">
      <w:pPr>
        <w:pStyle w:val="PKTODNONIKApunktodnonika"/>
      </w:pPr>
      <w:r>
        <w:t>1)</w:t>
      </w:r>
      <w:r>
        <w:tab/>
      </w:r>
      <w:r w:rsidRPr="000777BA">
        <w:t>dyrektyw</w:t>
      </w:r>
      <w:r>
        <w:t>ę</w:t>
      </w:r>
      <w:r w:rsidRPr="000777BA">
        <w:t xml:space="preserve"> Rady 2003/109/WE</w:t>
      </w:r>
      <w:r>
        <w:t xml:space="preserve"> </w:t>
      </w:r>
      <w:r w:rsidRPr="000777BA">
        <w:t>z dnia 25 listopada 2003 r.</w:t>
      </w:r>
      <w:r>
        <w:t xml:space="preserve"> </w:t>
      </w:r>
      <w:r w:rsidRPr="000777BA">
        <w:t>dotycząc</w:t>
      </w:r>
      <w:r>
        <w:t>ą</w:t>
      </w:r>
      <w:r w:rsidRPr="000777BA">
        <w:t xml:space="preserve"> statusu obywateli państw trzecich będących rezydentami długoterminowymi</w:t>
      </w:r>
      <w:r>
        <w:t xml:space="preserve"> (Dz. Urz. UE L 16 z 23.01.2004, str. 44, z późn. zm.);</w:t>
      </w:r>
    </w:p>
    <w:p w14:paraId="1021CC2E" w14:textId="77777777" w:rsidR="00AC02E2" w:rsidRDefault="00AC02E2" w:rsidP="00935585">
      <w:pPr>
        <w:pStyle w:val="PKTODNONIKApunktodnonika"/>
      </w:pPr>
      <w:r>
        <w:t>2)</w:t>
      </w:r>
      <w:r>
        <w:tab/>
      </w:r>
      <w:r w:rsidRPr="00D31BC4">
        <w:t>dyrektywę 2004/38/WE Parlamentu Europejskiego i Ra</w:t>
      </w:r>
      <w:r>
        <w:t>dy z dnia 29 kwietnia 2004 r. w </w:t>
      </w:r>
      <w:r w:rsidRPr="00D31BC4">
        <w:t>sprawie prawa obywateli Unii i członków ich rodzin do swobodnego przemieszczania się i pobytu na</w:t>
      </w:r>
      <w:r>
        <w:t> </w:t>
      </w:r>
      <w:r w:rsidRPr="00D31BC4">
        <w:t xml:space="preserve">terytorium Państw </w:t>
      </w:r>
      <w:r w:rsidRPr="002820C4">
        <w:t>Członkowskich</w:t>
      </w:r>
      <w:r w:rsidRPr="00D31BC4">
        <w:t xml:space="preserve"> zmieniającą rozporządzenie (EWG) nr 1612/68 i uchylającą dyrektywy 64/221/EWG, 68/360/EWG, 72/194/EWG, 73/148/EWG, 75/34/EWG, 75/35/EWG, 90/364/EWG, 90/365/EWG i 93/96/EWG (Dz. Urz. UE L 158</w:t>
      </w:r>
      <w:r>
        <w:t xml:space="preserve"> z </w:t>
      </w:r>
      <w:r w:rsidRPr="00D31BC4">
        <w:t>30.04.2004, str. 77; Dz. Urz. UE Polskie wydanie specjalne, rozdz. 5, t. 5, str. 46</w:t>
      </w:r>
      <w:r>
        <w:t>, z późn. zm.</w:t>
      </w:r>
      <w:r w:rsidRPr="00D31BC4">
        <w:t>)</w:t>
      </w:r>
      <w:r>
        <w:t>;</w:t>
      </w:r>
      <w:r w:rsidRPr="00D31BC4">
        <w:t xml:space="preserve"> </w:t>
      </w:r>
    </w:p>
    <w:p w14:paraId="7BA2B349" w14:textId="77777777" w:rsidR="00AC02E2" w:rsidRDefault="00AC02E2" w:rsidP="00935585">
      <w:pPr>
        <w:pStyle w:val="PKTODNONIKApunktodnonika"/>
      </w:pPr>
      <w:r>
        <w:t>3)</w:t>
      </w:r>
      <w:r>
        <w:tab/>
      </w:r>
      <w:r w:rsidRPr="00D31BC4">
        <w:t>dyrektywę Parlamentu Europejskiego i Rady 2009/52/WE</w:t>
      </w:r>
      <w:r>
        <w:t xml:space="preserve"> z </w:t>
      </w:r>
      <w:r w:rsidRPr="00D31BC4">
        <w:t>dnia 18 czerwca 2009</w:t>
      </w:r>
      <w:r>
        <w:t xml:space="preserve"> r. </w:t>
      </w:r>
      <w:r w:rsidRPr="00D31BC4">
        <w:t>przewidującą minimalne normy</w:t>
      </w:r>
      <w:r>
        <w:t xml:space="preserve"> w </w:t>
      </w:r>
      <w:r w:rsidRPr="00D31BC4">
        <w:t xml:space="preserve">odniesieniu do kar i środków stosowanych wobec pracodawców zatrudniających nielegalnie przebywających obywateli krajów trzecich (Dz. Urz. </w:t>
      </w:r>
      <w:r>
        <w:t>UE L 168 z 30.06.2009, str. 24);</w:t>
      </w:r>
    </w:p>
    <w:p w14:paraId="2BC4E8AA" w14:textId="77777777" w:rsidR="00AC02E2" w:rsidRDefault="004603E9" w:rsidP="00935585">
      <w:pPr>
        <w:pStyle w:val="PKTODNONIKApunktodnonika"/>
      </w:pPr>
      <w:r>
        <w:t>4</w:t>
      </w:r>
      <w:r w:rsidR="00AC02E2">
        <w:t>)</w:t>
      </w:r>
      <w:r w:rsidR="00AC02E2">
        <w:tab/>
      </w:r>
      <w:r w:rsidR="00AC02E2" w:rsidRPr="00D31BC4">
        <w:t>dyrektywę Parlamentu Europejskiego i Rady 2011/95/UE</w:t>
      </w:r>
      <w:r w:rsidR="00AC02E2">
        <w:t xml:space="preserve"> z </w:t>
      </w:r>
      <w:r w:rsidR="00AC02E2" w:rsidRPr="00D31BC4">
        <w:t>dnia 13 grudnia 2011</w:t>
      </w:r>
      <w:r w:rsidR="00AC02E2">
        <w:t> r. w </w:t>
      </w:r>
      <w:r w:rsidR="00AC02E2" w:rsidRPr="00D31BC4">
        <w:t>sprawie norm dotyczących kwalifikowania obywateli państw trzecich lub bezpaństwowców jako beneficjentów ochrony międzynarodowej, jednolitego statusu uchodźców lub osób kwalifikujących się do otrzymania ochrony uzupełniającej oraz zakresu udzielanej ochrony (Dz. Urz. UE L 337</w:t>
      </w:r>
      <w:r w:rsidR="00AC02E2">
        <w:t xml:space="preserve"> z </w:t>
      </w:r>
      <w:r w:rsidR="00AC02E2" w:rsidRPr="00D31BC4">
        <w:t>20.12.2011, str. 9)</w:t>
      </w:r>
      <w:r w:rsidR="00AC02E2">
        <w:t>;</w:t>
      </w:r>
    </w:p>
    <w:p w14:paraId="3C1E8006" w14:textId="77777777" w:rsidR="00AC02E2" w:rsidRDefault="004603E9" w:rsidP="00935585">
      <w:pPr>
        <w:pStyle w:val="PKTODNONIKApunktodnonika"/>
      </w:pPr>
      <w:r>
        <w:t>5</w:t>
      </w:r>
      <w:r w:rsidR="00AC02E2">
        <w:t>)</w:t>
      </w:r>
      <w:r w:rsidR="00AC02E2">
        <w:tab/>
      </w:r>
      <w:r w:rsidR="00AC02E2" w:rsidRPr="00D31BC4">
        <w:t>dyrektywę Parlamentu Europejskiego i Rady 2011/98/UE</w:t>
      </w:r>
      <w:r w:rsidR="00AC02E2">
        <w:t xml:space="preserve"> z </w:t>
      </w:r>
      <w:r w:rsidR="00AC02E2" w:rsidRPr="00D31BC4">
        <w:t>dnia</w:t>
      </w:r>
      <w:r w:rsidR="00AC02E2">
        <w:t xml:space="preserve"> </w:t>
      </w:r>
      <w:r w:rsidR="00AC02E2" w:rsidRPr="00D31BC4">
        <w:t>13 grudnia 2011</w:t>
      </w:r>
      <w:r w:rsidR="00AC02E2">
        <w:t> r. w </w:t>
      </w:r>
      <w:r w:rsidR="00AC02E2" w:rsidRPr="00D31BC4">
        <w:t>sprawie procedury jednego wniosku</w:t>
      </w:r>
      <w:r w:rsidR="00AC02E2">
        <w:t xml:space="preserve"> o </w:t>
      </w:r>
      <w:r w:rsidR="00AC02E2" w:rsidRPr="00D31BC4">
        <w:t>jedno zezwolenie dla obywateli państw trzecich na pobyt i pracę na terytorium państwa członkowskiego oraz</w:t>
      </w:r>
      <w:r w:rsidR="00AC02E2">
        <w:t xml:space="preserve"> w </w:t>
      </w:r>
      <w:r w:rsidR="00AC02E2" w:rsidRPr="00D31BC4">
        <w:t>sprawie wspólnego zbioru praw dla pracowników</w:t>
      </w:r>
      <w:r w:rsidR="00AC02E2">
        <w:t xml:space="preserve"> z </w:t>
      </w:r>
      <w:r w:rsidR="00AC02E2" w:rsidRPr="00D31BC4">
        <w:t>państw trzecich przebywających legalnie</w:t>
      </w:r>
      <w:r w:rsidR="00AC02E2">
        <w:t xml:space="preserve"> w </w:t>
      </w:r>
      <w:r w:rsidR="00AC02E2" w:rsidRPr="00D31BC4">
        <w:t>państwie członkowskim (Dz. Urz. UE L 343</w:t>
      </w:r>
      <w:r w:rsidR="00AC02E2">
        <w:t xml:space="preserve"> z 23.12.2011, str. 1);</w:t>
      </w:r>
    </w:p>
    <w:p w14:paraId="79223DD8" w14:textId="77777777" w:rsidR="00AC02E2" w:rsidRDefault="004603E9" w:rsidP="00935585">
      <w:pPr>
        <w:pStyle w:val="PKTODNONIKApunktodnonika"/>
      </w:pPr>
      <w:r>
        <w:t>6</w:t>
      </w:r>
      <w:r w:rsidR="00AC02E2">
        <w:t>)</w:t>
      </w:r>
      <w:r w:rsidR="00AC02E2" w:rsidRPr="00D31BC4">
        <w:t xml:space="preserve"> dyrektywę Parlamentu Europejskiego i Rady 2014/3</w:t>
      </w:r>
      <w:r w:rsidR="00AC02E2">
        <w:t>6/UE z dnia 26 lutego 2014 r. w </w:t>
      </w:r>
      <w:r w:rsidR="00AC02E2" w:rsidRPr="00D31BC4">
        <w:t>sprawie warunków wjazdu i pobytu obywateli państw trzecich</w:t>
      </w:r>
      <w:r w:rsidR="00AC02E2">
        <w:t xml:space="preserve"> w </w:t>
      </w:r>
      <w:r w:rsidR="00AC02E2" w:rsidRPr="00D31BC4">
        <w:t>celu zatrudnienia</w:t>
      </w:r>
      <w:r w:rsidR="00AC02E2">
        <w:t xml:space="preserve"> w </w:t>
      </w:r>
      <w:r w:rsidR="00AC02E2" w:rsidRPr="00D31BC4">
        <w:t>charakterze pracownika sezonowego (Dz. Urz. UE L 94</w:t>
      </w:r>
      <w:r w:rsidR="00AC02E2">
        <w:t xml:space="preserve"> z </w:t>
      </w:r>
      <w:r w:rsidR="00AC02E2" w:rsidRPr="00D31BC4">
        <w:t>28.03.2014, str. 375)</w:t>
      </w:r>
      <w:r w:rsidR="00AC02E2">
        <w:t>;</w:t>
      </w:r>
    </w:p>
    <w:p w14:paraId="31AB753D" w14:textId="77777777" w:rsidR="00AC02E2" w:rsidRDefault="004603E9" w:rsidP="00DA17F8">
      <w:pPr>
        <w:pStyle w:val="PKTODNONIKApunktodnonika"/>
      </w:pPr>
      <w:r>
        <w:t>7</w:t>
      </w:r>
      <w:r w:rsidR="00AC02E2">
        <w:t>)</w:t>
      </w:r>
      <w:r w:rsidR="00AC02E2">
        <w:tab/>
      </w:r>
      <w:r w:rsidR="00AC02E2" w:rsidRPr="00D31BC4">
        <w:t>dyrektywę Parlamentu Europejskiego i Rady 2014</w:t>
      </w:r>
      <w:r w:rsidR="00AC02E2">
        <w:t>/66/UE z dnia 15 maja 2014 r. w s</w:t>
      </w:r>
      <w:r w:rsidR="00AC02E2" w:rsidRPr="00D31BC4">
        <w:t>prawie warunków wjazdu i pobytu obywateli państw trzecich</w:t>
      </w:r>
      <w:r w:rsidR="00AC02E2">
        <w:t xml:space="preserve"> w </w:t>
      </w:r>
      <w:r w:rsidR="00AC02E2" w:rsidRPr="00D31BC4">
        <w:t xml:space="preserve">ramach </w:t>
      </w:r>
      <w:r w:rsidR="00AC02E2" w:rsidRPr="00DA17F8">
        <w:t>przeniesienia</w:t>
      </w:r>
      <w:r w:rsidR="00AC02E2" w:rsidRPr="00D31BC4">
        <w:t xml:space="preserve"> wewnątrz przedsiębiorstwa (Dz. Urz. U</w:t>
      </w:r>
      <w:r w:rsidR="00AC02E2">
        <w:t>E L 157 z 27.05.2014, str. 1);</w:t>
      </w:r>
    </w:p>
    <w:p w14:paraId="19BD830C" w14:textId="77777777" w:rsidR="00AC02E2" w:rsidRDefault="004603E9" w:rsidP="00D469D2">
      <w:pPr>
        <w:pStyle w:val="PKTODNONIKApunktodnonika"/>
      </w:pPr>
      <w:r>
        <w:t>8</w:t>
      </w:r>
      <w:r w:rsidR="00AC02E2">
        <w:t>)</w:t>
      </w:r>
      <w:r w:rsidR="00AC02E2">
        <w:tab/>
      </w:r>
      <w:r w:rsidR="00AC02E2" w:rsidRPr="0034514F">
        <w:t>dyrektywę Parlamentu Europejskiego i Rady (UE) 2016/801 z dnia 11 maja 2016 r. w sprawie warunków wjazdu i pobytu obywateli państw trzecich w celu prowadzenia badań naukowych, odbycia studiów, szkoleń, udziału w wolontariacie, programach wymiany młodzieży szkolnej lub projektach edukacyjnych oraz podjęcia pracy w charakterze au pair (Dz. Urz. L 132 z 21.05.2016, str. 21)</w:t>
      </w:r>
    </w:p>
    <w:p w14:paraId="16592DB1" w14:textId="77777777" w:rsidR="00AC02E2" w:rsidRPr="005E7F83" w:rsidRDefault="004603E9" w:rsidP="00D469D2">
      <w:pPr>
        <w:pStyle w:val="PKTODNONIKApunktodnonika"/>
      </w:pPr>
      <w:r>
        <w:t>9</w:t>
      </w:r>
      <w:r w:rsidR="00AC02E2" w:rsidRPr="005E7F83">
        <w:t>)</w:t>
      </w:r>
      <w:r w:rsidR="00AC02E2" w:rsidRPr="005E7F83">
        <w:tab/>
        <w:t>dyrektywę Parlamentu Europejskiego i Rady (UE) 2021/1883 z dnia 20 października 2021 r. w sprawie warunków wjazdu i pobytu obywateli państw trzecich w celu zatrudnienia w zawodzie wymagającym wysokich kwalifikacji oraz uchylenia dyrektywy Rady 2009/50/WE (Dz. Urz. UE L 382 z 28.10.2021, str. 1).</w:t>
      </w:r>
    </w:p>
  </w:footnote>
  <w:footnote w:id="2">
    <w:p w14:paraId="763A99F7" w14:textId="77777777" w:rsidR="00AC02E2" w:rsidRPr="005D74E7" w:rsidRDefault="00AC02E2" w:rsidP="00935585">
      <w:pPr>
        <w:pStyle w:val="ODNONIKtreodnonika"/>
      </w:pPr>
      <w:r>
        <w:rPr>
          <w:rStyle w:val="Odwoanieprzypisudolnego"/>
        </w:rPr>
        <w:footnoteRef/>
      </w:r>
      <w:r>
        <w:rPr>
          <w:rStyle w:val="IGindeksgrny"/>
        </w:rPr>
        <w:t>)</w:t>
      </w:r>
      <w:r>
        <w:tab/>
        <w:t xml:space="preserve">Niniejsza ustawa zmienia </w:t>
      </w:r>
      <w:r w:rsidRPr="00004D21">
        <w:t>ustaw</w:t>
      </w:r>
      <w:r>
        <w:t>ę</w:t>
      </w:r>
      <w:r w:rsidRPr="00004D21">
        <w:rPr>
          <w:rStyle w:val="Ppogrubienie"/>
        </w:rPr>
        <w:t xml:space="preserve"> </w:t>
      </w:r>
      <w:r w:rsidRPr="00004D21">
        <w:t>z dnia 12 października 1990 r. o Straży Granicznej</w:t>
      </w:r>
      <w:r>
        <w:t>, ustawę</w:t>
      </w:r>
      <w:r w:rsidRPr="00004D21">
        <w:t xml:space="preserve"> z dnia 20 grudnia 1990 r. o ubezpieczeniu społecznym rolników</w:t>
      </w:r>
      <w:r>
        <w:t>, ustawę</w:t>
      </w:r>
      <w:r w:rsidRPr="00004D21">
        <w:t xml:space="preserve"> z dnia 24 sierpnia 2001 r. – Kodeks postępowania w sprawach o wykroczenia</w:t>
      </w:r>
      <w:r>
        <w:t>, ustawę</w:t>
      </w:r>
      <w:r w:rsidRPr="00004D21">
        <w:t xml:space="preserve"> z dnia 13 czerwca 2003 r. o udzielaniu cudzoziemcom ochrony na terytorium Rzeczypospolitej Polskiej</w:t>
      </w:r>
      <w:r>
        <w:t>, ustawę</w:t>
      </w:r>
      <w:r w:rsidRPr="00004D21">
        <w:t xml:space="preserve"> z dnia 13 kwietnia 2007 r. o Państwowej Inspekcji Pracy</w:t>
      </w:r>
      <w:r>
        <w:t>, ustawę</w:t>
      </w:r>
      <w:r w:rsidRPr="00004D21">
        <w:t xml:space="preserve"> z dnia 7 września 2007 r. o Karcie Polaka</w:t>
      </w:r>
      <w:r>
        <w:t>, ustawę</w:t>
      </w:r>
      <w:r w:rsidRPr="00004D21">
        <w:t xml:space="preserve"> z dnia 30 kwietnia 2010 r. o Polskiej Akademii Nauk</w:t>
      </w:r>
      <w:r>
        <w:t>, ustawę</w:t>
      </w:r>
      <w:r w:rsidRPr="00004D21">
        <w:t xml:space="preserve"> z dnia 15 czerwca 2012 r. o skutkach powierzania wykonywania pracy cudzoziemcom przebywającym wbrew przepisom na terytorium Rzeczypospolitej Polskiej</w:t>
      </w:r>
      <w:r>
        <w:t>, ustawę</w:t>
      </w:r>
      <w:r w:rsidRPr="00004D21">
        <w:t xml:space="preserve"> z dnia 13 grudnia 2013 r. o cudzoziemcach</w:t>
      </w:r>
      <w:r>
        <w:t>, ustawę</w:t>
      </w:r>
      <w:r w:rsidRPr="00004D21">
        <w:t xml:space="preserve"> z dnia 10 czerwca 2016 r. o delegowaniu pracowników w ramach świadczenia usług</w:t>
      </w:r>
      <w:r>
        <w:t>, ustawę</w:t>
      </w:r>
      <w:r w:rsidRPr="00004D21">
        <w:t xml:space="preserve"> z dnia 20 lipca 2018 r. – Prawo o szkolnictwie wyższym i nauce</w:t>
      </w:r>
      <w:r>
        <w:t>.</w:t>
      </w:r>
    </w:p>
  </w:footnote>
  <w:footnote w:id="3">
    <w:p w14:paraId="4131A18D" w14:textId="77777777" w:rsidR="00AC02E2" w:rsidRPr="00BB7627" w:rsidRDefault="00AC02E2" w:rsidP="00935585">
      <w:pPr>
        <w:pStyle w:val="ODNONIKtreodnonika"/>
      </w:pPr>
      <w:r>
        <w:rPr>
          <w:rStyle w:val="Odwoanieprzypisudolnego"/>
        </w:rPr>
        <w:footnoteRef/>
      </w:r>
      <w:r>
        <w:rPr>
          <w:rStyle w:val="IGindeksgrny"/>
        </w:rPr>
        <w:t>)</w:t>
      </w:r>
      <w:r>
        <w:tab/>
        <w:t>Zmiany wymienionej umowy zostały ogłoszone w </w:t>
      </w:r>
      <w:r w:rsidR="00D9432B" w:rsidRPr="00D9432B">
        <w:t>Dz. Urz. UE L 225 z 14.7.2020, str. 53, Dz. Urz. UE L 443 z 30.12.2020, str. 3, Dz. Urz. UE L 43 z 24.2.2022, str. 84, Dz. Urz. UE L 131, 5.5.2022, str. 9, Dz. Urz. UE L 102 z 17.4.2023, str. 61, Dz. Urz. UE L 184 z 21.7.2023, str. 111 oraz Dz. Urz. UE L, 2023/2471, 7.11.2023,</w:t>
      </w:r>
      <w:r w:rsidR="00D9432B">
        <w:t xml:space="preserve"> str. 1</w:t>
      </w:r>
      <w:r>
        <w:t>.</w:t>
      </w:r>
    </w:p>
  </w:footnote>
  <w:footnote w:id="4">
    <w:p w14:paraId="280F6BC6" w14:textId="1636D96F" w:rsidR="00AC02E2" w:rsidRPr="000E15EE" w:rsidRDefault="00AC02E2" w:rsidP="00935585">
      <w:pPr>
        <w:pStyle w:val="ODNONIKtreodnonika"/>
      </w:pPr>
      <w:r>
        <w:rPr>
          <w:rStyle w:val="Odwoanieprzypisudolnego"/>
        </w:rPr>
        <w:footnoteRef/>
      </w:r>
      <w:r>
        <w:rPr>
          <w:rStyle w:val="IGindeksgrny"/>
        </w:rPr>
        <w:t>)</w:t>
      </w:r>
      <w:r>
        <w:tab/>
        <w:t>Zmiany wymienionej ustawy zostały ogłoszone</w:t>
      </w:r>
      <w:r w:rsidRPr="007B2F00">
        <w:t xml:space="preserve"> w Dz. U. z </w:t>
      </w:r>
      <w:r w:rsidRPr="000E15EE">
        <w:t>2023 r. poz. 212, 1088, 1234, 1672, 1872 i 2005 oraz z 2024 r. poz. 124</w:t>
      </w:r>
      <w:r w:rsidR="00CD05FF">
        <w:t>,</w:t>
      </w:r>
      <w:r w:rsidRPr="000E15EE">
        <w:t xml:space="preserve"> 227</w:t>
      </w:r>
      <w:r w:rsidR="00CD05FF">
        <w:t xml:space="preserve"> i 1089</w:t>
      </w:r>
      <w:r w:rsidRPr="000E15EE">
        <w:t>).</w:t>
      </w:r>
    </w:p>
  </w:footnote>
  <w:footnote w:id="5">
    <w:p w14:paraId="0A4ABE86" w14:textId="3CD89C7C" w:rsidR="001A0177" w:rsidRDefault="001A0177" w:rsidP="00614A48">
      <w:pPr>
        <w:pStyle w:val="ODNONIKtreodnonika"/>
      </w:pPr>
      <w:r>
        <w:rPr>
          <w:rStyle w:val="Odwoanieprzypisudolnego"/>
        </w:rPr>
        <w:footnoteRef/>
      </w:r>
      <w:r w:rsidRPr="00614A48">
        <w:rPr>
          <w:rStyle w:val="IGindeksgrny"/>
        </w:rPr>
        <w:t>)</w:t>
      </w:r>
      <w:r>
        <w:tab/>
        <w:t xml:space="preserve">Zmiany tekstu jednolitego wymienionej ustawy zostały ogłoszone w Dz. U. z 2024 r. poz. 232, 854, 858, 859 i 863. </w:t>
      </w:r>
    </w:p>
  </w:footnote>
  <w:footnote w:id="6">
    <w:p w14:paraId="08266600" w14:textId="13832340" w:rsidR="00150CCC" w:rsidRDefault="00150CCC" w:rsidP="00614A48">
      <w:pPr>
        <w:pStyle w:val="ODNONIKtreodnonika"/>
      </w:pPr>
      <w:r>
        <w:rPr>
          <w:rStyle w:val="Odwoanieprzypisudolnego"/>
        </w:rPr>
        <w:t>6)</w:t>
      </w:r>
      <w:r>
        <w:tab/>
        <w:t>Zmiany wymienionej umowy zostały ogłoszone w </w:t>
      </w:r>
      <w:r w:rsidRPr="00D9432B">
        <w:t>Dz. 2022, str. 9, Dz. Urz. UE L 102 z 17.4.2023, str. 61, Dz. Urz. UE L 184 z 21.7.2023, str. 111 oraz Dz. Urz. UE L, 2023/2471, 7.11.2023,</w:t>
      </w:r>
      <w:r>
        <w:t xml:space="preserve"> str. 1.</w:t>
      </w:r>
      <w:r w:rsidRPr="00D9432B">
        <w:t>Urz. UE L 225 z 14.7.2020, str. 53, Dz. Urz. UE L 443 z 30.12.2020, str. 3, Dz. Urz. UE L 43 z 24.2.2022, str. 84, Dz. Urz. UE L 131, 5.5.</w:t>
      </w:r>
    </w:p>
  </w:footnote>
  <w:footnote w:id="7">
    <w:p w14:paraId="49CD61B1" w14:textId="7AC90725" w:rsidR="00AE2BCD" w:rsidRDefault="00AE2BCD" w:rsidP="00614A48">
      <w:pPr>
        <w:pStyle w:val="ODNONIKtreodnonika"/>
      </w:pPr>
      <w:r>
        <w:rPr>
          <w:rStyle w:val="Odwoanieprzypisudolnego"/>
        </w:rPr>
        <w:t>7)</w:t>
      </w:r>
      <w:r>
        <w:t xml:space="preserve"> </w:t>
      </w:r>
      <w:r>
        <w:tab/>
      </w:r>
      <w:r w:rsidRPr="0026623E">
        <w:t xml:space="preserve">Zmiany wymienionej ustawy zostały </w:t>
      </w:r>
      <w:r w:rsidRPr="000E15EE">
        <w:t xml:space="preserve">ogłoszone w  Dz. U. z 2023 r. poz. 1088, 1234, </w:t>
      </w:r>
      <w:r w:rsidRPr="00053BDA">
        <w:t>1672, 1872 i 2005 oraz z 2024 r. poz. 124 i 227</w:t>
      </w:r>
      <w:r>
        <w:t>.</w:t>
      </w:r>
    </w:p>
  </w:footnote>
  <w:footnote w:id="8">
    <w:p w14:paraId="4B5F344B" w14:textId="7FEB0CF7" w:rsidR="00AE2BCD" w:rsidRDefault="00AE2BCD" w:rsidP="00614A48">
      <w:pPr>
        <w:pStyle w:val="ODNONIKtreodnonika"/>
      </w:pPr>
      <w:r>
        <w:rPr>
          <w:rStyle w:val="Odwoanieprzypisudolnego"/>
        </w:rPr>
        <w:t>8)</w:t>
      </w:r>
      <w:r>
        <w:tab/>
        <w:t>Zmiany tekstu jednolitego wymienionej ustawy zostały ogłoszone w Dz. U. z 2024 r. poz. 232, 834, 854, 858, 1089 i 1222.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5FE12D" w14:textId="77777777" w:rsidR="00AC02E2" w:rsidRPr="00B371CC" w:rsidRDefault="00AC02E2" w:rsidP="00B371CC">
    <w:pPr>
      <w:pStyle w:val="Nagwek"/>
      <w:jc w:val="center"/>
    </w:pPr>
    <w:r>
      <w:t xml:space="preserve">– </w:t>
    </w:r>
    <w:r>
      <w:fldChar w:fldCharType="begin"/>
    </w:r>
    <w:r>
      <w:instrText xml:space="preserve"> PAGE  \* MERGEFORMAT </w:instrText>
    </w:r>
    <w:r>
      <w:fldChar w:fldCharType="separate"/>
    </w:r>
    <w:r>
      <w:rPr>
        <w:noProof/>
      </w:rPr>
      <w:t>72</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15:restartNumberingAfterBreak="0">
    <w:nsid w:val="35F407A6"/>
    <w:multiLevelType w:val="hybridMultilevel"/>
    <w:tmpl w:val="5A8E53BA"/>
    <w:lvl w:ilvl="0" w:tplc="0FF8DA4E">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5"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8"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1"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3"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6"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7"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69433667">
    <w:abstractNumId w:val="23"/>
  </w:num>
  <w:num w:numId="2" w16cid:durableId="640885485">
    <w:abstractNumId w:val="23"/>
  </w:num>
  <w:num w:numId="3" w16cid:durableId="511574562">
    <w:abstractNumId w:val="18"/>
  </w:num>
  <w:num w:numId="4" w16cid:durableId="1380976973">
    <w:abstractNumId w:val="18"/>
  </w:num>
  <w:num w:numId="5" w16cid:durableId="1739282887">
    <w:abstractNumId w:val="36"/>
  </w:num>
  <w:num w:numId="6" w16cid:durableId="1762919040">
    <w:abstractNumId w:val="32"/>
  </w:num>
  <w:num w:numId="7" w16cid:durableId="512189849">
    <w:abstractNumId w:val="36"/>
  </w:num>
  <w:num w:numId="8" w16cid:durableId="180900258">
    <w:abstractNumId w:val="32"/>
  </w:num>
  <w:num w:numId="9" w16cid:durableId="1991909409">
    <w:abstractNumId w:val="36"/>
  </w:num>
  <w:num w:numId="10" w16cid:durableId="58940231">
    <w:abstractNumId w:val="32"/>
  </w:num>
  <w:num w:numId="11" w16cid:durableId="1064184279">
    <w:abstractNumId w:val="14"/>
  </w:num>
  <w:num w:numId="12" w16cid:durableId="1683581555">
    <w:abstractNumId w:val="10"/>
  </w:num>
  <w:num w:numId="13" w16cid:durableId="605501194">
    <w:abstractNumId w:val="15"/>
  </w:num>
  <w:num w:numId="14" w16cid:durableId="2086875936">
    <w:abstractNumId w:val="27"/>
  </w:num>
  <w:num w:numId="15" w16cid:durableId="2097483633">
    <w:abstractNumId w:val="14"/>
  </w:num>
  <w:num w:numId="16" w16cid:durableId="1600678197">
    <w:abstractNumId w:val="16"/>
  </w:num>
  <w:num w:numId="17" w16cid:durableId="1650788982">
    <w:abstractNumId w:val="8"/>
  </w:num>
  <w:num w:numId="18" w16cid:durableId="2098165749">
    <w:abstractNumId w:val="3"/>
  </w:num>
  <w:num w:numId="19" w16cid:durableId="775247344">
    <w:abstractNumId w:val="2"/>
  </w:num>
  <w:num w:numId="20" w16cid:durableId="2056393471">
    <w:abstractNumId w:val="1"/>
  </w:num>
  <w:num w:numId="21" w16cid:durableId="708334833">
    <w:abstractNumId w:val="0"/>
  </w:num>
  <w:num w:numId="22" w16cid:durableId="896010943">
    <w:abstractNumId w:val="9"/>
  </w:num>
  <w:num w:numId="23" w16cid:durableId="1067411156">
    <w:abstractNumId w:val="7"/>
  </w:num>
  <w:num w:numId="24" w16cid:durableId="978222611">
    <w:abstractNumId w:val="6"/>
  </w:num>
  <w:num w:numId="25" w16cid:durableId="860781112">
    <w:abstractNumId w:val="5"/>
  </w:num>
  <w:num w:numId="26" w16cid:durableId="1704939710">
    <w:abstractNumId w:val="4"/>
  </w:num>
  <w:num w:numId="27" w16cid:durableId="1568102303">
    <w:abstractNumId w:val="34"/>
  </w:num>
  <w:num w:numId="28" w16cid:durableId="669017905">
    <w:abstractNumId w:val="26"/>
  </w:num>
  <w:num w:numId="29" w16cid:durableId="1823229402">
    <w:abstractNumId w:val="37"/>
  </w:num>
  <w:num w:numId="30" w16cid:durableId="315962381">
    <w:abstractNumId w:val="33"/>
  </w:num>
  <w:num w:numId="31" w16cid:durableId="987436126">
    <w:abstractNumId w:val="19"/>
  </w:num>
  <w:num w:numId="32" w16cid:durableId="1151336871">
    <w:abstractNumId w:val="11"/>
  </w:num>
  <w:num w:numId="33" w16cid:durableId="520097156">
    <w:abstractNumId w:val="31"/>
  </w:num>
  <w:num w:numId="34" w16cid:durableId="282201732">
    <w:abstractNumId w:val="20"/>
  </w:num>
  <w:num w:numId="35" w16cid:durableId="495345941">
    <w:abstractNumId w:val="17"/>
  </w:num>
  <w:num w:numId="36" w16cid:durableId="818885289">
    <w:abstractNumId w:val="22"/>
  </w:num>
  <w:num w:numId="37" w16cid:durableId="925307226">
    <w:abstractNumId w:val="28"/>
  </w:num>
  <w:num w:numId="38" w16cid:durableId="1915360352">
    <w:abstractNumId w:val="25"/>
  </w:num>
  <w:num w:numId="39" w16cid:durableId="196937334">
    <w:abstractNumId w:val="13"/>
  </w:num>
  <w:num w:numId="40" w16cid:durableId="1983197448">
    <w:abstractNumId w:val="30"/>
  </w:num>
  <w:num w:numId="41" w16cid:durableId="1489905311">
    <w:abstractNumId w:val="29"/>
  </w:num>
  <w:num w:numId="42" w16cid:durableId="1536890901">
    <w:abstractNumId w:val="21"/>
  </w:num>
  <w:num w:numId="43" w16cid:durableId="1068964874">
    <w:abstractNumId w:val="35"/>
  </w:num>
  <w:num w:numId="44" w16cid:durableId="308437120">
    <w:abstractNumId w:val="12"/>
  </w:num>
  <w:num w:numId="45" w16cid:durableId="17218597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trackRevisions/>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35C0"/>
    <w:rsid w:val="000012DA"/>
    <w:rsid w:val="000019D5"/>
    <w:rsid w:val="0000225B"/>
    <w:rsid w:val="0000246E"/>
    <w:rsid w:val="0000254E"/>
    <w:rsid w:val="00002F73"/>
    <w:rsid w:val="00003214"/>
    <w:rsid w:val="00003862"/>
    <w:rsid w:val="0000490C"/>
    <w:rsid w:val="00004D21"/>
    <w:rsid w:val="00005863"/>
    <w:rsid w:val="000069A9"/>
    <w:rsid w:val="00007186"/>
    <w:rsid w:val="00007BAF"/>
    <w:rsid w:val="00012A35"/>
    <w:rsid w:val="00012BFA"/>
    <w:rsid w:val="00014F7D"/>
    <w:rsid w:val="00015404"/>
    <w:rsid w:val="0001575E"/>
    <w:rsid w:val="00015977"/>
    <w:rsid w:val="00016099"/>
    <w:rsid w:val="000169E4"/>
    <w:rsid w:val="00017DC2"/>
    <w:rsid w:val="0002091D"/>
    <w:rsid w:val="00020D79"/>
    <w:rsid w:val="000210B1"/>
    <w:rsid w:val="00021522"/>
    <w:rsid w:val="00022EB9"/>
    <w:rsid w:val="00023471"/>
    <w:rsid w:val="00023F13"/>
    <w:rsid w:val="00024E53"/>
    <w:rsid w:val="0002546E"/>
    <w:rsid w:val="00026E79"/>
    <w:rsid w:val="00027613"/>
    <w:rsid w:val="00030634"/>
    <w:rsid w:val="00030A39"/>
    <w:rsid w:val="00030B64"/>
    <w:rsid w:val="000319C1"/>
    <w:rsid w:val="00031A8B"/>
    <w:rsid w:val="00031A99"/>
    <w:rsid w:val="00031BCA"/>
    <w:rsid w:val="000330FA"/>
    <w:rsid w:val="0003362F"/>
    <w:rsid w:val="00036923"/>
    <w:rsid w:val="00036B63"/>
    <w:rsid w:val="00037972"/>
    <w:rsid w:val="00037CEB"/>
    <w:rsid w:val="00037E1A"/>
    <w:rsid w:val="00040274"/>
    <w:rsid w:val="00040D63"/>
    <w:rsid w:val="00043495"/>
    <w:rsid w:val="00043C61"/>
    <w:rsid w:val="00046A75"/>
    <w:rsid w:val="00046D4E"/>
    <w:rsid w:val="00047312"/>
    <w:rsid w:val="000508BD"/>
    <w:rsid w:val="00050986"/>
    <w:rsid w:val="000517AB"/>
    <w:rsid w:val="00051811"/>
    <w:rsid w:val="000519A9"/>
    <w:rsid w:val="00051C18"/>
    <w:rsid w:val="00051CF6"/>
    <w:rsid w:val="0005339C"/>
    <w:rsid w:val="00053BDA"/>
    <w:rsid w:val="00054F63"/>
    <w:rsid w:val="0005571B"/>
    <w:rsid w:val="00056AD0"/>
    <w:rsid w:val="000570DE"/>
    <w:rsid w:val="0005740C"/>
    <w:rsid w:val="00057622"/>
    <w:rsid w:val="00057AB3"/>
    <w:rsid w:val="00060076"/>
    <w:rsid w:val="0006025F"/>
    <w:rsid w:val="00060432"/>
    <w:rsid w:val="000605A2"/>
    <w:rsid w:val="00060D87"/>
    <w:rsid w:val="000615A5"/>
    <w:rsid w:val="00061A3B"/>
    <w:rsid w:val="0006298C"/>
    <w:rsid w:val="00064098"/>
    <w:rsid w:val="00064E4C"/>
    <w:rsid w:val="00066901"/>
    <w:rsid w:val="00066E3F"/>
    <w:rsid w:val="000671B6"/>
    <w:rsid w:val="000672B6"/>
    <w:rsid w:val="00070F1A"/>
    <w:rsid w:val="0007120C"/>
    <w:rsid w:val="00071AD3"/>
    <w:rsid w:val="00071BEE"/>
    <w:rsid w:val="00072781"/>
    <w:rsid w:val="00072F02"/>
    <w:rsid w:val="00072F1B"/>
    <w:rsid w:val="0007364F"/>
    <w:rsid w:val="000736CD"/>
    <w:rsid w:val="00075329"/>
    <w:rsid w:val="0007533B"/>
    <w:rsid w:val="0007545D"/>
    <w:rsid w:val="000759DE"/>
    <w:rsid w:val="000760BF"/>
    <w:rsid w:val="0007613E"/>
    <w:rsid w:val="00076BFC"/>
    <w:rsid w:val="00076D41"/>
    <w:rsid w:val="0007708E"/>
    <w:rsid w:val="000777BA"/>
    <w:rsid w:val="000778DA"/>
    <w:rsid w:val="00077E4D"/>
    <w:rsid w:val="000801AC"/>
    <w:rsid w:val="000814A7"/>
    <w:rsid w:val="00082BCA"/>
    <w:rsid w:val="00082BCB"/>
    <w:rsid w:val="00083235"/>
    <w:rsid w:val="000835D2"/>
    <w:rsid w:val="00083BBD"/>
    <w:rsid w:val="0008557B"/>
    <w:rsid w:val="00085CE7"/>
    <w:rsid w:val="00085F7C"/>
    <w:rsid w:val="00087E35"/>
    <w:rsid w:val="000906EE"/>
    <w:rsid w:val="00090BD5"/>
    <w:rsid w:val="00090E19"/>
    <w:rsid w:val="00091034"/>
    <w:rsid w:val="00091BA2"/>
    <w:rsid w:val="00092D15"/>
    <w:rsid w:val="00093BD3"/>
    <w:rsid w:val="0009425A"/>
    <w:rsid w:val="000944EF"/>
    <w:rsid w:val="00094931"/>
    <w:rsid w:val="00095EB2"/>
    <w:rsid w:val="0009732D"/>
    <w:rsid w:val="000973F0"/>
    <w:rsid w:val="000A1296"/>
    <w:rsid w:val="000A1C27"/>
    <w:rsid w:val="000A1DAD"/>
    <w:rsid w:val="000A2649"/>
    <w:rsid w:val="000A323B"/>
    <w:rsid w:val="000A3B7E"/>
    <w:rsid w:val="000A4442"/>
    <w:rsid w:val="000A5161"/>
    <w:rsid w:val="000A59F4"/>
    <w:rsid w:val="000A5B7B"/>
    <w:rsid w:val="000A5E1B"/>
    <w:rsid w:val="000B2744"/>
    <w:rsid w:val="000B298D"/>
    <w:rsid w:val="000B3750"/>
    <w:rsid w:val="000B404D"/>
    <w:rsid w:val="000B4B2B"/>
    <w:rsid w:val="000B578D"/>
    <w:rsid w:val="000B5B2D"/>
    <w:rsid w:val="000B5BA6"/>
    <w:rsid w:val="000B5DCE"/>
    <w:rsid w:val="000B61CA"/>
    <w:rsid w:val="000B64F5"/>
    <w:rsid w:val="000B719A"/>
    <w:rsid w:val="000C05BA"/>
    <w:rsid w:val="000C0E8F"/>
    <w:rsid w:val="000C10B9"/>
    <w:rsid w:val="000C1AA0"/>
    <w:rsid w:val="000C37B9"/>
    <w:rsid w:val="000C4BC4"/>
    <w:rsid w:val="000C5064"/>
    <w:rsid w:val="000C510D"/>
    <w:rsid w:val="000C55AC"/>
    <w:rsid w:val="000C5F32"/>
    <w:rsid w:val="000C6CCF"/>
    <w:rsid w:val="000C71B6"/>
    <w:rsid w:val="000D0110"/>
    <w:rsid w:val="000D0E67"/>
    <w:rsid w:val="000D15AD"/>
    <w:rsid w:val="000D2201"/>
    <w:rsid w:val="000D2468"/>
    <w:rsid w:val="000D318A"/>
    <w:rsid w:val="000D3F06"/>
    <w:rsid w:val="000D4AB8"/>
    <w:rsid w:val="000D6173"/>
    <w:rsid w:val="000D6F83"/>
    <w:rsid w:val="000E0AA1"/>
    <w:rsid w:val="000E15EE"/>
    <w:rsid w:val="000E25CC"/>
    <w:rsid w:val="000E3694"/>
    <w:rsid w:val="000E38DF"/>
    <w:rsid w:val="000E3B55"/>
    <w:rsid w:val="000E407D"/>
    <w:rsid w:val="000E4779"/>
    <w:rsid w:val="000E490F"/>
    <w:rsid w:val="000E4F5A"/>
    <w:rsid w:val="000E5F02"/>
    <w:rsid w:val="000E6241"/>
    <w:rsid w:val="000E65C6"/>
    <w:rsid w:val="000E7C1F"/>
    <w:rsid w:val="000F1698"/>
    <w:rsid w:val="000F1A53"/>
    <w:rsid w:val="000F2173"/>
    <w:rsid w:val="000F2883"/>
    <w:rsid w:val="000F2BE3"/>
    <w:rsid w:val="000F3298"/>
    <w:rsid w:val="000F3309"/>
    <w:rsid w:val="000F35B9"/>
    <w:rsid w:val="000F3D0D"/>
    <w:rsid w:val="000F4C6A"/>
    <w:rsid w:val="000F5771"/>
    <w:rsid w:val="000F6ED4"/>
    <w:rsid w:val="000F7A6E"/>
    <w:rsid w:val="00100724"/>
    <w:rsid w:val="0010110C"/>
    <w:rsid w:val="0010142B"/>
    <w:rsid w:val="00101ACD"/>
    <w:rsid w:val="00102CA2"/>
    <w:rsid w:val="001042BA"/>
    <w:rsid w:val="001044A2"/>
    <w:rsid w:val="00104949"/>
    <w:rsid w:val="00104CB0"/>
    <w:rsid w:val="001052D0"/>
    <w:rsid w:val="00105BB2"/>
    <w:rsid w:val="00106D03"/>
    <w:rsid w:val="00107C64"/>
    <w:rsid w:val="00110465"/>
    <w:rsid w:val="0011046B"/>
    <w:rsid w:val="00110628"/>
    <w:rsid w:val="00111D7E"/>
    <w:rsid w:val="0011245A"/>
    <w:rsid w:val="00113A26"/>
    <w:rsid w:val="00114729"/>
    <w:rsid w:val="0011493E"/>
    <w:rsid w:val="00114A0E"/>
    <w:rsid w:val="00114B7D"/>
    <w:rsid w:val="00115B72"/>
    <w:rsid w:val="00116850"/>
    <w:rsid w:val="0011713C"/>
    <w:rsid w:val="0011731A"/>
    <w:rsid w:val="001209EC"/>
    <w:rsid w:val="00120A9E"/>
    <w:rsid w:val="00121166"/>
    <w:rsid w:val="00121429"/>
    <w:rsid w:val="00122A5F"/>
    <w:rsid w:val="00123D27"/>
    <w:rsid w:val="00125A9C"/>
    <w:rsid w:val="0012632B"/>
    <w:rsid w:val="0012691B"/>
    <w:rsid w:val="001270A2"/>
    <w:rsid w:val="00127D7E"/>
    <w:rsid w:val="00127E80"/>
    <w:rsid w:val="00130DBF"/>
    <w:rsid w:val="00131237"/>
    <w:rsid w:val="001329AC"/>
    <w:rsid w:val="00134CA0"/>
    <w:rsid w:val="00134F83"/>
    <w:rsid w:val="00135E1C"/>
    <w:rsid w:val="00135EA3"/>
    <w:rsid w:val="00136993"/>
    <w:rsid w:val="00137161"/>
    <w:rsid w:val="0013745F"/>
    <w:rsid w:val="0014026F"/>
    <w:rsid w:val="00141541"/>
    <w:rsid w:val="001418F7"/>
    <w:rsid w:val="001422FA"/>
    <w:rsid w:val="00142559"/>
    <w:rsid w:val="001433B5"/>
    <w:rsid w:val="001435BA"/>
    <w:rsid w:val="00143601"/>
    <w:rsid w:val="00143DE1"/>
    <w:rsid w:val="00145488"/>
    <w:rsid w:val="00145F63"/>
    <w:rsid w:val="00146105"/>
    <w:rsid w:val="00146D60"/>
    <w:rsid w:val="00147342"/>
    <w:rsid w:val="0014744A"/>
    <w:rsid w:val="00147586"/>
    <w:rsid w:val="00147A47"/>
    <w:rsid w:val="00147AA1"/>
    <w:rsid w:val="001503C9"/>
    <w:rsid w:val="00150B4F"/>
    <w:rsid w:val="00150CCC"/>
    <w:rsid w:val="001520CF"/>
    <w:rsid w:val="00153A12"/>
    <w:rsid w:val="00153A14"/>
    <w:rsid w:val="00153B47"/>
    <w:rsid w:val="0015449E"/>
    <w:rsid w:val="0015667C"/>
    <w:rsid w:val="00157110"/>
    <w:rsid w:val="00157145"/>
    <w:rsid w:val="0015742A"/>
    <w:rsid w:val="0015752B"/>
    <w:rsid w:val="00157545"/>
    <w:rsid w:val="00157CE0"/>
    <w:rsid w:val="00157DA1"/>
    <w:rsid w:val="001602FA"/>
    <w:rsid w:val="0016094E"/>
    <w:rsid w:val="0016123D"/>
    <w:rsid w:val="001613ED"/>
    <w:rsid w:val="0016146B"/>
    <w:rsid w:val="00161510"/>
    <w:rsid w:val="00163147"/>
    <w:rsid w:val="00163CD5"/>
    <w:rsid w:val="0016440C"/>
    <w:rsid w:val="001644A7"/>
    <w:rsid w:val="00164C57"/>
    <w:rsid w:val="00164C9D"/>
    <w:rsid w:val="0016537D"/>
    <w:rsid w:val="00165695"/>
    <w:rsid w:val="001656AD"/>
    <w:rsid w:val="001702E9"/>
    <w:rsid w:val="00170A63"/>
    <w:rsid w:val="001724FF"/>
    <w:rsid w:val="00172A96"/>
    <w:rsid w:val="00172E72"/>
    <w:rsid w:val="00172F7A"/>
    <w:rsid w:val="00173150"/>
    <w:rsid w:val="00173390"/>
    <w:rsid w:val="001736F0"/>
    <w:rsid w:val="00173BB3"/>
    <w:rsid w:val="00173FFC"/>
    <w:rsid w:val="001740D0"/>
    <w:rsid w:val="00174F2C"/>
    <w:rsid w:val="00175E3F"/>
    <w:rsid w:val="00176855"/>
    <w:rsid w:val="001804B5"/>
    <w:rsid w:val="00180F2A"/>
    <w:rsid w:val="001814D3"/>
    <w:rsid w:val="0018428F"/>
    <w:rsid w:val="00184B91"/>
    <w:rsid w:val="00184D4A"/>
    <w:rsid w:val="00185D06"/>
    <w:rsid w:val="00186EC1"/>
    <w:rsid w:val="001900A3"/>
    <w:rsid w:val="00190324"/>
    <w:rsid w:val="001903B9"/>
    <w:rsid w:val="00190D08"/>
    <w:rsid w:val="00191412"/>
    <w:rsid w:val="00191E1F"/>
    <w:rsid w:val="00192935"/>
    <w:rsid w:val="0019405B"/>
    <w:rsid w:val="0019473B"/>
    <w:rsid w:val="00194B3E"/>
    <w:rsid w:val="001952B1"/>
    <w:rsid w:val="001953A8"/>
    <w:rsid w:val="00195F48"/>
    <w:rsid w:val="00196E39"/>
    <w:rsid w:val="00197649"/>
    <w:rsid w:val="001976A3"/>
    <w:rsid w:val="001A0177"/>
    <w:rsid w:val="001A01FB"/>
    <w:rsid w:val="001A02CD"/>
    <w:rsid w:val="001A10E9"/>
    <w:rsid w:val="001A1338"/>
    <w:rsid w:val="001A183D"/>
    <w:rsid w:val="001A2B65"/>
    <w:rsid w:val="001A3CD3"/>
    <w:rsid w:val="001A4CF2"/>
    <w:rsid w:val="001A5201"/>
    <w:rsid w:val="001A5BEF"/>
    <w:rsid w:val="001A68E5"/>
    <w:rsid w:val="001A7958"/>
    <w:rsid w:val="001A7F15"/>
    <w:rsid w:val="001B342E"/>
    <w:rsid w:val="001B3C6A"/>
    <w:rsid w:val="001B4454"/>
    <w:rsid w:val="001B4F70"/>
    <w:rsid w:val="001B62E4"/>
    <w:rsid w:val="001B63AA"/>
    <w:rsid w:val="001B74CF"/>
    <w:rsid w:val="001B772F"/>
    <w:rsid w:val="001C0278"/>
    <w:rsid w:val="001C05D0"/>
    <w:rsid w:val="001C1832"/>
    <w:rsid w:val="001C188C"/>
    <w:rsid w:val="001C2718"/>
    <w:rsid w:val="001C2734"/>
    <w:rsid w:val="001C3CC4"/>
    <w:rsid w:val="001C413A"/>
    <w:rsid w:val="001C454C"/>
    <w:rsid w:val="001C5102"/>
    <w:rsid w:val="001C5AF9"/>
    <w:rsid w:val="001C5ED8"/>
    <w:rsid w:val="001C646A"/>
    <w:rsid w:val="001C68BD"/>
    <w:rsid w:val="001C6BFE"/>
    <w:rsid w:val="001D071A"/>
    <w:rsid w:val="001D1783"/>
    <w:rsid w:val="001D32E4"/>
    <w:rsid w:val="001D3BF8"/>
    <w:rsid w:val="001D5078"/>
    <w:rsid w:val="001D53CD"/>
    <w:rsid w:val="001D54D2"/>
    <w:rsid w:val="001D55A3"/>
    <w:rsid w:val="001D579D"/>
    <w:rsid w:val="001D5AF5"/>
    <w:rsid w:val="001D6240"/>
    <w:rsid w:val="001D68CA"/>
    <w:rsid w:val="001D7289"/>
    <w:rsid w:val="001E08B3"/>
    <w:rsid w:val="001E1190"/>
    <w:rsid w:val="001E1BE4"/>
    <w:rsid w:val="001E1E73"/>
    <w:rsid w:val="001E22DE"/>
    <w:rsid w:val="001E2B60"/>
    <w:rsid w:val="001E4E0C"/>
    <w:rsid w:val="001E526D"/>
    <w:rsid w:val="001E52BB"/>
    <w:rsid w:val="001E5655"/>
    <w:rsid w:val="001E5D13"/>
    <w:rsid w:val="001E67D3"/>
    <w:rsid w:val="001F0E14"/>
    <w:rsid w:val="001F1832"/>
    <w:rsid w:val="001F220F"/>
    <w:rsid w:val="001F25B3"/>
    <w:rsid w:val="001F2DA9"/>
    <w:rsid w:val="001F42B1"/>
    <w:rsid w:val="001F5784"/>
    <w:rsid w:val="001F5B08"/>
    <w:rsid w:val="001F6304"/>
    <w:rsid w:val="001F6616"/>
    <w:rsid w:val="001F7B7D"/>
    <w:rsid w:val="00200BA7"/>
    <w:rsid w:val="00200F89"/>
    <w:rsid w:val="00201495"/>
    <w:rsid w:val="00202BD4"/>
    <w:rsid w:val="00203E48"/>
    <w:rsid w:val="00204031"/>
    <w:rsid w:val="00204A97"/>
    <w:rsid w:val="002057EC"/>
    <w:rsid w:val="002065B5"/>
    <w:rsid w:val="00210C02"/>
    <w:rsid w:val="002114EF"/>
    <w:rsid w:val="00211CBA"/>
    <w:rsid w:val="00212877"/>
    <w:rsid w:val="002161B6"/>
    <w:rsid w:val="002166AD"/>
    <w:rsid w:val="00216F00"/>
    <w:rsid w:val="00217871"/>
    <w:rsid w:val="002204F7"/>
    <w:rsid w:val="00221A44"/>
    <w:rsid w:val="00221ED8"/>
    <w:rsid w:val="00222839"/>
    <w:rsid w:val="002231EA"/>
    <w:rsid w:val="00223F7F"/>
    <w:rsid w:val="00223FDF"/>
    <w:rsid w:val="002261DC"/>
    <w:rsid w:val="002263BF"/>
    <w:rsid w:val="0022679A"/>
    <w:rsid w:val="002279C0"/>
    <w:rsid w:val="00227DC9"/>
    <w:rsid w:val="00230AD1"/>
    <w:rsid w:val="00234BF1"/>
    <w:rsid w:val="00234DD0"/>
    <w:rsid w:val="00235C5A"/>
    <w:rsid w:val="00235CB2"/>
    <w:rsid w:val="0023727E"/>
    <w:rsid w:val="002378D3"/>
    <w:rsid w:val="00237CC8"/>
    <w:rsid w:val="00237E13"/>
    <w:rsid w:val="00240A4C"/>
    <w:rsid w:val="00241C07"/>
    <w:rsid w:val="00242081"/>
    <w:rsid w:val="00243510"/>
    <w:rsid w:val="00243777"/>
    <w:rsid w:val="002438BA"/>
    <w:rsid w:val="002441CD"/>
    <w:rsid w:val="00244963"/>
    <w:rsid w:val="00245F8F"/>
    <w:rsid w:val="002461A8"/>
    <w:rsid w:val="00246CE8"/>
    <w:rsid w:val="00247734"/>
    <w:rsid w:val="002501A3"/>
    <w:rsid w:val="00250B8C"/>
    <w:rsid w:val="00250E0B"/>
    <w:rsid w:val="0025136C"/>
    <w:rsid w:val="0025166C"/>
    <w:rsid w:val="002521C3"/>
    <w:rsid w:val="0025464D"/>
    <w:rsid w:val="002555D4"/>
    <w:rsid w:val="00255ABB"/>
    <w:rsid w:val="002571E0"/>
    <w:rsid w:val="00257614"/>
    <w:rsid w:val="00261A16"/>
    <w:rsid w:val="00261A56"/>
    <w:rsid w:val="00262A40"/>
    <w:rsid w:val="00263522"/>
    <w:rsid w:val="00263E0E"/>
    <w:rsid w:val="00263F07"/>
    <w:rsid w:val="00264EC6"/>
    <w:rsid w:val="0026623E"/>
    <w:rsid w:val="002662D5"/>
    <w:rsid w:val="00266653"/>
    <w:rsid w:val="0026694A"/>
    <w:rsid w:val="00266E9B"/>
    <w:rsid w:val="00271013"/>
    <w:rsid w:val="00271635"/>
    <w:rsid w:val="00271888"/>
    <w:rsid w:val="00271960"/>
    <w:rsid w:val="002719DC"/>
    <w:rsid w:val="00273FE4"/>
    <w:rsid w:val="0027434A"/>
    <w:rsid w:val="00275500"/>
    <w:rsid w:val="0027641C"/>
    <w:rsid w:val="002765B4"/>
    <w:rsid w:val="00276A94"/>
    <w:rsid w:val="0027781D"/>
    <w:rsid w:val="00277B4E"/>
    <w:rsid w:val="00283A17"/>
    <w:rsid w:val="00283D39"/>
    <w:rsid w:val="00285579"/>
    <w:rsid w:val="0028774D"/>
    <w:rsid w:val="00287897"/>
    <w:rsid w:val="0029050C"/>
    <w:rsid w:val="002934C3"/>
    <w:rsid w:val="0029405D"/>
    <w:rsid w:val="0029438D"/>
    <w:rsid w:val="00294F32"/>
    <w:rsid w:val="00294FA6"/>
    <w:rsid w:val="00295A6F"/>
    <w:rsid w:val="002961C0"/>
    <w:rsid w:val="00296EC0"/>
    <w:rsid w:val="00297397"/>
    <w:rsid w:val="002A18AA"/>
    <w:rsid w:val="002A1D05"/>
    <w:rsid w:val="002A20C4"/>
    <w:rsid w:val="002A2180"/>
    <w:rsid w:val="002A36A5"/>
    <w:rsid w:val="002A3DE0"/>
    <w:rsid w:val="002A570F"/>
    <w:rsid w:val="002A6995"/>
    <w:rsid w:val="002A7292"/>
    <w:rsid w:val="002A7358"/>
    <w:rsid w:val="002A7902"/>
    <w:rsid w:val="002B0F6B"/>
    <w:rsid w:val="002B23B8"/>
    <w:rsid w:val="002B3F8D"/>
    <w:rsid w:val="002B4429"/>
    <w:rsid w:val="002B4B79"/>
    <w:rsid w:val="002B5753"/>
    <w:rsid w:val="002B6426"/>
    <w:rsid w:val="002B68A6"/>
    <w:rsid w:val="002B6D1D"/>
    <w:rsid w:val="002B7FAF"/>
    <w:rsid w:val="002C05FA"/>
    <w:rsid w:val="002C1410"/>
    <w:rsid w:val="002C1B20"/>
    <w:rsid w:val="002C328D"/>
    <w:rsid w:val="002C376B"/>
    <w:rsid w:val="002C597A"/>
    <w:rsid w:val="002C7E20"/>
    <w:rsid w:val="002D0605"/>
    <w:rsid w:val="002D0C4F"/>
    <w:rsid w:val="002D1364"/>
    <w:rsid w:val="002D15A5"/>
    <w:rsid w:val="002D4D30"/>
    <w:rsid w:val="002D5000"/>
    <w:rsid w:val="002D5621"/>
    <w:rsid w:val="002D573D"/>
    <w:rsid w:val="002D598D"/>
    <w:rsid w:val="002D5B2D"/>
    <w:rsid w:val="002D5BBC"/>
    <w:rsid w:val="002D68C4"/>
    <w:rsid w:val="002D7188"/>
    <w:rsid w:val="002E0897"/>
    <w:rsid w:val="002E1DE3"/>
    <w:rsid w:val="002E265D"/>
    <w:rsid w:val="002E2AB6"/>
    <w:rsid w:val="002E3B7A"/>
    <w:rsid w:val="002E3F34"/>
    <w:rsid w:val="002E58C6"/>
    <w:rsid w:val="002E59C5"/>
    <w:rsid w:val="002E5F79"/>
    <w:rsid w:val="002E61B0"/>
    <w:rsid w:val="002E62F2"/>
    <w:rsid w:val="002E64FA"/>
    <w:rsid w:val="002E7211"/>
    <w:rsid w:val="002E76EF"/>
    <w:rsid w:val="002E78BF"/>
    <w:rsid w:val="002F0A00"/>
    <w:rsid w:val="002F0C29"/>
    <w:rsid w:val="002F0CFA"/>
    <w:rsid w:val="002F27C5"/>
    <w:rsid w:val="002F37EB"/>
    <w:rsid w:val="002F39CE"/>
    <w:rsid w:val="002F5762"/>
    <w:rsid w:val="002F669F"/>
    <w:rsid w:val="00300009"/>
    <w:rsid w:val="00300044"/>
    <w:rsid w:val="003000C8"/>
    <w:rsid w:val="00301C97"/>
    <w:rsid w:val="00302B25"/>
    <w:rsid w:val="0030588C"/>
    <w:rsid w:val="00305F16"/>
    <w:rsid w:val="003067AA"/>
    <w:rsid w:val="00306A1A"/>
    <w:rsid w:val="0031004C"/>
    <w:rsid w:val="00310488"/>
    <w:rsid w:val="003105F6"/>
    <w:rsid w:val="00310B9B"/>
    <w:rsid w:val="0031111C"/>
    <w:rsid w:val="00311297"/>
    <w:rsid w:val="003113BE"/>
    <w:rsid w:val="003122CA"/>
    <w:rsid w:val="00312E97"/>
    <w:rsid w:val="0031383A"/>
    <w:rsid w:val="003140C7"/>
    <w:rsid w:val="003148D3"/>
    <w:rsid w:val="003148FD"/>
    <w:rsid w:val="00314D0A"/>
    <w:rsid w:val="00314FEC"/>
    <w:rsid w:val="00316101"/>
    <w:rsid w:val="00316D82"/>
    <w:rsid w:val="003178B7"/>
    <w:rsid w:val="00321080"/>
    <w:rsid w:val="00322D45"/>
    <w:rsid w:val="0032324E"/>
    <w:rsid w:val="00323331"/>
    <w:rsid w:val="0032482D"/>
    <w:rsid w:val="0032569A"/>
    <w:rsid w:val="00325A1F"/>
    <w:rsid w:val="00326168"/>
    <w:rsid w:val="003264C5"/>
    <w:rsid w:val="003268F9"/>
    <w:rsid w:val="003275A4"/>
    <w:rsid w:val="003301AA"/>
    <w:rsid w:val="00330BAF"/>
    <w:rsid w:val="0033142E"/>
    <w:rsid w:val="003327E5"/>
    <w:rsid w:val="00333248"/>
    <w:rsid w:val="00334E3A"/>
    <w:rsid w:val="00335123"/>
    <w:rsid w:val="003355DA"/>
    <w:rsid w:val="003361DD"/>
    <w:rsid w:val="00341A6A"/>
    <w:rsid w:val="00341BD3"/>
    <w:rsid w:val="003439C1"/>
    <w:rsid w:val="00343CD7"/>
    <w:rsid w:val="00343DB7"/>
    <w:rsid w:val="003450AC"/>
    <w:rsid w:val="0034514F"/>
    <w:rsid w:val="003452C7"/>
    <w:rsid w:val="003455BA"/>
    <w:rsid w:val="00345B9C"/>
    <w:rsid w:val="00346524"/>
    <w:rsid w:val="00347B3D"/>
    <w:rsid w:val="003503BD"/>
    <w:rsid w:val="00350461"/>
    <w:rsid w:val="00350562"/>
    <w:rsid w:val="00350ACE"/>
    <w:rsid w:val="003515DD"/>
    <w:rsid w:val="00351822"/>
    <w:rsid w:val="00352A95"/>
    <w:rsid w:val="00352DAE"/>
    <w:rsid w:val="00353EF1"/>
    <w:rsid w:val="003543D3"/>
    <w:rsid w:val="00354EB9"/>
    <w:rsid w:val="00355088"/>
    <w:rsid w:val="00355C3D"/>
    <w:rsid w:val="003602AE"/>
    <w:rsid w:val="00360543"/>
    <w:rsid w:val="00360929"/>
    <w:rsid w:val="00361E40"/>
    <w:rsid w:val="0036260A"/>
    <w:rsid w:val="003634BE"/>
    <w:rsid w:val="003646A2"/>
    <w:rsid w:val="0036475E"/>
    <w:rsid w:val="003647D5"/>
    <w:rsid w:val="00364D45"/>
    <w:rsid w:val="00366237"/>
    <w:rsid w:val="003672EC"/>
    <w:rsid w:val="00367393"/>
    <w:rsid w:val="003674B0"/>
    <w:rsid w:val="00367B4E"/>
    <w:rsid w:val="00367CCB"/>
    <w:rsid w:val="00370654"/>
    <w:rsid w:val="003711BE"/>
    <w:rsid w:val="00373DF7"/>
    <w:rsid w:val="00373FE6"/>
    <w:rsid w:val="0037557A"/>
    <w:rsid w:val="0037727C"/>
    <w:rsid w:val="00377AD7"/>
    <w:rsid w:val="00377E70"/>
    <w:rsid w:val="003808C4"/>
    <w:rsid w:val="00380904"/>
    <w:rsid w:val="00380BF1"/>
    <w:rsid w:val="00380E76"/>
    <w:rsid w:val="00381513"/>
    <w:rsid w:val="003823EE"/>
    <w:rsid w:val="00382960"/>
    <w:rsid w:val="0038304B"/>
    <w:rsid w:val="003831E2"/>
    <w:rsid w:val="0038324D"/>
    <w:rsid w:val="003832F9"/>
    <w:rsid w:val="003846F7"/>
    <w:rsid w:val="003851ED"/>
    <w:rsid w:val="003852F5"/>
    <w:rsid w:val="00385B39"/>
    <w:rsid w:val="00386785"/>
    <w:rsid w:val="003869FF"/>
    <w:rsid w:val="00387347"/>
    <w:rsid w:val="00387355"/>
    <w:rsid w:val="0038760C"/>
    <w:rsid w:val="003876B3"/>
    <w:rsid w:val="00387F17"/>
    <w:rsid w:val="00390038"/>
    <w:rsid w:val="003904F9"/>
    <w:rsid w:val="00390E89"/>
    <w:rsid w:val="00391682"/>
    <w:rsid w:val="00391B1A"/>
    <w:rsid w:val="00391D2E"/>
    <w:rsid w:val="0039262A"/>
    <w:rsid w:val="0039279A"/>
    <w:rsid w:val="003927F1"/>
    <w:rsid w:val="00393324"/>
    <w:rsid w:val="003937F9"/>
    <w:rsid w:val="00394423"/>
    <w:rsid w:val="00396942"/>
    <w:rsid w:val="00396B49"/>
    <w:rsid w:val="00396E3E"/>
    <w:rsid w:val="0039713A"/>
    <w:rsid w:val="003A27B5"/>
    <w:rsid w:val="003A2A18"/>
    <w:rsid w:val="003A2C7E"/>
    <w:rsid w:val="003A306E"/>
    <w:rsid w:val="003A36AF"/>
    <w:rsid w:val="003A3F14"/>
    <w:rsid w:val="003A4287"/>
    <w:rsid w:val="003A43AA"/>
    <w:rsid w:val="003A569E"/>
    <w:rsid w:val="003A5DC5"/>
    <w:rsid w:val="003A60DC"/>
    <w:rsid w:val="003A6A46"/>
    <w:rsid w:val="003A6DA9"/>
    <w:rsid w:val="003A6FCF"/>
    <w:rsid w:val="003A7094"/>
    <w:rsid w:val="003A7A63"/>
    <w:rsid w:val="003B000C"/>
    <w:rsid w:val="003B0D80"/>
    <w:rsid w:val="003B0F1D"/>
    <w:rsid w:val="003B15E9"/>
    <w:rsid w:val="003B1E11"/>
    <w:rsid w:val="003B3CB8"/>
    <w:rsid w:val="003B4A57"/>
    <w:rsid w:val="003B5037"/>
    <w:rsid w:val="003B5F59"/>
    <w:rsid w:val="003B5FE6"/>
    <w:rsid w:val="003B6B81"/>
    <w:rsid w:val="003B6DAC"/>
    <w:rsid w:val="003C0AD9"/>
    <w:rsid w:val="003C0ED0"/>
    <w:rsid w:val="003C1D49"/>
    <w:rsid w:val="003C2EF3"/>
    <w:rsid w:val="003C35C4"/>
    <w:rsid w:val="003C51DB"/>
    <w:rsid w:val="003C58E9"/>
    <w:rsid w:val="003C5A07"/>
    <w:rsid w:val="003C5A27"/>
    <w:rsid w:val="003C6C09"/>
    <w:rsid w:val="003C7D47"/>
    <w:rsid w:val="003C7E3D"/>
    <w:rsid w:val="003D12C2"/>
    <w:rsid w:val="003D2449"/>
    <w:rsid w:val="003D2863"/>
    <w:rsid w:val="003D31B9"/>
    <w:rsid w:val="003D35BE"/>
    <w:rsid w:val="003D3867"/>
    <w:rsid w:val="003D3C34"/>
    <w:rsid w:val="003D43CA"/>
    <w:rsid w:val="003D459D"/>
    <w:rsid w:val="003D610E"/>
    <w:rsid w:val="003D67AE"/>
    <w:rsid w:val="003E0D1A"/>
    <w:rsid w:val="003E175D"/>
    <w:rsid w:val="003E194F"/>
    <w:rsid w:val="003E2DA3"/>
    <w:rsid w:val="003E2DF5"/>
    <w:rsid w:val="003E2F38"/>
    <w:rsid w:val="003E5BC3"/>
    <w:rsid w:val="003E5C44"/>
    <w:rsid w:val="003E5D40"/>
    <w:rsid w:val="003E6738"/>
    <w:rsid w:val="003F020D"/>
    <w:rsid w:val="003F03D9"/>
    <w:rsid w:val="003F1783"/>
    <w:rsid w:val="003F1BEF"/>
    <w:rsid w:val="003F22D8"/>
    <w:rsid w:val="003F2FBE"/>
    <w:rsid w:val="003F318D"/>
    <w:rsid w:val="003F4409"/>
    <w:rsid w:val="003F454E"/>
    <w:rsid w:val="003F4B03"/>
    <w:rsid w:val="003F5BAE"/>
    <w:rsid w:val="003F6300"/>
    <w:rsid w:val="003F6595"/>
    <w:rsid w:val="003F6ED7"/>
    <w:rsid w:val="003F7722"/>
    <w:rsid w:val="004010AA"/>
    <w:rsid w:val="00401BDB"/>
    <w:rsid w:val="00401C84"/>
    <w:rsid w:val="004024DF"/>
    <w:rsid w:val="00402FEF"/>
    <w:rsid w:val="00403210"/>
    <w:rsid w:val="004035BB"/>
    <w:rsid w:val="004035EB"/>
    <w:rsid w:val="00403F99"/>
    <w:rsid w:val="00404310"/>
    <w:rsid w:val="00404551"/>
    <w:rsid w:val="00404D82"/>
    <w:rsid w:val="00404DC8"/>
    <w:rsid w:val="00405959"/>
    <w:rsid w:val="00406CBE"/>
    <w:rsid w:val="00406EDF"/>
    <w:rsid w:val="00407332"/>
    <w:rsid w:val="00407828"/>
    <w:rsid w:val="00407CBE"/>
    <w:rsid w:val="00411250"/>
    <w:rsid w:val="00412CF7"/>
    <w:rsid w:val="00413D8E"/>
    <w:rsid w:val="004140F2"/>
    <w:rsid w:val="00414348"/>
    <w:rsid w:val="004159CB"/>
    <w:rsid w:val="00415C20"/>
    <w:rsid w:val="0041724D"/>
    <w:rsid w:val="00417747"/>
    <w:rsid w:val="0041797A"/>
    <w:rsid w:val="00417B22"/>
    <w:rsid w:val="00421085"/>
    <w:rsid w:val="004214FD"/>
    <w:rsid w:val="004227BE"/>
    <w:rsid w:val="0042465E"/>
    <w:rsid w:val="00424DF7"/>
    <w:rsid w:val="00425B4C"/>
    <w:rsid w:val="0042676B"/>
    <w:rsid w:val="00426C9D"/>
    <w:rsid w:val="00427747"/>
    <w:rsid w:val="0043012B"/>
    <w:rsid w:val="004302F3"/>
    <w:rsid w:val="0043171B"/>
    <w:rsid w:val="004319A9"/>
    <w:rsid w:val="00431BC8"/>
    <w:rsid w:val="00431EBF"/>
    <w:rsid w:val="00432B76"/>
    <w:rsid w:val="00434D01"/>
    <w:rsid w:val="00435454"/>
    <w:rsid w:val="00435567"/>
    <w:rsid w:val="00435736"/>
    <w:rsid w:val="00435D26"/>
    <w:rsid w:val="00440255"/>
    <w:rsid w:val="004402F6"/>
    <w:rsid w:val="00440AE6"/>
    <w:rsid w:val="00440C99"/>
    <w:rsid w:val="0044175C"/>
    <w:rsid w:val="00441E56"/>
    <w:rsid w:val="00441E71"/>
    <w:rsid w:val="00442C23"/>
    <w:rsid w:val="00445F4D"/>
    <w:rsid w:val="00447C56"/>
    <w:rsid w:val="004504C0"/>
    <w:rsid w:val="004509A6"/>
    <w:rsid w:val="00452462"/>
    <w:rsid w:val="00453416"/>
    <w:rsid w:val="004538E8"/>
    <w:rsid w:val="004549ED"/>
    <w:rsid w:val="00454A84"/>
    <w:rsid w:val="00454D3E"/>
    <w:rsid w:val="004550FB"/>
    <w:rsid w:val="0045528D"/>
    <w:rsid w:val="00455C82"/>
    <w:rsid w:val="00456FFD"/>
    <w:rsid w:val="0045731B"/>
    <w:rsid w:val="0046005F"/>
    <w:rsid w:val="004603E9"/>
    <w:rsid w:val="00460442"/>
    <w:rsid w:val="0046111A"/>
    <w:rsid w:val="004618F5"/>
    <w:rsid w:val="00461DBA"/>
    <w:rsid w:val="00462946"/>
    <w:rsid w:val="00463F43"/>
    <w:rsid w:val="004640AF"/>
    <w:rsid w:val="00464620"/>
    <w:rsid w:val="00464B25"/>
    <w:rsid w:val="00464B94"/>
    <w:rsid w:val="004653A8"/>
    <w:rsid w:val="00465A0B"/>
    <w:rsid w:val="00466B8F"/>
    <w:rsid w:val="004676C0"/>
    <w:rsid w:val="00467E99"/>
    <w:rsid w:val="0047077C"/>
    <w:rsid w:val="00470B05"/>
    <w:rsid w:val="00470B76"/>
    <w:rsid w:val="0047207C"/>
    <w:rsid w:val="004723A4"/>
    <w:rsid w:val="00472CD6"/>
    <w:rsid w:val="0047301E"/>
    <w:rsid w:val="00473227"/>
    <w:rsid w:val="00473B01"/>
    <w:rsid w:val="00473CAC"/>
    <w:rsid w:val="00474E3C"/>
    <w:rsid w:val="00474F35"/>
    <w:rsid w:val="004750F9"/>
    <w:rsid w:val="004757B4"/>
    <w:rsid w:val="00475D87"/>
    <w:rsid w:val="004764A3"/>
    <w:rsid w:val="00476793"/>
    <w:rsid w:val="00480A58"/>
    <w:rsid w:val="00481584"/>
    <w:rsid w:val="00482151"/>
    <w:rsid w:val="00482278"/>
    <w:rsid w:val="004823D0"/>
    <w:rsid w:val="004839A8"/>
    <w:rsid w:val="00484BE5"/>
    <w:rsid w:val="00484C5C"/>
    <w:rsid w:val="00485BA1"/>
    <w:rsid w:val="00485FAD"/>
    <w:rsid w:val="00486C58"/>
    <w:rsid w:val="0048746F"/>
    <w:rsid w:val="00487AED"/>
    <w:rsid w:val="00487BE4"/>
    <w:rsid w:val="004908BC"/>
    <w:rsid w:val="00490CF4"/>
    <w:rsid w:val="00490E9C"/>
    <w:rsid w:val="00490F1D"/>
    <w:rsid w:val="00490FB1"/>
    <w:rsid w:val="004915E9"/>
    <w:rsid w:val="00491EDF"/>
    <w:rsid w:val="00492925"/>
    <w:rsid w:val="00492A3F"/>
    <w:rsid w:val="00493F07"/>
    <w:rsid w:val="004943EF"/>
    <w:rsid w:val="00494834"/>
    <w:rsid w:val="00494975"/>
    <w:rsid w:val="004949FD"/>
    <w:rsid w:val="00494F62"/>
    <w:rsid w:val="00494F95"/>
    <w:rsid w:val="00496165"/>
    <w:rsid w:val="00496731"/>
    <w:rsid w:val="00497277"/>
    <w:rsid w:val="004A03C7"/>
    <w:rsid w:val="004A095D"/>
    <w:rsid w:val="004A2001"/>
    <w:rsid w:val="004A20BC"/>
    <w:rsid w:val="004A3590"/>
    <w:rsid w:val="004A388D"/>
    <w:rsid w:val="004A3B5E"/>
    <w:rsid w:val="004A3B9B"/>
    <w:rsid w:val="004A42E3"/>
    <w:rsid w:val="004A4533"/>
    <w:rsid w:val="004A4B72"/>
    <w:rsid w:val="004A5EBC"/>
    <w:rsid w:val="004A6406"/>
    <w:rsid w:val="004A6F16"/>
    <w:rsid w:val="004A7691"/>
    <w:rsid w:val="004A7926"/>
    <w:rsid w:val="004B00A7"/>
    <w:rsid w:val="004B1661"/>
    <w:rsid w:val="004B25E2"/>
    <w:rsid w:val="004B2A81"/>
    <w:rsid w:val="004B34D7"/>
    <w:rsid w:val="004B392B"/>
    <w:rsid w:val="004B4169"/>
    <w:rsid w:val="004B4F55"/>
    <w:rsid w:val="004B5037"/>
    <w:rsid w:val="004B5054"/>
    <w:rsid w:val="004B55D0"/>
    <w:rsid w:val="004B5B2F"/>
    <w:rsid w:val="004B5E5C"/>
    <w:rsid w:val="004B626A"/>
    <w:rsid w:val="004B660E"/>
    <w:rsid w:val="004B74FB"/>
    <w:rsid w:val="004C05BD"/>
    <w:rsid w:val="004C0FBD"/>
    <w:rsid w:val="004C12F9"/>
    <w:rsid w:val="004C202E"/>
    <w:rsid w:val="004C3B06"/>
    <w:rsid w:val="004C3F97"/>
    <w:rsid w:val="004C448D"/>
    <w:rsid w:val="004C4FBD"/>
    <w:rsid w:val="004C6158"/>
    <w:rsid w:val="004C7B4D"/>
    <w:rsid w:val="004C7EE7"/>
    <w:rsid w:val="004D1E75"/>
    <w:rsid w:val="004D2DEE"/>
    <w:rsid w:val="004D2E1F"/>
    <w:rsid w:val="004D2E6C"/>
    <w:rsid w:val="004D3080"/>
    <w:rsid w:val="004D35A4"/>
    <w:rsid w:val="004D3819"/>
    <w:rsid w:val="004D3EFD"/>
    <w:rsid w:val="004D5743"/>
    <w:rsid w:val="004D7FD9"/>
    <w:rsid w:val="004E01A1"/>
    <w:rsid w:val="004E0B47"/>
    <w:rsid w:val="004E1324"/>
    <w:rsid w:val="004E1802"/>
    <w:rsid w:val="004E19A5"/>
    <w:rsid w:val="004E1DDF"/>
    <w:rsid w:val="004E37E5"/>
    <w:rsid w:val="004E3FDB"/>
    <w:rsid w:val="004E42D2"/>
    <w:rsid w:val="004E4680"/>
    <w:rsid w:val="004E4E27"/>
    <w:rsid w:val="004E52DC"/>
    <w:rsid w:val="004E596D"/>
    <w:rsid w:val="004E6BA9"/>
    <w:rsid w:val="004F013F"/>
    <w:rsid w:val="004F0915"/>
    <w:rsid w:val="004F0DEF"/>
    <w:rsid w:val="004F0E58"/>
    <w:rsid w:val="004F131E"/>
    <w:rsid w:val="004F16C3"/>
    <w:rsid w:val="004F1D69"/>
    <w:rsid w:val="004F1F4A"/>
    <w:rsid w:val="004F296D"/>
    <w:rsid w:val="004F3B06"/>
    <w:rsid w:val="004F4389"/>
    <w:rsid w:val="004F508B"/>
    <w:rsid w:val="004F5FA1"/>
    <w:rsid w:val="004F64AA"/>
    <w:rsid w:val="004F695F"/>
    <w:rsid w:val="004F69C5"/>
    <w:rsid w:val="004F6CA4"/>
    <w:rsid w:val="004F7BCF"/>
    <w:rsid w:val="004F7FC3"/>
    <w:rsid w:val="00500752"/>
    <w:rsid w:val="00501A50"/>
    <w:rsid w:val="0050222D"/>
    <w:rsid w:val="00502BE5"/>
    <w:rsid w:val="005031A6"/>
    <w:rsid w:val="00503AF3"/>
    <w:rsid w:val="005045A8"/>
    <w:rsid w:val="0050483D"/>
    <w:rsid w:val="00504BC2"/>
    <w:rsid w:val="005052D7"/>
    <w:rsid w:val="005055C3"/>
    <w:rsid w:val="005062F3"/>
    <w:rsid w:val="0050696D"/>
    <w:rsid w:val="005071CE"/>
    <w:rsid w:val="0050746D"/>
    <w:rsid w:val="00507B4B"/>
    <w:rsid w:val="00507C28"/>
    <w:rsid w:val="005103EE"/>
    <w:rsid w:val="0051094B"/>
    <w:rsid w:val="00510D57"/>
    <w:rsid w:val="0051101B"/>
    <w:rsid w:val="005110D7"/>
    <w:rsid w:val="00511271"/>
    <w:rsid w:val="00511623"/>
    <w:rsid w:val="00511748"/>
    <w:rsid w:val="00511D99"/>
    <w:rsid w:val="005128D3"/>
    <w:rsid w:val="00513C23"/>
    <w:rsid w:val="005147E8"/>
    <w:rsid w:val="00514DDC"/>
    <w:rsid w:val="005152F6"/>
    <w:rsid w:val="005158F2"/>
    <w:rsid w:val="00516633"/>
    <w:rsid w:val="00520A97"/>
    <w:rsid w:val="00520EB5"/>
    <w:rsid w:val="0052362C"/>
    <w:rsid w:val="0052373B"/>
    <w:rsid w:val="00523A8D"/>
    <w:rsid w:val="00526BAC"/>
    <w:rsid w:val="00526DFC"/>
    <w:rsid w:val="00526F43"/>
    <w:rsid w:val="00526F47"/>
    <w:rsid w:val="00527651"/>
    <w:rsid w:val="00530857"/>
    <w:rsid w:val="0053425C"/>
    <w:rsid w:val="00534667"/>
    <w:rsid w:val="00535C99"/>
    <w:rsid w:val="00535EA0"/>
    <w:rsid w:val="00536152"/>
    <w:rsid w:val="005363AB"/>
    <w:rsid w:val="00540311"/>
    <w:rsid w:val="005406D8"/>
    <w:rsid w:val="00540C20"/>
    <w:rsid w:val="005419C6"/>
    <w:rsid w:val="005430E4"/>
    <w:rsid w:val="0054408D"/>
    <w:rsid w:val="00544414"/>
    <w:rsid w:val="00544EF4"/>
    <w:rsid w:val="00545E53"/>
    <w:rsid w:val="00546B5D"/>
    <w:rsid w:val="005479D9"/>
    <w:rsid w:val="00547B08"/>
    <w:rsid w:val="0055104B"/>
    <w:rsid w:val="00551E9F"/>
    <w:rsid w:val="005527AB"/>
    <w:rsid w:val="005530CB"/>
    <w:rsid w:val="00556AF6"/>
    <w:rsid w:val="00556D87"/>
    <w:rsid w:val="00556FEE"/>
    <w:rsid w:val="005572BD"/>
    <w:rsid w:val="005575D1"/>
    <w:rsid w:val="00557A12"/>
    <w:rsid w:val="00560081"/>
    <w:rsid w:val="00560AC7"/>
    <w:rsid w:val="00560CCF"/>
    <w:rsid w:val="00561AFB"/>
    <w:rsid w:val="00561FA8"/>
    <w:rsid w:val="005635ED"/>
    <w:rsid w:val="00563968"/>
    <w:rsid w:val="00564475"/>
    <w:rsid w:val="00565253"/>
    <w:rsid w:val="005669BA"/>
    <w:rsid w:val="00566B31"/>
    <w:rsid w:val="00567158"/>
    <w:rsid w:val="005674BF"/>
    <w:rsid w:val="00570191"/>
    <w:rsid w:val="00570570"/>
    <w:rsid w:val="00571AFB"/>
    <w:rsid w:val="00571C8C"/>
    <w:rsid w:val="00572512"/>
    <w:rsid w:val="00573261"/>
    <w:rsid w:val="00573EE6"/>
    <w:rsid w:val="00574475"/>
    <w:rsid w:val="00574652"/>
    <w:rsid w:val="00575128"/>
    <w:rsid w:val="0057547F"/>
    <w:rsid w:val="005754EE"/>
    <w:rsid w:val="0057617E"/>
    <w:rsid w:val="00576497"/>
    <w:rsid w:val="005769BA"/>
    <w:rsid w:val="00577042"/>
    <w:rsid w:val="0058038C"/>
    <w:rsid w:val="00580CA3"/>
    <w:rsid w:val="00582135"/>
    <w:rsid w:val="005835E7"/>
    <w:rsid w:val="0058397F"/>
    <w:rsid w:val="00583BF8"/>
    <w:rsid w:val="00585656"/>
    <w:rsid w:val="00585F33"/>
    <w:rsid w:val="0058742B"/>
    <w:rsid w:val="005875BF"/>
    <w:rsid w:val="00587852"/>
    <w:rsid w:val="00590D28"/>
    <w:rsid w:val="00591124"/>
    <w:rsid w:val="0059185E"/>
    <w:rsid w:val="005927D3"/>
    <w:rsid w:val="00593184"/>
    <w:rsid w:val="005941A5"/>
    <w:rsid w:val="005949BE"/>
    <w:rsid w:val="00594AF7"/>
    <w:rsid w:val="00597024"/>
    <w:rsid w:val="005A0274"/>
    <w:rsid w:val="005A06A9"/>
    <w:rsid w:val="005A095C"/>
    <w:rsid w:val="005A1D85"/>
    <w:rsid w:val="005A1F65"/>
    <w:rsid w:val="005A296F"/>
    <w:rsid w:val="005A2AB7"/>
    <w:rsid w:val="005A429A"/>
    <w:rsid w:val="005A4D69"/>
    <w:rsid w:val="005A4F13"/>
    <w:rsid w:val="005A64ED"/>
    <w:rsid w:val="005A669D"/>
    <w:rsid w:val="005A75D8"/>
    <w:rsid w:val="005A775D"/>
    <w:rsid w:val="005B04A3"/>
    <w:rsid w:val="005B0CF9"/>
    <w:rsid w:val="005B1432"/>
    <w:rsid w:val="005B3E3C"/>
    <w:rsid w:val="005B4133"/>
    <w:rsid w:val="005B4E81"/>
    <w:rsid w:val="005B5C88"/>
    <w:rsid w:val="005B713E"/>
    <w:rsid w:val="005C03B6"/>
    <w:rsid w:val="005C1C2C"/>
    <w:rsid w:val="005C25FF"/>
    <w:rsid w:val="005C2DAF"/>
    <w:rsid w:val="005C348E"/>
    <w:rsid w:val="005C3B33"/>
    <w:rsid w:val="005C3EDF"/>
    <w:rsid w:val="005C4B02"/>
    <w:rsid w:val="005C5159"/>
    <w:rsid w:val="005C53B4"/>
    <w:rsid w:val="005C56F1"/>
    <w:rsid w:val="005C5A8F"/>
    <w:rsid w:val="005C68E1"/>
    <w:rsid w:val="005C6BB7"/>
    <w:rsid w:val="005C6BD8"/>
    <w:rsid w:val="005C7607"/>
    <w:rsid w:val="005C7D48"/>
    <w:rsid w:val="005D03EB"/>
    <w:rsid w:val="005D0971"/>
    <w:rsid w:val="005D1503"/>
    <w:rsid w:val="005D1D67"/>
    <w:rsid w:val="005D1E1D"/>
    <w:rsid w:val="005D20C0"/>
    <w:rsid w:val="005D22C8"/>
    <w:rsid w:val="005D2724"/>
    <w:rsid w:val="005D3763"/>
    <w:rsid w:val="005D47CB"/>
    <w:rsid w:val="005D4861"/>
    <w:rsid w:val="005D55E1"/>
    <w:rsid w:val="005D706D"/>
    <w:rsid w:val="005D74E7"/>
    <w:rsid w:val="005D7E08"/>
    <w:rsid w:val="005E19F7"/>
    <w:rsid w:val="005E2B25"/>
    <w:rsid w:val="005E4F04"/>
    <w:rsid w:val="005E62C2"/>
    <w:rsid w:val="005E63C5"/>
    <w:rsid w:val="005E6C3C"/>
    <w:rsid w:val="005E6C71"/>
    <w:rsid w:val="005E6F31"/>
    <w:rsid w:val="005E7F83"/>
    <w:rsid w:val="005F0663"/>
    <w:rsid w:val="005F0963"/>
    <w:rsid w:val="005F1008"/>
    <w:rsid w:val="005F105A"/>
    <w:rsid w:val="005F108C"/>
    <w:rsid w:val="005F181C"/>
    <w:rsid w:val="005F2824"/>
    <w:rsid w:val="005F2DE3"/>
    <w:rsid w:val="005F2EBA"/>
    <w:rsid w:val="005F34B7"/>
    <w:rsid w:val="005F35ED"/>
    <w:rsid w:val="005F396C"/>
    <w:rsid w:val="005F42DF"/>
    <w:rsid w:val="005F44DA"/>
    <w:rsid w:val="005F76B1"/>
    <w:rsid w:val="005F7704"/>
    <w:rsid w:val="005F776D"/>
    <w:rsid w:val="005F7812"/>
    <w:rsid w:val="005F7A88"/>
    <w:rsid w:val="005F7CC0"/>
    <w:rsid w:val="00601283"/>
    <w:rsid w:val="006020FF"/>
    <w:rsid w:val="00603A1A"/>
    <w:rsid w:val="00603A6E"/>
    <w:rsid w:val="006046D5"/>
    <w:rsid w:val="00605497"/>
    <w:rsid w:val="00605616"/>
    <w:rsid w:val="00605ADC"/>
    <w:rsid w:val="006073F6"/>
    <w:rsid w:val="006077E4"/>
    <w:rsid w:val="00607A93"/>
    <w:rsid w:val="00610A81"/>
    <w:rsid w:val="00610C08"/>
    <w:rsid w:val="00611262"/>
    <w:rsid w:val="00611829"/>
    <w:rsid w:val="00611F74"/>
    <w:rsid w:val="006125A1"/>
    <w:rsid w:val="00613696"/>
    <w:rsid w:val="00614A48"/>
    <w:rsid w:val="00615772"/>
    <w:rsid w:val="00617072"/>
    <w:rsid w:val="00617176"/>
    <w:rsid w:val="006200E3"/>
    <w:rsid w:val="00620395"/>
    <w:rsid w:val="00621256"/>
    <w:rsid w:val="006213EA"/>
    <w:rsid w:val="0062143D"/>
    <w:rsid w:val="00621FCC"/>
    <w:rsid w:val="00622706"/>
    <w:rsid w:val="00622C59"/>
    <w:rsid w:val="00622CDA"/>
    <w:rsid w:val="00622E4B"/>
    <w:rsid w:val="006231F5"/>
    <w:rsid w:val="00623615"/>
    <w:rsid w:val="00624F6E"/>
    <w:rsid w:val="00625C03"/>
    <w:rsid w:val="00626C09"/>
    <w:rsid w:val="00626FB6"/>
    <w:rsid w:val="00632A30"/>
    <w:rsid w:val="006333DA"/>
    <w:rsid w:val="00635134"/>
    <w:rsid w:val="00635369"/>
    <w:rsid w:val="006356E2"/>
    <w:rsid w:val="00635921"/>
    <w:rsid w:val="00635A1A"/>
    <w:rsid w:val="00635DC8"/>
    <w:rsid w:val="0063674B"/>
    <w:rsid w:val="00636CDF"/>
    <w:rsid w:val="00640BFA"/>
    <w:rsid w:val="00640D17"/>
    <w:rsid w:val="00641048"/>
    <w:rsid w:val="0064160D"/>
    <w:rsid w:val="00642A65"/>
    <w:rsid w:val="00642D65"/>
    <w:rsid w:val="006431B1"/>
    <w:rsid w:val="00645DCE"/>
    <w:rsid w:val="00646027"/>
    <w:rsid w:val="006465AC"/>
    <w:rsid w:val="006465BF"/>
    <w:rsid w:val="00646EC7"/>
    <w:rsid w:val="00647F95"/>
    <w:rsid w:val="006501FC"/>
    <w:rsid w:val="00650DE6"/>
    <w:rsid w:val="00651310"/>
    <w:rsid w:val="006518B8"/>
    <w:rsid w:val="006524B6"/>
    <w:rsid w:val="00653B22"/>
    <w:rsid w:val="00653F77"/>
    <w:rsid w:val="00654AC7"/>
    <w:rsid w:val="00657BF4"/>
    <w:rsid w:val="006603FB"/>
    <w:rsid w:val="006608DF"/>
    <w:rsid w:val="006623AC"/>
    <w:rsid w:val="00662580"/>
    <w:rsid w:val="00663257"/>
    <w:rsid w:val="0066365A"/>
    <w:rsid w:val="006652C9"/>
    <w:rsid w:val="0066592C"/>
    <w:rsid w:val="006674E9"/>
    <w:rsid w:val="006678AF"/>
    <w:rsid w:val="006701EF"/>
    <w:rsid w:val="006720E6"/>
    <w:rsid w:val="00673183"/>
    <w:rsid w:val="00673BA5"/>
    <w:rsid w:val="00674E46"/>
    <w:rsid w:val="0067629B"/>
    <w:rsid w:val="00676D22"/>
    <w:rsid w:val="00677195"/>
    <w:rsid w:val="00677375"/>
    <w:rsid w:val="00677F06"/>
    <w:rsid w:val="00680058"/>
    <w:rsid w:val="006800C4"/>
    <w:rsid w:val="0068105F"/>
    <w:rsid w:val="0068185F"/>
    <w:rsid w:val="00681F9F"/>
    <w:rsid w:val="00682505"/>
    <w:rsid w:val="006832FE"/>
    <w:rsid w:val="006840EA"/>
    <w:rsid w:val="006844E2"/>
    <w:rsid w:val="00685267"/>
    <w:rsid w:val="0068585F"/>
    <w:rsid w:val="0068598B"/>
    <w:rsid w:val="006859CC"/>
    <w:rsid w:val="00686029"/>
    <w:rsid w:val="00686849"/>
    <w:rsid w:val="00686903"/>
    <w:rsid w:val="006871DA"/>
    <w:rsid w:val="006872AE"/>
    <w:rsid w:val="00690082"/>
    <w:rsid w:val="00690252"/>
    <w:rsid w:val="006915E5"/>
    <w:rsid w:val="00692087"/>
    <w:rsid w:val="00692AB9"/>
    <w:rsid w:val="00693750"/>
    <w:rsid w:val="00694315"/>
    <w:rsid w:val="006946BB"/>
    <w:rsid w:val="00695704"/>
    <w:rsid w:val="00696069"/>
    <w:rsid w:val="006969FA"/>
    <w:rsid w:val="006970E0"/>
    <w:rsid w:val="006A0883"/>
    <w:rsid w:val="006A095E"/>
    <w:rsid w:val="006A1241"/>
    <w:rsid w:val="006A19B0"/>
    <w:rsid w:val="006A265F"/>
    <w:rsid w:val="006A31A0"/>
    <w:rsid w:val="006A35D5"/>
    <w:rsid w:val="006A3BFF"/>
    <w:rsid w:val="006A4145"/>
    <w:rsid w:val="006A42A0"/>
    <w:rsid w:val="006A4C3E"/>
    <w:rsid w:val="006A6A53"/>
    <w:rsid w:val="006A6E91"/>
    <w:rsid w:val="006A748A"/>
    <w:rsid w:val="006A773B"/>
    <w:rsid w:val="006B0E58"/>
    <w:rsid w:val="006B0F6E"/>
    <w:rsid w:val="006B20F0"/>
    <w:rsid w:val="006B2ADE"/>
    <w:rsid w:val="006B66B1"/>
    <w:rsid w:val="006B6A79"/>
    <w:rsid w:val="006B7A2B"/>
    <w:rsid w:val="006B7EFF"/>
    <w:rsid w:val="006C00D6"/>
    <w:rsid w:val="006C13EA"/>
    <w:rsid w:val="006C1991"/>
    <w:rsid w:val="006C2286"/>
    <w:rsid w:val="006C419E"/>
    <w:rsid w:val="006C4443"/>
    <w:rsid w:val="006C4A31"/>
    <w:rsid w:val="006C4FD3"/>
    <w:rsid w:val="006C516D"/>
    <w:rsid w:val="006C55E6"/>
    <w:rsid w:val="006C5AC2"/>
    <w:rsid w:val="006C6025"/>
    <w:rsid w:val="006C6AFB"/>
    <w:rsid w:val="006C7E20"/>
    <w:rsid w:val="006D0521"/>
    <w:rsid w:val="006D07A5"/>
    <w:rsid w:val="006D0F28"/>
    <w:rsid w:val="006D2735"/>
    <w:rsid w:val="006D2ACC"/>
    <w:rsid w:val="006D3E24"/>
    <w:rsid w:val="006D45B2"/>
    <w:rsid w:val="006D648D"/>
    <w:rsid w:val="006D7EEC"/>
    <w:rsid w:val="006E0BD8"/>
    <w:rsid w:val="006E0FCC"/>
    <w:rsid w:val="006E1AE3"/>
    <w:rsid w:val="006E1E96"/>
    <w:rsid w:val="006E2BA0"/>
    <w:rsid w:val="006E3EC8"/>
    <w:rsid w:val="006E4354"/>
    <w:rsid w:val="006E4B31"/>
    <w:rsid w:val="006E4C29"/>
    <w:rsid w:val="006E5E21"/>
    <w:rsid w:val="006E6251"/>
    <w:rsid w:val="006E6404"/>
    <w:rsid w:val="006E64F4"/>
    <w:rsid w:val="006F0928"/>
    <w:rsid w:val="006F0F64"/>
    <w:rsid w:val="006F1016"/>
    <w:rsid w:val="006F214F"/>
    <w:rsid w:val="006F2648"/>
    <w:rsid w:val="006F2B98"/>
    <w:rsid w:val="006F2F10"/>
    <w:rsid w:val="006F411B"/>
    <w:rsid w:val="006F482B"/>
    <w:rsid w:val="006F4932"/>
    <w:rsid w:val="006F5F7E"/>
    <w:rsid w:val="006F6311"/>
    <w:rsid w:val="006F69F0"/>
    <w:rsid w:val="00701952"/>
    <w:rsid w:val="00701EA1"/>
    <w:rsid w:val="00702556"/>
    <w:rsid w:val="0070277E"/>
    <w:rsid w:val="007034BA"/>
    <w:rsid w:val="00703EE1"/>
    <w:rsid w:val="00704156"/>
    <w:rsid w:val="00704982"/>
    <w:rsid w:val="00704D6F"/>
    <w:rsid w:val="007069FC"/>
    <w:rsid w:val="0070754C"/>
    <w:rsid w:val="007109E4"/>
    <w:rsid w:val="00710CDC"/>
    <w:rsid w:val="007110C2"/>
    <w:rsid w:val="00711221"/>
    <w:rsid w:val="00712675"/>
    <w:rsid w:val="00712FF1"/>
    <w:rsid w:val="00713298"/>
    <w:rsid w:val="00713808"/>
    <w:rsid w:val="00713AC1"/>
    <w:rsid w:val="00713B16"/>
    <w:rsid w:val="00713CB2"/>
    <w:rsid w:val="00714B73"/>
    <w:rsid w:val="007151B6"/>
    <w:rsid w:val="0071520D"/>
    <w:rsid w:val="00715720"/>
    <w:rsid w:val="00715A17"/>
    <w:rsid w:val="00715EDB"/>
    <w:rsid w:val="007160D5"/>
    <w:rsid w:val="007163FB"/>
    <w:rsid w:val="007167F8"/>
    <w:rsid w:val="00717C2E"/>
    <w:rsid w:val="00720188"/>
    <w:rsid w:val="007204FA"/>
    <w:rsid w:val="00720923"/>
    <w:rsid w:val="007213B3"/>
    <w:rsid w:val="007219D3"/>
    <w:rsid w:val="007222FF"/>
    <w:rsid w:val="00722F87"/>
    <w:rsid w:val="0072457F"/>
    <w:rsid w:val="0072459A"/>
    <w:rsid w:val="00725406"/>
    <w:rsid w:val="00725462"/>
    <w:rsid w:val="00725838"/>
    <w:rsid w:val="00725D78"/>
    <w:rsid w:val="0072621B"/>
    <w:rsid w:val="00727520"/>
    <w:rsid w:val="00730555"/>
    <w:rsid w:val="00730F1A"/>
    <w:rsid w:val="007311ED"/>
    <w:rsid w:val="007312CC"/>
    <w:rsid w:val="007318D1"/>
    <w:rsid w:val="00732271"/>
    <w:rsid w:val="00732796"/>
    <w:rsid w:val="00733A3C"/>
    <w:rsid w:val="00734FE5"/>
    <w:rsid w:val="007353A0"/>
    <w:rsid w:val="0073687F"/>
    <w:rsid w:val="00736A64"/>
    <w:rsid w:val="00737C16"/>
    <w:rsid w:val="00737F6A"/>
    <w:rsid w:val="0074005C"/>
    <w:rsid w:val="007402C1"/>
    <w:rsid w:val="007410B6"/>
    <w:rsid w:val="00741EB2"/>
    <w:rsid w:val="00744C6F"/>
    <w:rsid w:val="00744C80"/>
    <w:rsid w:val="00745262"/>
    <w:rsid w:val="007457F6"/>
    <w:rsid w:val="00745ABB"/>
    <w:rsid w:val="00746E38"/>
    <w:rsid w:val="00747AC2"/>
    <w:rsid w:val="00747CD5"/>
    <w:rsid w:val="00751212"/>
    <w:rsid w:val="00752BDF"/>
    <w:rsid w:val="00753387"/>
    <w:rsid w:val="00753B51"/>
    <w:rsid w:val="00755553"/>
    <w:rsid w:val="00756629"/>
    <w:rsid w:val="007566A7"/>
    <w:rsid w:val="00756DBB"/>
    <w:rsid w:val="007575D2"/>
    <w:rsid w:val="00757B4F"/>
    <w:rsid w:val="00757B6A"/>
    <w:rsid w:val="00760C6F"/>
    <w:rsid w:val="007610E0"/>
    <w:rsid w:val="007621AA"/>
    <w:rsid w:val="0076260A"/>
    <w:rsid w:val="00762A6B"/>
    <w:rsid w:val="00762D1E"/>
    <w:rsid w:val="00764209"/>
    <w:rsid w:val="00764A67"/>
    <w:rsid w:val="00765683"/>
    <w:rsid w:val="00766041"/>
    <w:rsid w:val="007668C4"/>
    <w:rsid w:val="00770C70"/>
    <w:rsid w:val="00770E4E"/>
    <w:rsid w:val="00770E8A"/>
    <w:rsid w:val="00770F6B"/>
    <w:rsid w:val="0077155A"/>
    <w:rsid w:val="00771883"/>
    <w:rsid w:val="00772B5D"/>
    <w:rsid w:val="0077342B"/>
    <w:rsid w:val="00773AB8"/>
    <w:rsid w:val="00775F89"/>
    <w:rsid w:val="00776DC2"/>
    <w:rsid w:val="00780122"/>
    <w:rsid w:val="00781426"/>
    <w:rsid w:val="0078151C"/>
    <w:rsid w:val="00781EBE"/>
    <w:rsid w:val="0078214B"/>
    <w:rsid w:val="0078228A"/>
    <w:rsid w:val="00782633"/>
    <w:rsid w:val="00783002"/>
    <w:rsid w:val="007839FE"/>
    <w:rsid w:val="00783E50"/>
    <w:rsid w:val="007843C6"/>
    <w:rsid w:val="0078498A"/>
    <w:rsid w:val="007856FD"/>
    <w:rsid w:val="00785B93"/>
    <w:rsid w:val="00786E00"/>
    <w:rsid w:val="007878FE"/>
    <w:rsid w:val="00787ADA"/>
    <w:rsid w:val="00790475"/>
    <w:rsid w:val="0079111D"/>
    <w:rsid w:val="00791597"/>
    <w:rsid w:val="00792207"/>
    <w:rsid w:val="00792B64"/>
    <w:rsid w:val="00792E29"/>
    <w:rsid w:val="00793404"/>
    <w:rsid w:val="0079379A"/>
    <w:rsid w:val="00794953"/>
    <w:rsid w:val="0079547B"/>
    <w:rsid w:val="0079569E"/>
    <w:rsid w:val="00795D51"/>
    <w:rsid w:val="00796727"/>
    <w:rsid w:val="007969C7"/>
    <w:rsid w:val="00797B23"/>
    <w:rsid w:val="007A003D"/>
    <w:rsid w:val="007A0CBC"/>
    <w:rsid w:val="007A0CE3"/>
    <w:rsid w:val="007A1D01"/>
    <w:rsid w:val="007A1F2F"/>
    <w:rsid w:val="007A26B0"/>
    <w:rsid w:val="007A2A5C"/>
    <w:rsid w:val="007A3477"/>
    <w:rsid w:val="007A476C"/>
    <w:rsid w:val="007A5150"/>
    <w:rsid w:val="007A5373"/>
    <w:rsid w:val="007A58DD"/>
    <w:rsid w:val="007A5D2C"/>
    <w:rsid w:val="007A789F"/>
    <w:rsid w:val="007B02C1"/>
    <w:rsid w:val="007B0F9D"/>
    <w:rsid w:val="007B20B9"/>
    <w:rsid w:val="007B2CC9"/>
    <w:rsid w:val="007B2F00"/>
    <w:rsid w:val="007B34A9"/>
    <w:rsid w:val="007B50AC"/>
    <w:rsid w:val="007B75BC"/>
    <w:rsid w:val="007C0BD6"/>
    <w:rsid w:val="007C272B"/>
    <w:rsid w:val="007C2F74"/>
    <w:rsid w:val="007C2FAB"/>
    <w:rsid w:val="007C3806"/>
    <w:rsid w:val="007C3FFE"/>
    <w:rsid w:val="007C5BB7"/>
    <w:rsid w:val="007D01B9"/>
    <w:rsid w:val="007D07D5"/>
    <w:rsid w:val="007D13B4"/>
    <w:rsid w:val="007D1C64"/>
    <w:rsid w:val="007D32DD"/>
    <w:rsid w:val="007D3C7F"/>
    <w:rsid w:val="007D4CC6"/>
    <w:rsid w:val="007D62F1"/>
    <w:rsid w:val="007D6738"/>
    <w:rsid w:val="007D6C00"/>
    <w:rsid w:val="007D6DCE"/>
    <w:rsid w:val="007D72C4"/>
    <w:rsid w:val="007D74CB"/>
    <w:rsid w:val="007D7CAB"/>
    <w:rsid w:val="007D7D74"/>
    <w:rsid w:val="007E084B"/>
    <w:rsid w:val="007E0B73"/>
    <w:rsid w:val="007E2CFE"/>
    <w:rsid w:val="007E32B0"/>
    <w:rsid w:val="007E3862"/>
    <w:rsid w:val="007E41FF"/>
    <w:rsid w:val="007E447B"/>
    <w:rsid w:val="007E44AC"/>
    <w:rsid w:val="007E45D3"/>
    <w:rsid w:val="007E4854"/>
    <w:rsid w:val="007E542E"/>
    <w:rsid w:val="007E59C9"/>
    <w:rsid w:val="007E5DD0"/>
    <w:rsid w:val="007E75A2"/>
    <w:rsid w:val="007F0072"/>
    <w:rsid w:val="007F0C63"/>
    <w:rsid w:val="007F132B"/>
    <w:rsid w:val="007F2537"/>
    <w:rsid w:val="007F2655"/>
    <w:rsid w:val="007F29D8"/>
    <w:rsid w:val="007F2C09"/>
    <w:rsid w:val="007F2EB6"/>
    <w:rsid w:val="007F40C9"/>
    <w:rsid w:val="007F5314"/>
    <w:rsid w:val="007F54C3"/>
    <w:rsid w:val="007F6148"/>
    <w:rsid w:val="007F6281"/>
    <w:rsid w:val="007F69AA"/>
    <w:rsid w:val="007F733B"/>
    <w:rsid w:val="0080028F"/>
    <w:rsid w:val="00800D61"/>
    <w:rsid w:val="008021C8"/>
    <w:rsid w:val="00802949"/>
    <w:rsid w:val="0080301E"/>
    <w:rsid w:val="00803082"/>
    <w:rsid w:val="0080365F"/>
    <w:rsid w:val="00803EE7"/>
    <w:rsid w:val="0080457C"/>
    <w:rsid w:val="00804BD1"/>
    <w:rsid w:val="00805609"/>
    <w:rsid w:val="008056C9"/>
    <w:rsid w:val="008058AC"/>
    <w:rsid w:val="00806F51"/>
    <w:rsid w:val="00807902"/>
    <w:rsid w:val="00807F15"/>
    <w:rsid w:val="0081114F"/>
    <w:rsid w:val="008114C5"/>
    <w:rsid w:val="008121B4"/>
    <w:rsid w:val="00812BE5"/>
    <w:rsid w:val="0081390B"/>
    <w:rsid w:val="00813CF8"/>
    <w:rsid w:val="00817429"/>
    <w:rsid w:val="008175BA"/>
    <w:rsid w:val="00817FDD"/>
    <w:rsid w:val="0082010C"/>
    <w:rsid w:val="008212E9"/>
    <w:rsid w:val="008213CE"/>
    <w:rsid w:val="00821514"/>
    <w:rsid w:val="00821E35"/>
    <w:rsid w:val="0082296A"/>
    <w:rsid w:val="00822C08"/>
    <w:rsid w:val="00823086"/>
    <w:rsid w:val="00823452"/>
    <w:rsid w:val="00823DF8"/>
    <w:rsid w:val="00824591"/>
    <w:rsid w:val="00824AED"/>
    <w:rsid w:val="00825D0F"/>
    <w:rsid w:val="008274C1"/>
    <w:rsid w:val="00827820"/>
    <w:rsid w:val="008301E2"/>
    <w:rsid w:val="0083124D"/>
    <w:rsid w:val="00831630"/>
    <w:rsid w:val="00831B8B"/>
    <w:rsid w:val="008327F1"/>
    <w:rsid w:val="00833465"/>
    <w:rsid w:val="00833DE9"/>
    <w:rsid w:val="0083405D"/>
    <w:rsid w:val="008347DD"/>
    <w:rsid w:val="008352D4"/>
    <w:rsid w:val="00836DB9"/>
    <w:rsid w:val="0083725C"/>
    <w:rsid w:val="00837408"/>
    <w:rsid w:val="00837A9E"/>
    <w:rsid w:val="00837C07"/>
    <w:rsid w:val="00837C67"/>
    <w:rsid w:val="008415B0"/>
    <w:rsid w:val="00842028"/>
    <w:rsid w:val="00842D8B"/>
    <w:rsid w:val="008436B8"/>
    <w:rsid w:val="0084474C"/>
    <w:rsid w:val="008460B6"/>
    <w:rsid w:val="008463A5"/>
    <w:rsid w:val="00846F7A"/>
    <w:rsid w:val="008479A2"/>
    <w:rsid w:val="008479D7"/>
    <w:rsid w:val="008508A0"/>
    <w:rsid w:val="00850C9D"/>
    <w:rsid w:val="00851A0F"/>
    <w:rsid w:val="00852B59"/>
    <w:rsid w:val="00853C48"/>
    <w:rsid w:val="00856272"/>
    <w:rsid w:val="008563FF"/>
    <w:rsid w:val="008571A7"/>
    <w:rsid w:val="00857DC3"/>
    <w:rsid w:val="00857E0E"/>
    <w:rsid w:val="0086018B"/>
    <w:rsid w:val="008611DD"/>
    <w:rsid w:val="00861387"/>
    <w:rsid w:val="00861B78"/>
    <w:rsid w:val="008620DE"/>
    <w:rsid w:val="00862BFA"/>
    <w:rsid w:val="00863C15"/>
    <w:rsid w:val="00864525"/>
    <w:rsid w:val="00864B25"/>
    <w:rsid w:val="00866867"/>
    <w:rsid w:val="008675B9"/>
    <w:rsid w:val="0087080C"/>
    <w:rsid w:val="00871974"/>
    <w:rsid w:val="00871B5C"/>
    <w:rsid w:val="00872257"/>
    <w:rsid w:val="00872387"/>
    <w:rsid w:val="00872C6B"/>
    <w:rsid w:val="008753B7"/>
    <w:rsid w:val="008753E6"/>
    <w:rsid w:val="008759BA"/>
    <w:rsid w:val="00875D99"/>
    <w:rsid w:val="00876567"/>
    <w:rsid w:val="0087738C"/>
    <w:rsid w:val="0087784C"/>
    <w:rsid w:val="008802AF"/>
    <w:rsid w:val="0088075E"/>
    <w:rsid w:val="00880E8D"/>
    <w:rsid w:val="008816F8"/>
    <w:rsid w:val="00881926"/>
    <w:rsid w:val="008819C6"/>
    <w:rsid w:val="00881C0A"/>
    <w:rsid w:val="00881DC6"/>
    <w:rsid w:val="00882297"/>
    <w:rsid w:val="00882AD4"/>
    <w:rsid w:val="0088318F"/>
    <w:rsid w:val="0088331D"/>
    <w:rsid w:val="00883611"/>
    <w:rsid w:val="008848E8"/>
    <w:rsid w:val="008852B0"/>
    <w:rsid w:val="00885AE7"/>
    <w:rsid w:val="00885FD1"/>
    <w:rsid w:val="00886B60"/>
    <w:rsid w:val="008871F6"/>
    <w:rsid w:val="00887597"/>
    <w:rsid w:val="00887889"/>
    <w:rsid w:val="008912FC"/>
    <w:rsid w:val="008920FF"/>
    <w:rsid w:val="008926E8"/>
    <w:rsid w:val="008937D1"/>
    <w:rsid w:val="00894811"/>
    <w:rsid w:val="00894F19"/>
    <w:rsid w:val="00895DE7"/>
    <w:rsid w:val="00896A10"/>
    <w:rsid w:val="008971B5"/>
    <w:rsid w:val="00897EC8"/>
    <w:rsid w:val="008A0034"/>
    <w:rsid w:val="008A1995"/>
    <w:rsid w:val="008A448A"/>
    <w:rsid w:val="008A5D26"/>
    <w:rsid w:val="008A6B13"/>
    <w:rsid w:val="008A6ECB"/>
    <w:rsid w:val="008A7F09"/>
    <w:rsid w:val="008B09C7"/>
    <w:rsid w:val="008B0BF9"/>
    <w:rsid w:val="008B0C88"/>
    <w:rsid w:val="008B13C5"/>
    <w:rsid w:val="008B16B6"/>
    <w:rsid w:val="008B2594"/>
    <w:rsid w:val="008B275E"/>
    <w:rsid w:val="008B2866"/>
    <w:rsid w:val="008B3859"/>
    <w:rsid w:val="008B436D"/>
    <w:rsid w:val="008B4E49"/>
    <w:rsid w:val="008B62F4"/>
    <w:rsid w:val="008B7712"/>
    <w:rsid w:val="008B7B26"/>
    <w:rsid w:val="008C01E3"/>
    <w:rsid w:val="008C044C"/>
    <w:rsid w:val="008C1CA7"/>
    <w:rsid w:val="008C3524"/>
    <w:rsid w:val="008C35C8"/>
    <w:rsid w:val="008C3662"/>
    <w:rsid w:val="008C3C42"/>
    <w:rsid w:val="008C4061"/>
    <w:rsid w:val="008C4229"/>
    <w:rsid w:val="008C5BE0"/>
    <w:rsid w:val="008C5D20"/>
    <w:rsid w:val="008C611E"/>
    <w:rsid w:val="008C6747"/>
    <w:rsid w:val="008C7233"/>
    <w:rsid w:val="008D0CA0"/>
    <w:rsid w:val="008D1FE4"/>
    <w:rsid w:val="008D2434"/>
    <w:rsid w:val="008D2ED2"/>
    <w:rsid w:val="008D3392"/>
    <w:rsid w:val="008D4B49"/>
    <w:rsid w:val="008D7B26"/>
    <w:rsid w:val="008D7EB4"/>
    <w:rsid w:val="008E06D1"/>
    <w:rsid w:val="008E074D"/>
    <w:rsid w:val="008E13A2"/>
    <w:rsid w:val="008E1680"/>
    <w:rsid w:val="008E171D"/>
    <w:rsid w:val="008E204A"/>
    <w:rsid w:val="008E2785"/>
    <w:rsid w:val="008E4862"/>
    <w:rsid w:val="008E4A47"/>
    <w:rsid w:val="008E5E80"/>
    <w:rsid w:val="008E78A3"/>
    <w:rsid w:val="008F0654"/>
    <w:rsid w:val="008F06CB"/>
    <w:rsid w:val="008F08FB"/>
    <w:rsid w:val="008F1463"/>
    <w:rsid w:val="008F2E83"/>
    <w:rsid w:val="008F4849"/>
    <w:rsid w:val="008F48A8"/>
    <w:rsid w:val="008F5454"/>
    <w:rsid w:val="008F553F"/>
    <w:rsid w:val="008F612A"/>
    <w:rsid w:val="008F6439"/>
    <w:rsid w:val="008F65ED"/>
    <w:rsid w:val="008F6846"/>
    <w:rsid w:val="008F6994"/>
    <w:rsid w:val="008F7517"/>
    <w:rsid w:val="00901225"/>
    <w:rsid w:val="0090293D"/>
    <w:rsid w:val="00902F4C"/>
    <w:rsid w:val="009034DE"/>
    <w:rsid w:val="0090369C"/>
    <w:rsid w:val="00903AA5"/>
    <w:rsid w:val="00904883"/>
    <w:rsid w:val="00904AF2"/>
    <w:rsid w:val="00904B59"/>
    <w:rsid w:val="00905396"/>
    <w:rsid w:val="0090605D"/>
    <w:rsid w:val="00906122"/>
    <w:rsid w:val="00906419"/>
    <w:rsid w:val="00907A4E"/>
    <w:rsid w:val="009120D9"/>
    <w:rsid w:val="00912750"/>
    <w:rsid w:val="00912889"/>
    <w:rsid w:val="009133D7"/>
    <w:rsid w:val="00913A42"/>
    <w:rsid w:val="009140B4"/>
    <w:rsid w:val="00914167"/>
    <w:rsid w:val="00914328"/>
    <w:rsid w:val="009143DB"/>
    <w:rsid w:val="00915065"/>
    <w:rsid w:val="009150B4"/>
    <w:rsid w:val="009151D6"/>
    <w:rsid w:val="009162C1"/>
    <w:rsid w:val="00916430"/>
    <w:rsid w:val="00917CE5"/>
    <w:rsid w:val="009217C0"/>
    <w:rsid w:val="00921905"/>
    <w:rsid w:val="00922116"/>
    <w:rsid w:val="00922A77"/>
    <w:rsid w:val="00923513"/>
    <w:rsid w:val="009238F2"/>
    <w:rsid w:val="00923D2B"/>
    <w:rsid w:val="00924499"/>
    <w:rsid w:val="00924832"/>
    <w:rsid w:val="009248CC"/>
    <w:rsid w:val="00925241"/>
    <w:rsid w:val="00925CEC"/>
    <w:rsid w:val="00925F7E"/>
    <w:rsid w:val="00926A3F"/>
    <w:rsid w:val="0092794E"/>
    <w:rsid w:val="00927F5A"/>
    <w:rsid w:val="00930D30"/>
    <w:rsid w:val="00933056"/>
    <w:rsid w:val="009332A2"/>
    <w:rsid w:val="009336BE"/>
    <w:rsid w:val="00933FDE"/>
    <w:rsid w:val="00934374"/>
    <w:rsid w:val="0093486D"/>
    <w:rsid w:val="00935585"/>
    <w:rsid w:val="00935A88"/>
    <w:rsid w:val="00935C85"/>
    <w:rsid w:val="00937598"/>
    <w:rsid w:val="0093790B"/>
    <w:rsid w:val="0094030A"/>
    <w:rsid w:val="00940A33"/>
    <w:rsid w:val="00940BEE"/>
    <w:rsid w:val="009417EA"/>
    <w:rsid w:val="009423CF"/>
    <w:rsid w:val="00942E8A"/>
    <w:rsid w:val="00943751"/>
    <w:rsid w:val="009439B1"/>
    <w:rsid w:val="00943F27"/>
    <w:rsid w:val="009445CE"/>
    <w:rsid w:val="00945164"/>
    <w:rsid w:val="0094552A"/>
    <w:rsid w:val="00945F1A"/>
    <w:rsid w:val="009469D1"/>
    <w:rsid w:val="00946DD0"/>
    <w:rsid w:val="00946F39"/>
    <w:rsid w:val="009509E6"/>
    <w:rsid w:val="00951655"/>
    <w:rsid w:val="00951D9B"/>
    <w:rsid w:val="00952018"/>
    <w:rsid w:val="00952800"/>
    <w:rsid w:val="00952B85"/>
    <w:rsid w:val="00952DB8"/>
    <w:rsid w:val="00952E1F"/>
    <w:rsid w:val="0095300D"/>
    <w:rsid w:val="00953492"/>
    <w:rsid w:val="00953B89"/>
    <w:rsid w:val="00954CE6"/>
    <w:rsid w:val="00955980"/>
    <w:rsid w:val="00955E1D"/>
    <w:rsid w:val="00956812"/>
    <w:rsid w:val="00956EB1"/>
    <w:rsid w:val="0095719A"/>
    <w:rsid w:val="0095721E"/>
    <w:rsid w:val="00957B00"/>
    <w:rsid w:val="009601B7"/>
    <w:rsid w:val="009620D6"/>
    <w:rsid w:val="009623E9"/>
    <w:rsid w:val="00963EEB"/>
    <w:rsid w:val="00964215"/>
    <w:rsid w:val="00964216"/>
    <w:rsid w:val="00964776"/>
    <w:rsid w:val="009648BC"/>
    <w:rsid w:val="00964C2F"/>
    <w:rsid w:val="00964ED1"/>
    <w:rsid w:val="00965F88"/>
    <w:rsid w:val="0096763F"/>
    <w:rsid w:val="009676AE"/>
    <w:rsid w:val="00967C91"/>
    <w:rsid w:val="00967E09"/>
    <w:rsid w:val="0097005B"/>
    <w:rsid w:val="00970CB6"/>
    <w:rsid w:val="00970D57"/>
    <w:rsid w:val="00971316"/>
    <w:rsid w:val="00973A1D"/>
    <w:rsid w:val="009755A4"/>
    <w:rsid w:val="009758EA"/>
    <w:rsid w:val="00975BB6"/>
    <w:rsid w:val="00980BD3"/>
    <w:rsid w:val="00981012"/>
    <w:rsid w:val="009816CC"/>
    <w:rsid w:val="00984313"/>
    <w:rsid w:val="00984E03"/>
    <w:rsid w:val="00985029"/>
    <w:rsid w:val="00986160"/>
    <w:rsid w:val="00987C3F"/>
    <w:rsid w:val="00987E85"/>
    <w:rsid w:val="00987E95"/>
    <w:rsid w:val="00990691"/>
    <w:rsid w:val="00992187"/>
    <w:rsid w:val="00992189"/>
    <w:rsid w:val="00992648"/>
    <w:rsid w:val="00992B82"/>
    <w:rsid w:val="00993E3D"/>
    <w:rsid w:val="00995113"/>
    <w:rsid w:val="00995375"/>
    <w:rsid w:val="00995544"/>
    <w:rsid w:val="009968C6"/>
    <w:rsid w:val="009A0D12"/>
    <w:rsid w:val="009A13AF"/>
    <w:rsid w:val="009A1741"/>
    <w:rsid w:val="009A1987"/>
    <w:rsid w:val="009A2624"/>
    <w:rsid w:val="009A2BEE"/>
    <w:rsid w:val="009A3813"/>
    <w:rsid w:val="009A46E0"/>
    <w:rsid w:val="009A4FB3"/>
    <w:rsid w:val="009A5289"/>
    <w:rsid w:val="009A5674"/>
    <w:rsid w:val="009A7A53"/>
    <w:rsid w:val="009A7FD2"/>
    <w:rsid w:val="009B0402"/>
    <w:rsid w:val="009B05BB"/>
    <w:rsid w:val="009B0A08"/>
    <w:rsid w:val="009B0B75"/>
    <w:rsid w:val="009B16DF"/>
    <w:rsid w:val="009B2D21"/>
    <w:rsid w:val="009B41FF"/>
    <w:rsid w:val="009B4CB2"/>
    <w:rsid w:val="009B6701"/>
    <w:rsid w:val="009B6EF7"/>
    <w:rsid w:val="009B7000"/>
    <w:rsid w:val="009B739C"/>
    <w:rsid w:val="009C04EC"/>
    <w:rsid w:val="009C0F05"/>
    <w:rsid w:val="009C1983"/>
    <w:rsid w:val="009C328C"/>
    <w:rsid w:val="009C4444"/>
    <w:rsid w:val="009C4886"/>
    <w:rsid w:val="009C64C0"/>
    <w:rsid w:val="009C7344"/>
    <w:rsid w:val="009C79AD"/>
    <w:rsid w:val="009C7CA6"/>
    <w:rsid w:val="009C7F53"/>
    <w:rsid w:val="009D0593"/>
    <w:rsid w:val="009D08C4"/>
    <w:rsid w:val="009D1D7B"/>
    <w:rsid w:val="009D2903"/>
    <w:rsid w:val="009D3316"/>
    <w:rsid w:val="009D3FC9"/>
    <w:rsid w:val="009D48FA"/>
    <w:rsid w:val="009D55AA"/>
    <w:rsid w:val="009D564B"/>
    <w:rsid w:val="009D567F"/>
    <w:rsid w:val="009D5FBB"/>
    <w:rsid w:val="009D74E5"/>
    <w:rsid w:val="009D76CB"/>
    <w:rsid w:val="009E0A30"/>
    <w:rsid w:val="009E0D68"/>
    <w:rsid w:val="009E1B2B"/>
    <w:rsid w:val="009E2E0C"/>
    <w:rsid w:val="009E39E2"/>
    <w:rsid w:val="009E3E77"/>
    <w:rsid w:val="009E3FAB"/>
    <w:rsid w:val="009E5887"/>
    <w:rsid w:val="009E5B3F"/>
    <w:rsid w:val="009E61A0"/>
    <w:rsid w:val="009E7D90"/>
    <w:rsid w:val="009F14A7"/>
    <w:rsid w:val="009F1908"/>
    <w:rsid w:val="009F1AB0"/>
    <w:rsid w:val="009F29BB"/>
    <w:rsid w:val="009F32DC"/>
    <w:rsid w:val="009F3535"/>
    <w:rsid w:val="009F501D"/>
    <w:rsid w:val="009F5A6A"/>
    <w:rsid w:val="009F61DE"/>
    <w:rsid w:val="009F6392"/>
    <w:rsid w:val="009F6D32"/>
    <w:rsid w:val="009F6ECA"/>
    <w:rsid w:val="009F771F"/>
    <w:rsid w:val="00A00432"/>
    <w:rsid w:val="00A039D5"/>
    <w:rsid w:val="00A040A8"/>
    <w:rsid w:val="00A04458"/>
    <w:rsid w:val="00A046AD"/>
    <w:rsid w:val="00A04845"/>
    <w:rsid w:val="00A053A4"/>
    <w:rsid w:val="00A079C1"/>
    <w:rsid w:val="00A104B2"/>
    <w:rsid w:val="00A10BF1"/>
    <w:rsid w:val="00A12520"/>
    <w:rsid w:val="00A12E71"/>
    <w:rsid w:val="00A130FD"/>
    <w:rsid w:val="00A13447"/>
    <w:rsid w:val="00A13D6D"/>
    <w:rsid w:val="00A145D5"/>
    <w:rsid w:val="00A14769"/>
    <w:rsid w:val="00A14B23"/>
    <w:rsid w:val="00A150AF"/>
    <w:rsid w:val="00A16151"/>
    <w:rsid w:val="00A164AD"/>
    <w:rsid w:val="00A16EC6"/>
    <w:rsid w:val="00A178B2"/>
    <w:rsid w:val="00A17C06"/>
    <w:rsid w:val="00A202B1"/>
    <w:rsid w:val="00A2123F"/>
    <w:rsid w:val="00A2126E"/>
    <w:rsid w:val="00A21706"/>
    <w:rsid w:val="00A2190D"/>
    <w:rsid w:val="00A22F90"/>
    <w:rsid w:val="00A237B7"/>
    <w:rsid w:val="00A24FCC"/>
    <w:rsid w:val="00A25223"/>
    <w:rsid w:val="00A258EB"/>
    <w:rsid w:val="00A25E08"/>
    <w:rsid w:val="00A261AF"/>
    <w:rsid w:val="00A26A90"/>
    <w:rsid w:val="00A26AD6"/>
    <w:rsid w:val="00A26B27"/>
    <w:rsid w:val="00A2721A"/>
    <w:rsid w:val="00A27A1B"/>
    <w:rsid w:val="00A27FB7"/>
    <w:rsid w:val="00A30E4F"/>
    <w:rsid w:val="00A31750"/>
    <w:rsid w:val="00A32253"/>
    <w:rsid w:val="00A32BC9"/>
    <w:rsid w:val="00A3310E"/>
    <w:rsid w:val="00A333A0"/>
    <w:rsid w:val="00A33532"/>
    <w:rsid w:val="00A34F1F"/>
    <w:rsid w:val="00A3510C"/>
    <w:rsid w:val="00A36AA3"/>
    <w:rsid w:val="00A36E4C"/>
    <w:rsid w:val="00A37E70"/>
    <w:rsid w:val="00A4120F"/>
    <w:rsid w:val="00A42CA9"/>
    <w:rsid w:val="00A435D5"/>
    <w:rsid w:val="00A437E1"/>
    <w:rsid w:val="00A4685E"/>
    <w:rsid w:val="00A478F9"/>
    <w:rsid w:val="00A47EEE"/>
    <w:rsid w:val="00A50CD4"/>
    <w:rsid w:val="00A51191"/>
    <w:rsid w:val="00A51234"/>
    <w:rsid w:val="00A539F8"/>
    <w:rsid w:val="00A53FD9"/>
    <w:rsid w:val="00A54C67"/>
    <w:rsid w:val="00A55101"/>
    <w:rsid w:val="00A55664"/>
    <w:rsid w:val="00A56D62"/>
    <w:rsid w:val="00A56F07"/>
    <w:rsid w:val="00A5762C"/>
    <w:rsid w:val="00A600FC"/>
    <w:rsid w:val="00A60651"/>
    <w:rsid w:val="00A60739"/>
    <w:rsid w:val="00A60BCA"/>
    <w:rsid w:val="00A60D72"/>
    <w:rsid w:val="00A6363E"/>
    <w:rsid w:val="00A638DA"/>
    <w:rsid w:val="00A650A9"/>
    <w:rsid w:val="00A65B41"/>
    <w:rsid w:val="00A65E00"/>
    <w:rsid w:val="00A66A78"/>
    <w:rsid w:val="00A6702C"/>
    <w:rsid w:val="00A677F1"/>
    <w:rsid w:val="00A70886"/>
    <w:rsid w:val="00A70EF5"/>
    <w:rsid w:val="00A7436E"/>
    <w:rsid w:val="00A74E96"/>
    <w:rsid w:val="00A75A8E"/>
    <w:rsid w:val="00A75D32"/>
    <w:rsid w:val="00A76DFC"/>
    <w:rsid w:val="00A80678"/>
    <w:rsid w:val="00A812E9"/>
    <w:rsid w:val="00A824DD"/>
    <w:rsid w:val="00A83676"/>
    <w:rsid w:val="00A83B7B"/>
    <w:rsid w:val="00A83F34"/>
    <w:rsid w:val="00A84274"/>
    <w:rsid w:val="00A8477D"/>
    <w:rsid w:val="00A850F3"/>
    <w:rsid w:val="00A85249"/>
    <w:rsid w:val="00A864E3"/>
    <w:rsid w:val="00A866FB"/>
    <w:rsid w:val="00A86807"/>
    <w:rsid w:val="00A86A5B"/>
    <w:rsid w:val="00A873CE"/>
    <w:rsid w:val="00A87DB8"/>
    <w:rsid w:val="00A9018B"/>
    <w:rsid w:val="00A90BA2"/>
    <w:rsid w:val="00A90E0A"/>
    <w:rsid w:val="00A91913"/>
    <w:rsid w:val="00A92A45"/>
    <w:rsid w:val="00A93AB9"/>
    <w:rsid w:val="00A94574"/>
    <w:rsid w:val="00A95614"/>
    <w:rsid w:val="00A95936"/>
    <w:rsid w:val="00A96265"/>
    <w:rsid w:val="00A97084"/>
    <w:rsid w:val="00AA15FE"/>
    <w:rsid w:val="00AA1A38"/>
    <w:rsid w:val="00AA1C2C"/>
    <w:rsid w:val="00AA1FD5"/>
    <w:rsid w:val="00AA2727"/>
    <w:rsid w:val="00AA28DC"/>
    <w:rsid w:val="00AA30A4"/>
    <w:rsid w:val="00AA318F"/>
    <w:rsid w:val="00AA35F6"/>
    <w:rsid w:val="00AA3BAC"/>
    <w:rsid w:val="00AA5B47"/>
    <w:rsid w:val="00AA634D"/>
    <w:rsid w:val="00AA667C"/>
    <w:rsid w:val="00AA6E91"/>
    <w:rsid w:val="00AA7439"/>
    <w:rsid w:val="00AB047E"/>
    <w:rsid w:val="00AB058F"/>
    <w:rsid w:val="00AB09AE"/>
    <w:rsid w:val="00AB0B0A"/>
    <w:rsid w:val="00AB0B51"/>
    <w:rsid w:val="00AB0BB7"/>
    <w:rsid w:val="00AB12CA"/>
    <w:rsid w:val="00AB21EF"/>
    <w:rsid w:val="00AB22C6"/>
    <w:rsid w:val="00AB2AD0"/>
    <w:rsid w:val="00AB2C2D"/>
    <w:rsid w:val="00AB2FD0"/>
    <w:rsid w:val="00AB3EF3"/>
    <w:rsid w:val="00AB538E"/>
    <w:rsid w:val="00AB58A4"/>
    <w:rsid w:val="00AB5EA3"/>
    <w:rsid w:val="00AB6598"/>
    <w:rsid w:val="00AB67FC"/>
    <w:rsid w:val="00AB6AF6"/>
    <w:rsid w:val="00AB6BB6"/>
    <w:rsid w:val="00AC00F2"/>
    <w:rsid w:val="00AC02E2"/>
    <w:rsid w:val="00AC1B8F"/>
    <w:rsid w:val="00AC1BC0"/>
    <w:rsid w:val="00AC2129"/>
    <w:rsid w:val="00AC2364"/>
    <w:rsid w:val="00AC31B5"/>
    <w:rsid w:val="00AC388A"/>
    <w:rsid w:val="00AC3D8F"/>
    <w:rsid w:val="00AC4EA1"/>
    <w:rsid w:val="00AC5381"/>
    <w:rsid w:val="00AC5920"/>
    <w:rsid w:val="00AC5D95"/>
    <w:rsid w:val="00AC60BC"/>
    <w:rsid w:val="00AC734F"/>
    <w:rsid w:val="00AC7CE8"/>
    <w:rsid w:val="00AD024B"/>
    <w:rsid w:val="00AD0E65"/>
    <w:rsid w:val="00AD1121"/>
    <w:rsid w:val="00AD1FB0"/>
    <w:rsid w:val="00AD2A1F"/>
    <w:rsid w:val="00AD2BF2"/>
    <w:rsid w:val="00AD338B"/>
    <w:rsid w:val="00AD3AE4"/>
    <w:rsid w:val="00AD3B57"/>
    <w:rsid w:val="00AD402E"/>
    <w:rsid w:val="00AD4DD6"/>
    <w:rsid w:val="00AD4E90"/>
    <w:rsid w:val="00AD5329"/>
    <w:rsid w:val="00AD5422"/>
    <w:rsid w:val="00AD7115"/>
    <w:rsid w:val="00AD73EF"/>
    <w:rsid w:val="00AE02FB"/>
    <w:rsid w:val="00AE2BCD"/>
    <w:rsid w:val="00AE39ED"/>
    <w:rsid w:val="00AE3FEB"/>
    <w:rsid w:val="00AE4179"/>
    <w:rsid w:val="00AE4425"/>
    <w:rsid w:val="00AE449F"/>
    <w:rsid w:val="00AE4FBE"/>
    <w:rsid w:val="00AE5AE3"/>
    <w:rsid w:val="00AE5DA8"/>
    <w:rsid w:val="00AE650F"/>
    <w:rsid w:val="00AE6555"/>
    <w:rsid w:val="00AE69C5"/>
    <w:rsid w:val="00AE7D16"/>
    <w:rsid w:val="00AF14B2"/>
    <w:rsid w:val="00AF2712"/>
    <w:rsid w:val="00AF2DBD"/>
    <w:rsid w:val="00AF4CAA"/>
    <w:rsid w:val="00AF571A"/>
    <w:rsid w:val="00AF577F"/>
    <w:rsid w:val="00AF60A0"/>
    <w:rsid w:val="00AF67FC"/>
    <w:rsid w:val="00AF684C"/>
    <w:rsid w:val="00AF6F8B"/>
    <w:rsid w:val="00AF7037"/>
    <w:rsid w:val="00AF7741"/>
    <w:rsid w:val="00AF7DF5"/>
    <w:rsid w:val="00B006E5"/>
    <w:rsid w:val="00B00EBB"/>
    <w:rsid w:val="00B01424"/>
    <w:rsid w:val="00B0173D"/>
    <w:rsid w:val="00B01C1E"/>
    <w:rsid w:val="00B0216E"/>
    <w:rsid w:val="00B024C2"/>
    <w:rsid w:val="00B02C14"/>
    <w:rsid w:val="00B02DF1"/>
    <w:rsid w:val="00B03B91"/>
    <w:rsid w:val="00B040F8"/>
    <w:rsid w:val="00B04C39"/>
    <w:rsid w:val="00B052DC"/>
    <w:rsid w:val="00B05D84"/>
    <w:rsid w:val="00B07700"/>
    <w:rsid w:val="00B106C6"/>
    <w:rsid w:val="00B10C39"/>
    <w:rsid w:val="00B11AB0"/>
    <w:rsid w:val="00B126F1"/>
    <w:rsid w:val="00B12B51"/>
    <w:rsid w:val="00B12B56"/>
    <w:rsid w:val="00B12E59"/>
    <w:rsid w:val="00B13921"/>
    <w:rsid w:val="00B13C53"/>
    <w:rsid w:val="00B13F3B"/>
    <w:rsid w:val="00B14E32"/>
    <w:rsid w:val="00B1528C"/>
    <w:rsid w:val="00B16ACD"/>
    <w:rsid w:val="00B17CA2"/>
    <w:rsid w:val="00B200C7"/>
    <w:rsid w:val="00B205BC"/>
    <w:rsid w:val="00B20A6E"/>
    <w:rsid w:val="00B21487"/>
    <w:rsid w:val="00B216F6"/>
    <w:rsid w:val="00B232D1"/>
    <w:rsid w:val="00B235DD"/>
    <w:rsid w:val="00B2390B"/>
    <w:rsid w:val="00B23A46"/>
    <w:rsid w:val="00B23E07"/>
    <w:rsid w:val="00B24DB5"/>
    <w:rsid w:val="00B27B44"/>
    <w:rsid w:val="00B3157C"/>
    <w:rsid w:val="00B31F9E"/>
    <w:rsid w:val="00B321CF"/>
    <w:rsid w:val="00B3268F"/>
    <w:rsid w:val="00B32C2C"/>
    <w:rsid w:val="00B3375A"/>
    <w:rsid w:val="00B33A1A"/>
    <w:rsid w:val="00B33E6C"/>
    <w:rsid w:val="00B34F6A"/>
    <w:rsid w:val="00B36F02"/>
    <w:rsid w:val="00B371CC"/>
    <w:rsid w:val="00B401BE"/>
    <w:rsid w:val="00B4080D"/>
    <w:rsid w:val="00B40940"/>
    <w:rsid w:val="00B40BBD"/>
    <w:rsid w:val="00B41CD9"/>
    <w:rsid w:val="00B42538"/>
    <w:rsid w:val="00B427E6"/>
    <w:rsid w:val="00B428A6"/>
    <w:rsid w:val="00B43E1F"/>
    <w:rsid w:val="00B45A49"/>
    <w:rsid w:val="00B45E2E"/>
    <w:rsid w:val="00B45FBC"/>
    <w:rsid w:val="00B46EC7"/>
    <w:rsid w:val="00B470CD"/>
    <w:rsid w:val="00B50257"/>
    <w:rsid w:val="00B51A7D"/>
    <w:rsid w:val="00B5212D"/>
    <w:rsid w:val="00B52F21"/>
    <w:rsid w:val="00B535C2"/>
    <w:rsid w:val="00B53858"/>
    <w:rsid w:val="00B55544"/>
    <w:rsid w:val="00B5748A"/>
    <w:rsid w:val="00B57C9C"/>
    <w:rsid w:val="00B57E7F"/>
    <w:rsid w:val="00B61ADD"/>
    <w:rsid w:val="00B62C58"/>
    <w:rsid w:val="00B62E36"/>
    <w:rsid w:val="00B633A4"/>
    <w:rsid w:val="00B638B2"/>
    <w:rsid w:val="00B63BAA"/>
    <w:rsid w:val="00B642FC"/>
    <w:rsid w:val="00B64A7D"/>
    <w:rsid w:val="00B64D26"/>
    <w:rsid w:val="00B64FBB"/>
    <w:rsid w:val="00B655C0"/>
    <w:rsid w:val="00B6610C"/>
    <w:rsid w:val="00B67BF9"/>
    <w:rsid w:val="00B70767"/>
    <w:rsid w:val="00B70E22"/>
    <w:rsid w:val="00B70FBF"/>
    <w:rsid w:val="00B72AF2"/>
    <w:rsid w:val="00B74952"/>
    <w:rsid w:val="00B74E74"/>
    <w:rsid w:val="00B76E34"/>
    <w:rsid w:val="00B774CB"/>
    <w:rsid w:val="00B80402"/>
    <w:rsid w:val="00B80AEA"/>
    <w:rsid w:val="00B80B9A"/>
    <w:rsid w:val="00B81E53"/>
    <w:rsid w:val="00B830B7"/>
    <w:rsid w:val="00B8435E"/>
    <w:rsid w:val="00B848EA"/>
    <w:rsid w:val="00B84B2B"/>
    <w:rsid w:val="00B852BF"/>
    <w:rsid w:val="00B85B2A"/>
    <w:rsid w:val="00B86EBE"/>
    <w:rsid w:val="00B873B1"/>
    <w:rsid w:val="00B87DC8"/>
    <w:rsid w:val="00B90500"/>
    <w:rsid w:val="00B9176C"/>
    <w:rsid w:val="00B91E34"/>
    <w:rsid w:val="00B93295"/>
    <w:rsid w:val="00B935A4"/>
    <w:rsid w:val="00B95E21"/>
    <w:rsid w:val="00B96853"/>
    <w:rsid w:val="00B97085"/>
    <w:rsid w:val="00B971FF"/>
    <w:rsid w:val="00B9748F"/>
    <w:rsid w:val="00B97DC9"/>
    <w:rsid w:val="00BA0D67"/>
    <w:rsid w:val="00BA20BC"/>
    <w:rsid w:val="00BA2888"/>
    <w:rsid w:val="00BA561A"/>
    <w:rsid w:val="00BA6AFE"/>
    <w:rsid w:val="00BA6BD1"/>
    <w:rsid w:val="00BA6BDA"/>
    <w:rsid w:val="00BA7FE0"/>
    <w:rsid w:val="00BB0DC6"/>
    <w:rsid w:val="00BB0E33"/>
    <w:rsid w:val="00BB0F2A"/>
    <w:rsid w:val="00BB152C"/>
    <w:rsid w:val="00BB1576"/>
    <w:rsid w:val="00BB15E4"/>
    <w:rsid w:val="00BB175F"/>
    <w:rsid w:val="00BB1E19"/>
    <w:rsid w:val="00BB21D1"/>
    <w:rsid w:val="00BB32F2"/>
    <w:rsid w:val="00BB4338"/>
    <w:rsid w:val="00BB4389"/>
    <w:rsid w:val="00BB4BB9"/>
    <w:rsid w:val="00BB5CBD"/>
    <w:rsid w:val="00BB6C0E"/>
    <w:rsid w:val="00BB7627"/>
    <w:rsid w:val="00BB7B38"/>
    <w:rsid w:val="00BC0C40"/>
    <w:rsid w:val="00BC0E8F"/>
    <w:rsid w:val="00BC11E5"/>
    <w:rsid w:val="00BC1C37"/>
    <w:rsid w:val="00BC1C69"/>
    <w:rsid w:val="00BC273F"/>
    <w:rsid w:val="00BC3AEB"/>
    <w:rsid w:val="00BC4BC6"/>
    <w:rsid w:val="00BC52FD"/>
    <w:rsid w:val="00BC6487"/>
    <w:rsid w:val="00BC64A4"/>
    <w:rsid w:val="00BC689E"/>
    <w:rsid w:val="00BC6E62"/>
    <w:rsid w:val="00BC7443"/>
    <w:rsid w:val="00BC7D60"/>
    <w:rsid w:val="00BD0648"/>
    <w:rsid w:val="00BD06AC"/>
    <w:rsid w:val="00BD1040"/>
    <w:rsid w:val="00BD293B"/>
    <w:rsid w:val="00BD2B37"/>
    <w:rsid w:val="00BD2DA5"/>
    <w:rsid w:val="00BD34AA"/>
    <w:rsid w:val="00BD40A2"/>
    <w:rsid w:val="00BD45EA"/>
    <w:rsid w:val="00BD4AEA"/>
    <w:rsid w:val="00BD5631"/>
    <w:rsid w:val="00BD6256"/>
    <w:rsid w:val="00BD628D"/>
    <w:rsid w:val="00BD69B9"/>
    <w:rsid w:val="00BE050A"/>
    <w:rsid w:val="00BE0C44"/>
    <w:rsid w:val="00BE1B8B"/>
    <w:rsid w:val="00BE269E"/>
    <w:rsid w:val="00BE2A18"/>
    <w:rsid w:val="00BE2A62"/>
    <w:rsid w:val="00BE2C01"/>
    <w:rsid w:val="00BE33D9"/>
    <w:rsid w:val="00BE3973"/>
    <w:rsid w:val="00BE41D3"/>
    <w:rsid w:val="00BE41EC"/>
    <w:rsid w:val="00BE56FB"/>
    <w:rsid w:val="00BE707E"/>
    <w:rsid w:val="00BE7FE7"/>
    <w:rsid w:val="00BF1845"/>
    <w:rsid w:val="00BF2FA6"/>
    <w:rsid w:val="00BF3DDE"/>
    <w:rsid w:val="00BF3E7D"/>
    <w:rsid w:val="00BF43C7"/>
    <w:rsid w:val="00BF5184"/>
    <w:rsid w:val="00BF599B"/>
    <w:rsid w:val="00BF6221"/>
    <w:rsid w:val="00BF63C3"/>
    <w:rsid w:val="00BF6411"/>
    <w:rsid w:val="00BF6589"/>
    <w:rsid w:val="00BF6F7F"/>
    <w:rsid w:val="00BF7A1A"/>
    <w:rsid w:val="00C00647"/>
    <w:rsid w:val="00C007DC"/>
    <w:rsid w:val="00C008B9"/>
    <w:rsid w:val="00C01133"/>
    <w:rsid w:val="00C01684"/>
    <w:rsid w:val="00C01BEB"/>
    <w:rsid w:val="00C025DA"/>
    <w:rsid w:val="00C02764"/>
    <w:rsid w:val="00C0439E"/>
    <w:rsid w:val="00C04588"/>
    <w:rsid w:val="00C04CEF"/>
    <w:rsid w:val="00C05424"/>
    <w:rsid w:val="00C0662F"/>
    <w:rsid w:val="00C06EA8"/>
    <w:rsid w:val="00C11943"/>
    <w:rsid w:val="00C11AC6"/>
    <w:rsid w:val="00C11BB8"/>
    <w:rsid w:val="00C11FFF"/>
    <w:rsid w:val="00C12B3D"/>
    <w:rsid w:val="00C12E96"/>
    <w:rsid w:val="00C130B8"/>
    <w:rsid w:val="00C14412"/>
    <w:rsid w:val="00C14763"/>
    <w:rsid w:val="00C149BC"/>
    <w:rsid w:val="00C15591"/>
    <w:rsid w:val="00C15FF6"/>
    <w:rsid w:val="00C16141"/>
    <w:rsid w:val="00C16439"/>
    <w:rsid w:val="00C209B3"/>
    <w:rsid w:val="00C20D8C"/>
    <w:rsid w:val="00C20FCC"/>
    <w:rsid w:val="00C21111"/>
    <w:rsid w:val="00C22769"/>
    <w:rsid w:val="00C2363F"/>
    <w:rsid w:val="00C236C8"/>
    <w:rsid w:val="00C23B4D"/>
    <w:rsid w:val="00C2457C"/>
    <w:rsid w:val="00C25A3B"/>
    <w:rsid w:val="00C25D58"/>
    <w:rsid w:val="00C25E6F"/>
    <w:rsid w:val="00C25F80"/>
    <w:rsid w:val="00C260B1"/>
    <w:rsid w:val="00C26E56"/>
    <w:rsid w:val="00C26F76"/>
    <w:rsid w:val="00C31406"/>
    <w:rsid w:val="00C324F5"/>
    <w:rsid w:val="00C32A44"/>
    <w:rsid w:val="00C343CD"/>
    <w:rsid w:val="00C345A8"/>
    <w:rsid w:val="00C351EC"/>
    <w:rsid w:val="00C37194"/>
    <w:rsid w:val="00C40637"/>
    <w:rsid w:val="00C408C9"/>
    <w:rsid w:val="00C40EEF"/>
    <w:rsid w:val="00C40F6C"/>
    <w:rsid w:val="00C42611"/>
    <w:rsid w:val="00C42DAC"/>
    <w:rsid w:val="00C44426"/>
    <w:rsid w:val="00C445F3"/>
    <w:rsid w:val="00C44952"/>
    <w:rsid w:val="00C44C13"/>
    <w:rsid w:val="00C451F4"/>
    <w:rsid w:val="00C45C6A"/>
    <w:rsid w:val="00C45EB1"/>
    <w:rsid w:val="00C500E2"/>
    <w:rsid w:val="00C50916"/>
    <w:rsid w:val="00C50938"/>
    <w:rsid w:val="00C50AF7"/>
    <w:rsid w:val="00C50C73"/>
    <w:rsid w:val="00C50D86"/>
    <w:rsid w:val="00C51CAA"/>
    <w:rsid w:val="00C52886"/>
    <w:rsid w:val="00C5317F"/>
    <w:rsid w:val="00C537B9"/>
    <w:rsid w:val="00C54A3A"/>
    <w:rsid w:val="00C54ACE"/>
    <w:rsid w:val="00C55506"/>
    <w:rsid w:val="00C55566"/>
    <w:rsid w:val="00C56035"/>
    <w:rsid w:val="00C56448"/>
    <w:rsid w:val="00C57964"/>
    <w:rsid w:val="00C6208F"/>
    <w:rsid w:val="00C623AF"/>
    <w:rsid w:val="00C62475"/>
    <w:rsid w:val="00C631D1"/>
    <w:rsid w:val="00C6337A"/>
    <w:rsid w:val="00C667BE"/>
    <w:rsid w:val="00C6739C"/>
    <w:rsid w:val="00C6766B"/>
    <w:rsid w:val="00C706CE"/>
    <w:rsid w:val="00C70ABC"/>
    <w:rsid w:val="00C71956"/>
    <w:rsid w:val="00C72223"/>
    <w:rsid w:val="00C727D3"/>
    <w:rsid w:val="00C744C7"/>
    <w:rsid w:val="00C759ED"/>
    <w:rsid w:val="00C75E37"/>
    <w:rsid w:val="00C75E5E"/>
    <w:rsid w:val="00C76113"/>
    <w:rsid w:val="00C76417"/>
    <w:rsid w:val="00C76E4A"/>
    <w:rsid w:val="00C76F3C"/>
    <w:rsid w:val="00C7726F"/>
    <w:rsid w:val="00C80483"/>
    <w:rsid w:val="00C80CF1"/>
    <w:rsid w:val="00C816AE"/>
    <w:rsid w:val="00C81D05"/>
    <w:rsid w:val="00C81D5D"/>
    <w:rsid w:val="00C81D67"/>
    <w:rsid w:val="00C81E0D"/>
    <w:rsid w:val="00C823DA"/>
    <w:rsid w:val="00C8259F"/>
    <w:rsid w:val="00C8273B"/>
    <w:rsid w:val="00C82746"/>
    <w:rsid w:val="00C83057"/>
    <w:rsid w:val="00C8312F"/>
    <w:rsid w:val="00C8346C"/>
    <w:rsid w:val="00C8361E"/>
    <w:rsid w:val="00C84C47"/>
    <w:rsid w:val="00C857C0"/>
    <w:rsid w:val="00C858A4"/>
    <w:rsid w:val="00C86821"/>
    <w:rsid w:val="00C868F1"/>
    <w:rsid w:val="00C86AFA"/>
    <w:rsid w:val="00C86E8C"/>
    <w:rsid w:val="00C87AA6"/>
    <w:rsid w:val="00C9074C"/>
    <w:rsid w:val="00C91E87"/>
    <w:rsid w:val="00C930D8"/>
    <w:rsid w:val="00C93C13"/>
    <w:rsid w:val="00C93E5E"/>
    <w:rsid w:val="00C951EF"/>
    <w:rsid w:val="00C95418"/>
    <w:rsid w:val="00C963B8"/>
    <w:rsid w:val="00C96DE5"/>
    <w:rsid w:val="00C971A2"/>
    <w:rsid w:val="00C972F1"/>
    <w:rsid w:val="00C975A6"/>
    <w:rsid w:val="00C9769A"/>
    <w:rsid w:val="00CA439E"/>
    <w:rsid w:val="00CA57F6"/>
    <w:rsid w:val="00CA68B5"/>
    <w:rsid w:val="00CA7522"/>
    <w:rsid w:val="00CA756A"/>
    <w:rsid w:val="00CA7683"/>
    <w:rsid w:val="00CB18D0"/>
    <w:rsid w:val="00CB1987"/>
    <w:rsid w:val="00CB1C8A"/>
    <w:rsid w:val="00CB24F5"/>
    <w:rsid w:val="00CB2663"/>
    <w:rsid w:val="00CB2B29"/>
    <w:rsid w:val="00CB3483"/>
    <w:rsid w:val="00CB3BBE"/>
    <w:rsid w:val="00CB59E9"/>
    <w:rsid w:val="00CB5BA2"/>
    <w:rsid w:val="00CB6C59"/>
    <w:rsid w:val="00CB7EAA"/>
    <w:rsid w:val="00CB7FB3"/>
    <w:rsid w:val="00CC0C93"/>
    <w:rsid w:val="00CC0D6A"/>
    <w:rsid w:val="00CC1B44"/>
    <w:rsid w:val="00CC3831"/>
    <w:rsid w:val="00CC3E3D"/>
    <w:rsid w:val="00CC3F14"/>
    <w:rsid w:val="00CC4F6E"/>
    <w:rsid w:val="00CC519B"/>
    <w:rsid w:val="00CC5F47"/>
    <w:rsid w:val="00CC784C"/>
    <w:rsid w:val="00CC7E58"/>
    <w:rsid w:val="00CD05FF"/>
    <w:rsid w:val="00CD12C1"/>
    <w:rsid w:val="00CD1870"/>
    <w:rsid w:val="00CD214E"/>
    <w:rsid w:val="00CD24CF"/>
    <w:rsid w:val="00CD27EA"/>
    <w:rsid w:val="00CD46FA"/>
    <w:rsid w:val="00CD527C"/>
    <w:rsid w:val="00CD54B3"/>
    <w:rsid w:val="00CD5973"/>
    <w:rsid w:val="00CD61C5"/>
    <w:rsid w:val="00CD6651"/>
    <w:rsid w:val="00CD67EA"/>
    <w:rsid w:val="00CD740B"/>
    <w:rsid w:val="00CD76E2"/>
    <w:rsid w:val="00CE0613"/>
    <w:rsid w:val="00CE10C5"/>
    <w:rsid w:val="00CE1A10"/>
    <w:rsid w:val="00CE2E96"/>
    <w:rsid w:val="00CE31A6"/>
    <w:rsid w:val="00CE3F7F"/>
    <w:rsid w:val="00CE5614"/>
    <w:rsid w:val="00CE6EA9"/>
    <w:rsid w:val="00CE7FC3"/>
    <w:rsid w:val="00CF0863"/>
    <w:rsid w:val="00CF09AA"/>
    <w:rsid w:val="00CF0CCA"/>
    <w:rsid w:val="00CF10E6"/>
    <w:rsid w:val="00CF25BC"/>
    <w:rsid w:val="00CF2693"/>
    <w:rsid w:val="00CF4813"/>
    <w:rsid w:val="00CF4A5B"/>
    <w:rsid w:val="00CF5233"/>
    <w:rsid w:val="00CF5B1B"/>
    <w:rsid w:val="00CF600B"/>
    <w:rsid w:val="00CF70AA"/>
    <w:rsid w:val="00CF7410"/>
    <w:rsid w:val="00D00A1C"/>
    <w:rsid w:val="00D01A4B"/>
    <w:rsid w:val="00D01F73"/>
    <w:rsid w:val="00D023F1"/>
    <w:rsid w:val="00D029B8"/>
    <w:rsid w:val="00D02A58"/>
    <w:rsid w:val="00D02F60"/>
    <w:rsid w:val="00D03469"/>
    <w:rsid w:val="00D03627"/>
    <w:rsid w:val="00D03A8D"/>
    <w:rsid w:val="00D03C3C"/>
    <w:rsid w:val="00D0464E"/>
    <w:rsid w:val="00D04A96"/>
    <w:rsid w:val="00D050FE"/>
    <w:rsid w:val="00D05DDD"/>
    <w:rsid w:val="00D06B2F"/>
    <w:rsid w:val="00D07A7B"/>
    <w:rsid w:val="00D106BB"/>
    <w:rsid w:val="00D10E06"/>
    <w:rsid w:val="00D13E94"/>
    <w:rsid w:val="00D148E8"/>
    <w:rsid w:val="00D14D64"/>
    <w:rsid w:val="00D15197"/>
    <w:rsid w:val="00D155D4"/>
    <w:rsid w:val="00D15A07"/>
    <w:rsid w:val="00D16820"/>
    <w:rsid w:val="00D169C8"/>
    <w:rsid w:val="00D16D28"/>
    <w:rsid w:val="00D16E7A"/>
    <w:rsid w:val="00D1793F"/>
    <w:rsid w:val="00D2244C"/>
    <w:rsid w:val="00D224D8"/>
    <w:rsid w:val="00D22AF5"/>
    <w:rsid w:val="00D235EA"/>
    <w:rsid w:val="00D247A9"/>
    <w:rsid w:val="00D2506A"/>
    <w:rsid w:val="00D261CA"/>
    <w:rsid w:val="00D26EDF"/>
    <w:rsid w:val="00D27AF3"/>
    <w:rsid w:val="00D32483"/>
    <w:rsid w:val="00D32721"/>
    <w:rsid w:val="00D328DC"/>
    <w:rsid w:val="00D33387"/>
    <w:rsid w:val="00D35346"/>
    <w:rsid w:val="00D36662"/>
    <w:rsid w:val="00D37FF8"/>
    <w:rsid w:val="00D4021B"/>
    <w:rsid w:val="00D402FB"/>
    <w:rsid w:val="00D42899"/>
    <w:rsid w:val="00D4325D"/>
    <w:rsid w:val="00D442E5"/>
    <w:rsid w:val="00D451FF"/>
    <w:rsid w:val="00D469D2"/>
    <w:rsid w:val="00D478EF"/>
    <w:rsid w:val="00D47D7A"/>
    <w:rsid w:val="00D47E26"/>
    <w:rsid w:val="00D50ABD"/>
    <w:rsid w:val="00D5124D"/>
    <w:rsid w:val="00D51AD7"/>
    <w:rsid w:val="00D51CB4"/>
    <w:rsid w:val="00D5249E"/>
    <w:rsid w:val="00D52AFE"/>
    <w:rsid w:val="00D545A6"/>
    <w:rsid w:val="00D54898"/>
    <w:rsid w:val="00D54945"/>
    <w:rsid w:val="00D55290"/>
    <w:rsid w:val="00D55899"/>
    <w:rsid w:val="00D5646A"/>
    <w:rsid w:val="00D56914"/>
    <w:rsid w:val="00D57791"/>
    <w:rsid w:val="00D57BF0"/>
    <w:rsid w:val="00D60001"/>
    <w:rsid w:val="00D6046A"/>
    <w:rsid w:val="00D60858"/>
    <w:rsid w:val="00D608E0"/>
    <w:rsid w:val="00D61893"/>
    <w:rsid w:val="00D619DA"/>
    <w:rsid w:val="00D62870"/>
    <w:rsid w:val="00D64F5D"/>
    <w:rsid w:val="00D655D9"/>
    <w:rsid w:val="00D65872"/>
    <w:rsid w:val="00D65BB2"/>
    <w:rsid w:val="00D65E33"/>
    <w:rsid w:val="00D676F3"/>
    <w:rsid w:val="00D70EF5"/>
    <w:rsid w:val="00D71024"/>
    <w:rsid w:val="00D71A25"/>
    <w:rsid w:val="00D71FCF"/>
    <w:rsid w:val="00D7243C"/>
    <w:rsid w:val="00D72766"/>
    <w:rsid w:val="00D72A54"/>
    <w:rsid w:val="00D72CC1"/>
    <w:rsid w:val="00D7372B"/>
    <w:rsid w:val="00D73C02"/>
    <w:rsid w:val="00D73D62"/>
    <w:rsid w:val="00D76E3F"/>
    <w:rsid w:val="00D76EC9"/>
    <w:rsid w:val="00D80800"/>
    <w:rsid w:val="00D80E7D"/>
    <w:rsid w:val="00D80E8A"/>
    <w:rsid w:val="00D81397"/>
    <w:rsid w:val="00D83AA9"/>
    <w:rsid w:val="00D848B9"/>
    <w:rsid w:val="00D85247"/>
    <w:rsid w:val="00D85A22"/>
    <w:rsid w:val="00D85A3C"/>
    <w:rsid w:val="00D85B4F"/>
    <w:rsid w:val="00D85D77"/>
    <w:rsid w:val="00D860D6"/>
    <w:rsid w:val="00D879E7"/>
    <w:rsid w:val="00D902AF"/>
    <w:rsid w:val="00D9084F"/>
    <w:rsid w:val="00D90E69"/>
    <w:rsid w:val="00D91368"/>
    <w:rsid w:val="00D91BFC"/>
    <w:rsid w:val="00D91D5C"/>
    <w:rsid w:val="00D92082"/>
    <w:rsid w:val="00D93106"/>
    <w:rsid w:val="00D933E9"/>
    <w:rsid w:val="00D9350D"/>
    <w:rsid w:val="00D935BA"/>
    <w:rsid w:val="00D93650"/>
    <w:rsid w:val="00D9432B"/>
    <w:rsid w:val="00D9505D"/>
    <w:rsid w:val="00D953D0"/>
    <w:rsid w:val="00D959F5"/>
    <w:rsid w:val="00D95D70"/>
    <w:rsid w:val="00D96884"/>
    <w:rsid w:val="00D97A52"/>
    <w:rsid w:val="00DA03BF"/>
    <w:rsid w:val="00DA0899"/>
    <w:rsid w:val="00DA10FF"/>
    <w:rsid w:val="00DA17F8"/>
    <w:rsid w:val="00DA2162"/>
    <w:rsid w:val="00DA3778"/>
    <w:rsid w:val="00DA3ED8"/>
    <w:rsid w:val="00DA3FDD"/>
    <w:rsid w:val="00DA5AE8"/>
    <w:rsid w:val="00DA6DA3"/>
    <w:rsid w:val="00DA7017"/>
    <w:rsid w:val="00DA7028"/>
    <w:rsid w:val="00DA7D66"/>
    <w:rsid w:val="00DB1AD2"/>
    <w:rsid w:val="00DB2B58"/>
    <w:rsid w:val="00DB4EA0"/>
    <w:rsid w:val="00DB5206"/>
    <w:rsid w:val="00DB5720"/>
    <w:rsid w:val="00DB5B15"/>
    <w:rsid w:val="00DB61FA"/>
    <w:rsid w:val="00DB6276"/>
    <w:rsid w:val="00DB63F5"/>
    <w:rsid w:val="00DB7571"/>
    <w:rsid w:val="00DB75D2"/>
    <w:rsid w:val="00DB76D7"/>
    <w:rsid w:val="00DB79B4"/>
    <w:rsid w:val="00DC0CFD"/>
    <w:rsid w:val="00DC161F"/>
    <w:rsid w:val="00DC1C6B"/>
    <w:rsid w:val="00DC2C2E"/>
    <w:rsid w:val="00DC2D93"/>
    <w:rsid w:val="00DC300D"/>
    <w:rsid w:val="00DC3709"/>
    <w:rsid w:val="00DC38D8"/>
    <w:rsid w:val="00DC4512"/>
    <w:rsid w:val="00DC47D3"/>
    <w:rsid w:val="00DC481F"/>
    <w:rsid w:val="00DC4AF0"/>
    <w:rsid w:val="00DC4DCC"/>
    <w:rsid w:val="00DC50A0"/>
    <w:rsid w:val="00DC5A53"/>
    <w:rsid w:val="00DC61F1"/>
    <w:rsid w:val="00DC6F35"/>
    <w:rsid w:val="00DC7886"/>
    <w:rsid w:val="00DD072E"/>
    <w:rsid w:val="00DD0940"/>
    <w:rsid w:val="00DD0A96"/>
    <w:rsid w:val="00DD0B74"/>
    <w:rsid w:val="00DD0CF2"/>
    <w:rsid w:val="00DD1ACD"/>
    <w:rsid w:val="00DD35BB"/>
    <w:rsid w:val="00DD36EA"/>
    <w:rsid w:val="00DD4B6D"/>
    <w:rsid w:val="00DD4C6B"/>
    <w:rsid w:val="00DE1554"/>
    <w:rsid w:val="00DE1E39"/>
    <w:rsid w:val="00DE2901"/>
    <w:rsid w:val="00DE297F"/>
    <w:rsid w:val="00DE2FDF"/>
    <w:rsid w:val="00DE3350"/>
    <w:rsid w:val="00DE3EF7"/>
    <w:rsid w:val="00DE547C"/>
    <w:rsid w:val="00DE590F"/>
    <w:rsid w:val="00DE6417"/>
    <w:rsid w:val="00DE6EAF"/>
    <w:rsid w:val="00DE6F48"/>
    <w:rsid w:val="00DE7DC1"/>
    <w:rsid w:val="00DF3F7E"/>
    <w:rsid w:val="00DF5453"/>
    <w:rsid w:val="00DF698E"/>
    <w:rsid w:val="00DF75D6"/>
    <w:rsid w:val="00DF7648"/>
    <w:rsid w:val="00E0011A"/>
    <w:rsid w:val="00E00E29"/>
    <w:rsid w:val="00E00FD1"/>
    <w:rsid w:val="00E02BAB"/>
    <w:rsid w:val="00E04006"/>
    <w:rsid w:val="00E04913"/>
    <w:rsid w:val="00E04CEB"/>
    <w:rsid w:val="00E05179"/>
    <w:rsid w:val="00E056CA"/>
    <w:rsid w:val="00E057E5"/>
    <w:rsid w:val="00E05B1A"/>
    <w:rsid w:val="00E060BC"/>
    <w:rsid w:val="00E06CDF"/>
    <w:rsid w:val="00E10025"/>
    <w:rsid w:val="00E10B6F"/>
    <w:rsid w:val="00E11420"/>
    <w:rsid w:val="00E11EBE"/>
    <w:rsid w:val="00E1282B"/>
    <w:rsid w:val="00E132FB"/>
    <w:rsid w:val="00E159A8"/>
    <w:rsid w:val="00E16A32"/>
    <w:rsid w:val="00E170B7"/>
    <w:rsid w:val="00E177DD"/>
    <w:rsid w:val="00E17A84"/>
    <w:rsid w:val="00E20321"/>
    <w:rsid w:val="00E2078A"/>
    <w:rsid w:val="00E20900"/>
    <w:rsid w:val="00E20C7F"/>
    <w:rsid w:val="00E20DCB"/>
    <w:rsid w:val="00E20EC8"/>
    <w:rsid w:val="00E220E1"/>
    <w:rsid w:val="00E2396E"/>
    <w:rsid w:val="00E24154"/>
    <w:rsid w:val="00E24728"/>
    <w:rsid w:val="00E24A26"/>
    <w:rsid w:val="00E26F56"/>
    <w:rsid w:val="00E276AC"/>
    <w:rsid w:val="00E310D4"/>
    <w:rsid w:val="00E32572"/>
    <w:rsid w:val="00E33C96"/>
    <w:rsid w:val="00E34A35"/>
    <w:rsid w:val="00E3687A"/>
    <w:rsid w:val="00E36D0F"/>
    <w:rsid w:val="00E37198"/>
    <w:rsid w:val="00E372C5"/>
    <w:rsid w:val="00E37C2F"/>
    <w:rsid w:val="00E37C9E"/>
    <w:rsid w:val="00E41A8E"/>
    <w:rsid w:val="00E41C28"/>
    <w:rsid w:val="00E42001"/>
    <w:rsid w:val="00E422E7"/>
    <w:rsid w:val="00E434A8"/>
    <w:rsid w:val="00E43979"/>
    <w:rsid w:val="00E441BC"/>
    <w:rsid w:val="00E44794"/>
    <w:rsid w:val="00E46308"/>
    <w:rsid w:val="00E51C69"/>
    <w:rsid w:val="00E51E02"/>
    <w:rsid w:val="00E51E17"/>
    <w:rsid w:val="00E51EC6"/>
    <w:rsid w:val="00E52DAB"/>
    <w:rsid w:val="00E53121"/>
    <w:rsid w:val="00E539B0"/>
    <w:rsid w:val="00E5450A"/>
    <w:rsid w:val="00E550B2"/>
    <w:rsid w:val="00E55994"/>
    <w:rsid w:val="00E55E1B"/>
    <w:rsid w:val="00E563B1"/>
    <w:rsid w:val="00E60606"/>
    <w:rsid w:val="00E608B9"/>
    <w:rsid w:val="00E60C66"/>
    <w:rsid w:val="00E6164D"/>
    <w:rsid w:val="00E618C9"/>
    <w:rsid w:val="00E61B31"/>
    <w:rsid w:val="00E61D74"/>
    <w:rsid w:val="00E62774"/>
    <w:rsid w:val="00E62DB0"/>
    <w:rsid w:val="00E6307C"/>
    <w:rsid w:val="00E636FA"/>
    <w:rsid w:val="00E63704"/>
    <w:rsid w:val="00E65633"/>
    <w:rsid w:val="00E65FB4"/>
    <w:rsid w:val="00E669F0"/>
    <w:rsid w:val="00E66C50"/>
    <w:rsid w:val="00E6705F"/>
    <w:rsid w:val="00E67151"/>
    <w:rsid w:val="00E679D3"/>
    <w:rsid w:val="00E7117A"/>
    <w:rsid w:val="00E71208"/>
    <w:rsid w:val="00E71444"/>
    <w:rsid w:val="00E71C91"/>
    <w:rsid w:val="00E720A1"/>
    <w:rsid w:val="00E7246E"/>
    <w:rsid w:val="00E74B4B"/>
    <w:rsid w:val="00E74DAD"/>
    <w:rsid w:val="00E75382"/>
    <w:rsid w:val="00E75544"/>
    <w:rsid w:val="00E75DDA"/>
    <w:rsid w:val="00E76A31"/>
    <w:rsid w:val="00E77074"/>
    <w:rsid w:val="00E773E8"/>
    <w:rsid w:val="00E83ADD"/>
    <w:rsid w:val="00E83D50"/>
    <w:rsid w:val="00E84E7B"/>
    <w:rsid w:val="00E84F38"/>
    <w:rsid w:val="00E85623"/>
    <w:rsid w:val="00E86721"/>
    <w:rsid w:val="00E86727"/>
    <w:rsid w:val="00E87441"/>
    <w:rsid w:val="00E87F88"/>
    <w:rsid w:val="00E90F0A"/>
    <w:rsid w:val="00E91FAE"/>
    <w:rsid w:val="00E927F4"/>
    <w:rsid w:val="00E944F8"/>
    <w:rsid w:val="00E949E1"/>
    <w:rsid w:val="00E96BE4"/>
    <w:rsid w:val="00E96E3F"/>
    <w:rsid w:val="00E9762D"/>
    <w:rsid w:val="00EA031E"/>
    <w:rsid w:val="00EA1689"/>
    <w:rsid w:val="00EA1E3B"/>
    <w:rsid w:val="00EA2567"/>
    <w:rsid w:val="00EA270C"/>
    <w:rsid w:val="00EA3966"/>
    <w:rsid w:val="00EA3B29"/>
    <w:rsid w:val="00EA4974"/>
    <w:rsid w:val="00EA4B48"/>
    <w:rsid w:val="00EA532E"/>
    <w:rsid w:val="00EA5A1D"/>
    <w:rsid w:val="00EA5B52"/>
    <w:rsid w:val="00EA5DD3"/>
    <w:rsid w:val="00EA6D8A"/>
    <w:rsid w:val="00EB06D9"/>
    <w:rsid w:val="00EB162A"/>
    <w:rsid w:val="00EB192B"/>
    <w:rsid w:val="00EB19ED"/>
    <w:rsid w:val="00EB1CAB"/>
    <w:rsid w:val="00EB4383"/>
    <w:rsid w:val="00EC03EE"/>
    <w:rsid w:val="00EC082B"/>
    <w:rsid w:val="00EC0A0E"/>
    <w:rsid w:val="00EC0A85"/>
    <w:rsid w:val="00EC0F5A"/>
    <w:rsid w:val="00EC210A"/>
    <w:rsid w:val="00EC33A3"/>
    <w:rsid w:val="00EC3AAC"/>
    <w:rsid w:val="00EC4265"/>
    <w:rsid w:val="00EC4CEB"/>
    <w:rsid w:val="00EC546C"/>
    <w:rsid w:val="00EC659E"/>
    <w:rsid w:val="00EC6694"/>
    <w:rsid w:val="00EC6772"/>
    <w:rsid w:val="00ED1B77"/>
    <w:rsid w:val="00ED2072"/>
    <w:rsid w:val="00ED2AE0"/>
    <w:rsid w:val="00ED352F"/>
    <w:rsid w:val="00ED5553"/>
    <w:rsid w:val="00ED5A10"/>
    <w:rsid w:val="00ED5E36"/>
    <w:rsid w:val="00ED6961"/>
    <w:rsid w:val="00ED7B92"/>
    <w:rsid w:val="00ED7DBE"/>
    <w:rsid w:val="00EE09B2"/>
    <w:rsid w:val="00EE1675"/>
    <w:rsid w:val="00EE1B06"/>
    <w:rsid w:val="00EE1B7D"/>
    <w:rsid w:val="00EE2217"/>
    <w:rsid w:val="00EE2A8B"/>
    <w:rsid w:val="00EE32F8"/>
    <w:rsid w:val="00EE41E3"/>
    <w:rsid w:val="00EE49D5"/>
    <w:rsid w:val="00EE504F"/>
    <w:rsid w:val="00EE5793"/>
    <w:rsid w:val="00EE5CD5"/>
    <w:rsid w:val="00EE7067"/>
    <w:rsid w:val="00EF0A05"/>
    <w:rsid w:val="00EF0B96"/>
    <w:rsid w:val="00EF0CBC"/>
    <w:rsid w:val="00EF1F4F"/>
    <w:rsid w:val="00EF3486"/>
    <w:rsid w:val="00EF3927"/>
    <w:rsid w:val="00EF3B71"/>
    <w:rsid w:val="00EF47AF"/>
    <w:rsid w:val="00EF53B6"/>
    <w:rsid w:val="00EF7DDC"/>
    <w:rsid w:val="00F00002"/>
    <w:rsid w:val="00F00B73"/>
    <w:rsid w:val="00F011A1"/>
    <w:rsid w:val="00F01C83"/>
    <w:rsid w:val="00F01DE1"/>
    <w:rsid w:val="00F02739"/>
    <w:rsid w:val="00F04134"/>
    <w:rsid w:val="00F0623A"/>
    <w:rsid w:val="00F062A5"/>
    <w:rsid w:val="00F064BA"/>
    <w:rsid w:val="00F07255"/>
    <w:rsid w:val="00F07FC5"/>
    <w:rsid w:val="00F10487"/>
    <w:rsid w:val="00F115CA"/>
    <w:rsid w:val="00F12598"/>
    <w:rsid w:val="00F13D74"/>
    <w:rsid w:val="00F14817"/>
    <w:rsid w:val="00F14EBA"/>
    <w:rsid w:val="00F1510F"/>
    <w:rsid w:val="00F1533A"/>
    <w:rsid w:val="00F15E5A"/>
    <w:rsid w:val="00F17F0A"/>
    <w:rsid w:val="00F20C39"/>
    <w:rsid w:val="00F21000"/>
    <w:rsid w:val="00F21028"/>
    <w:rsid w:val="00F218FB"/>
    <w:rsid w:val="00F21F83"/>
    <w:rsid w:val="00F239CD"/>
    <w:rsid w:val="00F23DD5"/>
    <w:rsid w:val="00F257F5"/>
    <w:rsid w:val="00F25F7D"/>
    <w:rsid w:val="00F2668F"/>
    <w:rsid w:val="00F27376"/>
    <w:rsid w:val="00F2742F"/>
    <w:rsid w:val="00F2753B"/>
    <w:rsid w:val="00F31AB9"/>
    <w:rsid w:val="00F32001"/>
    <w:rsid w:val="00F330F3"/>
    <w:rsid w:val="00F335C0"/>
    <w:rsid w:val="00F33F8B"/>
    <w:rsid w:val="00F340B2"/>
    <w:rsid w:val="00F35CE1"/>
    <w:rsid w:val="00F36565"/>
    <w:rsid w:val="00F36F63"/>
    <w:rsid w:val="00F3784E"/>
    <w:rsid w:val="00F37F4B"/>
    <w:rsid w:val="00F42302"/>
    <w:rsid w:val="00F4291C"/>
    <w:rsid w:val="00F42ADE"/>
    <w:rsid w:val="00F43390"/>
    <w:rsid w:val="00F443B2"/>
    <w:rsid w:val="00F44779"/>
    <w:rsid w:val="00F44AD3"/>
    <w:rsid w:val="00F458D8"/>
    <w:rsid w:val="00F45E30"/>
    <w:rsid w:val="00F50237"/>
    <w:rsid w:val="00F50628"/>
    <w:rsid w:val="00F50FE8"/>
    <w:rsid w:val="00F523AB"/>
    <w:rsid w:val="00F523F0"/>
    <w:rsid w:val="00F52F75"/>
    <w:rsid w:val="00F53596"/>
    <w:rsid w:val="00F54A81"/>
    <w:rsid w:val="00F55BA8"/>
    <w:rsid w:val="00F55DB1"/>
    <w:rsid w:val="00F56ACA"/>
    <w:rsid w:val="00F56CA5"/>
    <w:rsid w:val="00F57D3C"/>
    <w:rsid w:val="00F600FE"/>
    <w:rsid w:val="00F60E60"/>
    <w:rsid w:val="00F61118"/>
    <w:rsid w:val="00F613AB"/>
    <w:rsid w:val="00F61956"/>
    <w:rsid w:val="00F623D9"/>
    <w:rsid w:val="00F62484"/>
    <w:rsid w:val="00F62850"/>
    <w:rsid w:val="00F62E4D"/>
    <w:rsid w:val="00F637B8"/>
    <w:rsid w:val="00F65B7C"/>
    <w:rsid w:val="00F66A51"/>
    <w:rsid w:val="00F66B34"/>
    <w:rsid w:val="00F675B9"/>
    <w:rsid w:val="00F67B2F"/>
    <w:rsid w:val="00F70FF2"/>
    <w:rsid w:val="00F711C9"/>
    <w:rsid w:val="00F72843"/>
    <w:rsid w:val="00F739FD"/>
    <w:rsid w:val="00F744CB"/>
    <w:rsid w:val="00F74C59"/>
    <w:rsid w:val="00F75A37"/>
    <w:rsid w:val="00F75AE1"/>
    <w:rsid w:val="00F75C3A"/>
    <w:rsid w:val="00F75C4C"/>
    <w:rsid w:val="00F811B6"/>
    <w:rsid w:val="00F81ED6"/>
    <w:rsid w:val="00F82E30"/>
    <w:rsid w:val="00F831CB"/>
    <w:rsid w:val="00F848A3"/>
    <w:rsid w:val="00F84ACF"/>
    <w:rsid w:val="00F85742"/>
    <w:rsid w:val="00F85784"/>
    <w:rsid w:val="00F85BF8"/>
    <w:rsid w:val="00F86AE4"/>
    <w:rsid w:val="00F871CE"/>
    <w:rsid w:val="00F87802"/>
    <w:rsid w:val="00F87DA3"/>
    <w:rsid w:val="00F90B6F"/>
    <w:rsid w:val="00F92C0A"/>
    <w:rsid w:val="00F9415B"/>
    <w:rsid w:val="00F94EB3"/>
    <w:rsid w:val="00F9702A"/>
    <w:rsid w:val="00F979B8"/>
    <w:rsid w:val="00F97BBD"/>
    <w:rsid w:val="00FA0507"/>
    <w:rsid w:val="00FA0C4F"/>
    <w:rsid w:val="00FA139D"/>
    <w:rsid w:val="00FA13C2"/>
    <w:rsid w:val="00FA18BD"/>
    <w:rsid w:val="00FA25D6"/>
    <w:rsid w:val="00FA4344"/>
    <w:rsid w:val="00FA4665"/>
    <w:rsid w:val="00FA494C"/>
    <w:rsid w:val="00FA5895"/>
    <w:rsid w:val="00FA5B28"/>
    <w:rsid w:val="00FA7F91"/>
    <w:rsid w:val="00FB010C"/>
    <w:rsid w:val="00FB02FF"/>
    <w:rsid w:val="00FB052B"/>
    <w:rsid w:val="00FB0661"/>
    <w:rsid w:val="00FB121C"/>
    <w:rsid w:val="00FB1524"/>
    <w:rsid w:val="00FB1CDD"/>
    <w:rsid w:val="00FB1F51"/>
    <w:rsid w:val="00FB1FBF"/>
    <w:rsid w:val="00FB27D0"/>
    <w:rsid w:val="00FB2C2F"/>
    <w:rsid w:val="00FB305C"/>
    <w:rsid w:val="00FB3F05"/>
    <w:rsid w:val="00FB40C2"/>
    <w:rsid w:val="00FB49D8"/>
    <w:rsid w:val="00FB4AA0"/>
    <w:rsid w:val="00FB7E28"/>
    <w:rsid w:val="00FC224F"/>
    <w:rsid w:val="00FC27F7"/>
    <w:rsid w:val="00FC2E3D"/>
    <w:rsid w:val="00FC367E"/>
    <w:rsid w:val="00FC3BDE"/>
    <w:rsid w:val="00FC5702"/>
    <w:rsid w:val="00FC5EED"/>
    <w:rsid w:val="00FC6B89"/>
    <w:rsid w:val="00FC7389"/>
    <w:rsid w:val="00FD01BC"/>
    <w:rsid w:val="00FD0E8B"/>
    <w:rsid w:val="00FD1DBE"/>
    <w:rsid w:val="00FD25A7"/>
    <w:rsid w:val="00FD27B6"/>
    <w:rsid w:val="00FD2DF2"/>
    <w:rsid w:val="00FD3689"/>
    <w:rsid w:val="00FD372B"/>
    <w:rsid w:val="00FD4105"/>
    <w:rsid w:val="00FD42A3"/>
    <w:rsid w:val="00FD467C"/>
    <w:rsid w:val="00FD4850"/>
    <w:rsid w:val="00FD5D27"/>
    <w:rsid w:val="00FD60DC"/>
    <w:rsid w:val="00FD6701"/>
    <w:rsid w:val="00FD7468"/>
    <w:rsid w:val="00FD7CE0"/>
    <w:rsid w:val="00FE02AB"/>
    <w:rsid w:val="00FE0B3B"/>
    <w:rsid w:val="00FE11CC"/>
    <w:rsid w:val="00FE1BE2"/>
    <w:rsid w:val="00FE223B"/>
    <w:rsid w:val="00FE268C"/>
    <w:rsid w:val="00FE3027"/>
    <w:rsid w:val="00FE5818"/>
    <w:rsid w:val="00FE5E69"/>
    <w:rsid w:val="00FE65C9"/>
    <w:rsid w:val="00FE730A"/>
    <w:rsid w:val="00FE766D"/>
    <w:rsid w:val="00FF1DD7"/>
    <w:rsid w:val="00FF3A71"/>
    <w:rsid w:val="00FF3E06"/>
    <w:rsid w:val="00FF43F1"/>
    <w:rsid w:val="00FF4453"/>
    <w:rsid w:val="00FF46E4"/>
    <w:rsid w:val="00FF7041"/>
    <w:rsid w:val="00FF7DE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26A9EC"/>
  <w15:docId w15:val="{5B556034-F30F-4996-A4D0-B3097C9BC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1E39"/>
    <w:pPr>
      <w:widowControl w:val="0"/>
      <w:autoSpaceDE w:val="0"/>
      <w:autoSpaceDN w:val="0"/>
      <w:adjustRightInd w:val="0"/>
      <w:spacing w:line="40" w:lineRule="atLeast"/>
      <w:jc w:val="both"/>
    </w:pPr>
    <w:rPr>
      <w:rFonts w:ascii="Helvetica" w:eastAsiaTheme="minorEastAsia" w:hAnsi="Helvetica" w:cs="Helvetica"/>
      <w:color w:val="000000"/>
      <w:sz w:val="18"/>
      <w:szCs w:val="18"/>
    </w:rPr>
  </w:style>
  <w:style w:type="paragraph" w:styleId="Nagwek1">
    <w:name w:val="heading 1"/>
    <w:basedOn w:val="Normalny"/>
    <w:next w:val="Normalny"/>
    <w:link w:val="Nagwek1Znak"/>
    <w:uiPriority w:val="99"/>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semiHidden/>
    <w:unhideWhenUsed/>
    <w:qFormat/>
    <w:rsid w:val="009336B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9"/>
    <w:semiHidden/>
    <w:unhideWhenUsed/>
    <w:qFormat/>
    <w:rsid w:val="009336BE"/>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qFormat/>
    <w:rsid w:val="00023F13"/>
    <w:rPr>
      <w:sz w:val="16"/>
      <w:szCs w:val="16"/>
    </w:rPr>
  </w:style>
  <w:style w:type="paragraph" w:styleId="Tekstkomentarza">
    <w:name w:val="annotation text"/>
    <w:basedOn w:val="Normalny"/>
    <w:link w:val="TekstkomentarzaZnak"/>
    <w:uiPriority w:val="99"/>
    <w:qFormat/>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Poprawka">
    <w:name w:val="Revision"/>
    <w:hidden/>
    <w:uiPriority w:val="99"/>
    <w:semiHidden/>
    <w:rsid w:val="00F335C0"/>
    <w:pPr>
      <w:spacing w:line="240" w:lineRule="auto"/>
    </w:pPr>
    <w:rPr>
      <w:rFonts w:ascii="Times New Roman" w:eastAsiaTheme="minorEastAsia" w:hAnsi="Times New Roman" w:cs="Arial"/>
      <w:szCs w:val="20"/>
    </w:rPr>
  </w:style>
  <w:style w:type="paragraph" w:styleId="Spistreci1">
    <w:name w:val="toc 1"/>
    <w:basedOn w:val="Normalny"/>
    <w:next w:val="Normalny"/>
    <w:autoRedefine/>
    <w:uiPriority w:val="39"/>
    <w:unhideWhenUsed/>
    <w:rsid w:val="00D36662"/>
    <w:pPr>
      <w:tabs>
        <w:tab w:val="right" w:leader="dot" w:pos="9044"/>
      </w:tabs>
      <w:spacing w:after="100"/>
    </w:pPr>
    <w:rPr>
      <w:noProof/>
    </w:rPr>
  </w:style>
  <w:style w:type="paragraph" w:styleId="Spistreci2">
    <w:name w:val="toc 2"/>
    <w:basedOn w:val="Normalny"/>
    <w:next w:val="Normalny"/>
    <w:autoRedefine/>
    <w:uiPriority w:val="39"/>
    <w:unhideWhenUsed/>
    <w:rsid w:val="00F335C0"/>
    <w:pPr>
      <w:spacing w:after="100"/>
      <w:ind w:left="240"/>
    </w:pPr>
  </w:style>
  <w:style w:type="character" w:styleId="Hipercze">
    <w:name w:val="Hyperlink"/>
    <w:basedOn w:val="Domylnaczcionkaakapitu"/>
    <w:uiPriority w:val="99"/>
    <w:unhideWhenUsed/>
    <w:rsid w:val="00F335C0"/>
    <w:rPr>
      <w:color w:val="0000FF" w:themeColor="hyperlink"/>
      <w:u w:val="single"/>
    </w:rPr>
  </w:style>
  <w:style w:type="paragraph" w:styleId="Spistreci3">
    <w:name w:val="toc 3"/>
    <w:basedOn w:val="Normalny"/>
    <w:next w:val="Normalny"/>
    <w:autoRedefine/>
    <w:uiPriority w:val="39"/>
    <w:unhideWhenUsed/>
    <w:rsid w:val="00F335C0"/>
    <w:pPr>
      <w:spacing w:after="100"/>
      <w:ind w:left="480"/>
    </w:pPr>
  </w:style>
  <w:style w:type="paragraph" w:styleId="Spistreci4">
    <w:name w:val="toc 4"/>
    <w:basedOn w:val="Normalny"/>
    <w:next w:val="Normalny"/>
    <w:autoRedefine/>
    <w:uiPriority w:val="39"/>
    <w:unhideWhenUsed/>
    <w:rsid w:val="00F335C0"/>
    <w:pPr>
      <w:widowControl/>
      <w:autoSpaceDE/>
      <w:autoSpaceDN/>
      <w:adjustRightInd/>
      <w:spacing w:after="100" w:line="259" w:lineRule="auto"/>
      <w:ind w:left="660"/>
    </w:pPr>
    <w:rPr>
      <w:rFonts w:asciiTheme="minorHAnsi" w:hAnsiTheme="minorHAnsi" w:cstheme="minorBidi"/>
      <w:sz w:val="22"/>
      <w:szCs w:val="22"/>
    </w:rPr>
  </w:style>
  <w:style w:type="paragraph" w:styleId="Spistreci5">
    <w:name w:val="toc 5"/>
    <w:basedOn w:val="Normalny"/>
    <w:next w:val="Normalny"/>
    <w:autoRedefine/>
    <w:uiPriority w:val="39"/>
    <w:unhideWhenUsed/>
    <w:rsid w:val="00F335C0"/>
    <w:pPr>
      <w:widowControl/>
      <w:autoSpaceDE/>
      <w:autoSpaceDN/>
      <w:adjustRightInd/>
      <w:spacing w:after="100" w:line="259" w:lineRule="auto"/>
      <w:ind w:left="880"/>
    </w:pPr>
    <w:rPr>
      <w:rFonts w:asciiTheme="minorHAnsi" w:hAnsiTheme="minorHAnsi" w:cstheme="minorBidi"/>
      <w:sz w:val="22"/>
      <w:szCs w:val="22"/>
    </w:rPr>
  </w:style>
  <w:style w:type="paragraph" w:styleId="Spistreci6">
    <w:name w:val="toc 6"/>
    <w:basedOn w:val="Normalny"/>
    <w:next w:val="Normalny"/>
    <w:autoRedefine/>
    <w:uiPriority w:val="39"/>
    <w:unhideWhenUsed/>
    <w:rsid w:val="00F335C0"/>
    <w:pPr>
      <w:widowControl/>
      <w:autoSpaceDE/>
      <w:autoSpaceDN/>
      <w:adjustRightInd/>
      <w:spacing w:after="100" w:line="259" w:lineRule="auto"/>
      <w:ind w:left="1100"/>
    </w:pPr>
    <w:rPr>
      <w:rFonts w:asciiTheme="minorHAnsi" w:hAnsiTheme="minorHAnsi" w:cstheme="minorBidi"/>
      <w:sz w:val="22"/>
      <w:szCs w:val="22"/>
    </w:rPr>
  </w:style>
  <w:style w:type="paragraph" w:styleId="Spistreci7">
    <w:name w:val="toc 7"/>
    <w:basedOn w:val="Normalny"/>
    <w:next w:val="Normalny"/>
    <w:autoRedefine/>
    <w:uiPriority w:val="39"/>
    <w:unhideWhenUsed/>
    <w:rsid w:val="00F335C0"/>
    <w:pPr>
      <w:widowControl/>
      <w:autoSpaceDE/>
      <w:autoSpaceDN/>
      <w:adjustRightInd/>
      <w:spacing w:after="100" w:line="259" w:lineRule="auto"/>
      <w:ind w:left="1320"/>
    </w:pPr>
    <w:rPr>
      <w:rFonts w:asciiTheme="minorHAnsi" w:hAnsiTheme="minorHAnsi" w:cstheme="minorBidi"/>
      <w:sz w:val="22"/>
      <w:szCs w:val="22"/>
    </w:rPr>
  </w:style>
  <w:style w:type="paragraph" w:styleId="Spistreci8">
    <w:name w:val="toc 8"/>
    <w:basedOn w:val="Normalny"/>
    <w:next w:val="Normalny"/>
    <w:autoRedefine/>
    <w:uiPriority w:val="39"/>
    <w:unhideWhenUsed/>
    <w:rsid w:val="00F335C0"/>
    <w:pPr>
      <w:widowControl/>
      <w:autoSpaceDE/>
      <w:autoSpaceDN/>
      <w:adjustRightInd/>
      <w:spacing w:after="100" w:line="259" w:lineRule="auto"/>
      <w:ind w:left="1540"/>
    </w:pPr>
    <w:rPr>
      <w:rFonts w:asciiTheme="minorHAnsi" w:hAnsiTheme="minorHAnsi" w:cstheme="minorBidi"/>
      <w:sz w:val="22"/>
      <w:szCs w:val="22"/>
    </w:rPr>
  </w:style>
  <w:style w:type="paragraph" w:styleId="Spistreci9">
    <w:name w:val="toc 9"/>
    <w:basedOn w:val="Normalny"/>
    <w:next w:val="Normalny"/>
    <w:autoRedefine/>
    <w:uiPriority w:val="39"/>
    <w:unhideWhenUsed/>
    <w:rsid w:val="00F335C0"/>
    <w:pPr>
      <w:widowControl/>
      <w:autoSpaceDE/>
      <w:autoSpaceDN/>
      <w:adjustRightInd/>
      <w:spacing w:after="100" w:line="259" w:lineRule="auto"/>
      <w:ind w:left="1760"/>
    </w:pPr>
    <w:rPr>
      <w:rFonts w:asciiTheme="minorHAnsi" w:hAnsiTheme="minorHAnsi" w:cstheme="minorBidi"/>
      <w:sz w:val="22"/>
      <w:szCs w:val="22"/>
    </w:rPr>
  </w:style>
  <w:style w:type="paragraph" w:styleId="Tekstprzypisukocowego">
    <w:name w:val="endnote text"/>
    <w:basedOn w:val="Normalny"/>
    <w:link w:val="TekstprzypisukocowegoZnak"/>
    <w:uiPriority w:val="99"/>
    <w:semiHidden/>
    <w:unhideWhenUsed/>
    <w:rsid w:val="00F335C0"/>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F335C0"/>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F335C0"/>
    <w:rPr>
      <w:vertAlign w:val="superscript"/>
    </w:rPr>
  </w:style>
  <w:style w:type="character" w:customStyle="1" w:styleId="Nagwek2Znak">
    <w:name w:val="Nagłówek 2 Znak"/>
    <w:basedOn w:val="Domylnaczcionkaakapitu"/>
    <w:link w:val="Nagwek2"/>
    <w:uiPriority w:val="99"/>
    <w:semiHidden/>
    <w:rsid w:val="009336BE"/>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9"/>
    <w:semiHidden/>
    <w:rsid w:val="009336BE"/>
    <w:rPr>
      <w:rFonts w:asciiTheme="majorHAnsi" w:eastAsiaTheme="majorEastAsia" w:hAnsiTheme="majorHAnsi" w:cstheme="majorBidi"/>
      <w:color w:val="243F60" w:themeColor="accent1" w:themeShade="7F"/>
    </w:rPr>
  </w:style>
  <w:style w:type="character" w:styleId="UyteHipercze">
    <w:name w:val="FollowedHyperlink"/>
    <w:basedOn w:val="Domylnaczcionkaakapitu"/>
    <w:uiPriority w:val="99"/>
    <w:semiHidden/>
    <w:unhideWhenUsed/>
    <w:rsid w:val="00935585"/>
    <w:rPr>
      <w:color w:val="800080" w:themeColor="followedHyperlink"/>
      <w:u w:val="single"/>
    </w:rPr>
  </w:style>
  <w:style w:type="character" w:customStyle="1" w:styleId="Nierozpoznanawzmianka1">
    <w:name w:val="Nierozpoznana wzmianka1"/>
    <w:basedOn w:val="Domylnaczcionkaakapitu"/>
    <w:uiPriority w:val="99"/>
    <w:semiHidden/>
    <w:unhideWhenUsed/>
    <w:rsid w:val="0016094E"/>
    <w:rPr>
      <w:color w:val="605E5C"/>
      <w:shd w:val="clear" w:color="auto" w:fill="E1DFDD"/>
    </w:rPr>
  </w:style>
  <w:style w:type="character" w:styleId="Uwydatnienie">
    <w:name w:val="Emphasis"/>
    <w:basedOn w:val="Domylnaczcionkaakapitu"/>
    <w:uiPriority w:val="20"/>
    <w:qFormat/>
    <w:rsid w:val="003F4B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35874">
      <w:bodyDiv w:val="1"/>
      <w:marLeft w:val="0"/>
      <w:marRight w:val="0"/>
      <w:marTop w:val="0"/>
      <w:marBottom w:val="0"/>
      <w:divBdr>
        <w:top w:val="none" w:sz="0" w:space="0" w:color="auto"/>
        <w:left w:val="none" w:sz="0" w:space="0" w:color="auto"/>
        <w:bottom w:val="none" w:sz="0" w:space="0" w:color="auto"/>
        <w:right w:val="none" w:sz="0" w:space="0" w:color="auto"/>
      </w:divBdr>
    </w:div>
    <w:div w:id="50471414">
      <w:bodyDiv w:val="1"/>
      <w:marLeft w:val="0"/>
      <w:marRight w:val="0"/>
      <w:marTop w:val="0"/>
      <w:marBottom w:val="0"/>
      <w:divBdr>
        <w:top w:val="none" w:sz="0" w:space="0" w:color="auto"/>
        <w:left w:val="none" w:sz="0" w:space="0" w:color="auto"/>
        <w:bottom w:val="none" w:sz="0" w:space="0" w:color="auto"/>
        <w:right w:val="none" w:sz="0" w:space="0" w:color="auto"/>
      </w:divBdr>
      <w:divsChild>
        <w:div w:id="237207307">
          <w:marLeft w:val="0"/>
          <w:marRight w:val="0"/>
          <w:marTop w:val="0"/>
          <w:marBottom w:val="0"/>
          <w:divBdr>
            <w:top w:val="none" w:sz="0" w:space="0" w:color="auto"/>
            <w:left w:val="none" w:sz="0" w:space="0" w:color="auto"/>
            <w:bottom w:val="none" w:sz="0" w:space="0" w:color="auto"/>
            <w:right w:val="none" w:sz="0" w:space="0" w:color="auto"/>
          </w:divBdr>
        </w:div>
        <w:div w:id="2106610175">
          <w:marLeft w:val="0"/>
          <w:marRight w:val="0"/>
          <w:marTop w:val="0"/>
          <w:marBottom w:val="0"/>
          <w:divBdr>
            <w:top w:val="none" w:sz="0" w:space="0" w:color="auto"/>
            <w:left w:val="none" w:sz="0" w:space="0" w:color="auto"/>
            <w:bottom w:val="none" w:sz="0" w:space="0" w:color="auto"/>
            <w:right w:val="none" w:sz="0" w:space="0" w:color="auto"/>
          </w:divBdr>
          <w:divsChild>
            <w:div w:id="2063021907">
              <w:marLeft w:val="0"/>
              <w:marRight w:val="0"/>
              <w:marTop w:val="0"/>
              <w:marBottom w:val="0"/>
              <w:divBdr>
                <w:top w:val="none" w:sz="0" w:space="0" w:color="auto"/>
                <w:left w:val="none" w:sz="0" w:space="0" w:color="auto"/>
                <w:bottom w:val="none" w:sz="0" w:space="0" w:color="auto"/>
                <w:right w:val="none" w:sz="0" w:space="0" w:color="auto"/>
              </w:divBdr>
            </w:div>
          </w:divsChild>
        </w:div>
        <w:div w:id="1016613740">
          <w:marLeft w:val="0"/>
          <w:marRight w:val="0"/>
          <w:marTop w:val="0"/>
          <w:marBottom w:val="0"/>
          <w:divBdr>
            <w:top w:val="none" w:sz="0" w:space="0" w:color="auto"/>
            <w:left w:val="none" w:sz="0" w:space="0" w:color="auto"/>
            <w:bottom w:val="none" w:sz="0" w:space="0" w:color="auto"/>
            <w:right w:val="none" w:sz="0" w:space="0" w:color="auto"/>
          </w:divBdr>
          <w:divsChild>
            <w:div w:id="840318934">
              <w:marLeft w:val="0"/>
              <w:marRight w:val="0"/>
              <w:marTop w:val="0"/>
              <w:marBottom w:val="0"/>
              <w:divBdr>
                <w:top w:val="none" w:sz="0" w:space="0" w:color="auto"/>
                <w:left w:val="none" w:sz="0" w:space="0" w:color="auto"/>
                <w:bottom w:val="none" w:sz="0" w:space="0" w:color="auto"/>
                <w:right w:val="none" w:sz="0" w:space="0" w:color="auto"/>
              </w:divBdr>
            </w:div>
            <w:div w:id="1960530795">
              <w:marLeft w:val="0"/>
              <w:marRight w:val="0"/>
              <w:marTop w:val="0"/>
              <w:marBottom w:val="0"/>
              <w:divBdr>
                <w:top w:val="none" w:sz="0" w:space="0" w:color="auto"/>
                <w:left w:val="none" w:sz="0" w:space="0" w:color="auto"/>
                <w:bottom w:val="none" w:sz="0" w:space="0" w:color="auto"/>
                <w:right w:val="none" w:sz="0" w:space="0" w:color="auto"/>
              </w:divBdr>
              <w:divsChild>
                <w:div w:id="1638605235">
                  <w:marLeft w:val="0"/>
                  <w:marRight w:val="0"/>
                  <w:marTop w:val="0"/>
                  <w:marBottom w:val="0"/>
                  <w:divBdr>
                    <w:top w:val="none" w:sz="0" w:space="0" w:color="auto"/>
                    <w:left w:val="none" w:sz="0" w:space="0" w:color="auto"/>
                    <w:bottom w:val="none" w:sz="0" w:space="0" w:color="auto"/>
                    <w:right w:val="none" w:sz="0" w:space="0" w:color="auto"/>
                  </w:divBdr>
                  <w:divsChild>
                    <w:div w:id="30902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797012">
              <w:marLeft w:val="0"/>
              <w:marRight w:val="0"/>
              <w:marTop w:val="0"/>
              <w:marBottom w:val="0"/>
              <w:divBdr>
                <w:top w:val="none" w:sz="0" w:space="0" w:color="auto"/>
                <w:left w:val="none" w:sz="0" w:space="0" w:color="auto"/>
                <w:bottom w:val="none" w:sz="0" w:space="0" w:color="auto"/>
                <w:right w:val="none" w:sz="0" w:space="0" w:color="auto"/>
              </w:divBdr>
              <w:divsChild>
                <w:div w:id="1348756177">
                  <w:marLeft w:val="0"/>
                  <w:marRight w:val="0"/>
                  <w:marTop w:val="0"/>
                  <w:marBottom w:val="0"/>
                  <w:divBdr>
                    <w:top w:val="none" w:sz="0" w:space="0" w:color="auto"/>
                    <w:left w:val="none" w:sz="0" w:space="0" w:color="auto"/>
                    <w:bottom w:val="none" w:sz="0" w:space="0" w:color="auto"/>
                    <w:right w:val="none" w:sz="0" w:space="0" w:color="auto"/>
                  </w:divBdr>
                  <w:divsChild>
                    <w:div w:id="137974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592511">
              <w:marLeft w:val="0"/>
              <w:marRight w:val="0"/>
              <w:marTop w:val="0"/>
              <w:marBottom w:val="0"/>
              <w:divBdr>
                <w:top w:val="none" w:sz="0" w:space="0" w:color="auto"/>
                <w:left w:val="none" w:sz="0" w:space="0" w:color="auto"/>
                <w:bottom w:val="none" w:sz="0" w:space="0" w:color="auto"/>
                <w:right w:val="none" w:sz="0" w:space="0" w:color="auto"/>
              </w:divBdr>
              <w:divsChild>
                <w:div w:id="902374374">
                  <w:marLeft w:val="0"/>
                  <w:marRight w:val="0"/>
                  <w:marTop w:val="0"/>
                  <w:marBottom w:val="0"/>
                  <w:divBdr>
                    <w:top w:val="none" w:sz="0" w:space="0" w:color="auto"/>
                    <w:left w:val="none" w:sz="0" w:space="0" w:color="auto"/>
                    <w:bottom w:val="none" w:sz="0" w:space="0" w:color="auto"/>
                    <w:right w:val="none" w:sz="0" w:space="0" w:color="auto"/>
                  </w:divBdr>
                  <w:divsChild>
                    <w:div w:id="123497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891040">
              <w:marLeft w:val="0"/>
              <w:marRight w:val="0"/>
              <w:marTop w:val="0"/>
              <w:marBottom w:val="0"/>
              <w:divBdr>
                <w:top w:val="none" w:sz="0" w:space="0" w:color="auto"/>
                <w:left w:val="none" w:sz="0" w:space="0" w:color="auto"/>
                <w:bottom w:val="none" w:sz="0" w:space="0" w:color="auto"/>
                <w:right w:val="none" w:sz="0" w:space="0" w:color="auto"/>
              </w:divBdr>
              <w:divsChild>
                <w:div w:id="103261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8538">
      <w:bodyDiv w:val="1"/>
      <w:marLeft w:val="0"/>
      <w:marRight w:val="0"/>
      <w:marTop w:val="0"/>
      <w:marBottom w:val="0"/>
      <w:divBdr>
        <w:top w:val="none" w:sz="0" w:space="0" w:color="auto"/>
        <w:left w:val="none" w:sz="0" w:space="0" w:color="auto"/>
        <w:bottom w:val="none" w:sz="0" w:space="0" w:color="auto"/>
        <w:right w:val="none" w:sz="0" w:space="0" w:color="auto"/>
      </w:divBdr>
    </w:div>
    <w:div w:id="74936235">
      <w:bodyDiv w:val="1"/>
      <w:marLeft w:val="0"/>
      <w:marRight w:val="0"/>
      <w:marTop w:val="0"/>
      <w:marBottom w:val="0"/>
      <w:divBdr>
        <w:top w:val="none" w:sz="0" w:space="0" w:color="auto"/>
        <w:left w:val="none" w:sz="0" w:space="0" w:color="auto"/>
        <w:bottom w:val="none" w:sz="0" w:space="0" w:color="auto"/>
        <w:right w:val="none" w:sz="0" w:space="0" w:color="auto"/>
      </w:divBdr>
    </w:div>
    <w:div w:id="146749120">
      <w:bodyDiv w:val="1"/>
      <w:marLeft w:val="0"/>
      <w:marRight w:val="0"/>
      <w:marTop w:val="0"/>
      <w:marBottom w:val="0"/>
      <w:divBdr>
        <w:top w:val="none" w:sz="0" w:space="0" w:color="auto"/>
        <w:left w:val="none" w:sz="0" w:space="0" w:color="auto"/>
        <w:bottom w:val="none" w:sz="0" w:space="0" w:color="auto"/>
        <w:right w:val="none" w:sz="0" w:space="0" w:color="auto"/>
      </w:divBdr>
    </w:div>
    <w:div w:id="165873498">
      <w:bodyDiv w:val="1"/>
      <w:marLeft w:val="0"/>
      <w:marRight w:val="0"/>
      <w:marTop w:val="0"/>
      <w:marBottom w:val="0"/>
      <w:divBdr>
        <w:top w:val="none" w:sz="0" w:space="0" w:color="auto"/>
        <w:left w:val="none" w:sz="0" w:space="0" w:color="auto"/>
        <w:bottom w:val="none" w:sz="0" w:space="0" w:color="auto"/>
        <w:right w:val="none" w:sz="0" w:space="0" w:color="auto"/>
      </w:divBdr>
    </w:div>
    <w:div w:id="169217147">
      <w:bodyDiv w:val="1"/>
      <w:marLeft w:val="0"/>
      <w:marRight w:val="0"/>
      <w:marTop w:val="0"/>
      <w:marBottom w:val="0"/>
      <w:divBdr>
        <w:top w:val="none" w:sz="0" w:space="0" w:color="auto"/>
        <w:left w:val="none" w:sz="0" w:space="0" w:color="auto"/>
        <w:bottom w:val="none" w:sz="0" w:space="0" w:color="auto"/>
        <w:right w:val="none" w:sz="0" w:space="0" w:color="auto"/>
      </w:divBdr>
      <w:divsChild>
        <w:div w:id="972324284">
          <w:marLeft w:val="0"/>
          <w:marRight w:val="0"/>
          <w:marTop w:val="105"/>
          <w:marBottom w:val="0"/>
          <w:divBdr>
            <w:top w:val="none" w:sz="0" w:space="0" w:color="auto"/>
            <w:left w:val="none" w:sz="0" w:space="0" w:color="auto"/>
            <w:bottom w:val="none" w:sz="0" w:space="0" w:color="auto"/>
            <w:right w:val="none" w:sz="0" w:space="0" w:color="auto"/>
          </w:divBdr>
        </w:div>
        <w:div w:id="114830395">
          <w:marLeft w:val="0"/>
          <w:marRight w:val="0"/>
          <w:marTop w:val="0"/>
          <w:marBottom w:val="0"/>
          <w:divBdr>
            <w:top w:val="none" w:sz="0" w:space="0" w:color="auto"/>
            <w:left w:val="none" w:sz="0" w:space="0" w:color="auto"/>
            <w:bottom w:val="none" w:sz="0" w:space="0" w:color="auto"/>
            <w:right w:val="none" w:sz="0" w:space="0" w:color="auto"/>
          </w:divBdr>
          <w:divsChild>
            <w:div w:id="957104309">
              <w:marLeft w:val="255"/>
              <w:marRight w:val="0"/>
              <w:marTop w:val="0"/>
              <w:marBottom w:val="0"/>
              <w:divBdr>
                <w:top w:val="none" w:sz="0" w:space="0" w:color="auto"/>
                <w:left w:val="none" w:sz="0" w:space="0" w:color="auto"/>
                <w:bottom w:val="none" w:sz="0" w:space="0" w:color="auto"/>
                <w:right w:val="none" w:sz="0" w:space="0" w:color="auto"/>
              </w:divBdr>
            </w:div>
          </w:divsChild>
        </w:div>
        <w:div w:id="597833224">
          <w:marLeft w:val="0"/>
          <w:marRight w:val="0"/>
          <w:marTop w:val="0"/>
          <w:marBottom w:val="0"/>
          <w:divBdr>
            <w:top w:val="none" w:sz="0" w:space="0" w:color="auto"/>
            <w:left w:val="none" w:sz="0" w:space="0" w:color="auto"/>
            <w:bottom w:val="none" w:sz="0" w:space="0" w:color="auto"/>
            <w:right w:val="none" w:sz="0" w:space="0" w:color="auto"/>
          </w:divBdr>
          <w:divsChild>
            <w:div w:id="1537162632">
              <w:marLeft w:val="255"/>
              <w:marRight w:val="0"/>
              <w:marTop w:val="0"/>
              <w:marBottom w:val="0"/>
              <w:divBdr>
                <w:top w:val="none" w:sz="0" w:space="0" w:color="auto"/>
                <w:left w:val="none" w:sz="0" w:space="0" w:color="auto"/>
                <w:bottom w:val="none" w:sz="0" w:space="0" w:color="auto"/>
                <w:right w:val="none" w:sz="0" w:space="0" w:color="auto"/>
              </w:divBdr>
            </w:div>
          </w:divsChild>
        </w:div>
        <w:div w:id="1055351935">
          <w:marLeft w:val="0"/>
          <w:marRight w:val="0"/>
          <w:marTop w:val="0"/>
          <w:marBottom w:val="0"/>
          <w:divBdr>
            <w:top w:val="none" w:sz="0" w:space="0" w:color="auto"/>
            <w:left w:val="none" w:sz="0" w:space="0" w:color="auto"/>
            <w:bottom w:val="none" w:sz="0" w:space="0" w:color="auto"/>
            <w:right w:val="none" w:sz="0" w:space="0" w:color="auto"/>
          </w:divBdr>
          <w:divsChild>
            <w:div w:id="1468278201">
              <w:marLeft w:val="255"/>
              <w:marRight w:val="0"/>
              <w:marTop w:val="0"/>
              <w:marBottom w:val="0"/>
              <w:divBdr>
                <w:top w:val="none" w:sz="0" w:space="0" w:color="auto"/>
                <w:left w:val="none" w:sz="0" w:space="0" w:color="auto"/>
                <w:bottom w:val="none" w:sz="0" w:space="0" w:color="auto"/>
                <w:right w:val="none" w:sz="0" w:space="0" w:color="auto"/>
              </w:divBdr>
            </w:div>
          </w:divsChild>
        </w:div>
        <w:div w:id="1927575586">
          <w:marLeft w:val="0"/>
          <w:marRight w:val="0"/>
          <w:marTop w:val="0"/>
          <w:marBottom w:val="0"/>
          <w:divBdr>
            <w:top w:val="none" w:sz="0" w:space="0" w:color="auto"/>
            <w:left w:val="none" w:sz="0" w:space="0" w:color="auto"/>
            <w:bottom w:val="none" w:sz="0" w:space="0" w:color="auto"/>
            <w:right w:val="none" w:sz="0" w:space="0" w:color="auto"/>
          </w:divBdr>
          <w:divsChild>
            <w:div w:id="330835420">
              <w:marLeft w:val="255"/>
              <w:marRight w:val="0"/>
              <w:marTop w:val="0"/>
              <w:marBottom w:val="0"/>
              <w:divBdr>
                <w:top w:val="none" w:sz="0" w:space="0" w:color="auto"/>
                <w:left w:val="none" w:sz="0" w:space="0" w:color="auto"/>
                <w:bottom w:val="none" w:sz="0" w:space="0" w:color="auto"/>
                <w:right w:val="none" w:sz="0" w:space="0" w:color="auto"/>
              </w:divBdr>
            </w:div>
          </w:divsChild>
        </w:div>
        <w:div w:id="1485000660">
          <w:marLeft w:val="0"/>
          <w:marRight w:val="0"/>
          <w:marTop w:val="0"/>
          <w:marBottom w:val="0"/>
          <w:divBdr>
            <w:top w:val="none" w:sz="0" w:space="0" w:color="auto"/>
            <w:left w:val="none" w:sz="0" w:space="0" w:color="auto"/>
            <w:bottom w:val="none" w:sz="0" w:space="0" w:color="auto"/>
            <w:right w:val="none" w:sz="0" w:space="0" w:color="auto"/>
          </w:divBdr>
          <w:divsChild>
            <w:div w:id="143531802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87529951">
      <w:bodyDiv w:val="1"/>
      <w:marLeft w:val="0"/>
      <w:marRight w:val="0"/>
      <w:marTop w:val="0"/>
      <w:marBottom w:val="0"/>
      <w:divBdr>
        <w:top w:val="none" w:sz="0" w:space="0" w:color="auto"/>
        <w:left w:val="none" w:sz="0" w:space="0" w:color="auto"/>
        <w:bottom w:val="none" w:sz="0" w:space="0" w:color="auto"/>
        <w:right w:val="none" w:sz="0" w:space="0" w:color="auto"/>
      </w:divBdr>
    </w:div>
    <w:div w:id="257566204">
      <w:bodyDiv w:val="1"/>
      <w:marLeft w:val="0"/>
      <w:marRight w:val="0"/>
      <w:marTop w:val="0"/>
      <w:marBottom w:val="0"/>
      <w:divBdr>
        <w:top w:val="none" w:sz="0" w:space="0" w:color="auto"/>
        <w:left w:val="none" w:sz="0" w:space="0" w:color="auto"/>
        <w:bottom w:val="none" w:sz="0" w:space="0" w:color="auto"/>
        <w:right w:val="none" w:sz="0" w:space="0" w:color="auto"/>
      </w:divBdr>
      <w:divsChild>
        <w:div w:id="38670467">
          <w:marLeft w:val="0"/>
          <w:marRight w:val="0"/>
          <w:marTop w:val="105"/>
          <w:marBottom w:val="0"/>
          <w:divBdr>
            <w:top w:val="none" w:sz="0" w:space="0" w:color="auto"/>
            <w:left w:val="none" w:sz="0" w:space="0" w:color="auto"/>
            <w:bottom w:val="none" w:sz="0" w:space="0" w:color="auto"/>
            <w:right w:val="none" w:sz="0" w:space="0" w:color="auto"/>
          </w:divBdr>
        </w:div>
        <w:div w:id="1621303245">
          <w:marLeft w:val="0"/>
          <w:marRight w:val="0"/>
          <w:marTop w:val="0"/>
          <w:marBottom w:val="0"/>
          <w:divBdr>
            <w:top w:val="none" w:sz="0" w:space="0" w:color="auto"/>
            <w:left w:val="none" w:sz="0" w:space="0" w:color="auto"/>
            <w:bottom w:val="none" w:sz="0" w:space="0" w:color="auto"/>
            <w:right w:val="none" w:sz="0" w:space="0" w:color="auto"/>
          </w:divBdr>
          <w:divsChild>
            <w:div w:id="5605367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309209278">
      <w:bodyDiv w:val="1"/>
      <w:marLeft w:val="0"/>
      <w:marRight w:val="0"/>
      <w:marTop w:val="0"/>
      <w:marBottom w:val="0"/>
      <w:divBdr>
        <w:top w:val="none" w:sz="0" w:space="0" w:color="auto"/>
        <w:left w:val="none" w:sz="0" w:space="0" w:color="auto"/>
        <w:bottom w:val="none" w:sz="0" w:space="0" w:color="auto"/>
        <w:right w:val="none" w:sz="0" w:space="0" w:color="auto"/>
      </w:divBdr>
    </w:div>
    <w:div w:id="350186253">
      <w:bodyDiv w:val="1"/>
      <w:marLeft w:val="0"/>
      <w:marRight w:val="0"/>
      <w:marTop w:val="0"/>
      <w:marBottom w:val="0"/>
      <w:divBdr>
        <w:top w:val="none" w:sz="0" w:space="0" w:color="auto"/>
        <w:left w:val="none" w:sz="0" w:space="0" w:color="auto"/>
        <w:bottom w:val="none" w:sz="0" w:space="0" w:color="auto"/>
        <w:right w:val="none" w:sz="0" w:space="0" w:color="auto"/>
      </w:divBdr>
    </w:div>
    <w:div w:id="359747933">
      <w:bodyDiv w:val="1"/>
      <w:marLeft w:val="0"/>
      <w:marRight w:val="0"/>
      <w:marTop w:val="0"/>
      <w:marBottom w:val="0"/>
      <w:divBdr>
        <w:top w:val="none" w:sz="0" w:space="0" w:color="auto"/>
        <w:left w:val="none" w:sz="0" w:space="0" w:color="auto"/>
        <w:bottom w:val="none" w:sz="0" w:space="0" w:color="auto"/>
        <w:right w:val="none" w:sz="0" w:space="0" w:color="auto"/>
      </w:divBdr>
    </w:div>
    <w:div w:id="376197491">
      <w:bodyDiv w:val="1"/>
      <w:marLeft w:val="0"/>
      <w:marRight w:val="0"/>
      <w:marTop w:val="0"/>
      <w:marBottom w:val="0"/>
      <w:divBdr>
        <w:top w:val="none" w:sz="0" w:space="0" w:color="auto"/>
        <w:left w:val="none" w:sz="0" w:space="0" w:color="auto"/>
        <w:bottom w:val="none" w:sz="0" w:space="0" w:color="auto"/>
        <w:right w:val="none" w:sz="0" w:space="0" w:color="auto"/>
      </w:divBdr>
      <w:divsChild>
        <w:div w:id="1739210330">
          <w:marLeft w:val="0"/>
          <w:marRight w:val="0"/>
          <w:marTop w:val="0"/>
          <w:marBottom w:val="0"/>
          <w:divBdr>
            <w:top w:val="none" w:sz="0" w:space="0" w:color="auto"/>
            <w:left w:val="none" w:sz="0" w:space="0" w:color="auto"/>
            <w:bottom w:val="none" w:sz="0" w:space="0" w:color="auto"/>
            <w:right w:val="none" w:sz="0" w:space="0" w:color="auto"/>
          </w:divBdr>
          <w:divsChild>
            <w:div w:id="560869263">
              <w:marLeft w:val="0"/>
              <w:marRight w:val="0"/>
              <w:marTop w:val="150"/>
              <w:marBottom w:val="168"/>
              <w:divBdr>
                <w:top w:val="none" w:sz="0" w:space="0" w:color="auto"/>
                <w:left w:val="none" w:sz="0" w:space="0" w:color="auto"/>
                <w:bottom w:val="none" w:sz="0" w:space="0" w:color="auto"/>
                <w:right w:val="none" w:sz="0" w:space="0" w:color="auto"/>
              </w:divBdr>
            </w:div>
            <w:div w:id="1543132120">
              <w:marLeft w:val="0"/>
              <w:marRight w:val="0"/>
              <w:marTop w:val="0"/>
              <w:marBottom w:val="0"/>
              <w:divBdr>
                <w:top w:val="none" w:sz="0" w:space="0" w:color="auto"/>
                <w:left w:val="none" w:sz="0" w:space="0" w:color="auto"/>
                <w:bottom w:val="none" w:sz="0" w:space="0" w:color="auto"/>
                <w:right w:val="none" w:sz="0" w:space="0" w:color="auto"/>
              </w:divBdr>
              <w:divsChild>
                <w:div w:id="340351184">
                  <w:marLeft w:val="0"/>
                  <w:marRight w:val="0"/>
                  <w:marTop w:val="105"/>
                  <w:marBottom w:val="0"/>
                  <w:divBdr>
                    <w:top w:val="none" w:sz="0" w:space="0" w:color="auto"/>
                    <w:left w:val="none" w:sz="0" w:space="0" w:color="auto"/>
                    <w:bottom w:val="none" w:sz="0" w:space="0" w:color="auto"/>
                    <w:right w:val="none" w:sz="0" w:space="0" w:color="auto"/>
                  </w:divBdr>
                </w:div>
                <w:div w:id="955022646">
                  <w:marLeft w:val="0"/>
                  <w:marRight w:val="0"/>
                  <w:marTop w:val="0"/>
                  <w:marBottom w:val="0"/>
                  <w:divBdr>
                    <w:top w:val="none" w:sz="0" w:space="0" w:color="auto"/>
                    <w:left w:val="none" w:sz="0" w:space="0" w:color="auto"/>
                    <w:bottom w:val="none" w:sz="0" w:space="0" w:color="auto"/>
                    <w:right w:val="none" w:sz="0" w:space="0" w:color="auto"/>
                  </w:divBdr>
                  <w:divsChild>
                    <w:div w:id="1441217595">
                      <w:marLeft w:val="255"/>
                      <w:marRight w:val="0"/>
                      <w:marTop w:val="0"/>
                      <w:marBottom w:val="0"/>
                      <w:divBdr>
                        <w:top w:val="none" w:sz="0" w:space="0" w:color="auto"/>
                        <w:left w:val="none" w:sz="0" w:space="0" w:color="auto"/>
                        <w:bottom w:val="none" w:sz="0" w:space="0" w:color="auto"/>
                        <w:right w:val="none" w:sz="0" w:space="0" w:color="auto"/>
                      </w:divBdr>
                      <w:divsChild>
                        <w:div w:id="1476919308">
                          <w:marLeft w:val="300"/>
                          <w:marRight w:val="0"/>
                          <w:marTop w:val="0"/>
                          <w:marBottom w:val="0"/>
                          <w:divBdr>
                            <w:top w:val="none" w:sz="0" w:space="0" w:color="auto"/>
                            <w:left w:val="none" w:sz="0" w:space="0" w:color="auto"/>
                            <w:bottom w:val="none" w:sz="0" w:space="0" w:color="auto"/>
                            <w:right w:val="none" w:sz="0" w:space="0" w:color="auto"/>
                          </w:divBdr>
                        </w:div>
                        <w:div w:id="1299143919">
                          <w:marLeft w:val="300"/>
                          <w:marRight w:val="0"/>
                          <w:marTop w:val="0"/>
                          <w:marBottom w:val="0"/>
                          <w:divBdr>
                            <w:top w:val="none" w:sz="0" w:space="0" w:color="auto"/>
                            <w:left w:val="none" w:sz="0" w:space="0" w:color="auto"/>
                            <w:bottom w:val="none" w:sz="0" w:space="0" w:color="auto"/>
                            <w:right w:val="none" w:sz="0" w:space="0" w:color="auto"/>
                          </w:divBdr>
                        </w:div>
                        <w:div w:id="1391878794">
                          <w:marLeft w:val="300"/>
                          <w:marRight w:val="0"/>
                          <w:marTop w:val="0"/>
                          <w:marBottom w:val="0"/>
                          <w:divBdr>
                            <w:top w:val="none" w:sz="0" w:space="0" w:color="auto"/>
                            <w:left w:val="none" w:sz="0" w:space="0" w:color="auto"/>
                            <w:bottom w:val="none" w:sz="0" w:space="0" w:color="auto"/>
                            <w:right w:val="none" w:sz="0" w:space="0" w:color="auto"/>
                          </w:divBdr>
                        </w:div>
                        <w:div w:id="2046782506">
                          <w:marLeft w:val="300"/>
                          <w:marRight w:val="0"/>
                          <w:marTop w:val="0"/>
                          <w:marBottom w:val="0"/>
                          <w:divBdr>
                            <w:top w:val="none" w:sz="0" w:space="0" w:color="auto"/>
                            <w:left w:val="none" w:sz="0" w:space="0" w:color="auto"/>
                            <w:bottom w:val="none" w:sz="0" w:space="0" w:color="auto"/>
                            <w:right w:val="none" w:sz="0" w:space="0" w:color="auto"/>
                          </w:divBdr>
                        </w:div>
                        <w:div w:id="568611708">
                          <w:marLeft w:val="300"/>
                          <w:marRight w:val="0"/>
                          <w:marTop w:val="0"/>
                          <w:marBottom w:val="0"/>
                          <w:divBdr>
                            <w:top w:val="none" w:sz="0" w:space="0" w:color="auto"/>
                            <w:left w:val="none" w:sz="0" w:space="0" w:color="auto"/>
                            <w:bottom w:val="none" w:sz="0" w:space="0" w:color="auto"/>
                            <w:right w:val="none" w:sz="0" w:space="0" w:color="auto"/>
                          </w:divBdr>
                        </w:div>
                        <w:div w:id="1491828029">
                          <w:marLeft w:val="300"/>
                          <w:marRight w:val="0"/>
                          <w:marTop w:val="0"/>
                          <w:marBottom w:val="0"/>
                          <w:divBdr>
                            <w:top w:val="none" w:sz="0" w:space="0" w:color="auto"/>
                            <w:left w:val="none" w:sz="0" w:space="0" w:color="auto"/>
                            <w:bottom w:val="none" w:sz="0" w:space="0" w:color="auto"/>
                            <w:right w:val="none" w:sz="0" w:space="0" w:color="auto"/>
                          </w:divBdr>
                        </w:div>
                        <w:div w:id="1085030351">
                          <w:marLeft w:val="300"/>
                          <w:marRight w:val="0"/>
                          <w:marTop w:val="0"/>
                          <w:marBottom w:val="0"/>
                          <w:divBdr>
                            <w:top w:val="none" w:sz="0" w:space="0" w:color="auto"/>
                            <w:left w:val="none" w:sz="0" w:space="0" w:color="auto"/>
                            <w:bottom w:val="none" w:sz="0" w:space="0" w:color="auto"/>
                            <w:right w:val="none" w:sz="0" w:space="0" w:color="auto"/>
                          </w:divBdr>
                        </w:div>
                        <w:div w:id="33970223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626429170">
                  <w:marLeft w:val="0"/>
                  <w:marRight w:val="0"/>
                  <w:marTop w:val="0"/>
                  <w:marBottom w:val="0"/>
                  <w:divBdr>
                    <w:top w:val="none" w:sz="0" w:space="0" w:color="auto"/>
                    <w:left w:val="none" w:sz="0" w:space="0" w:color="auto"/>
                    <w:bottom w:val="none" w:sz="0" w:space="0" w:color="auto"/>
                    <w:right w:val="none" w:sz="0" w:space="0" w:color="auto"/>
                  </w:divBdr>
                  <w:divsChild>
                    <w:div w:id="1554584343">
                      <w:marLeft w:val="255"/>
                      <w:marRight w:val="0"/>
                      <w:marTop w:val="0"/>
                      <w:marBottom w:val="0"/>
                      <w:divBdr>
                        <w:top w:val="none" w:sz="0" w:space="0" w:color="auto"/>
                        <w:left w:val="none" w:sz="0" w:space="0" w:color="auto"/>
                        <w:bottom w:val="none" w:sz="0" w:space="0" w:color="auto"/>
                        <w:right w:val="none" w:sz="0" w:space="0" w:color="auto"/>
                      </w:divBdr>
                      <w:divsChild>
                        <w:div w:id="500507496">
                          <w:marLeft w:val="300"/>
                          <w:marRight w:val="0"/>
                          <w:marTop w:val="0"/>
                          <w:marBottom w:val="0"/>
                          <w:divBdr>
                            <w:top w:val="none" w:sz="0" w:space="0" w:color="auto"/>
                            <w:left w:val="none" w:sz="0" w:space="0" w:color="auto"/>
                            <w:bottom w:val="none" w:sz="0" w:space="0" w:color="auto"/>
                            <w:right w:val="none" w:sz="0" w:space="0" w:color="auto"/>
                          </w:divBdr>
                        </w:div>
                        <w:div w:id="1669676152">
                          <w:marLeft w:val="300"/>
                          <w:marRight w:val="0"/>
                          <w:marTop w:val="0"/>
                          <w:marBottom w:val="0"/>
                          <w:divBdr>
                            <w:top w:val="none" w:sz="0" w:space="0" w:color="auto"/>
                            <w:left w:val="none" w:sz="0" w:space="0" w:color="auto"/>
                            <w:bottom w:val="none" w:sz="0" w:space="0" w:color="auto"/>
                            <w:right w:val="none" w:sz="0" w:space="0" w:color="auto"/>
                          </w:divBdr>
                        </w:div>
                        <w:div w:id="1354191176">
                          <w:marLeft w:val="300"/>
                          <w:marRight w:val="0"/>
                          <w:marTop w:val="0"/>
                          <w:marBottom w:val="0"/>
                          <w:divBdr>
                            <w:top w:val="none" w:sz="0" w:space="0" w:color="auto"/>
                            <w:left w:val="none" w:sz="0" w:space="0" w:color="auto"/>
                            <w:bottom w:val="none" w:sz="0" w:space="0" w:color="auto"/>
                            <w:right w:val="none" w:sz="0" w:space="0" w:color="auto"/>
                          </w:divBdr>
                        </w:div>
                        <w:div w:id="1513105966">
                          <w:marLeft w:val="300"/>
                          <w:marRight w:val="0"/>
                          <w:marTop w:val="0"/>
                          <w:marBottom w:val="0"/>
                          <w:divBdr>
                            <w:top w:val="none" w:sz="0" w:space="0" w:color="auto"/>
                            <w:left w:val="none" w:sz="0" w:space="0" w:color="auto"/>
                            <w:bottom w:val="none" w:sz="0" w:space="0" w:color="auto"/>
                            <w:right w:val="none" w:sz="0" w:space="0" w:color="auto"/>
                          </w:divBdr>
                        </w:div>
                        <w:div w:id="1144274976">
                          <w:marLeft w:val="300"/>
                          <w:marRight w:val="0"/>
                          <w:marTop w:val="0"/>
                          <w:marBottom w:val="0"/>
                          <w:divBdr>
                            <w:top w:val="none" w:sz="0" w:space="0" w:color="auto"/>
                            <w:left w:val="none" w:sz="0" w:space="0" w:color="auto"/>
                            <w:bottom w:val="none" w:sz="0" w:space="0" w:color="auto"/>
                            <w:right w:val="none" w:sz="0" w:space="0" w:color="auto"/>
                          </w:divBdr>
                        </w:div>
                        <w:div w:id="341855913">
                          <w:marLeft w:val="300"/>
                          <w:marRight w:val="0"/>
                          <w:marTop w:val="0"/>
                          <w:marBottom w:val="0"/>
                          <w:divBdr>
                            <w:top w:val="none" w:sz="0" w:space="0" w:color="auto"/>
                            <w:left w:val="none" w:sz="0" w:space="0" w:color="auto"/>
                            <w:bottom w:val="none" w:sz="0" w:space="0" w:color="auto"/>
                            <w:right w:val="none" w:sz="0" w:space="0" w:color="auto"/>
                          </w:divBdr>
                        </w:div>
                        <w:div w:id="1439760703">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392626186">
                  <w:marLeft w:val="0"/>
                  <w:marRight w:val="0"/>
                  <w:marTop w:val="0"/>
                  <w:marBottom w:val="0"/>
                  <w:divBdr>
                    <w:top w:val="none" w:sz="0" w:space="0" w:color="auto"/>
                    <w:left w:val="none" w:sz="0" w:space="0" w:color="auto"/>
                    <w:bottom w:val="none" w:sz="0" w:space="0" w:color="auto"/>
                    <w:right w:val="none" w:sz="0" w:space="0" w:color="auto"/>
                  </w:divBdr>
                  <w:divsChild>
                    <w:div w:id="734007901">
                      <w:marLeft w:val="255"/>
                      <w:marRight w:val="0"/>
                      <w:marTop w:val="0"/>
                      <w:marBottom w:val="0"/>
                      <w:divBdr>
                        <w:top w:val="none" w:sz="0" w:space="0" w:color="auto"/>
                        <w:left w:val="none" w:sz="0" w:space="0" w:color="auto"/>
                        <w:bottom w:val="none" w:sz="0" w:space="0" w:color="auto"/>
                        <w:right w:val="none" w:sz="0" w:space="0" w:color="auto"/>
                      </w:divBdr>
                      <w:divsChild>
                        <w:div w:id="288099201">
                          <w:marLeft w:val="300"/>
                          <w:marRight w:val="0"/>
                          <w:marTop w:val="0"/>
                          <w:marBottom w:val="0"/>
                          <w:divBdr>
                            <w:top w:val="none" w:sz="0" w:space="0" w:color="auto"/>
                            <w:left w:val="none" w:sz="0" w:space="0" w:color="auto"/>
                            <w:bottom w:val="none" w:sz="0" w:space="0" w:color="auto"/>
                            <w:right w:val="none" w:sz="0" w:space="0" w:color="auto"/>
                          </w:divBdr>
                        </w:div>
                        <w:div w:id="1498498722">
                          <w:marLeft w:val="300"/>
                          <w:marRight w:val="0"/>
                          <w:marTop w:val="0"/>
                          <w:marBottom w:val="0"/>
                          <w:divBdr>
                            <w:top w:val="none" w:sz="0" w:space="0" w:color="auto"/>
                            <w:left w:val="none" w:sz="0" w:space="0" w:color="auto"/>
                            <w:bottom w:val="none" w:sz="0" w:space="0" w:color="auto"/>
                            <w:right w:val="none" w:sz="0" w:space="0" w:color="auto"/>
                          </w:divBdr>
                        </w:div>
                        <w:div w:id="1398015632">
                          <w:marLeft w:val="300"/>
                          <w:marRight w:val="0"/>
                          <w:marTop w:val="0"/>
                          <w:marBottom w:val="0"/>
                          <w:divBdr>
                            <w:top w:val="none" w:sz="0" w:space="0" w:color="auto"/>
                            <w:left w:val="none" w:sz="0" w:space="0" w:color="auto"/>
                            <w:bottom w:val="none" w:sz="0" w:space="0" w:color="auto"/>
                            <w:right w:val="none" w:sz="0" w:space="0" w:color="auto"/>
                          </w:divBdr>
                        </w:div>
                        <w:div w:id="1145201622">
                          <w:marLeft w:val="300"/>
                          <w:marRight w:val="0"/>
                          <w:marTop w:val="0"/>
                          <w:marBottom w:val="0"/>
                          <w:divBdr>
                            <w:top w:val="none" w:sz="0" w:space="0" w:color="auto"/>
                            <w:left w:val="none" w:sz="0" w:space="0" w:color="auto"/>
                            <w:bottom w:val="none" w:sz="0" w:space="0" w:color="auto"/>
                            <w:right w:val="none" w:sz="0" w:space="0" w:color="auto"/>
                          </w:divBdr>
                        </w:div>
                        <w:div w:id="1011567999">
                          <w:marLeft w:val="300"/>
                          <w:marRight w:val="0"/>
                          <w:marTop w:val="0"/>
                          <w:marBottom w:val="0"/>
                          <w:divBdr>
                            <w:top w:val="none" w:sz="0" w:space="0" w:color="auto"/>
                            <w:left w:val="none" w:sz="0" w:space="0" w:color="auto"/>
                            <w:bottom w:val="none" w:sz="0" w:space="0" w:color="auto"/>
                            <w:right w:val="none" w:sz="0" w:space="0" w:color="auto"/>
                          </w:divBdr>
                        </w:div>
                        <w:div w:id="676689835">
                          <w:marLeft w:val="300"/>
                          <w:marRight w:val="0"/>
                          <w:marTop w:val="0"/>
                          <w:marBottom w:val="0"/>
                          <w:divBdr>
                            <w:top w:val="none" w:sz="0" w:space="0" w:color="auto"/>
                            <w:left w:val="none" w:sz="0" w:space="0" w:color="auto"/>
                            <w:bottom w:val="none" w:sz="0" w:space="0" w:color="auto"/>
                            <w:right w:val="none" w:sz="0" w:space="0" w:color="auto"/>
                          </w:divBdr>
                        </w:div>
                        <w:div w:id="209539833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621374335">
                  <w:marLeft w:val="0"/>
                  <w:marRight w:val="0"/>
                  <w:marTop w:val="0"/>
                  <w:marBottom w:val="0"/>
                  <w:divBdr>
                    <w:top w:val="none" w:sz="0" w:space="0" w:color="auto"/>
                    <w:left w:val="none" w:sz="0" w:space="0" w:color="auto"/>
                    <w:bottom w:val="none" w:sz="0" w:space="0" w:color="auto"/>
                    <w:right w:val="none" w:sz="0" w:space="0" w:color="auto"/>
                  </w:divBdr>
                  <w:divsChild>
                    <w:div w:id="140969213">
                      <w:marLeft w:val="255"/>
                      <w:marRight w:val="0"/>
                      <w:marTop w:val="0"/>
                      <w:marBottom w:val="0"/>
                      <w:divBdr>
                        <w:top w:val="none" w:sz="0" w:space="0" w:color="auto"/>
                        <w:left w:val="none" w:sz="0" w:space="0" w:color="auto"/>
                        <w:bottom w:val="none" w:sz="0" w:space="0" w:color="auto"/>
                        <w:right w:val="none" w:sz="0" w:space="0" w:color="auto"/>
                      </w:divBdr>
                      <w:divsChild>
                        <w:div w:id="247233597">
                          <w:marLeft w:val="300"/>
                          <w:marRight w:val="0"/>
                          <w:marTop w:val="0"/>
                          <w:marBottom w:val="0"/>
                          <w:divBdr>
                            <w:top w:val="none" w:sz="0" w:space="0" w:color="auto"/>
                            <w:left w:val="none" w:sz="0" w:space="0" w:color="auto"/>
                            <w:bottom w:val="none" w:sz="0" w:space="0" w:color="auto"/>
                            <w:right w:val="none" w:sz="0" w:space="0" w:color="auto"/>
                          </w:divBdr>
                        </w:div>
                        <w:div w:id="128931533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4301466">
              <w:marLeft w:val="0"/>
              <w:marRight w:val="0"/>
              <w:marTop w:val="0"/>
              <w:marBottom w:val="0"/>
              <w:divBdr>
                <w:top w:val="none" w:sz="0" w:space="0" w:color="auto"/>
                <w:left w:val="none" w:sz="0" w:space="0" w:color="auto"/>
                <w:bottom w:val="none" w:sz="0" w:space="0" w:color="auto"/>
                <w:right w:val="none" w:sz="0" w:space="0" w:color="auto"/>
              </w:divBdr>
              <w:divsChild>
                <w:div w:id="537012548">
                  <w:marLeft w:val="0"/>
                  <w:marRight w:val="0"/>
                  <w:marTop w:val="105"/>
                  <w:marBottom w:val="0"/>
                  <w:divBdr>
                    <w:top w:val="none" w:sz="0" w:space="0" w:color="auto"/>
                    <w:left w:val="none" w:sz="0" w:space="0" w:color="auto"/>
                    <w:bottom w:val="none" w:sz="0" w:space="0" w:color="auto"/>
                    <w:right w:val="none" w:sz="0" w:space="0" w:color="auto"/>
                  </w:divBdr>
                </w:div>
                <w:div w:id="1502504645">
                  <w:marLeft w:val="0"/>
                  <w:marRight w:val="0"/>
                  <w:marTop w:val="0"/>
                  <w:marBottom w:val="0"/>
                  <w:divBdr>
                    <w:top w:val="none" w:sz="0" w:space="0" w:color="auto"/>
                    <w:left w:val="none" w:sz="0" w:space="0" w:color="auto"/>
                    <w:bottom w:val="none" w:sz="0" w:space="0" w:color="auto"/>
                    <w:right w:val="none" w:sz="0" w:space="0" w:color="auto"/>
                  </w:divBdr>
                  <w:divsChild>
                    <w:div w:id="551890319">
                      <w:marLeft w:val="255"/>
                      <w:marRight w:val="0"/>
                      <w:marTop w:val="0"/>
                      <w:marBottom w:val="0"/>
                      <w:divBdr>
                        <w:top w:val="none" w:sz="0" w:space="0" w:color="auto"/>
                        <w:left w:val="none" w:sz="0" w:space="0" w:color="auto"/>
                        <w:bottom w:val="none" w:sz="0" w:space="0" w:color="auto"/>
                        <w:right w:val="none" w:sz="0" w:space="0" w:color="auto"/>
                      </w:divBdr>
                    </w:div>
                  </w:divsChild>
                </w:div>
                <w:div w:id="2024353569">
                  <w:marLeft w:val="0"/>
                  <w:marRight w:val="0"/>
                  <w:marTop w:val="0"/>
                  <w:marBottom w:val="0"/>
                  <w:divBdr>
                    <w:top w:val="none" w:sz="0" w:space="0" w:color="auto"/>
                    <w:left w:val="none" w:sz="0" w:space="0" w:color="auto"/>
                    <w:bottom w:val="none" w:sz="0" w:space="0" w:color="auto"/>
                    <w:right w:val="none" w:sz="0" w:space="0" w:color="auto"/>
                  </w:divBdr>
                  <w:divsChild>
                    <w:div w:id="762262865">
                      <w:marLeft w:val="255"/>
                      <w:marRight w:val="0"/>
                      <w:marTop w:val="0"/>
                      <w:marBottom w:val="0"/>
                      <w:divBdr>
                        <w:top w:val="none" w:sz="0" w:space="0" w:color="auto"/>
                        <w:left w:val="none" w:sz="0" w:space="0" w:color="auto"/>
                        <w:bottom w:val="none" w:sz="0" w:space="0" w:color="auto"/>
                        <w:right w:val="none" w:sz="0" w:space="0" w:color="auto"/>
                      </w:divBdr>
                    </w:div>
                  </w:divsChild>
                </w:div>
                <w:div w:id="975989829">
                  <w:marLeft w:val="0"/>
                  <w:marRight w:val="0"/>
                  <w:marTop w:val="0"/>
                  <w:marBottom w:val="0"/>
                  <w:divBdr>
                    <w:top w:val="none" w:sz="0" w:space="0" w:color="auto"/>
                    <w:left w:val="none" w:sz="0" w:space="0" w:color="auto"/>
                    <w:bottom w:val="none" w:sz="0" w:space="0" w:color="auto"/>
                    <w:right w:val="none" w:sz="0" w:space="0" w:color="auto"/>
                  </w:divBdr>
                  <w:divsChild>
                    <w:div w:id="549924228">
                      <w:marLeft w:val="255"/>
                      <w:marRight w:val="0"/>
                      <w:marTop w:val="0"/>
                      <w:marBottom w:val="0"/>
                      <w:divBdr>
                        <w:top w:val="none" w:sz="0" w:space="0" w:color="auto"/>
                        <w:left w:val="none" w:sz="0" w:space="0" w:color="auto"/>
                        <w:bottom w:val="none" w:sz="0" w:space="0" w:color="auto"/>
                        <w:right w:val="none" w:sz="0" w:space="0" w:color="auto"/>
                      </w:divBdr>
                    </w:div>
                  </w:divsChild>
                </w:div>
                <w:div w:id="1570117734">
                  <w:marLeft w:val="0"/>
                  <w:marRight w:val="0"/>
                  <w:marTop w:val="0"/>
                  <w:marBottom w:val="0"/>
                  <w:divBdr>
                    <w:top w:val="none" w:sz="0" w:space="0" w:color="auto"/>
                    <w:left w:val="none" w:sz="0" w:space="0" w:color="auto"/>
                    <w:bottom w:val="none" w:sz="0" w:space="0" w:color="auto"/>
                    <w:right w:val="none" w:sz="0" w:space="0" w:color="auto"/>
                  </w:divBdr>
                  <w:divsChild>
                    <w:div w:id="831260375">
                      <w:marLeft w:val="255"/>
                      <w:marRight w:val="0"/>
                      <w:marTop w:val="0"/>
                      <w:marBottom w:val="0"/>
                      <w:divBdr>
                        <w:top w:val="none" w:sz="0" w:space="0" w:color="auto"/>
                        <w:left w:val="none" w:sz="0" w:space="0" w:color="auto"/>
                        <w:bottom w:val="none" w:sz="0" w:space="0" w:color="auto"/>
                        <w:right w:val="none" w:sz="0" w:space="0" w:color="auto"/>
                      </w:divBdr>
                    </w:div>
                  </w:divsChild>
                </w:div>
                <w:div w:id="1750927506">
                  <w:marLeft w:val="0"/>
                  <w:marRight w:val="0"/>
                  <w:marTop w:val="0"/>
                  <w:marBottom w:val="0"/>
                  <w:divBdr>
                    <w:top w:val="none" w:sz="0" w:space="0" w:color="auto"/>
                    <w:left w:val="none" w:sz="0" w:space="0" w:color="auto"/>
                    <w:bottom w:val="none" w:sz="0" w:space="0" w:color="auto"/>
                    <w:right w:val="none" w:sz="0" w:space="0" w:color="auto"/>
                  </w:divBdr>
                  <w:divsChild>
                    <w:div w:id="18082193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50229653">
              <w:marLeft w:val="0"/>
              <w:marRight w:val="0"/>
              <w:marTop w:val="0"/>
              <w:marBottom w:val="0"/>
              <w:divBdr>
                <w:top w:val="none" w:sz="0" w:space="0" w:color="auto"/>
                <w:left w:val="none" w:sz="0" w:space="0" w:color="auto"/>
                <w:bottom w:val="none" w:sz="0" w:space="0" w:color="auto"/>
                <w:right w:val="none" w:sz="0" w:space="0" w:color="auto"/>
              </w:divBdr>
              <w:divsChild>
                <w:div w:id="178008905">
                  <w:marLeft w:val="0"/>
                  <w:marRight w:val="0"/>
                  <w:marTop w:val="105"/>
                  <w:marBottom w:val="0"/>
                  <w:divBdr>
                    <w:top w:val="none" w:sz="0" w:space="0" w:color="auto"/>
                    <w:left w:val="none" w:sz="0" w:space="0" w:color="auto"/>
                    <w:bottom w:val="none" w:sz="0" w:space="0" w:color="auto"/>
                    <w:right w:val="none" w:sz="0" w:space="0" w:color="auto"/>
                  </w:divBdr>
                </w:div>
              </w:divsChild>
            </w:div>
            <w:div w:id="1422137423">
              <w:marLeft w:val="0"/>
              <w:marRight w:val="0"/>
              <w:marTop w:val="0"/>
              <w:marBottom w:val="0"/>
              <w:divBdr>
                <w:top w:val="none" w:sz="0" w:space="0" w:color="auto"/>
                <w:left w:val="none" w:sz="0" w:space="0" w:color="auto"/>
                <w:bottom w:val="none" w:sz="0" w:space="0" w:color="auto"/>
                <w:right w:val="none" w:sz="0" w:space="0" w:color="auto"/>
              </w:divBdr>
              <w:divsChild>
                <w:div w:id="229123003">
                  <w:marLeft w:val="0"/>
                  <w:marRight w:val="0"/>
                  <w:marTop w:val="105"/>
                  <w:marBottom w:val="0"/>
                  <w:divBdr>
                    <w:top w:val="none" w:sz="0" w:space="0" w:color="auto"/>
                    <w:left w:val="none" w:sz="0" w:space="0" w:color="auto"/>
                    <w:bottom w:val="none" w:sz="0" w:space="0" w:color="auto"/>
                    <w:right w:val="none" w:sz="0" w:space="0" w:color="auto"/>
                  </w:divBdr>
                </w:div>
              </w:divsChild>
            </w:div>
            <w:div w:id="2088266506">
              <w:marLeft w:val="0"/>
              <w:marRight w:val="0"/>
              <w:marTop w:val="0"/>
              <w:marBottom w:val="0"/>
              <w:divBdr>
                <w:top w:val="none" w:sz="0" w:space="0" w:color="auto"/>
                <w:left w:val="none" w:sz="0" w:space="0" w:color="auto"/>
                <w:bottom w:val="none" w:sz="0" w:space="0" w:color="auto"/>
                <w:right w:val="none" w:sz="0" w:space="0" w:color="auto"/>
              </w:divBdr>
              <w:divsChild>
                <w:div w:id="562567636">
                  <w:marLeft w:val="0"/>
                  <w:marRight w:val="0"/>
                  <w:marTop w:val="105"/>
                  <w:marBottom w:val="0"/>
                  <w:divBdr>
                    <w:top w:val="none" w:sz="0" w:space="0" w:color="auto"/>
                    <w:left w:val="none" w:sz="0" w:space="0" w:color="auto"/>
                    <w:bottom w:val="none" w:sz="0" w:space="0" w:color="auto"/>
                    <w:right w:val="none" w:sz="0" w:space="0" w:color="auto"/>
                  </w:divBdr>
                </w:div>
                <w:div w:id="156189816">
                  <w:marLeft w:val="0"/>
                  <w:marRight w:val="0"/>
                  <w:marTop w:val="0"/>
                  <w:marBottom w:val="0"/>
                  <w:divBdr>
                    <w:top w:val="none" w:sz="0" w:space="0" w:color="auto"/>
                    <w:left w:val="none" w:sz="0" w:space="0" w:color="auto"/>
                    <w:bottom w:val="none" w:sz="0" w:space="0" w:color="auto"/>
                    <w:right w:val="none" w:sz="0" w:space="0" w:color="auto"/>
                  </w:divBdr>
                  <w:divsChild>
                    <w:div w:id="1658725432">
                      <w:marLeft w:val="255"/>
                      <w:marRight w:val="0"/>
                      <w:marTop w:val="0"/>
                      <w:marBottom w:val="0"/>
                      <w:divBdr>
                        <w:top w:val="none" w:sz="0" w:space="0" w:color="auto"/>
                        <w:left w:val="none" w:sz="0" w:space="0" w:color="auto"/>
                        <w:bottom w:val="none" w:sz="0" w:space="0" w:color="auto"/>
                        <w:right w:val="none" w:sz="0" w:space="0" w:color="auto"/>
                      </w:divBdr>
                    </w:div>
                  </w:divsChild>
                </w:div>
                <w:div w:id="1948349749">
                  <w:marLeft w:val="0"/>
                  <w:marRight w:val="0"/>
                  <w:marTop w:val="0"/>
                  <w:marBottom w:val="0"/>
                  <w:divBdr>
                    <w:top w:val="none" w:sz="0" w:space="0" w:color="auto"/>
                    <w:left w:val="none" w:sz="0" w:space="0" w:color="auto"/>
                    <w:bottom w:val="none" w:sz="0" w:space="0" w:color="auto"/>
                    <w:right w:val="none" w:sz="0" w:space="0" w:color="auto"/>
                  </w:divBdr>
                  <w:divsChild>
                    <w:div w:id="1181889976">
                      <w:marLeft w:val="255"/>
                      <w:marRight w:val="0"/>
                      <w:marTop w:val="0"/>
                      <w:marBottom w:val="0"/>
                      <w:divBdr>
                        <w:top w:val="none" w:sz="0" w:space="0" w:color="auto"/>
                        <w:left w:val="none" w:sz="0" w:space="0" w:color="auto"/>
                        <w:bottom w:val="none" w:sz="0" w:space="0" w:color="auto"/>
                        <w:right w:val="none" w:sz="0" w:space="0" w:color="auto"/>
                      </w:divBdr>
                    </w:div>
                  </w:divsChild>
                </w:div>
                <w:div w:id="370233041">
                  <w:marLeft w:val="0"/>
                  <w:marRight w:val="0"/>
                  <w:marTop w:val="0"/>
                  <w:marBottom w:val="0"/>
                  <w:divBdr>
                    <w:top w:val="none" w:sz="0" w:space="0" w:color="auto"/>
                    <w:left w:val="none" w:sz="0" w:space="0" w:color="auto"/>
                    <w:bottom w:val="none" w:sz="0" w:space="0" w:color="auto"/>
                    <w:right w:val="none" w:sz="0" w:space="0" w:color="auto"/>
                  </w:divBdr>
                  <w:divsChild>
                    <w:div w:id="601039071">
                      <w:marLeft w:val="255"/>
                      <w:marRight w:val="0"/>
                      <w:marTop w:val="0"/>
                      <w:marBottom w:val="0"/>
                      <w:divBdr>
                        <w:top w:val="none" w:sz="0" w:space="0" w:color="auto"/>
                        <w:left w:val="none" w:sz="0" w:space="0" w:color="auto"/>
                        <w:bottom w:val="none" w:sz="0" w:space="0" w:color="auto"/>
                        <w:right w:val="none" w:sz="0" w:space="0" w:color="auto"/>
                      </w:divBdr>
                    </w:div>
                  </w:divsChild>
                </w:div>
                <w:div w:id="668992056">
                  <w:marLeft w:val="0"/>
                  <w:marRight w:val="0"/>
                  <w:marTop w:val="0"/>
                  <w:marBottom w:val="0"/>
                  <w:divBdr>
                    <w:top w:val="none" w:sz="0" w:space="0" w:color="auto"/>
                    <w:left w:val="none" w:sz="0" w:space="0" w:color="auto"/>
                    <w:bottom w:val="none" w:sz="0" w:space="0" w:color="auto"/>
                    <w:right w:val="none" w:sz="0" w:space="0" w:color="auto"/>
                  </w:divBdr>
                  <w:divsChild>
                    <w:div w:id="1327976975">
                      <w:marLeft w:val="255"/>
                      <w:marRight w:val="0"/>
                      <w:marTop w:val="0"/>
                      <w:marBottom w:val="0"/>
                      <w:divBdr>
                        <w:top w:val="none" w:sz="0" w:space="0" w:color="auto"/>
                        <w:left w:val="none" w:sz="0" w:space="0" w:color="auto"/>
                        <w:bottom w:val="none" w:sz="0" w:space="0" w:color="auto"/>
                        <w:right w:val="none" w:sz="0" w:space="0" w:color="auto"/>
                      </w:divBdr>
                    </w:div>
                  </w:divsChild>
                </w:div>
                <w:div w:id="2032997990">
                  <w:marLeft w:val="0"/>
                  <w:marRight w:val="0"/>
                  <w:marTop w:val="0"/>
                  <w:marBottom w:val="0"/>
                  <w:divBdr>
                    <w:top w:val="none" w:sz="0" w:space="0" w:color="auto"/>
                    <w:left w:val="none" w:sz="0" w:space="0" w:color="auto"/>
                    <w:bottom w:val="none" w:sz="0" w:space="0" w:color="auto"/>
                    <w:right w:val="none" w:sz="0" w:space="0" w:color="auto"/>
                  </w:divBdr>
                  <w:divsChild>
                    <w:div w:id="675032707">
                      <w:marLeft w:val="255"/>
                      <w:marRight w:val="0"/>
                      <w:marTop w:val="0"/>
                      <w:marBottom w:val="0"/>
                      <w:divBdr>
                        <w:top w:val="none" w:sz="0" w:space="0" w:color="auto"/>
                        <w:left w:val="none" w:sz="0" w:space="0" w:color="auto"/>
                        <w:bottom w:val="none" w:sz="0" w:space="0" w:color="auto"/>
                        <w:right w:val="none" w:sz="0" w:space="0" w:color="auto"/>
                      </w:divBdr>
                    </w:div>
                  </w:divsChild>
                </w:div>
                <w:div w:id="651711566">
                  <w:marLeft w:val="0"/>
                  <w:marRight w:val="0"/>
                  <w:marTop w:val="0"/>
                  <w:marBottom w:val="0"/>
                  <w:divBdr>
                    <w:top w:val="none" w:sz="0" w:space="0" w:color="auto"/>
                    <w:left w:val="none" w:sz="0" w:space="0" w:color="auto"/>
                    <w:bottom w:val="none" w:sz="0" w:space="0" w:color="auto"/>
                    <w:right w:val="none" w:sz="0" w:space="0" w:color="auto"/>
                  </w:divBdr>
                  <w:divsChild>
                    <w:div w:id="1667392406">
                      <w:marLeft w:val="255"/>
                      <w:marRight w:val="0"/>
                      <w:marTop w:val="0"/>
                      <w:marBottom w:val="0"/>
                      <w:divBdr>
                        <w:top w:val="none" w:sz="0" w:space="0" w:color="auto"/>
                        <w:left w:val="none" w:sz="0" w:space="0" w:color="auto"/>
                        <w:bottom w:val="none" w:sz="0" w:space="0" w:color="auto"/>
                        <w:right w:val="none" w:sz="0" w:space="0" w:color="auto"/>
                      </w:divBdr>
                    </w:div>
                  </w:divsChild>
                </w:div>
                <w:div w:id="396510369">
                  <w:marLeft w:val="0"/>
                  <w:marRight w:val="0"/>
                  <w:marTop w:val="0"/>
                  <w:marBottom w:val="0"/>
                  <w:divBdr>
                    <w:top w:val="none" w:sz="0" w:space="0" w:color="auto"/>
                    <w:left w:val="none" w:sz="0" w:space="0" w:color="auto"/>
                    <w:bottom w:val="none" w:sz="0" w:space="0" w:color="auto"/>
                    <w:right w:val="none" w:sz="0" w:space="0" w:color="auto"/>
                  </w:divBdr>
                  <w:divsChild>
                    <w:div w:id="111379259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353336946">
              <w:marLeft w:val="0"/>
              <w:marRight w:val="0"/>
              <w:marTop w:val="0"/>
              <w:marBottom w:val="0"/>
              <w:divBdr>
                <w:top w:val="none" w:sz="0" w:space="0" w:color="auto"/>
                <w:left w:val="none" w:sz="0" w:space="0" w:color="auto"/>
                <w:bottom w:val="none" w:sz="0" w:space="0" w:color="auto"/>
                <w:right w:val="none" w:sz="0" w:space="0" w:color="auto"/>
              </w:divBdr>
              <w:divsChild>
                <w:div w:id="94330792">
                  <w:marLeft w:val="0"/>
                  <w:marRight w:val="0"/>
                  <w:marTop w:val="105"/>
                  <w:marBottom w:val="0"/>
                  <w:divBdr>
                    <w:top w:val="none" w:sz="0" w:space="0" w:color="auto"/>
                    <w:left w:val="none" w:sz="0" w:space="0" w:color="auto"/>
                    <w:bottom w:val="none" w:sz="0" w:space="0" w:color="auto"/>
                    <w:right w:val="none" w:sz="0" w:space="0" w:color="auto"/>
                  </w:divBdr>
                </w:div>
                <w:div w:id="1413701570">
                  <w:marLeft w:val="0"/>
                  <w:marRight w:val="0"/>
                  <w:marTop w:val="0"/>
                  <w:marBottom w:val="0"/>
                  <w:divBdr>
                    <w:top w:val="none" w:sz="0" w:space="0" w:color="auto"/>
                    <w:left w:val="none" w:sz="0" w:space="0" w:color="auto"/>
                    <w:bottom w:val="none" w:sz="0" w:space="0" w:color="auto"/>
                    <w:right w:val="none" w:sz="0" w:space="0" w:color="auto"/>
                  </w:divBdr>
                  <w:divsChild>
                    <w:div w:id="1284579582">
                      <w:marLeft w:val="255"/>
                      <w:marRight w:val="0"/>
                      <w:marTop w:val="0"/>
                      <w:marBottom w:val="0"/>
                      <w:divBdr>
                        <w:top w:val="none" w:sz="0" w:space="0" w:color="auto"/>
                        <w:left w:val="none" w:sz="0" w:space="0" w:color="auto"/>
                        <w:bottom w:val="none" w:sz="0" w:space="0" w:color="auto"/>
                        <w:right w:val="none" w:sz="0" w:space="0" w:color="auto"/>
                      </w:divBdr>
                    </w:div>
                  </w:divsChild>
                </w:div>
                <w:div w:id="1192306886">
                  <w:marLeft w:val="0"/>
                  <w:marRight w:val="0"/>
                  <w:marTop w:val="0"/>
                  <w:marBottom w:val="0"/>
                  <w:divBdr>
                    <w:top w:val="none" w:sz="0" w:space="0" w:color="auto"/>
                    <w:left w:val="none" w:sz="0" w:space="0" w:color="auto"/>
                    <w:bottom w:val="none" w:sz="0" w:space="0" w:color="auto"/>
                    <w:right w:val="none" w:sz="0" w:space="0" w:color="auto"/>
                  </w:divBdr>
                  <w:divsChild>
                    <w:div w:id="1113090014">
                      <w:marLeft w:val="255"/>
                      <w:marRight w:val="0"/>
                      <w:marTop w:val="0"/>
                      <w:marBottom w:val="0"/>
                      <w:divBdr>
                        <w:top w:val="none" w:sz="0" w:space="0" w:color="auto"/>
                        <w:left w:val="none" w:sz="0" w:space="0" w:color="auto"/>
                        <w:bottom w:val="none" w:sz="0" w:space="0" w:color="auto"/>
                        <w:right w:val="none" w:sz="0" w:space="0" w:color="auto"/>
                      </w:divBdr>
                    </w:div>
                  </w:divsChild>
                </w:div>
                <w:div w:id="1840539034">
                  <w:marLeft w:val="0"/>
                  <w:marRight w:val="0"/>
                  <w:marTop w:val="0"/>
                  <w:marBottom w:val="0"/>
                  <w:divBdr>
                    <w:top w:val="none" w:sz="0" w:space="0" w:color="auto"/>
                    <w:left w:val="none" w:sz="0" w:space="0" w:color="auto"/>
                    <w:bottom w:val="none" w:sz="0" w:space="0" w:color="auto"/>
                    <w:right w:val="none" w:sz="0" w:space="0" w:color="auto"/>
                  </w:divBdr>
                  <w:divsChild>
                    <w:div w:id="1459763844">
                      <w:marLeft w:val="255"/>
                      <w:marRight w:val="0"/>
                      <w:marTop w:val="0"/>
                      <w:marBottom w:val="0"/>
                      <w:divBdr>
                        <w:top w:val="none" w:sz="0" w:space="0" w:color="auto"/>
                        <w:left w:val="none" w:sz="0" w:space="0" w:color="auto"/>
                        <w:bottom w:val="none" w:sz="0" w:space="0" w:color="auto"/>
                        <w:right w:val="none" w:sz="0" w:space="0" w:color="auto"/>
                      </w:divBdr>
                    </w:div>
                  </w:divsChild>
                </w:div>
                <w:div w:id="1839805178">
                  <w:marLeft w:val="0"/>
                  <w:marRight w:val="0"/>
                  <w:marTop w:val="0"/>
                  <w:marBottom w:val="0"/>
                  <w:divBdr>
                    <w:top w:val="none" w:sz="0" w:space="0" w:color="auto"/>
                    <w:left w:val="none" w:sz="0" w:space="0" w:color="auto"/>
                    <w:bottom w:val="none" w:sz="0" w:space="0" w:color="auto"/>
                    <w:right w:val="none" w:sz="0" w:space="0" w:color="auto"/>
                  </w:divBdr>
                  <w:divsChild>
                    <w:div w:id="1833443326">
                      <w:marLeft w:val="255"/>
                      <w:marRight w:val="0"/>
                      <w:marTop w:val="0"/>
                      <w:marBottom w:val="0"/>
                      <w:divBdr>
                        <w:top w:val="none" w:sz="0" w:space="0" w:color="auto"/>
                        <w:left w:val="none" w:sz="0" w:space="0" w:color="auto"/>
                        <w:bottom w:val="none" w:sz="0" w:space="0" w:color="auto"/>
                        <w:right w:val="none" w:sz="0" w:space="0" w:color="auto"/>
                      </w:divBdr>
                    </w:div>
                  </w:divsChild>
                </w:div>
                <w:div w:id="1136029582">
                  <w:marLeft w:val="0"/>
                  <w:marRight w:val="0"/>
                  <w:marTop w:val="0"/>
                  <w:marBottom w:val="0"/>
                  <w:divBdr>
                    <w:top w:val="none" w:sz="0" w:space="0" w:color="auto"/>
                    <w:left w:val="none" w:sz="0" w:space="0" w:color="auto"/>
                    <w:bottom w:val="none" w:sz="0" w:space="0" w:color="auto"/>
                    <w:right w:val="none" w:sz="0" w:space="0" w:color="auto"/>
                  </w:divBdr>
                  <w:divsChild>
                    <w:div w:id="73000584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30277574">
              <w:marLeft w:val="0"/>
              <w:marRight w:val="0"/>
              <w:marTop w:val="0"/>
              <w:marBottom w:val="0"/>
              <w:divBdr>
                <w:top w:val="none" w:sz="0" w:space="0" w:color="auto"/>
                <w:left w:val="none" w:sz="0" w:space="0" w:color="auto"/>
                <w:bottom w:val="none" w:sz="0" w:space="0" w:color="auto"/>
                <w:right w:val="none" w:sz="0" w:space="0" w:color="auto"/>
              </w:divBdr>
              <w:divsChild>
                <w:div w:id="1627587493">
                  <w:marLeft w:val="0"/>
                  <w:marRight w:val="0"/>
                  <w:marTop w:val="105"/>
                  <w:marBottom w:val="0"/>
                  <w:divBdr>
                    <w:top w:val="none" w:sz="0" w:space="0" w:color="auto"/>
                    <w:left w:val="none" w:sz="0" w:space="0" w:color="auto"/>
                    <w:bottom w:val="none" w:sz="0" w:space="0" w:color="auto"/>
                    <w:right w:val="none" w:sz="0" w:space="0" w:color="auto"/>
                  </w:divBdr>
                </w:div>
              </w:divsChild>
            </w:div>
            <w:div w:id="1231382554">
              <w:marLeft w:val="0"/>
              <w:marRight w:val="0"/>
              <w:marTop w:val="0"/>
              <w:marBottom w:val="0"/>
              <w:divBdr>
                <w:top w:val="none" w:sz="0" w:space="0" w:color="auto"/>
                <w:left w:val="none" w:sz="0" w:space="0" w:color="auto"/>
                <w:bottom w:val="none" w:sz="0" w:space="0" w:color="auto"/>
                <w:right w:val="none" w:sz="0" w:space="0" w:color="auto"/>
              </w:divBdr>
              <w:divsChild>
                <w:div w:id="1015808010">
                  <w:marLeft w:val="0"/>
                  <w:marRight w:val="0"/>
                  <w:marTop w:val="105"/>
                  <w:marBottom w:val="0"/>
                  <w:divBdr>
                    <w:top w:val="none" w:sz="0" w:space="0" w:color="auto"/>
                    <w:left w:val="none" w:sz="0" w:space="0" w:color="auto"/>
                    <w:bottom w:val="none" w:sz="0" w:space="0" w:color="auto"/>
                    <w:right w:val="none" w:sz="0" w:space="0" w:color="auto"/>
                  </w:divBdr>
                </w:div>
                <w:div w:id="943266281">
                  <w:marLeft w:val="0"/>
                  <w:marRight w:val="0"/>
                  <w:marTop w:val="0"/>
                  <w:marBottom w:val="0"/>
                  <w:divBdr>
                    <w:top w:val="none" w:sz="0" w:space="0" w:color="auto"/>
                    <w:left w:val="none" w:sz="0" w:space="0" w:color="auto"/>
                    <w:bottom w:val="none" w:sz="0" w:space="0" w:color="auto"/>
                    <w:right w:val="none" w:sz="0" w:space="0" w:color="auto"/>
                  </w:divBdr>
                  <w:divsChild>
                    <w:div w:id="385495925">
                      <w:marLeft w:val="255"/>
                      <w:marRight w:val="0"/>
                      <w:marTop w:val="0"/>
                      <w:marBottom w:val="0"/>
                      <w:divBdr>
                        <w:top w:val="none" w:sz="0" w:space="0" w:color="auto"/>
                        <w:left w:val="none" w:sz="0" w:space="0" w:color="auto"/>
                        <w:bottom w:val="none" w:sz="0" w:space="0" w:color="auto"/>
                        <w:right w:val="none" w:sz="0" w:space="0" w:color="auto"/>
                      </w:divBdr>
                    </w:div>
                  </w:divsChild>
                </w:div>
                <w:div w:id="425273978">
                  <w:marLeft w:val="0"/>
                  <w:marRight w:val="0"/>
                  <w:marTop w:val="0"/>
                  <w:marBottom w:val="0"/>
                  <w:divBdr>
                    <w:top w:val="none" w:sz="0" w:space="0" w:color="auto"/>
                    <w:left w:val="none" w:sz="0" w:space="0" w:color="auto"/>
                    <w:bottom w:val="none" w:sz="0" w:space="0" w:color="auto"/>
                    <w:right w:val="none" w:sz="0" w:space="0" w:color="auto"/>
                  </w:divBdr>
                  <w:divsChild>
                    <w:div w:id="565187042">
                      <w:marLeft w:val="255"/>
                      <w:marRight w:val="0"/>
                      <w:marTop w:val="0"/>
                      <w:marBottom w:val="0"/>
                      <w:divBdr>
                        <w:top w:val="none" w:sz="0" w:space="0" w:color="auto"/>
                        <w:left w:val="none" w:sz="0" w:space="0" w:color="auto"/>
                        <w:bottom w:val="none" w:sz="0" w:space="0" w:color="auto"/>
                        <w:right w:val="none" w:sz="0" w:space="0" w:color="auto"/>
                      </w:divBdr>
                    </w:div>
                  </w:divsChild>
                </w:div>
                <w:div w:id="215439668">
                  <w:marLeft w:val="0"/>
                  <w:marRight w:val="0"/>
                  <w:marTop w:val="0"/>
                  <w:marBottom w:val="0"/>
                  <w:divBdr>
                    <w:top w:val="none" w:sz="0" w:space="0" w:color="auto"/>
                    <w:left w:val="none" w:sz="0" w:space="0" w:color="auto"/>
                    <w:bottom w:val="none" w:sz="0" w:space="0" w:color="auto"/>
                    <w:right w:val="none" w:sz="0" w:space="0" w:color="auto"/>
                  </w:divBdr>
                  <w:divsChild>
                    <w:div w:id="821045605">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89215773">
              <w:marLeft w:val="0"/>
              <w:marRight w:val="0"/>
              <w:marTop w:val="0"/>
              <w:marBottom w:val="0"/>
              <w:divBdr>
                <w:top w:val="none" w:sz="0" w:space="0" w:color="auto"/>
                <w:left w:val="none" w:sz="0" w:space="0" w:color="auto"/>
                <w:bottom w:val="none" w:sz="0" w:space="0" w:color="auto"/>
                <w:right w:val="none" w:sz="0" w:space="0" w:color="auto"/>
              </w:divBdr>
              <w:divsChild>
                <w:div w:id="1537549690">
                  <w:marLeft w:val="0"/>
                  <w:marRight w:val="0"/>
                  <w:marTop w:val="105"/>
                  <w:marBottom w:val="0"/>
                  <w:divBdr>
                    <w:top w:val="none" w:sz="0" w:space="0" w:color="auto"/>
                    <w:left w:val="none" w:sz="0" w:space="0" w:color="auto"/>
                    <w:bottom w:val="none" w:sz="0" w:space="0" w:color="auto"/>
                    <w:right w:val="none" w:sz="0" w:space="0" w:color="auto"/>
                  </w:divBdr>
                </w:div>
              </w:divsChild>
            </w:div>
            <w:div w:id="628319848">
              <w:marLeft w:val="0"/>
              <w:marRight w:val="0"/>
              <w:marTop w:val="0"/>
              <w:marBottom w:val="0"/>
              <w:divBdr>
                <w:top w:val="none" w:sz="0" w:space="0" w:color="auto"/>
                <w:left w:val="none" w:sz="0" w:space="0" w:color="auto"/>
                <w:bottom w:val="none" w:sz="0" w:space="0" w:color="auto"/>
                <w:right w:val="none" w:sz="0" w:space="0" w:color="auto"/>
              </w:divBdr>
              <w:divsChild>
                <w:div w:id="1212573247">
                  <w:marLeft w:val="0"/>
                  <w:marRight w:val="0"/>
                  <w:marTop w:val="105"/>
                  <w:marBottom w:val="0"/>
                  <w:divBdr>
                    <w:top w:val="none" w:sz="0" w:space="0" w:color="auto"/>
                    <w:left w:val="none" w:sz="0" w:space="0" w:color="auto"/>
                    <w:bottom w:val="none" w:sz="0" w:space="0" w:color="auto"/>
                    <w:right w:val="none" w:sz="0" w:space="0" w:color="auto"/>
                  </w:divBdr>
                </w:div>
              </w:divsChild>
            </w:div>
            <w:div w:id="244537923">
              <w:marLeft w:val="0"/>
              <w:marRight w:val="0"/>
              <w:marTop w:val="0"/>
              <w:marBottom w:val="0"/>
              <w:divBdr>
                <w:top w:val="none" w:sz="0" w:space="0" w:color="auto"/>
                <w:left w:val="none" w:sz="0" w:space="0" w:color="auto"/>
                <w:bottom w:val="none" w:sz="0" w:space="0" w:color="auto"/>
                <w:right w:val="none" w:sz="0" w:space="0" w:color="auto"/>
              </w:divBdr>
              <w:divsChild>
                <w:div w:id="1362318752">
                  <w:marLeft w:val="0"/>
                  <w:marRight w:val="0"/>
                  <w:marTop w:val="105"/>
                  <w:marBottom w:val="0"/>
                  <w:divBdr>
                    <w:top w:val="none" w:sz="0" w:space="0" w:color="auto"/>
                    <w:left w:val="none" w:sz="0" w:space="0" w:color="auto"/>
                    <w:bottom w:val="none" w:sz="0" w:space="0" w:color="auto"/>
                    <w:right w:val="none" w:sz="0" w:space="0" w:color="auto"/>
                  </w:divBdr>
                </w:div>
              </w:divsChild>
            </w:div>
            <w:div w:id="529614575">
              <w:marLeft w:val="0"/>
              <w:marRight w:val="0"/>
              <w:marTop w:val="0"/>
              <w:marBottom w:val="0"/>
              <w:divBdr>
                <w:top w:val="none" w:sz="0" w:space="0" w:color="auto"/>
                <w:left w:val="none" w:sz="0" w:space="0" w:color="auto"/>
                <w:bottom w:val="none" w:sz="0" w:space="0" w:color="auto"/>
                <w:right w:val="none" w:sz="0" w:space="0" w:color="auto"/>
              </w:divBdr>
              <w:divsChild>
                <w:div w:id="1321351353">
                  <w:marLeft w:val="0"/>
                  <w:marRight w:val="0"/>
                  <w:marTop w:val="105"/>
                  <w:marBottom w:val="0"/>
                  <w:divBdr>
                    <w:top w:val="none" w:sz="0" w:space="0" w:color="auto"/>
                    <w:left w:val="none" w:sz="0" w:space="0" w:color="auto"/>
                    <w:bottom w:val="none" w:sz="0" w:space="0" w:color="auto"/>
                    <w:right w:val="none" w:sz="0" w:space="0" w:color="auto"/>
                  </w:divBdr>
                </w:div>
              </w:divsChild>
            </w:div>
            <w:div w:id="1877541597">
              <w:marLeft w:val="0"/>
              <w:marRight w:val="0"/>
              <w:marTop w:val="0"/>
              <w:marBottom w:val="0"/>
              <w:divBdr>
                <w:top w:val="none" w:sz="0" w:space="0" w:color="auto"/>
                <w:left w:val="none" w:sz="0" w:space="0" w:color="auto"/>
                <w:bottom w:val="none" w:sz="0" w:space="0" w:color="auto"/>
                <w:right w:val="none" w:sz="0" w:space="0" w:color="auto"/>
              </w:divBdr>
              <w:divsChild>
                <w:div w:id="1535342191">
                  <w:marLeft w:val="0"/>
                  <w:marRight w:val="0"/>
                  <w:marTop w:val="105"/>
                  <w:marBottom w:val="0"/>
                  <w:divBdr>
                    <w:top w:val="none" w:sz="0" w:space="0" w:color="auto"/>
                    <w:left w:val="none" w:sz="0" w:space="0" w:color="auto"/>
                    <w:bottom w:val="none" w:sz="0" w:space="0" w:color="auto"/>
                    <w:right w:val="none" w:sz="0" w:space="0" w:color="auto"/>
                  </w:divBdr>
                </w:div>
                <w:div w:id="877277114">
                  <w:marLeft w:val="0"/>
                  <w:marRight w:val="0"/>
                  <w:marTop w:val="0"/>
                  <w:marBottom w:val="0"/>
                  <w:divBdr>
                    <w:top w:val="none" w:sz="0" w:space="0" w:color="auto"/>
                    <w:left w:val="none" w:sz="0" w:space="0" w:color="auto"/>
                    <w:bottom w:val="none" w:sz="0" w:space="0" w:color="auto"/>
                    <w:right w:val="none" w:sz="0" w:space="0" w:color="auto"/>
                  </w:divBdr>
                  <w:divsChild>
                    <w:div w:id="456410842">
                      <w:marLeft w:val="255"/>
                      <w:marRight w:val="0"/>
                      <w:marTop w:val="0"/>
                      <w:marBottom w:val="0"/>
                      <w:divBdr>
                        <w:top w:val="none" w:sz="0" w:space="0" w:color="auto"/>
                        <w:left w:val="none" w:sz="0" w:space="0" w:color="auto"/>
                        <w:bottom w:val="none" w:sz="0" w:space="0" w:color="auto"/>
                        <w:right w:val="none" w:sz="0" w:space="0" w:color="auto"/>
                      </w:divBdr>
                    </w:div>
                  </w:divsChild>
                </w:div>
                <w:div w:id="495220833">
                  <w:marLeft w:val="0"/>
                  <w:marRight w:val="0"/>
                  <w:marTop w:val="0"/>
                  <w:marBottom w:val="0"/>
                  <w:divBdr>
                    <w:top w:val="none" w:sz="0" w:space="0" w:color="auto"/>
                    <w:left w:val="none" w:sz="0" w:space="0" w:color="auto"/>
                    <w:bottom w:val="none" w:sz="0" w:space="0" w:color="auto"/>
                    <w:right w:val="none" w:sz="0" w:space="0" w:color="auto"/>
                  </w:divBdr>
                  <w:divsChild>
                    <w:div w:id="126512310">
                      <w:marLeft w:val="255"/>
                      <w:marRight w:val="0"/>
                      <w:marTop w:val="0"/>
                      <w:marBottom w:val="0"/>
                      <w:divBdr>
                        <w:top w:val="none" w:sz="0" w:space="0" w:color="auto"/>
                        <w:left w:val="none" w:sz="0" w:space="0" w:color="auto"/>
                        <w:bottom w:val="none" w:sz="0" w:space="0" w:color="auto"/>
                        <w:right w:val="none" w:sz="0" w:space="0" w:color="auto"/>
                      </w:divBdr>
                    </w:div>
                  </w:divsChild>
                </w:div>
                <w:div w:id="1317953467">
                  <w:marLeft w:val="0"/>
                  <w:marRight w:val="0"/>
                  <w:marTop w:val="0"/>
                  <w:marBottom w:val="0"/>
                  <w:divBdr>
                    <w:top w:val="none" w:sz="0" w:space="0" w:color="auto"/>
                    <w:left w:val="none" w:sz="0" w:space="0" w:color="auto"/>
                    <w:bottom w:val="none" w:sz="0" w:space="0" w:color="auto"/>
                    <w:right w:val="none" w:sz="0" w:space="0" w:color="auto"/>
                  </w:divBdr>
                  <w:divsChild>
                    <w:div w:id="1215775470">
                      <w:marLeft w:val="255"/>
                      <w:marRight w:val="0"/>
                      <w:marTop w:val="0"/>
                      <w:marBottom w:val="0"/>
                      <w:divBdr>
                        <w:top w:val="none" w:sz="0" w:space="0" w:color="auto"/>
                        <w:left w:val="none" w:sz="0" w:space="0" w:color="auto"/>
                        <w:bottom w:val="none" w:sz="0" w:space="0" w:color="auto"/>
                        <w:right w:val="none" w:sz="0" w:space="0" w:color="auto"/>
                      </w:divBdr>
                    </w:div>
                  </w:divsChild>
                </w:div>
                <w:div w:id="1815222320">
                  <w:marLeft w:val="0"/>
                  <w:marRight w:val="0"/>
                  <w:marTop w:val="0"/>
                  <w:marBottom w:val="0"/>
                  <w:divBdr>
                    <w:top w:val="none" w:sz="0" w:space="0" w:color="auto"/>
                    <w:left w:val="none" w:sz="0" w:space="0" w:color="auto"/>
                    <w:bottom w:val="none" w:sz="0" w:space="0" w:color="auto"/>
                    <w:right w:val="none" w:sz="0" w:space="0" w:color="auto"/>
                  </w:divBdr>
                  <w:divsChild>
                    <w:div w:id="713773181">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290283108">
              <w:marLeft w:val="0"/>
              <w:marRight w:val="0"/>
              <w:marTop w:val="0"/>
              <w:marBottom w:val="0"/>
              <w:divBdr>
                <w:top w:val="none" w:sz="0" w:space="0" w:color="auto"/>
                <w:left w:val="none" w:sz="0" w:space="0" w:color="auto"/>
                <w:bottom w:val="none" w:sz="0" w:space="0" w:color="auto"/>
                <w:right w:val="none" w:sz="0" w:space="0" w:color="auto"/>
              </w:divBdr>
              <w:divsChild>
                <w:div w:id="1619023920">
                  <w:marLeft w:val="0"/>
                  <w:marRight w:val="0"/>
                  <w:marTop w:val="105"/>
                  <w:marBottom w:val="0"/>
                  <w:divBdr>
                    <w:top w:val="none" w:sz="0" w:space="0" w:color="auto"/>
                    <w:left w:val="none" w:sz="0" w:space="0" w:color="auto"/>
                    <w:bottom w:val="none" w:sz="0" w:space="0" w:color="auto"/>
                    <w:right w:val="none" w:sz="0" w:space="0" w:color="auto"/>
                  </w:divBdr>
                </w:div>
                <w:div w:id="443038190">
                  <w:marLeft w:val="0"/>
                  <w:marRight w:val="0"/>
                  <w:marTop w:val="0"/>
                  <w:marBottom w:val="0"/>
                  <w:divBdr>
                    <w:top w:val="none" w:sz="0" w:space="0" w:color="auto"/>
                    <w:left w:val="none" w:sz="0" w:space="0" w:color="auto"/>
                    <w:bottom w:val="none" w:sz="0" w:space="0" w:color="auto"/>
                    <w:right w:val="none" w:sz="0" w:space="0" w:color="auto"/>
                  </w:divBdr>
                  <w:divsChild>
                    <w:div w:id="1318921896">
                      <w:marLeft w:val="255"/>
                      <w:marRight w:val="0"/>
                      <w:marTop w:val="0"/>
                      <w:marBottom w:val="0"/>
                      <w:divBdr>
                        <w:top w:val="none" w:sz="0" w:space="0" w:color="auto"/>
                        <w:left w:val="none" w:sz="0" w:space="0" w:color="auto"/>
                        <w:bottom w:val="none" w:sz="0" w:space="0" w:color="auto"/>
                        <w:right w:val="none" w:sz="0" w:space="0" w:color="auto"/>
                      </w:divBdr>
                    </w:div>
                  </w:divsChild>
                </w:div>
                <w:div w:id="1903060277">
                  <w:marLeft w:val="0"/>
                  <w:marRight w:val="0"/>
                  <w:marTop w:val="0"/>
                  <w:marBottom w:val="0"/>
                  <w:divBdr>
                    <w:top w:val="none" w:sz="0" w:space="0" w:color="auto"/>
                    <w:left w:val="none" w:sz="0" w:space="0" w:color="auto"/>
                    <w:bottom w:val="none" w:sz="0" w:space="0" w:color="auto"/>
                    <w:right w:val="none" w:sz="0" w:space="0" w:color="auto"/>
                  </w:divBdr>
                  <w:divsChild>
                    <w:div w:id="206944852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333650490">
              <w:marLeft w:val="0"/>
              <w:marRight w:val="0"/>
              <w:marTop w:val="0"/>
              <w:marBottom w:val="0"/>
              <w:divBdr>
                <w:top w:val="none" w:sz="0" w:space="0" w:color="auto"/>
                <w:left w:val="none" w:sz="0" w:space="0" w:color="auto"/>
                <w:bottom w:val="none" w:sz="0" w:space="0" w:color="auto"/>
                <w:right w:val="none" w:sz="0" w:space="0" w:color="auto"/>
              </w:divBdr>
              <w:divsChild>
                <w:div w:id="500898321">
                  <w:marLeft w:val="0"/>
                  <w:marRight w:val="0"/>
                  <w:marTop w:val="105"/>
                  <w:marBottom w:val="0"/>
                  <w:divBdr>
                    <w:top w:val="none" w:sz="0" w:space="0" w:color="auto"/>
                    <w:left w:val="none" w:sz="0" w:space="0" w:color="auto"/>
                    <w:bottom w:val="none" w:sz="0" w:space="0" w:color="auto"/>
                    <w:right w:val="none" w:sz="0" w:space="0" w:color="auto"/>
                  </w:divBdr>
                </w:div>
              </w:divsChild>
            </w:div>
            <w:div w:id="1040515094">
              <w:marLeft w:val="0"/>
              <w:marRight w:val="0"/>
              <w:marTop w:val="0"/>
              <w:marBottom w:val="0"/>
              <w:divBdr>
                <w:top w:val="none" w:sz="0" w:space="0" w:color="auto"/>
                <w:left w:val="none" w:sz="0" w:space="0" w:color="auto"/>
                <w:bottom w:val="none" w:sz="0" w:space="0" w:color="auto"/>
                <w:right w:val="none" w:sz="0" w:space="0" w:color="auto"/>
              </w:divBdr>
              <w:divsChild>
                <w:div w:id="824471948">
                  <w:marLeft w:val="0"/>
                  <w:marRight w:val="0"/>
                  <w:marTop w:val="105"/>
                  <w:marBottom w:val="0"/>
                  <w:divBdr>
                    <w:top w:val="none" w:sz="0" w:space="0" w:color="auto"/>
                    <w:left w:val="none" w:sz="0" w:space="0" w:color="auto"/>
                    <w:bottom w:val="none" w:sz="0" w:space="0" w:color="auto"/>
                    <w:right w:val="none" w:sz="0" w:space="0" w:color="auto"/>
                  </w:divBdr>
                </w:div>
              </w:divsChild>
            </w:div>
            <w:div w:id="1174149531">
              <w:marLeft w:val="0"/>
              <w:marRight w:val="0"/>
              <w:marTop w:val="0"/>
              <w:marBottom w:val="0"/>
              <w:divBdr>
                <w:top w:val="none" w:sz="0" w:space="0" w:color="auto"/>
                <w:left w:val="none" w:sz="0" w:space="0" w:color="auto"/>
                <w:bottom w:val="none" w:sz="0" w:space="0" w:color="auto"/>
                <w:right w:val="none" w:sz="0" w:space="0" w:color="auto"/>
              </w:divBdr>
              <w:divsChild>
                <w:div w:id="1600719904">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663966027">
          <w:marLeft w:val="0"/>
          <w:marRight w:val="0"/>
          <w:marTop w:val="0"/>
          <w:marBottom w:val="0"/>
          <w:divBdr>
            <w:top w:val="none" w:sz="0" w:space="0" w:color="auto"/>
            <w:left w:val="none" w:sz="0" w:space="0" w:color="auto"/>
            <w:bottom w:val="none" w:sz="0" w:space="0" w:color="auto"/>
            <w:right w:val="none" w:sz="0" w:space="0" w:color="auto"/>
          </w:divBdr>
          <w:divsChild>
            <w:div w:id="248582479">
              <w:marLeft w:val="0"/>
              <w:marRight w:val="0"/>
              <w:marTop w:val="150"/>
              <w:marBottom w:val="168"/>
              <w:divBdr>
                <w:top w:val="none" w:sz="0" w:space="0" w:color="auto"/>
                <w:left w:val="none" w:sz="0" w:space="0" w:color="auto"/>
                <w:bottom w:val="none" w:sz="0" w:space="0" w:color="auto"/>
                <w:right w:val="none" w:sz="0" w:space="0" w:color="auto"/>
              </w:divBdr>
            </w:div>
            <w:div w:id="2012902652">
              <w:marLeft w:val="0"/>
              <w:marRight w:val="0"/>
              <w:marTop w:val="0"/>
              <w:marBottom w:val="0"/>
              <w:divBdr>
                <w:top w:val="none" w:sz="0" w:space="0" w:color="auto"/>
                <w:left w:val="none" w:sz="0" w:space="0" w:color="auto"/>
                <w:bottom w:val="none" w:sz="0" w:space="0" w:color="auto"/>
                <w:right w:val="none" w:sz="0" w:space="0" w:color="auto"/>
              </w:divBdr>
              <w:divsChild>
                <w:div w:id="95759099">
                  <w:marLeft w:val="0"/>
                  <w:marRight w:val="0"/>
                  <w:marTop w:val="105"/>
                  <w:marBottom w:val="0"/>
                  <w:divBdr>
                    <w:top w:val="none" w:sz="0" w:space="0" w:color="auto"/>
                    <w:left w:val="none" w:sz="0" w:space="0" w:color="auto"/>
                    <w:bottom w:val="none" w:sz="0" w:space="0" w:color="auto"/>
                    <w:right w:val="none" w:sz="0" w:space="0" w:color="auto"/>
                  </w:divBdr>
                </w:div>
              </w:divsChild>
            </w:div>
            <w:div w:id="177502608">
              <w:marLeft w:val="0"/>
              <w:marRight w:val="0"/>
              <w:marTop w:val="0"/>
              <w:marBottom w:val="0"/>
              <w:divBdr>
                <w:top w:val="none" w:sz="0" w:space="0" w:color="auto"/>
                <w:left w:val="none" w:sz="0" w:space="0" w:color="auto"/>
                <w:bottom w:val="none" w:sz="0" w:space="0" w:color="auto"/>
                <w:right w:val="none" w:sz="0" w:space="0" w:color="auto"/>
              </w:divBdr>
              <w:divsChild>
                <w:div w:id="402916756">
                  <w:marLeft w:val="0"/>
                  <w:marRight w:val="0"/>
                  <w:marTop w:val="105"/>
                  <w:marBottom w:val="0"/>
                  <w:divBdr>
                    <w:top w:val="none" w:sz="0" w:space="0" w:color="auto"/>
                    <w:left w:val="none" w:sz="0" w:space="0" w:color="auto"/>
                    <w:bottom w:val="none" w:sz="0" w:space="0" w:color="auto"/>
                    <w:right w:val="none" w:sz="0" w:space="0" w:color="auto"/>
                  </w:divBdr>
                </w:div>
              </w:divsChild>
            </w:div>
            <w:div w:id="2123381443">
              <w:marLeft w:val="0"/>
              <w:marRight w:val="0"/>
              <w:marTop w:val="0"/>
              <w:marBottom w:val="0"/>
              <w:divBdr>
                <w:top w:val="none" w:sz="0" w:space="0" w:color="auto"/>
                <w:left w:val="none" w:sz="0" w:space="0" w:color="auto"/>
                <w:bottom w:val="none" w:sz="0" w:space="0" w:color="auto"/>
                <w:right w:val="none" w:sz="0" w:space="0" w:color="auto"/>
              </w:divBdr>
              <w:divsChild>
                <w:div w:id="120988063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392855121">
      <w:bodyDiv w:val="1"/>
      <w:marLeft w:val="0"/>
      <w:marRight w:val="0"/>
      <w:marTop w:val="0"/>
      <w:marBottom w:val="0"/>
      <w:divBdr>
        <w:top w:val="none" w:sz="0" w:space="0" w:color="auto"/>
        <w:left w:val="none" w:sz="0" w:space="0" w:color="auto"/>
        <w:bottom w:val="none" w:sz="0" w:space="0" w:color="auto"/>
        <w:right w:val="none" w:sz="0" w:space="0" w:color="auto"/>
      </w:divBdr>
    </w:div>
    <w:div w:id="399865693">
      <w:bodyDiv w:val="1"/>
      <w:marLeft w:val="0"/>
      <w:marRight w:val="0"/>
      <w:marTop w:val="0"/>
      <w:marBottom w:val="0"/>
      <w:divBdr>
        <w:top w:val="none" w:sz="0" w:space="0" w:color="auto"/>
        <w:left w:val="none" w:sz="0" w:space="0" w:color="auto"/>
        <w:bottom w:val="none" w:sz="0" w:space="0" w:color="auto"/>
        <w:right w:val="none" w:sz="0" w:space="0" w:color="auto"/>
      </w:divBdr>
      <w:divsChild>
        <w:div w:id="305594715">
          <w:marLeft w:val="0"/>
          <w:marRight w:val="0"/>
          <w:marTop w:val="72"/>
          <w:marBottom w:val="0"/>
          <w:divBdr>
            <w:top w:val="none" w:sz="0" w:space="0" w:color="auto"/>
            <w:left w:val="none" w:sz="0" w:space="0" w:color="auto"/>
            <w:bottom w:val="none" w:sz="0" w:space="0" w:color="auto"/>
            <w:right w:val="none" w:sz="0" w:space="0" w:color="auto"/>
          </w:divBdr>
          <w:divsChild>
            <w:div w:id="1658726393">
              <w:marLeft w:val="0"/>
              <w:marRight w:val="0"/>
              <w:marTop w:val="0"/>
              <w:marBottom w:val="0"/>
              <w:divBdr>
                <w:top w:val="none" w:sz="0" w:space="0" w:color="auto"/>
                <w:left w:val="none" w:sz="0" w:space="0" w:color="auto"/>
                <w:bottom w:val="none" w:sz="0" w:space="0" w:color="auto"/>
                <w:right w:val="none" w:sz="0" w:space="0" w:color="auto"/>
              </w:divBdr>
            </w:div>
          </w:divsChild>
        </w:div>
        <w:div w:id="893004454">
          <w:marLeft w:val="0"/>
          <w:marRight w:val="0"/>
          <w:marTop w:val="72"/>
          <w:marBottom w:val="0"/>
          <w:divBdr>
            <w:top w:val="none" w:sz="0" w:space="0" w:color="auto"/>
            <w:left w:val="none" w:sz="0" w:space="0" w:color="auto"/>
            <w:bottom w:val="none" w:sz="0" w:space="0" w:color="auto"/>
            <w:right w:val="none" w:sz="0" w:space="0" w:color="auto"/>
          </w:divBdr>
          <w:divsChild>
            <w:div w:id="47730054">
              <w:marLeft w:val="0"/>
              <w:marRight w:val="0"/>
              <w:marTop w:val="0"/>
              <w:marBottom w:val="0"/>
              <w:divBdr>
                <w:top w:val="none" w:sz="0" w:space="0" w:color="auto"/>
                <w:left w:val="none" w:sz="0" w:space="0" w:color="auto"/>
                <w:bottom w:val="none" w:sz="0" w:space="0" w:color="auto"/>
                <w:right w:val="none" w:sz="0" w:space="0" w:color="auto"/>
              </w:divBdr>
            </w:div>
          </w:divsChild>
        </w:div>
        <w:div w:id="176041517">
          <w:marLeft w:val="0"/>
          <w:marRight w:val="0"/>
          <w:marTop w:val="72"/>
          <w:marBottom w:val="0"/>
          <w:divBdr>
            <w:top w:val="none" w:sz="0" w:space="0" w:color="auto"/>
            <w:left w:val="none" w:sz="0" w:space="0" w:color="auto"/>
            <w:bottom w:val="none" w:sz="0" w:space="0" w:color="auto"/>
            <w:right w:val="none" w:sz="0" w:space="0" w:color="auto"/>
          </w:divBdr>
          <w:divsChild>
            <w:div w:id="89944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89910">
      <w:bodyDiv w:val="1"/>
      <w:marLeft w:val="0"/>
      <w:marRight w:val="0"/>
      <w:marTop w:val="0"/>
      <w:marBottom w:val="0"/>
      <w:divBdr>
        <w:top w:val="none" w:sz="0" w:space="0" w:color="auto"/>
        <w:left w:val="none" w:sz="0" w:space="0" w:color="auto"/>
        <w:bottom w:val="none" w:sz="0" w:space="0" w:color="auto"/>
        <w:right w:val="none" w:sz="0" w:space="0" w:color="auto"/>
      </w:divBdr>
    </w:div>
    <w:div w:id="436797678">
      <w:bodyDiv w:val="1"/>
      <w:marLeft w:val="0"/>
      <w:marRight w:val="0"/>
      <w:marTop w:val="0"/>
      <w:marBottom w:val="0"/>
      <w:divBdr>
        <w:top w:val="none" w:sz="0" w:space="0" w:color="auto"/>
        <w:left w:val="none" w:sz="0" w:space="0" w:color="auto"/>
        <w:bottom w:val="none" w:sz="0" w:space="0" w:color="auto"/>
        <w:right w:val="none" w:sz="0" w:space="0" w:color="auto"/>
      </w:divBdr>
      <w:divsChild>
        <w:div w:id="933900409">
          <w:marLeft w:val="0"/>
          <w:marRight w:val="0"/>
          <w:marTop w:val="0"/>
          <w:marBottom w:val="0"/>
          <w:divBdr>
            <w:top w:val="none" w:sz="0" w:space="0" w:color="auto"/>
            <w:left w:val="none" w:sz="0" w:space="0" w:color="auto"/>
            <w:bottom w:val="none" w:sz="0" w:space="0" w:color="auto"/>
            <w:right w:val="none" w:sz="0" w:space="0" w:color="auto"/>
          </w:divBdr>
        </w:div>
      </w:divsChild>
    </w:div>
    <w:div w:id="455758795">
      <w:bodyDiv w:val="1"/>
      <w:marLeft w:val="0"/>
      <w:marRight w:val="0"/>
      <w:marTop w:val="0"/>
      <w:marBottom w:val="0"/>
      <w:divBdr>
        <w:top w:val="none" w:sz="0" w:space="0" w:color="auto"/>
        <w:left w:val="none" w:sz="0" w:space="0" w:color="auto"/>
        <w:bottom w:val="none" w:sz="0" w:space="0" w:color="auto"/>
        <w:right w:val="none" w:sz="0" w:space="0" w:color="auto"/>
      </w:divBdr>
      <w:divsChild>
        <w:div w:id="1191148160">
          <w:marLeft w:val="0"/>
          <w:marRight w:val="0"/>
          <w:marTop w:val="0"/>
          <w:marBottom w:val="0"/>
          <w:divBdr>
            <w:top w:val="none" w:sz="0" w:space="0" w:color="auto"/>
            <w:left w:val="none" w:sz="0" w:space="0" w:color="auto"/>
            <w:bottom w:val="none" w:sz="0" w:space="0" w:color="auto"/>
            <w:right w:val="none" w:sz="0" w:space="0" w:color="auto"/>
          </w:divBdr>
          <w:divsChild>
            <w:div w:id="65996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742105">
      <w:bodyDiv w:val="1"/>
      <w:marLeft w:val="0"/>
      <w:marRight w:val="0"/>
      <w:marTop w:val="0"/>
      <w:marBottom w:val="0"/>
      <w:divBdr>
        <w:top w:val="none" w:sz="0" w:space="0" w:color="auto"/>
        <w:left w:val="none" w:sz="0" w:space="0" w:color="auto"/>
        <w:bottom w:val="none" w:sz="0" w:space="0" w:color="auto"/>
        <w:right w:val="none" w:sz="0" w:space="0" w:color="auto"/>
      </w:divBdr>
    </w:div>
    <w:div w:id="466625632">
      <w:bodyDiv w:val="1"/>
      <w:marLeft w:val="0"/>
      <w:marRight w:val="0"/>
      <w:marTop w:val="0"/>
      <w:marBottom w:val="0"/>
      <w:divBdr>
        <w:top w:val="none" w:sz="0" w:space="0" w:color="auto"/>
        <w:left w:val="none" w:sz="0" w:space="0" w:color="auto"/>
        <w:bottom w:val="none" w:sz="0" w:space="0" w:color="auto"/>
        <w:right w:val="none" w:sz="0" w:space="0" w:color="auto"/>
      </w:divBdr>
      <w:divsChild>
        <w:div w:id="301543341">
          <w:marLeft w:val="0"/>
          <w:marRight w:val="0"/>
          <w:marTop w:val="105"/>
          <w:marBottom w:val="0"/>
          <w:divBdr>
            <w:top w:val="none" w:sz="0" w:space="0" w:color="auto"/>
            <w:left w:val="none" w:sz="0" w:space="0" w:color="auto"/>
            <w:bottom w:val="none" w:sz="0" w:space="0" w:color="auto"/>
            <w:right w:val="none" w:sz="0" w:space="0" w:color="auto"/>
          </w:divBdr>
        </w:div>
        <w:div w:id="596249398">
          <w:marLeft w:val="0"/>
          <w:marRight w:val="0"/>
          <w:marTop w:val="0"/>
          <w:marBottom w:val="0"/>
          <w:divBdr>
            <w:top w:val="none" w:sz="0" w:space="0" w:color="auto"/>
            <w:left w:val="none" w:sz="0" w:space="0" w:color="auto"/>
            <w:bottom w:val="none" w:sz="0" w:space="0" w:color="auto"/>
            <w:right w:val="none" w:sz="0" w:space="0" w:color="auto"/>
          </w:divBdr>
          <w:divsChild>
            <w:div w:id="1920553033">
              <w:marLeft w:val="255"/>
              <w:marRight w:val="0"/>
              <w:marTop w:val="0"/>
              <w:marBottom w:val="0"/>
              <w:divBdr>
                <w:top w:val="none" w:sz="0" w:space="0" w:color="auto"/>
                <w:left w:val="none" w:sz="0" w:space="0" w:color="auto"/>
                <w:bottom w:val="none" w:sz="0" w:space="0" w:color="auto"/>
                <w:right w:val="none" w:sz="0" w:space="0" w:color="auto"/>
              </w:divBdr>
              <w:divsChild>
                <w:div w:id="630402385">
                  <w:marLeft w:val="300"/>
                  <w:marRight w:val="0"/>
                  <w:marTop w:val="0"/>
                  <w:marBottom w:val="0"/>
                  <w:divBdr>
                    <w:top w:val="none" w:sz="0" w:space="0" w:color="auto"/>
                    <w:left w:val="none" w:sz="0" w:space="0" w:color="auto"/>
                    <w:bottom w:val="none" w:sz="0" w:space="0" w:color="auto"/>
                    <w:right w:val="none" w:sz="0" w:space="0" w:color="auto"/>
                  </w:divBdr>
                </w:div>
                <w:div w:id="468864013">
                  <w:marLeft w:val="300"/>
                  <w:marRight w:val="0"/>
                  <w:marTop w:val="0"/>
                  <w:marBottom w:val="0"/>
                  <w:divBdr>
                    <w:top w:val="none" w:sz="0" w:space="0" w:color="auto"/>
                    <w:left w:val="none" w:sz="0" w:space="0" w:color="auto"/>
                    <w:bottom w:val="none" w:sz="0" w:space="0" w:color="auto"/>
                    <w:right w:val="none" w:sz="0" w:space="0" w:color="auto"/>
                  </w:divBdr>
                </w:div>
                <w:div w:id="561256759">
                  <w:marLeft w:val="300"/>
                  <w:marRight w:val="0"/>
                  <w:marTop w:val="0"/>
                  <w:marBottom w:val="0"/>
                  <w:divBdr>
                    <w:top w:val="none" w:sz="0" w:space="0" w:color="auto"/>
                    <w:left w:val="none" w:sz="0" w:space="0" w:color="auto"/>
                    <w:bottom w:val="none" w:sz="0" w:space="0" w:color="auto"/>
                    <w:right w:val="none" w:sz="0" w:space="0" w:color="auto"/>
                  </w:divBdr>
                </w:div>
                <w:div w:id="1781485731">
                  <w:marLeft w:val="300"/>
                  <w:marRight w:val="0"/>
                  <w:marTop w:val="0"/>
                  <w:marBottom w:val="0"/>
                  <w:divBdr>
                    <w:top w:val="none" w:sz="0" w:space="0" w:color="auto"/>
                    <w:left w:val="none" w:sz="0" w:space="0" w:color="auto"/>
                    <w:bottom w:val="none" w:sz="0" w:space="0" w:color="auto"/>
                    <w:right w:val="none" w:sz="0" w:space="0" w:color="auto"/>
                  </w:divBdr>
                </w:div>
                <w:div w:id="500780265">
                  <w:marLeft w:val="300"/>
                  <w:marRight w:val="0"/>
                  <w:marTop w:val="0"/>
                  <w:marBottom w:val="0"/>
                  <w:divBdr>
                    <w:top w:val="none" w:sz="0" w:space="0" w:color="auto"/>
                    <w:left w:val="none" w:sz="0" w:space="0" w:color="auto"/>
                    <w:bottom w:val="none" w:sz="0" w:space="0" w:color="auto"/>
                    <w:right w:val="none" w:sz="0" w:space="0" w:color="auto"/>
                  </w:divBdr>
                </w:div>
                <w:div w:id="915817611">
                  <w:marLeft w:val="300"/>
                  <w:marRight w:val="0"/>
                  <w:marTop w:val="0"/>
                  <w:marBottom w:val="0"/>
                  <w:divBdr>
                    <w:top w:val="none" w:sz="0" w:space="0" w:color="auto"/>
                    <w:left w:val="none" w:sz="0" w:space="0" w:color="auto"/>
                    <w:bottom w:val="none" w:sz="0" w:space="0" w:color="auto"/>
                    <w:right w:val="none" w:sz="0" w:space="0" w:color="auto"/>
                  </w:divBdr>
                </w:div>
                <w:div w:id="580331791">
                  <w:marLeft w:val="300"/>
                  <w:marRight w:val="0"/>
                  <w:marTop w:val="0"/>
                  <w:marBottom w:val="0"/>
                  <w:divBdr>
                    <w:top w:val="none" w:sz="0" w:space="0" w:color="auto"/>
                    <w:left w:val="none" w:sz="0" w:space="0" w:color="auto"/>
                    <w:bottom w:val="none" w:sz="0" w:space="0" w:color="auto"/>
                    <w:right w:val="none" w:sz="0" w:space="0" w:color="auto"/>
                  </w:divBdr>
                </w:div>
                <w:div w:id="1142577645">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2057462696">
          <w:marLeft w:val="0"/>
          <w:marRight w:val="0"/>
          <w:marTop w:val="0"/>
          <w:marBottom w:val="0"/>
          <w:divBdr>
            <w:top w:val="none" w:sz="0" w:space="0" w:color="auto"/>
            <w:left w:val="none" w:sz="0" w:space="0" w:color="auto"/>
            <w:bottom w:val="none" w:sz="0" w:space="0" w:color="auto"/>
            <w:right w:val="none" w:sz="0" w:space="0" w:color="auto"/>
          </w:divBdr>
          <w:divsChild>
            <w:div w:id="1537694539">
              <w:marLeft w:val="255"/>
              <w:marRight w:val="0"/>
              <w:marTop w:val="0"/>
              <w:marBottom w:val="0"/>
              <w:divBdr>
                <w:top w:val="none" w:sz="0" w:space="0" w:color="auto"/>
                <w:left w:val="none" w:sz="0" w:space="0" w:color="auto"/>
                <w:bottom w:val="none" w:sz="0" w:space="0" w:color="auto"/>
                <w:right w:val="none" w:sz="0" w:space="0" w:color="auto"/>
              </w:divBdr>
              <w:divsChild>
                <w:div w:id="567037762">
                  <w:marLeft w:val="300"/>
                  <w:marRight w:val="0"/>
                  <w:marTop w:val="0"/>
                  <w:marBottom w:val="0"/>
                  <w:divBdr>
                    <w:top w:val="none" w:sz="0" w:space="0" w:color="auto"/>
                    <w:left w:val="none" w:sz="0" w:space="0" w:color="auto"/>
                    <w:bottom w:val="none" w:sz="0" w:space="0" w:color="auto"/>
                    <w:right w:val="none" w:sz="0" w:space="0" w:color="auto"/>
                  </w:divBdr>
                </w:div>
                <w:div w:id="783156554">
                  <w:marLeft w:val="300"/>
                  <w:marRight w:val="0"/>
                  <w:marTop w:val="0"/>
                  <w:marBottom w:val="0"/>
                  <w:divBdr>
                    <w:top w:val="none" w:sz="0" w:space="0" w:color="auto"/>
                    <w:left w:val="none" w:sz="0" w:space="0" w:color="auto"/>
                    <w:bottom w:val="none" w:sz="0" w:space="0" w:color="auto"/>
                    <w:right w:val="none" w:sz="0" w:space="0" w:color="auto"/>
                  </w:divBdr>
                </w:div>
                <w:div w:id="1749378590">
                  <w:marLeft w:val="300"/>
                  <w:marRight w:val="0"/>
                  <w:marTop w:val="0"/>
                  <w:marBottom w:val="0"/>
                  <w:divBdr>
                    <w:top w:val="none" w:sz="0" w:space="0" w:color="auto"/>
                    <w:left w:val="none" w:sz="0" w:space="0" w:color="auto"/>
                    <w:bottom w:val="none" w:sz="0" w:space="0" w:color="auto"/>
                    <w:right w:val="none" w:sz="0" w:space="0" w:color="auto"/>
                  </w:divBdr>
                </w:div>
                <w:div w:id="687826516">
                  <w:marLeft w:val="300"/>
                  <w:marRight w:val="0"/>
                  <w:marTop w:val="0"/>
                  <w:marBottom w:val="0"/>
                  <w:divBdr>
                    <w:top w:val="none" w:sz="0" w:space="0" w:color="auto"/>
                    <w:left w:val="none" w:sz="0" w:space="0" w:color="auto"/>
                    <w:bottom w:val="none" w:sz="0" w:space="0" w:color="auto"/>
                    <w:right w:val="none" w:sz="0" w:space="0" w:color="auto"/>
                  </w:divBdr>
                </w:div>
                <w:div w:id="1051854227">
                  <w:marLeft w:val="300"/>
                  <w:marRight w:val="0"/>
                  <w:marTop w:val="0"/>
                  <w:marBottom w:val="0"/>
                  <w:divBdr>
                    <w:top w:val="none" w:sz="0" w:space="0" w:color="auto"/>
                    <w:left w:val="none" w:sz="0" w:space="0" w:color="auto"/>
                    <w:bottom w:val="none" w:sz="0" w:space="0" w:color="auto"/>
                    <w:right w:val="none" w:sz="0" w:space="0" w:color="auto"/>
                  </w:divBdr>
                </w:div>
                <w:div w:id="1452165403">
                  <w:marLeft w:val="300"/>
                  <w:marRight w:val="0"/>
                  <w:marTop w:val="0"/>
                  <w:marBottom w:val="0"/>
                  <w:divBdr>
                    <w:top w:val="none" w:sz="0" w:space="0" w:color="auto"/>
                    <w:left w:val="none" w:sz="0" w:space="0" w:color="auto"/>
                    <w:bottom w:val="none" w:sz="0" w:space="0" w:color="auto"/>
                    <w:right w:val="none" w:sz="0" w:space="0" w:color="auto"/>
                  </w:divBdr>
                </w:div>
                <w:div w:id="546332681">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20853444">
          <w:marLeft w:val="0"/>
          <w:marRight w:val="0"/>
          <w:marTop w:val="0"/>
          <w:marBottom w:val="0"/>
          <w:divBdr>
            <w:top w:val="none" w:sz="0" w:space="0" w:color="auto"/>
            <w:left w:val="none" w:sz="0" w:space="0" w:color="auto"/>
            <w:bottom w:val="none" w:sz="0" w:space="0" w:color="auto"/>
            <w:right w:val="none" w:sz="0" w:space="0" w:color="auto"/>
          </w:divBdr>
          <w:divsChild>
            <w:div w:id="1316958572">
              <w:marLeft w:val="255"/>
              <w:marRight w:val="0"/>
              <w:marTop w:val="0"/>
              <w:marBottom w:val="0"/>
              <w:divBdr>
                <w:top w:val="none" w:sz="0" w:space="0" w:color="auto"/>
                <w:left w:val="none" w:sz="0" w:space="0" w:color="auto"/>
                <w:bottom w:val="none" w:sz="0" w:space="0" w:color="auto"/>
                <w:right w:val="none" w:sz="0" w:space="0" w:color="auto"/>
              </w:divBdr>
              <w:divsChild>
                <w:div w:id="1082487994">
                  <w:marLeft w:val="300"/>
                  <w:marRight w:val="0"/>
                  <w:marTop w:val="0"/>
                  <w:marBottom w:val="0"/>
                  <w:divBdr>
                    <w:top w:val="none" w:sz="0" w:space="0" w:color="auto"/>
                    <w:left w:val="none" w:sz="0" w:space="0" w:color="auto"/>
                    <w:bottom w:val="none" w:sz="0" w:space="0" w:color="auto"/>
                    <w:right w:val="none" w:sz="0" w:space="0" w:color="auto"/>
                  </w:divBdr>
                </w:div>
                <w:div w:id="832795972">
                  <w:marLeft w:val="300"/>
                  <w:marRight w:val="0"/>
                  <w:marTop w:val="0"/>
                  <w:marBottom w:val="0"/>
                  <w:divBdr>
                    <w:top w:val="none" w:sz="0" w:space="0" w:color="auto"/>
                    <w:left w:val="none" w:sz="0" w:space="0" w:color="auto"/>
                    <w:bottom w:val="none" w:sz="0" w:space="0" w:color="auto"/>
                    <w:right w:val="none" w:sz="0" w:space="0" w:color="auto"/>
                  </w:divBdr>
                </w:div>
                <w:div w:id="1788501436">
                  <w:marLeft w:val="300"/>
                  <w:marRight w:val="0"/>
                  <w:marTop w:val="0"/>
                  <w:marBottom w:val="0"/>
                  <w:divBdr>
                    <w:top w:val="none" w:sz="0" w:space="0" w:color="auto"/>
                    <w:left w:val="none" w:sz="0" w:space="0" w:color="auto"/>
                    <w:bottom w:val="none" w:sz="0" w:space="0" w:color="auto"/>
                    <w:right w:val="none" w:sz="0" w:space="0" w:color="auto"/>
                  </w:divBdr>
                </w:div>
                <w:div w:id="367488673">
                  <w:marLeft w:val="300"/>
                  <w:marRight w:val="0"/>
                  <w:marTop w:val="0"/>
                  <w:marBottom w:val="0"/>
                  <w:divBdr>
                    <w:top w:val="none" w:sz="0" w:space="0" w:color="auto"/>
                    <w:left w:val="none" w:sz="0" w:space="0" w:color="auto"/>
                    <w:bottom w:val="none" w:sz="0" w:space="0" w:color="auto"/>
                    <w:right w:val="none" w:sz="0" w:space="0" w:color="auto"/>
                  </w:divBdr>
                </w:div>
                <w:div w:id="794444934">
                  <w:marLeft w:val="300"/>
                  <w:marRight w:val="0"/>
                  <w:marTop w:val="0"/>
                  <w:marBottom w:val="0"/>
                  <w:divBdr>
                    <w:top w:val="none" w:sz="0" w:space="0" w:color="auto"/>
                    <w:left w:val="none" w:sz="0" w:space="0" w:color="auto"/>
                    <w:bottom w:val="none" w:sz="0" w:space="0" w:color="auto"/>
                    <w:right w:val="none" w:sz="0" w:space="0" w:color="auto"/>
                  </w:divBdr>
                </w:div>
                <w:div w:id="1921213490">
                  <w:marLeft w:val="300"/>
                  <w:marRight w:val="0"/>
                  <w:marTop w:val="0"/>
                  <w:marBottom w:val="0"/>
                  <w:divBdr>
                    <w:top w:val="none" w:sz="0" w:space="0" w:color="auto"/>
                    <w:left w:val="none" w:sz="0" w:space="0" w:color="auto"/>
                    <w:bottom w:val="none" w:sz="0" w:space="0" w:color="auto"/>
                    <w:right w:val="none" w:sz="0" w:space="0" w:color="auto"/>
                  </w:divBdr>
                </w:div>
                <w:div w:id="1705012070">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634600316">
          <w:marLeft w:val="0"/>
          <w:marRight w:val="0"/>
          <w:marTop w:val="0"/>
          <w:marBottom w:val="0"/>
          <w:divBdr>
            <w:top w:val="none" w:sz="0" w:space="0" w:color="auto"/>
            <w:left w:val="none" w:sz="0" w:space="0" w:color="auto"/>
            <w:bottom w:val="none" w:sz="0" w:space="0" w:color="auto"/>
            <w:right w:val="none" w:sz="0" w:space="0" w:color="auto"/>
          </w:divBdr>
          <w:divsChild>
            <w:div w:id="1632248905">
              <w:marLeft w:val="255"/>
              <w:marRight w:val="0"/>
              <w:marTop w:val="0"/>
              <w:marBottom w:val="0"/>
              <w:divBdr>
                <w:top w:val="none" w:sz="0" w:space="0" w:color="auto"/>
                <w:left w:val="none" w:sz="0" w:space="0" w:color="auto"/>
                <w:bottom w:val="none" w:sz="0" w:space="0" w:color="auto"/>
                <w:right w:val="none" w:sz="0" w:space="0" w:color="auto"/>
              </w:divBdr>
              <w:divsChild>
                <w:div w:id="1370254802">
                  <w:marLeft w:val="300"/>
                  <w:marRight w:val="0"/>
                  <w:marTop w:val="0"/>
                  <w:marBottom w:val="0"/>
                  <w:divBdr>
                    <w:top w:val="none" w:sz="0" w:space="0" w:color="auto"/>
                    <w:left w:val="none" w:sz="0" w:space="0" w:color="auto"/>
                    <w:bottom w:val="none" w:sz="0" w:space="0" w:color="auto"/>
                    <w:right w:val="none" w:sz="0" w:space="0" w:color="auto"/>
                  </w:divBdr>
                </w:div>
                <w:div w:id="1114322386">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764207">
      <w:bodyDiv w:val="1"/>
      <w:marLeft w:val="0"/>
      <w:marRight w:val="0"/>
      <w:marTop w:val="0"/>
      <w:marBottom w:val="0"/>
      <w:divBdr>
        <w:top w:val="none" w:sz="0" w:space="0" w:color="auto"/>
        <w:left w:val="none" w:sz="0" w:space="0" w:color="auto"/>
        <w:bottom w:val="none" w:sz="0" w:space="0" w:color="auto"/>
        <w:right w:val="none" w:sz="0" w:space="0" w:color="auto"/>
      </w:divBdr>
      <w:divsChild>
        <w:div w:id="289481806">
          <w:marLeft w:val="300"/>
          <w:marRight w:val="0"/>
          <w:marTop w:val="0"/>
          <w:marBottom w:val="0"/>
          <w:divBdr>
            <w:top w:val="none" w:sz="0" w:space="0" w:color="auto"/>
            <w:left w:val="none" w:sz="0" w:space="0" w:color="auto"/>
            <w:bottom w:val="none" w:sz="0" w:space="0" w:color="auto"/>
            <w:right w:val="none" w:sz="0" w:space="0" w:color="auto"/>
          </w:divBdr>
        </w:div>
        <w:div w:id="630326889">
          <w:marLeft w:val="300"/>
          <w:marRight w:val="0"/>
          <w:marTop w:val="0"/>
          <w:marBottom w:val="0"/>
          <w:divBdr>
            <w:top w:val="none" w:sz="0" w:space="0" w:color="auto"/>
            <w:left w:val="none" w:sz="0" w:space="0" w:color="auto"/>
            <w:bottom w:val="none" w:sz="0" w:space="0" w:color="auto"/>
            <w:right w:val="none" w:sz="0" w:space="0" w:color="auto"/>
          </w:divBdr>
          <w:divsChild>
            <w:div w:id="1317608415">
              <w:marLeft w:val="300"/>
              <w:marRight w:val="0"/>
              <w:marTop w:val="0"/>
              <w:marBottom w:val="0"/>
              <w:divBdr>
                <w:top w:val="none" w:sz="0" w:space="0" w:color="auto"/>
                <w:left w:val="none" w:sz="0" w:space="0" w:color="auto"/>
                <w:bottom w:val="none" w:sz="0" w:space="0" w:color="auto"/>
                <w:right w:val="none" w:sz="0" w:space="0" w:color="auto"/>
              </w:divBdr>
            </w:div>
            <w:div w:id="1333533936">
              <w:marLeft w:val="300"/>
              <w:marRight w:val="0"/>
              <w:marTop w:val="0"/>
              <w:marBottom w:val="0"/>
              <w:divBdr>
                <w:top w:val="none" w:sz="0" w:space="0" w:color="auto"/>
                <w:left w:val="none" w:sz="0" w:space="0" w:color="auto"/>
                <w:bottom w:val="none" w:sz="0" w:space="0" w:color="auto"/>
                <w:right w:val="none" w:sz="0" w:space="0" w:color="auto"/>
              </w:divBdr>
            </w:div>
          </w:divsChild>
        </w:div>
        <w:div w:id="1918705008">
          <w:marLeft w:val="300"/>
          <w:marRight w:val="0"/>
          <w:marTop w:val="0"/>
          <w:marBottom w:val="0"/>
          <w:divBdr>
            <w:top w:val="none" w:sz="0" w:space="0" w:color="auto"/>
            <w:left w:val="none" w:sz="0" w:space="0" w:color="auto"/>
            <w:bottom w:val="none" w:sz="0" w:space="0" w:color="auto"/>
            <w:right w:val="none" w:sz="0" w:space="0" w:color="auto"/>
          </w:divBdr>
        </w:div>
        <w:div w:id="1782215614">
          <w:marLeft w:val="300"/>
          <w:marRight w:val="0"/>
          <w:marTop w:val="0"/>
          <w:marBottom w:val="0"/>
          <w:divBdr>
            <w:top w:val="none" w:sz="0" w:space="0" w:color="auto"/>
            <w:left w:val="none" w:sz="0" w:space="0" w:color="auto"/>
            <w:bottom w:val="none" w:sz="0" w:space="0" w:color="auto"/>
            <w:right w:val="none" w:sz="0" w:space="0" w:color="auto"/>
          </w:divBdr>
        </w:div>
        <w:div w:id="1840191341">
          <w:marLeft w:val="300"/>
          <w:marRight w:val="0"/>
          <w:marTop w:val="0"/>
          <w:marBottom w:val="0"/>
          <w:divBdr>
            <w:top w:val="none" w:sz="0" w:space="0" w:color="auto"/>
            <w:left w:val="none" w:sz="0" w:space="0" w:color="auto"/>
            <w:bottom w:val="none" w:sz="0" w:space="0" w:color="auto"/>
            <w:right w:val="none" w:sz="0" w:space="0" w:color="auto"/>
          </w:divBdr>
        </w:div>
        <w:div w:id="1005792180">
          <w:marLeft w:val="300"/>
          <w:marRight w:val="0"/>
          <w:marTop w:val="0"/>
          <w:marBottom w:val="0"/>
          <w:divBdr>
            <w:top w:val="none" w:sz="0" w:space="0" w:color="auto"/>
            <w:left w:val="none" w:sz="0" w:space="0" w:color="auto"/>
            <w:bottom w:val="none" w:sz="0" w:space="0" w:color="auto"/>
            <w:right w:val="none" w:sz="0" w:space="0" w:color="auto"/>
          </w:divBdr>
        </w:div>
      </w:divsChild>
    </w:div>
    <w:div w:id="482812915">
      <w:bodyDiv w:val="1"/>
      <w:marLeft w:val="0"/>
      <w:marRight w:val="0"/>
      <w:marTop w:val="0"/>
      <w:marBottom w:val="0"/>
      <w:divBdr>
        <w:top w:val="none" w:sz="0" w:space="0" w:color="auto"/>
        <w:left w:val="none" w:sz="0" w:space="0" w:color="auto"/>
        <w:bottom w:val="none" w:sz="0" w:space="0" w:color="auto"/>
        <w:right w:val="none" w:sz="0" w:space="0" w:color="auto"/>
      </w:divBdr>
    </w:div>
    <w:div w:id="488987082">
      <w:bodyDiv w:val="1"/>
      <w:marLeft w:val="0"/>
      <w:marRight w:val="0"/>
      <w:marTop w:val="0"/>
      <w:marBottom w:val="0"/>
      <w:divBdr>
        <w:top w:val="none" w:sz="0" w:space="0" w:color="auto"/>
        <w:left w:val="none" w:sz="0" w:space="0" w:color="auto"/>
        <w:bottom w:val="none" w:sz="0" w:space="0" w:color="auto"/>
        <w:right w:val="none" w:sz="0" w:space="0" w:color="auto"/>
      </w:divBdr>
    </w:div>
    <w:div w:id="524558079">
      <w:bodyDiv w:val="1"/>
      <w:marLeft w:val="0"/>
      <w:marRight w:val="0"/>
      <w:marTop w:val="0"/>
      <w:marBottom w:val="0"/>
      <w:divBdr>
        <w:top w:val="none" w:sz="0" w:space="0" w:color="auto"/>
        <w:left w:val="none" w:sz="0" w:space="0" w:color="auto"/>
        <w:bottom w:val="none" w:sz="0" w:space="0" w:color="auto"/>
        <w:right w:val="none" w:sz="0" w:space="0" w:color="auto"/>
      </w:divBdr>
    </w:div>
    <w:div w:id="527791770">
      <w:bodyDiv w:val="1"/>
      <w:marLeft w:val="0"/>
      <w:marRight w:val="0"/>
      <w:marTop w:val="0"/>
      <w:marBottom w:val="0"/>
      <w:divBdr>
        <w:top w:val="none" w:sz="0" w:space="0" w:color="auto"/>
        <w:left w:val="none" w:sz="0" w:space="0" w:color="auto"/>
        <w:bottom w:val="none" w:sz="0" w:space="0" w:color="auto"/>
        <w:right w:val="none" w:sz="0" w:space="0" w:color="auto"/>
      </w:divBdr>
      <w:divsChild>
        <w:div w:id="956715755">
          <w:marLeft w:val="0"/>
          <w:marRight w:val="0"/>
          <w:marTop w:val="0"/>
          <w:marBottom w:val="0"/>
          <w:divBdr>
            <w:top w:val="none" w:sz="0" w:space="0" w:color="auto"/>
            <w:left w:val="none" w:sz="0" w:space="0" w:color="auto"/>
            <w:bottom w:val="none" w:sz="0" w:space="0" w:color="auto"/>
            <w:right w:val="none" w:sz="0" w:space="0" w:color="auto"/>
          </w:divBdr>
          <w:divsChild>
            <w:div w:id="257059193">
              <w:marLeft w:val="0"/>
              <w:marRight w:val="0"/>
              <w:marTop w:val="0"/>
              <w:marBottom w:val="0"/>
              <w:divBdr>
                <w:top w:val="none" w:sz="0" w:space="0" w:color="auto"/>
                <w:left w:val="none" w:sz="0" w:space="0" w:color="auto"/>
                <w:bottom w:val="none" w:sz="0" w:space="0" w:color="auto"/>
                <w:right w:val="none" w:sz="0" w:space="0" w:color="auto"/>
              </w:divBdr>
            </w:div>
            <w:div w:id="815341644">
              <w:marLeft w:val="0"/>
              <w:marRight w:val="0"/>
              <w:marTop w:val="0"/>
              <w:marBottom w:val="0"/>
              <w:divBdr>
                <w:top w:val="none" w:sz="0" w:space="0" w:color="auto"/>
                <w:left w:val="none" w:sz="0" w:space="0" w:color="auto"/>
                <w:bottom w:val="none" w:sz="0" w:space="0" w:color="auto"/>
                <w:right w:val="none" w:sz="0" w:space="0" w:color="auto"/>
              </w:divBdr>
              <w:divsChild>
                <w:div w:id="1637375274">
                  <w:marLeft w:val="0"/>
                  <w:marRight w:val="0"/>
                  <w:marTop w:val="0"/>
                  <w:marBottom w:val="0"/>
                  <w:divBdr>
                    <w:top w:val="none" w:sz="0" w:space="0" w:color="auto"/>
                    <w:left w:val="none" w:sz="0" w:space="0" w:color="auto"/>
                    <w:bottom w:val="none" w:sz="0" w:space="0" w:color="auto"/>
                    <w:right w:val="none" w:sz="0" w:space="0" w:color="auto"/>
                  </w:divBdr>
                </w:div>
              </w:divsChild>
            </w:div>
            <w:div w:id="1240485198">
              <w:marLeft w:val="0"/>
              <w:marRight w:val="0"/>
              <w:marTop w:val="0"/>
              <w:marBottom w:val="0"/>
              <w:divBdr>
                <w:top w:val="none" w:sz="0" w:space="0" w:color="auto"/>
                <w:left w:val="none" w:sz="0" w:space="0" w:color="auto"/>
                <w:bottom w:val="none" w:sz="0" w:space="0" w:color="auto"/>
                <w:right w:val="none" w:sz="0" w:space="0" w:color="auto"/>
              </w:divBdr>
              <w:divsChild>
                <w:div w:id="675157469">
                  <w:marLeft w:val="0"/>
                  <w:marRight w:val="0"/>
                  <w:marTop w:val="0"/>
                  <w:marBottom w:val="0"/>
                  <w:divBdr>
                    <w:top w:val="none" w:sz="0" w:space="0" w:color="auto"/>
                    <w:left w:val="none" w:sz="0" w:space="0" w:color="auto"/>
                    <w:bottom w:val="none" w:sz="0" w:space="0" w:color="auto"/>
                    <w:right w:val="none" w:sz="0" w:space="0" w:color="auto"/>
                  </w:divBdr>
                </w:div>
                <w:div w:id="568463554">
                  <w:marLeft w:val="0"/>
                  <w:marRight w:val="0"/>
                  <w:marTop w:val="0"/>
                  <w:marBottom w:val="0"/>
                  <w:divBdr>
                    <w:top w:val="none" w:sz="0" w:space="0" w:color="auto"/>
                    <w:left w:val="none" w:sz="0" w:space="0" w:color="auto"/>
                    <w:bottom w:val="none" w:sz="0" w:space="0" w:color="auto"/>
                    <w:right w:val="none" w:sz="0" w:space="0" w:color="auto"/>
                  </w:divBdr>
                  <w:divsChild>
                    <w:div w:id="1312052134">
                      <w:marLeft w:val="0"/>
                      <w:marRight w:val="0"/>
                      <w:marTop w:val="0"/>
                      <w:marBottom w:val="0"/>
                      <w:divBdr>
                        <w:top w:val="none" w:sz="0" w:space="0" w:color="auto"/>
                        <w:left w:val="none" w:sz="0" w:space="0" w:color="auto"/>
                        <w:bottom w:val="none" w:sz="0" w:space="0" w:color="auto"/>
                        <w:right w:val="none" w:sz="0" w:space="0" w:color="auto"/>
                      </w:divBdr>
                    </w:div>
                  </w:divsChild>
                </w:div>
                <w:div w:id="841508080">
                  <w:marLeft w:val="0"/>
                  <w:marRight w:val="0"/>
                  <w:marTop w:val="0"/>
                  <w:marBottom w:val="0"/>
                  <w:divBdr>
                    <w:top w:val="none" w:sz="0" w:space="0" w:color="auto"/>
                    <w:left w:val="none" w:sz="0" w:space="0" w:color="auto"/>
                    <w:bottom w:val="none" w:sz="0" w:space="0" w:color="auto"/>
                    <w:right w:val="none" w:sz="0" w:space="0" w:color="auto"/>
                  </w:divBdr>
                  <w:divsChild>
                    <w:div w:id="1791437785">
                      <w:marLeft w:val="0"/>
                      <w:marRight w:val="0"/>
                      <w:marTop w:val="0"/>
                      <w:marBottom w:val="0"/>
                      <w:divBdr>
                        <w:top w:val="none" w:sz="0" w:space="0" w:color="auto"/>
                        <w:left w:val="none" w:sz="0" w:space="0" w:color="auto"/>
                        <w:bottom w:val="none" w:sz="0" w:space="0" w:color="auto"/>
                        <w:right w:val="none" w:sz="0" w:space="0" w:color="auto"/>
                      </w:divBdr>
                    </w:div>
                  </w:divsChild>
                </w:div>
                <w:div w:id="1698893991">
                  <w:marLeft w:val="0"/>
                  <w:marRight w:val="0"/>
                  <w:marTop w:val="0"/>
                  <w:marBottom w:val="0"/>
                  <w:divBdr>
                    <w:top w:val="none" w:sz="0" w:space="0" w:color="auto"/>
                    <w:left w:val="none" w:sz="0" w:space="0" w:color="auto"/>
                    <w:bottom w:val="none" w:sz="0" w:space="0" w:color="auto"/>
                    <w:right w:val="none" w:sz="0" w:space="0" w:color="auto"/>
                  </w:divBdr>
                  <w:divsChild>
                    <w:div w:id="1654025726">
                      <w:marLeft w:val="0"/>
                      <w:marRight w:val="0"/>
                      <w:marTop w:val="0"/>
                      <w:marBottom w:val="0"/>
                      <w:divBdr>
                        <w:top w:val="none" w:sz="0" w:space="0" w:color="auto"/>
                        <w:left w:val="none" w:sz="0" w:space="0" w:color="auto"/>
                        <w:bottom w:val="none" w:sz="0" w:space="0" w:color="auto"/>
                        <w:right w:val="none" w:sz="0" w:space="0" w:color="auto"/>
                      </w:divBdr>
                    </w:div>
                  </w:divsChild>
                </w:div>
                <w:div w:id="2020346626">
                  <w:marLeft w:val="0"/>
                  <w:marRight w:val="0"/>
                  <w:marTop w:val="0"/>
                  <w:marBottom w:val="0"/>
                  <w:divBdr>
                    <w:top w:val="none" w:sz="0" w:space="0" w:color="auto"/>
                    <w:left w:val="none" w:sz="0" w:space="0" w:color="auto"/>
                    <w:bottom w:val="none" w:sz="0" w:space="0" w:color="auto"/>
                    <w:right w:val="none" w:sz="0" w:space="0" w:color="auto"/>
                  </w:divBdr>
                  <w:divsChild>
                    <w:div w:id="152135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81520">
          <w:marLeft w:val="0"/>
          <w:marRight w:val="0"/>
          <w:marTop w:val="0"/>
          <w:marBottom w:val="0"/>
          <w:divBdr>
            <w:top w:val="none" w:sz="0" w:space="0" w:color="auto"/>
            <w:left w:val="none" w:sz="0" w:space="0" w:color="auto"/>
            <w:bottom w:val="none" w:sz="0" w:space="0" w:color="auto"/>
            <w:right w:val="none" w:sz="0" w:space="0" w:color="auto"/>
          </w:divBdr>
          <w:divsChild>
            <w:div w:id="793792185">
              <w:marLeft w:val="0"/>
              <w:marRight w:val="0"/>
              <w:marTop w:val="0"/>
              <w:marBottom w:val="0"/>
              <w:divBdr>
                <w:top w:val="none" w:sz="0" w:space="0" w:color="auto"/>
                <w:left w:val="none" w:sz="0" w:space="0" w:color="auto"/>
                <w:bottom w:val="none" w:sz="0" w:space="0" w:color="auto"/>
                <w:right w:val="none" w:sz="0" w:space="0" w:color="auto"/>
              </w:divBdr>
            </w:div>
            <w:div w:id="1283146195">
              <w:marLeft w:val="0"/>
              <w:marRight w:val="0"/>
              <w:marTop w:val="0"/>
              <w:marBottom w:val="0"/>
              <w:divBdr>
                <w:top w:val="none" w:sz="0" w:space="0" w:color="auto"/>
                <w:left w:val="none" w:sz="0" w:space="0" w:color="auto"/>
                <w:bottom w:val="none" w:sz="0" w:space="0" w:color="auto"/>
                <w:right w:val="none" w:sz="0" w:space="0" w:color="auto"/>
              </w:divBdr>
              <w:divsChild>
                <w:div w:id="771630775">
                  <w:marLeft w:val="0"/>
                  <w:marRight w:val="0"/>
                  <w:marTop w:val="0"/>
                  <w:marBottom w:val="0"/>
                  <w:divBdr>
                    <w:top w:val="none" w:sz="0" w:space="0" w:color="auto"/>
                    <w:left w:val="none" w:sz="0" w:space="0" w:color="auto"/>
                    <w:bottom w:val="none" w:sz="0" w:space="0" w:color="auto"/>
                    <w:right w:val="none" w:sz="0" w:space="0" w:color="auto"/>
                  </w:divBdr>
                </w:div>
              </w:divsChild>
            </w:div>
            <w:div w:id="128786474">
              <w:marLeft w:val="0"/>
              <w:marRight w:val="0"/>
              <w:marTop w:val="0"/>
              <w:marBottom w:val="0"/>
              <w:divBdr>
                <w:top w:val="none" w:sz="0" w:space="0" w:color="auto"/>
                <w:left w:val="none" w:sz="0" w:space="0" w:color="auto"/>
                <w:bottom w:val="none" w:sz="0" w:space="0" w:color="auto"/>
                <w:right w:val="none" w:sz="0" w:space="0" w:color="auto"/>
              </w:divBdr>
              <w:divsChild>
                <w:div w:id="144187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022448">
          <w:marLeft w:val="0"/>
          <w:marRight w:val="0"/>
          <w:marTop w:val="0"/>
          <w:marBottom w:val="0"/>
          <w:divBdr>
            <w:top w:val="none" w:sz="0" w:space="0" w:color="auto"/>
            <w:left w:val="none" w:sz="0" w:space="0" w:color="auto"/>
            <w:bottom w:val="none" w:sz="0" w:space="0" w:color="auto"/>
            <w:right w:val="none" w:sz="0" w:space="0" w:color="auto"/>
          </w:divBdr>
          <w:divsChild>
            <w:div w:id="684021188">
              <w:marLeft w:val="0"/>
              <w:marRight w:val="0"/>
              <w:marTop w:val="0"/>
              <w:marBottom w:val="0"/>
              <w:divBdr>
                <w:top w:val="none" w:sz="0" w:space="0" w:color="auto"/>
                <w:left w:val="none" w:sz="0" w:space="0" w:color="auto"/>
                <w:bottom w:val="none" w:sz="0" w:space="0" w:color="auto"/>
                <w:right w:val="none" w:sz="0" w:space="0" w:color="auto"/>
              </w:divBdr>
            </w:div>
            <w:div w:id="1513954332">
              <w:marLeft w:val="0"/>
              <w:marRight w:val="0"/>
              <w:marTop w:val="0"/>
              <w:marBottom w:val="0"/>
              <w:divBdr>
                <w:top w:val="none" w:sz="0" w:space="0" w:color="auto"/>
                <w:left w:val="none" w:sz="0" w:space="0" w:color="auto"/>
                <w:bottom w:val="none" w:sz="0" w:space="0" w:color="auto"/>
                <w:right w:val="none" w:sz="0" w:space="0" w:color="auto"/>
              </w:divBdr>
              <w:divsChild>
                <w:div w:id="1651251331">
                  <w:marLeft w:val="0"/>
                  <w:marRight w:val="0"/>
                  <w:marTop w:val="0"/>
                  <w:marBottom w:val="0"/>
                  <w:divBdr>
                    <w:top w:val="none" w:sz="0" w:space="0" w:color="auto"/>
                    <w:left w:val="none" w:sz="0" w:space="0" w:color="auto"/>
                    <w:bottom w:val="none" w:sz="0" w:space="0" w:color="auto"/>
                    <w:right w:val="none" w:sz="0" w:space="0" w:color="auto"/>
                  </w:divBdr>
                </w:div>
              </w:divsChild>
            </w:div>
            <w:div w:id="1260990417">
              <w:marLeft w:val="0"/>
              <w:marRight w:val="0"/>
              <w:marTop w:val="0"/>
              <w:marBottom w:val="0"/>
              <w:divBdr>
                <w:top w:val="none" w:sz="0" w:space="0" w:color="auto"/>
                <w:left w:val="none" w:sz="0" w:space="0" w:color="auto"/>
                <w:bottom w:val="none" w:sz="0" w:space="0" w:color="auto"/>
                <w:right w:val="none" w:sz="0" w:space="0" w:color="auto"/>
              </w:divBdr>
              <w:divsChild>
                <w:div w:id="1831166474">
                  <w:marLeft w:val="0"/>
                  <w:marRight w:val="0"/>
                  <w:marTop w:val="0"/>
                  <w:marBottom w:val="0"/>
                  <w:divBdr>
                    <w:top w:val="none" w:sz="0" w:space="0" w:color="auto"/>
                    <w:left w:val="none" w:sz="0" w:space="0" w:color="auto"/>
                    <w:bottom w:val="none" w:sz="0" w:space="0" w:color="auto"/>
                    <w:right w:val="none" w:sz="0" w:space="0" w:color="auto"/>
                  </w:divBdr>
                </w:div>
              </w:divsChild>
            </w:div>
            <w:div w:id="62877837">
              <w:marLeft w:val="0"/>
              <w:marRight w:val="0"/>
              <w:marTop w:val="0"/>
              <w:marBottom w:val="0"/>
              <w:divBdr>
                <w:top w:val="none" w:sz="0" w:space="0" w:color="auto"/>
                <w:left w:val="none" w:sz="0" w:space="0" w:color="auto"/>
                <w:bottom w:val="none" w:sz="0" w:space="0" w:color="auto"/>
                <w:right w:val="none" w:sz="0" w:space="0" w:color="auto"/>
              </w:divBdr>
              <w:divsChild>
                <w:div w:id="1849101510">
                  <w:marLeft w:val="0"/>
                  <w:marRight w:val="0"/>
                  <w:marTop w:val="0"/>
                  <w:marBottom w:val="0"/>
                  <w:divBdr>
                    <w:top w:val="none" w:sz="0" w:space="0" w:color="auto"/>
                    <w:left w:val="none" w:sz="0" w:space="0" w:color="auto"/>
                    <w:bottom w:val="none" w:sz="0" w:space="0" w:color="auto"/>
                    <w:right w:val="none" w:sz="0" w:space="0" w:color="auto"/>
                  </w:divBdr>
                </w:div>
              </w:divsChild>
            </w:div>
            <w:div w:id="1239437452">
              <w:marLeft w:val="0"/>
              <w:marRight w:val="0"/>
              <w:marTop w:val="0"/>
              <w:marBottom w:val="0"/>
              <w:divBdr>
                <w:top w:val="none" w:sz="0" w:space="0" w:color="auto"/>
                <w:left w:val="none" w:sz="0" w:space="0" w:color="auto"/>
                <w:bottom w:val="none" w:sz="0" w:space="0" w:color="auto"/>
                <w:right w:val="none" w:sz="0" w:space="0" w:color="auto"/>
              </w:divBdr>
              <w:divsChild>
                <w:div w:id="1991247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955048">
          <w:marLeft w:val="0"/>
          <w:marRight w:val="0"/>
          <w:marTop w:val="0"/>
          <w:marBottom w:val="0"/>
          <w:divBdr>
            <w:top w:val="none" w:sz="0" w:space="0" w:color="auto"/>
            <w:left w:val="none" w:sz="0" w:space="0" w:color="auto"/>
            <w:bottom w:val="none" w:sz="0" w:space="0" w:color="auto"/>
            <w:right w:val="none" w:sz="0" w:space="0" w:color="auto"/>
          </w:divBdr>
          <w:divsChild>
            <w:div w:id="1213154296">
              <w:marLeft w:val="0"/>
              <w:marRight w:val="0"/>
              <w:marTop w:val="0"/>
              <w:marBottom w:val="0"/>
              <w:divBdr>
                <w:top w:val="none" w:sz="0" w:space="0" w:color="auto"/>
                <w:left w:val="none" w:sz="0" w:space="0" w:color="auto"/>
                <w:bottom w:val="none" w:sz="0" w:space="0" w:color="auto"/>
                <w:right w:val="none" w:sz="0" w:space="0" w:color="auto"/>
              </w:divBdr>
            </w:div>
            <w:div w:id="1335380801">
              <w:marLeft w:val="0"/>
              <w:marRight w:val="0"/>
              <w:marTop w:val="0"/>
              <w:marBottom w:val="0"/>
              <w:divBdr>
                <w:top w:val="none" w:sz="0" w:space="0" w:color="auto"/>
                <w:left w:val="none" w:sz="0" w:space="0" w:color="auto"/>
                <w:bottom w:val="none" w:sz="0" w:space="0" w:color="auto"/>
                <w:right w:val="none" w:sz="0" w:space="0" w:color="auto"/>
              </w:divBdr>
              <w:divsChild>
                <w:div w:id="537548711">
                  <w:marLeft w:val="0"/>
                  <w:marRight w:val="0"/>
                  <w:marTop w:val="0"/>
                  <w:marBottom w:val="0"/>
                  <w:divBdr>
                    <w:top w:val="none" w:sz="0" w:space="0" w:color="auto"/>
                    <w:left w:val="none" w:sz="0" w:space="0" w:color="auto"/>
                    <w:bottom w:val="none" w:sz="0" w:space="0" w:color="auto"/>
                    <w:right w:val="none" w:sz="0" w:space="0" w:color="auto"/>
                  </w:divBdr>
                </w:div>
              </w:divsChild>
            </w:div>
            <w:div w:id="1503810870">
              <w:marLeft w:val="0"/>
              <w:marRight w:val="0"/>
              <w:marTop w:val="0"/>
              <w:marBottom w:val="0"/>
              <w:divBdr>
                <w:top w:val="none" w:sz="0" w:space="0" w:color="auto"/>
                <w:left w:val="none" w:sz="0" w:space="0" w:color="auto"/>
                <w:bottom w:val="none" w:sz="0" w:space="0" w:color="auto"/>
                <w:right w:val="none" w:sz="0" w:space="0" w:color="auto"/>
              </w:divBdr>
              <w:divsChild>
                <w:div w:id="348531730">
                  <w:marLeft w:val="0"/>
                  <w:marRight w:val="0"/>
                  <w:marTop w:val="0"/>
                  <w:marBottom w:val="0"/>
                  <w:divBdr>
                    <w:top w:val="none" w:sz="0" w:space="0" w:color="auto"/>
                    <w:left w:val="none" w:sz="0" w:space="0" w:color="auto"/>
                    <w:bottom w:val="none" w:sz="0" w:space="0" w:color="auto"/>
                    <w:right w:val="none" w:sz="0" w:space="0" w:color="auto"/>
                  </w:divBdr>
                </w:div>
                <w:div w:id="1681855727">
                  <w:marLeft w:val="0"/>
                  <w:marRight w:val="0"/>
                  <w:marTop w:val="0"/>
                  <w:marBottom w:val="0"/>
                  <w:divBdr>
                    <w:top w:val="none" w:sz="0" w:space="0" w:color="auto"/>
                    <w:left w:val="none" w:sz="0" w:space="0" w:color="auto"/>
                    <w:bottom w:val="none" w:sz="0" w:space="0" w:color="auto"/>
                    <w:right w:val="none" w:sz="0" w:space="0" w:color="auto"/>
                  </w:divBdr>
                  <w:divsChild>
                    <w:div w:id="1144930995">
                      <w:marLeft w:val="0"/>
                      <w:marRight w:val="0"/>
                      <w:marTop w:val="0"/>
                      <w:marBottom w:val="0"/>
                      <w:divBdr>
                        <w:top w:val="none" w:sz="0" w:space="0" w:color="auto"/>
                        <w:left w:val="none" w:sz="0" w:space="0" w:color="auto"/>
                        <w:bottom w:val="none" w:sz="0" w:space="0" w:color="auto"/>
                        <w:right w:val="none" w:sz="0" w:space="0" w:color="auto"/>
                      </w:divBdr>
                    </w:div>
                  </w:divsChild>
                </w:div>
                <w:div w:id="1328705753">
                  <w:marLeft w:val="0"/>
                  <w:marRight w:val="0"/>
                  <w:marTop w:val="0"/>
                  <w:marBottom w:val="0"/>
                  <w:divBdr>
                    <w:top w:val="none" w:sz="0" w:space="0" w:color="auto"/>
                    <w:left w:val="none" w:sz="0" w:space="0" w:color="auto"/>
                    <w:bottom w:val="none" w:sz="0" w:space="0" w:color="auto"/>
                    <w:right w:val="none" w:sz="0" w:space="0" w:color="auto"/>
                  </w:divBdr>
                  <w:divsChild>
                    <w:div w:id="43636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995570">
              <w:marLeft w:val="0"/>
              <w:marRight w:val="0"/>
              <w:marTop w:val="0"/>
              <w:marBottom w:val="0"/>
              <w:divBdr>
                <w:top w:val="none" w:sz="0" w:space="0" w:color="auto"/>
                <w:left w:val="none" w:sz="0" w:space="0" w:color="auto"/>
                <w:bottom w:val="none" w:sz="0" w:space="0" w:color="auto"/>
                <w:right w:val="none" w:sz="0" w:space="0" w:color="auto"/>
              </w:divBdr>
              <w:divsChild>
                <w:div w:id="195195696">
                  <w:marLeft w:val="0"/>
                  <w:marRight w:val="0"/>
                  <w:marTop w:val="0"/>
                  <w:marBottom w:val="0"/>
                  <w:divBdr>
                    <w:top w:val="none" w:sz="0" w:space="0" w:color="auto"/>
                    <w:left w:val="none" w:sz="0" w:space="0" w:color="auto"/>
                    <w:bottom w:val="none" w:sz="0" w:space="0" w:color="auto"/>
                    <w:right w:val="none" w:sz="0" w:space="0" w:color="auto"/>
                  </w:divBdr>
                </w:div>
              </w:divsChild>
            </w:div>
            <w:div w:id="719940979">
              <w:marLeft w:val="0"/>
              <w:marRight w:val="0"/>
              <w:marTop w:val="0"/>
              <w:marBottom w:val="0"/>
              <w:divBdr>
                <w:top w:val="none" w:sz="0" w:space="0" w:color="auto"/>
                <w:left w:val="none" w:sz="0" w:space="0" w:color="auto"/>
                <w:bottom w:val="none" w:sz="0" w:space="0" w:color="auto"/>
                <w:right w:val="none" w:sz="0" w:space="0" w:color="auto"/>
              </w:divBdr>
              <w:divsChild>
                <w:div w:id="1233154851">
                  <w:marLeft w:val="0"/>
                  <w:marRight w:val="0"/>
                  <w:marTop w:val="0"/>
                  <w:marBottom w:val="0"/>
                  <w:divBdr>
                    <w:top w:val="none" w:sz="0" w:space="0" w:color="auto"/>
                    <w:left w:val="none" w:sz="0" w:space="0" w:color="auto"/>
                    <w:bottom w:val="none" w:sz="0" w:space="0" w:color="auto"/>
                    <w:right w:val="none" w:sz="0" w:space="0" w:color="auto"/>
                  </w:divBdr>
                </w:div>
              </w:divsChild>
            </w:div>
            <w:div w:id="1690108218">
              <w:marLeft w:val="0"/>
              <w:marRight w:val="0"/>
              <w:marTop w:val="0"/>
              <w:marBottom w:val="0"/>
              <w:divBdr>
                <w:top w:val="none" w:sz="0" w:space="0" w:color="auto"/>
                <w:left w:val="none" w:sz="0" w:space="0" w:color="auto"/>
                <w:bottom w:val="none" w:sz="0" w:space="0" w:color="auto"/>
                <w:right w:val="none" w:sz="0" w:space="0" w:color="auto"/>
              </w:divBdr>
              <w:divsChild>
                <w:div w:id="13410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476385">
          <w:marLeft w:val="0"/>
          <w:marRight w:val="0"/>
          <w:marTop w:val="0"/>
          <w:marBottom w:val="0"/>
          <w:divBdr>
            <w:top w:val="none" w:sz="0" w:space="0" w:color="auto"/>
            <w:left w:val="none" w:sz="0" w:space="0" w:color="auto"/>
            <w:bottom w:val="none" w:sz="0" w:space="0" w:color="auto"/>
            <w:right w:val="none" w:sz="0" w:space="0" w:color="auto"/>
          </w:divBdr>
          <w:divsChild>
            <w:div w:id="7564193">
              <w:marLeft w:val="0"/>
              <w:marRight w:val="0"/>
              <w:marTop w:val="0"/>
              <w:marBottom w:val="0"/>
              <w:divBdr>
                <w:top w:val="none" w:sz="0" w:space="0" w:color="auto"/>
                <w:left w:val="none" w:sz="0" w:space="0" w:color="auto"/>
                <w:bottom w:val="none" w:sz="0" w:space="0" w:color="auto"/>
                <w:right w:val="none" w:sz="0" w:space="0" w:color="auto"/>
              </w:divBdr>
            </w:div>
            <w:div w:id="1651057711">
              <w:marLeft w:val="0"/>
              <w:marRight w:val="0"/>
              <w:marTop w:val="0"/>
              <w:marBottom w:val="0"/>
              <w:divBdr>
                <w:top w:val="none" w:sz="0" w:space="0" w:color="auto"/>
                <w:left w:val="none" w:sz="0" w:space="0" w:color="auto"/>
                <w:bottom w:val="none" w:sz="0" w:space="0" w:color="auto"/>
                <w:right w:val="none" w:sz="0" w:space="0" w:color="auto"/>
              </w:divBdr>
              <w:divsChild>
                <w:div w:id="551313821">
                  <w:marLeft w:val="0"/>
                  <w:marRight w:val="0"/>
                  <w:marTop w:val="0"/>
                  <w:marBottom w:val="0"/>
                  <w:divBdr>
                    <w:top w:val="none" w:sz="0" w:space="0" w:color="auto"/>
                    <w:left w:val="none" w:sz="0" w:space="0" w:color="auto"/>
                    <w:bottom w:val="none" w:sz="0" w:space="0" w:color="auto"/>
                    <w:right w:val="none" w:sz="0" w:space="0" w:color="auto"/>
                  </w:divBdr>
                </w:div>
              </w:divsChild>
            </w:div>
            <w:div w:id="206839060">
              <w:marLeft w:val="0"/>
              <w:marRight w:val="0"/>
              <w:marTop w:val="0"/>
              <w:marBottom w:val="0"/>
              <w:divBdr>
                <w:top w:val="none" w:sz="0" w:space="0" w:color="auto"/>
                <w:left w:val="none" w:sz="0" w:space="0" w:color="auto"/>
                <w:bottom w:val="none" w:sz="0" w:space="0" w:color="auto"/>
                <w:right w:val="none" w:sz="0" w:space="0" w:color="auto"/>
              </w:divBdr>
              <w:divsChild>
                <w:div w:id="57096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948002">
      <w:bodyDiv w:val="1"/>
      <w:marLeft w:val="0"/>
      <w:marRight w:val="0"/>
      <w:marTop w:val="0"/>
      <w:marBottom w:val="0"/>
      <w:divBdr>
        <w:top w:val="none" w:sz="0" w:space="0" w:color="auto"/>
        <w:left w:val="none" w:sz="0" w:space="0" w:color="auto"/>
        <w:bottom w:val="none" w:sz="0" w:space="0" w:color="auto"/>
        <w:right w:val="none" w:sz="0" w:space="0" w:color="auto"/>
      </w:divBdr>
    </w:div>
    <w:div w:id="559243138">
      <w:bodyDiv w:val="1"/>
      <w:marLeft w:val="0"/>
      <w:marRight w:val="0"/>
      <w:marTop w:val="0"/>
      <w:marBottom w:val="0"/>
      <w:divBdr>
        <w:top w:val="none" w:sz="0" w:space="0" w:color="auto"/>
        <w:left w:val="none" w:sz="0" w:space="0" w:color="auto"/>
        <w:bottom w:val="none" w:sz="0" w:space="0" w:color="auto"/>
        <w:right w:val="none" w:sz="0" w:space="0" w:color="auto"/>
      </w:divBdr>
    </w:div>
    <w:div w:id="566691693">
      <w:bodyDiv w:val="1"/>
      <w:marLeft w:val="0"/>
      <w:marRight w:val="0"/>
      <w:marTop w:val="0"/>
      <w:marBottom w:val="0"/>
      <w:divBdr>
        <w:top w:val="none" w:sz="0" w:space="0" w:color="auto"/>
        <w:left w:val="none" w:sz="0" w:space="0" w:color="auto"/>
        <w:bottom w:val="none" w:sz="0" w:space="0" w:color="auto"/>
        <w:right w:val="none" w:sz="0" w:space="0" w:color="auto"/>
      </w:divBdr>
    </w:div>
    <w:div w:id="607547885">
      <w:bodyDiv w:val="1"/>
      <w:marLeft w:val="0"/>
      <w:marRight w:val="0"/>
      <w:marTop w:val="0"/>
      <w:marBottom w:val="0"/>
      <w:divBdr>
        <w:top w:val="none" w:sz="0" w:space="0" w:color="auto"/>
        <w:left w:val="none" w:sz="0" w:space="0" w:color="auto"/>
        <w:bottom w:val="none" w:sz="0" w:space="0" w:color="auto"/>
        <w:right w:val="none" w:sz="0" w:space="0" w:color="auto"/>
      </w:divBdr>
    </w:div>
    <w:div w:id="610286064">
      <w:bodyDiv w:val="1"/>
      <w:marLeft w:val="0"/>
      <w:marRight w:val="0"/>
      <w:marTop w:val="0"/>
      <w:marBottom w:val="0"/>
      <w:divBdr>
        <w:top w:val="none" w:sz="0" w:space="0" w:color="auto"/>
        <w:left w:val="none" w:sz="0" w:space="0" w:color="auto"/>
        <w:bottom w:val="none" w:sz="0" w:space="0" w:color="auto"/>
        <w:right w:val="none" w:sz="0" w:space="0" w:color="auto"/>
      </w:divBdr>
    </w:div>
    <w:div w:id="619996636">
      <w:bodyDiv w:val="1"/>
      <w:marLeft w:val="0"/>
      <w:marRight w:val="0"/>
      <w:marTop w:val="0"/>
      <w:marBottom w:val="0"/>
      <w:divBdr>
        <w:top w:val="none" w:sz="0" w:space="0" w:color="auto"/>
        <w:left w:val="none" w:sz="0" w:space="0" w:color="auto"/>
        <w:bottom w:val="none" w:sz="0" w:space="0" w:color="auto"/>
        <w:right w:val="none" w:sz="0" w:space="0" w:color="auto"/>
      </w:divBdr>
    </w:div>
    <w:div w:id="660349695">
      <w:bodyDiv w:val="1"/>
      <w:marLeft w:val="0"/>
      <w:marRight w:val="0"/>
      <w:marTop w:val="0"/>
      <w:marBottom w:val="0"/>
      <w:divBdr>
        <w:top w:val="none" w:sz="0" w:space="0" w:color="auto"/>
        <w:left w:val="none" w:sz="0" w:space="0" w:color="auto"/>
        <w:bottom w:val="none" w:sz="0" w:space="0" w:color="auto"/>
        <w:right w:val="none" w:sz="0" w:space="0" w:color="auto"/>
      </w:divBdr>
    </w:div>
    <w:div w:id="661932490">
      <w:bodyDiv w:val="1"/>
      <w:marLeft w:val="0"/>
      <w:marRight w:val="0"/>
      <w:marTop w:val="0"/>
      <w:marBottom w:val="0"/>
      <w:divBdr>
        <w:top w:val="none" w:sz="0" w:space="0" w:color="auto"/>
        <w:left w:val="none" w:sz="0" w:space="0" w:color="auto"/>
        <w:bottom w:val="none" w:sz="0" w:space="0" w:color="auto"/>
        <w:right w:val="none" w:sz="0" w:space="0" w:color="auto"/>
      </w:divBdr>
      <w:divsChild>
        <w:div w:id="1513563972">
          <w:marLeft w:val="0"/>
          <w:marRight w:val="0"/>
          <w:marTop w:val="0"/>
          <w:marBottom w:val="0"/>
          <w:divBdr>
            <w:top w:val="none" w:sz="0" w:space="0" w:color="auto"/>
            <w:left w:val="none" w:sz="0" w:space="0" w:color="auto"/>
            <w:bottom w:val="none" w:sz="0" w:space="0" w:color="auto"/>
            <w:right w:val="none" w:sz="0" w:space="0" w:color="auto"/>
          </w:divBdr>
        </w:div>
        <w:div w:id="553663917">
          <w:marLeft w:val="0"/>
          <w:marRight w:val="0"/>
          <w:marTop w:val="0"/>
          <w:marBottom w:val="0"/>
          <w:divBdr>
            <w:top w:val="none" w:sz="0" w:space="0" w:color="auto"/>
            <w:left w:val="none" w:sz="0" w:space="0" w:color="auto"/>
            <w:bottom w:val="none" w:sz="0" w:space="0" w:color="auto"/>
            <w:right w:val="none" w:sz="0" w:space="0" w:color="auto"/>
          </w:divBdr>
          <w:divsChild>
            <w:div w:id="198141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770825">
      <w:bodyDiv w:val="1"/>
      <w:marLeft w:val="0"/>
      <w:marRight w:val="0"/>
      <w:marTop w:val="0"/>
      <w:marBottom w:val="0"/>
      <w:divBdr>
        <w:top w:val="none" w:sz="0" w:space="0" w:color="auto"/>
        <w:left w:val="none" w:sz="0" w:space="0" w:color="auto"/>
        <w:bottom w:val="none" w:sz="0" w:space="0" w:color="auto"/>
        <w:right w:val="none" w:sz="0" w:space="0" w:color="auto"/>
      </w:divBdr>
    </w:div>
    <w:div w:id="683483589">
      <w:bodyDiv w:val="1"/>
      <w:marLeft w:val="0"/>
      <w:marRight w:val="0"/>
      <w:marTop w:val="0"/>
      <w:marBottom w:val="0"/>
      <w:divBdr>
        <w:top w:val="none" w:sz="0" w:space="0" w:color="auto"/>
        <w:left w:val="none" w:sz="0" w:space="0" w:color="auto"/>
        <w:bottom w:val="none" w:sz="0" w:space="0" w:color="auto"/>
        <w:right w:val="none" w:sz="0" w:space="0" w:color="auto"/>
      </w:divBdr>
    </w:div>
    <w:div w:id="694966906">
      <w:bodyDiv w:val="1"/>
      <w:marLeft w:val="0"/>
      <w:marRight w:val="0"/>
      <w:marTop w:val="0"/>
      <w:marBottom w:val="0"/>
      <w:divBdr>
        <w:top w:val="none" w:sz="0" w:space="0" w:color="auto"/>
        <w:left w:val="none" w:sz="0" w:space="0" w:color="auto"/>
        <w:bottom w:val="none" w:sz="0" w:space="0" w:color="auto"/>
        <w:right w:val="none" w:sz="0" w:space="0" w:color="auto"/>
      </w:divBdr>
    </w:div>
    <w:div w:id="730689904">
      <w:bodyDiv w:val="1"/>
      <w:marLeft w:val="0"/>
      <w:marRight w:val="0"/>
      <w:marTop w:val="0"/>
      <w:marBottom w:val="0"/>
      <w:divBdr>
        <w:top w:val="none" w:sz="0" w:space="0" w:color="auto"/>
        <w:left w:val="none" w:sz="0" w:space="0" w:color="auto"/>
        <w:bottom w:val="none" w:sz="0" w:space="0" w:color="auto"/>
        <w:right w:val="none" w:sz="0" w:space="0" w:color="auto"/>
      </w:divBdr>
    </w:div>
    <w:div w:id="738284955">
      <w:bodyDiv w:val="1"/>
      <w:marLeft w:val="0"/>
      <w:marRight w:val="0"/>
      <w:marTop w:val="0"/>
      <w:marBottom w:val="0"/>
      <w:divBdr>
        <w:top w:val="none" w:sz="0" w:space="0" w:color="auto"/>
        <w:left w:val="none" w:sz="0" w:space="0" w:color="auto"/>
        <w:bottom w:val="none" w:sz="0" w:space="0" w:color="auto"/>
        <w:right w:val="none" w:sz="0" w:space="0" w:color="auto"/>
      </w:divBdr>
    </w:div>
    <w:div w:id="761730157">
      <w:bodyDiv w:val="1"/>
      <w:marLeft w:val="0"/>
      <w:marRight w:val="0"/>
      <w:marTop w:val="0"/>
      <w:marBottom w:val="0"/>
      <w:divBdr>
        <w:top w:val="none" w:sz="0" w:space="0" w:color="auto"/>
        <w:left w:val="none" w:sz="0" w:space="0" w:color="auto"/>
        <w:bottom w:val="none" w:sz="0" w:space="0" w:color="auto"/>
        <w:right w:val="none" w:sz="0" w:space="0" w:color="auto"/>
      </w:divBdr>
    </w:div>
    <w:div w:id="767196366">
      <w:bodyDiv w:val="1"/>
      <w:marLeft w:val="0"/>
      <w:marRight w:val="0"/>
      <w:marTop w:val="0"/>
      <w:marBottom w:val="0"/>
      <w:divBdr>
        <w:top w:val="none" w:sz="0" w:space="0" w:color="auto"/>
        <w:left w:val="none" w:sz="0" w:space="0" w:color="auto"/>
        <w:bottom w:val="none" w:sz="0" w:space="0" w:color="auto"/>
        <w:right w:val="none" w:sz="0" w:space="0" w:color="auto"/>
      </w:divBdr>
    </w:div>
    <w:div w:id="768040047">
      <w:bodyDiv w:val="1"/>
      <w:marLeft w:val="0"/>
      <w:marRight w:val="0"/>
      <w:marTop w:val="0"/>
      <w:marBottom w:val="0"/>
      <w:divBdr>
        <w:top w:val="none" w:sz="0" w:space="0" w:color="auto"/>
        <w:left w:val="none" w:sz="0" w:space="0" w:color="auto"/>
        <w:bottom w:val="none" w:sz="0" w:space="0" w:color="auto"/>
        <w:right w:val="none" w:sz="0" w:space="0" w:color="auto"/>
      </w:divBdr>
    </w:div>
    <w:div w:id="780148139">
      <w:bodyDiv w:val="1"/>
      <w:marLeft w:val="0"/>
      <w:marRight w:val="0"/>
      <w:marTop w:val="0"/>
      <w:marBottom w:val="0"/>
      <w:divBdr>
        <w:top w:val="none" w:sz="0" w:space="0" w:color="auto"/>
        <w:left w:val="none" w:sz="0" w:space="0" w:color="auto"/>
        <w:bottom w:val="none" w:sz="0" w:space="0" w:color="auto"/>
        <w:right w:val="none" w:sz="0" w:space="0" w:color="auto"/>
      </w:divBdr>
    </w:div>
    <w:div w:id="824049897">
      <w:bodyDiv w:val="1"/>
      <w:marLeft w:val="0"/>
      <w:marRight w:val="0"/>
      <w:marTop w:val="0"/>
      <w:marBottom w:val="0"/>
      <w:divBdr>
        <w:top w:val="none" w:sz="0" w:space="0" w:color="auto"/>
        <w:left w:val="none" w:sz="0" w:space="0" w:color="auto"/>
        <w:bottom w:val="none" w:sz="0" w:space="0" w:color="auto"/>
        <w:right w:val="none" w:sz="0" w:space="0" w:color="auto"/>
      </w:divBdr>
    </w:div>
    <w:div w:id="827480495">
      <w:bodyDiv w:val="1"/>
      <w:marLeft w:val="0"/>
      <w:marRight w:val="0"/>
      <w:marTop w:val="0"/>
      <w:marBottom w:val="0"/>
      <w:divBdr>
        <w:top w:val="none" w:sz="0" w:space="0" w:color="auto"/>
        <w:left w:val="none" w:sz="0" w:space="0" w:color="auto"/>
        <w:bottom w:val="none" w:sz="0" w:space="0" w:color="auto"/>
        <w:right w:val="none" w:sz="0" w:space="0" w:color="auto"/>
      </w:divBdr>
    </w:div>
    <w:div w:id="830292855">
      <w:bodyDiv w:val="1"/>
      <w:marLeft w:val="0"/>
      <w:marRight w:val="0"/>
      <w:marTop w:val="0"/>
      <w:marBottom w:val="0"/>
      <w:divBdr>
        <w:top w:val="none" w:sz="0" w:space="0" w:color="auto"/>
        <w:left w:val="none" w:sz="0" w:space="0" w:color="auto"/>
        <w:bottom w:val="none" w:sz="0" w:space="0" w:color="auto"/>
        <w:right w:val="none" w:sz="0" w:space="0" w:color="auto"/>
      </w:divBdr>
      <w:divsChild>
        <w:div w:id="1397583636">
          <w:marLeft w:val="0"/>
          <w:marRight w:val="0"/>
          <w:marTop w:val="0"/>
          <w:marBottom w:val="0"/>
          <w:divBdr>
            <w:top w:val="none" w:sz="0" w:space="0" w:color="auto"/>
            <w:left w:val="none" w:sz="0" w:space="0" w:color="auto"/>
            <w:bottom w:val="none" w:sz="0" w:space="0" w:color="auto"/>
            <w:right w:val="none" w:sz="0" w:space="0" w:color="auto"/>
          </w:divBdr>
          <w:divsChild>
            <w:div w:id="776675763">
              <w:marLeft w:val="255"/>
              <w:marRight w:val="0"/>
              <w:marTop w:val="0"/>
              <w:marBottom w:val="0"/>
              <w:divBdr>
                <w:top w:val="none" w:sz="0" w:space="0" w:color="auto"/>
                <w:left w:val="none" w:sz="0" w:space="0" w:color="auto"/>
                <w:bottom w:val="none" w:sz="0" w:space="0" w:color="auto"/>
                <w:right w:val="none" w:sz="0" w:space="0" w:color="auto"/>
              </w:divBdr>
            </w:div>
          </w:divsChild>
        </w:div>
        <w:div w:id="1091925447">
          <w:marLeft w:val="0"/>
          <w:marRight w:val="0"/>
          <w:marTop w:val="0"/>
          <w:marBottom w:val="0"/>
          <w:divBdr>
            <w:top w:val="none" w:sz="0" w:space="0" w:color="auto"/>
            <w:left w:val="none" w:sz="0" w:space="0" w:color="auto"/>
            <w:bottom w:val="none" w:sz="0" w:space="0" w:color="auto"/>
            <w:right w:val="none" w:sz="0" w:space="0" w:color="auto"/>
          </w:divBdr>
          <w:divsChild>
            <w:div w:id="1862431380">
              <w:marLeft w:val="255"/>
              <w:marRight w:val="0"/>
              <w:marTop w:val="0"/>
              <w:marBottom w:val="0"/>
              <w:divBdr>
                <w:top w:val="none" w:sz="0" w:space="0" w:color="auto"/>
                <w:left w:val="none" w:sz="0" w:space="0" w:color="auto"/>
                <w:bottom w:val="none" w:sz="0" w:space="0" w:color="auto"/>
                <w:right w:val="none" w:sz="0" w:space="0" w:color="auto"/>
              </w:divBdr>
            </w:div>
          </w:divsChild>
        </w:div>
        <w:div w:id="2098596848">
          <w:marLeft w:val="0"/>
          <w:marRight w:val="0"/>
          <w:marTop w:val="0"/>
          <w:marBottom w:val="0"/>
          <w:divBdr>
            <w:top w:val="none" w:sz="0" w:space="0" w:color="auto"/>
            <w:left w:val="none" w:sz="0" w:space="0" w:color="auto"/>
            <w:bottom w:val="none" w:sz="0" w:space="0" w:color="auto"/>
            <w:right w:val="none" w:sz="0" w:space="0" w:color="auto"/>
          </w:divBdr>
          <w:divsChild>
            <w:div w:id="1976133059">
              <w:marLeft w:val="255"/>
              <w:marRight w:val="0"/>
              <w:marTop w:val="0"/>
              <w:marBottom w:val="0"/>
              <w:divBdr>
                <w:top w:val="none" w:sz="0" w:space="0" w:color="auto"/>
                <w:left w:val="none" w:sz="0" w:space="0" w:color="auto"/>
                <w:bottom w:val="none" w:sz="0" w:space="0" w:color="auto"/>
                <w:right w:val="none" w:sz="0" w:space="0" w:color="auto"/>
              </w:divBdr>
            </w:div>
          </w:divsChild>
        </w:div>
        <w:div w:id="878010963">
          <w:marLeft w:val="0"/>
          <w:marRight w:val="0"/>
          <w:marTop w:val="0"/>
          <w:marBottom w:val="0"/>
          <w:divBdr>
            <w:top w:val="none" w:sz="0" w:space="0" w:color="auto"/>
            <w:left w:val="none" w:sz="0" w:space="0" w:color="auto"/>
            <w:bottom w:val="none" w:sz="0" w:space="0" w:color="auto"/>
            <w:right w:val="none" w:sz="0" w:space="0" w:color="auto"/>
          </w:divBdr>
          <w:divsChild>
            <w:div w:id="261449483">
              <w:marLeft w:val="255"/>
              <w:marRight w:val="0"/>
              <w:marTop w:val="0"/>
              <w:marBottom w:val="0"/>
              <w:divBdr>
                <w:top w:val="none" w:sz="0" w:space="0" w:color="auto"/>
                <w:left w:val="none" w:sz="0" w:space="0" w:color="auto"/>
                <w:bottom w:val="none" w:sz="0" w:space="0" w:color="auto"/>
                <w:right w:val="none" w:sz="0" w:space="0" w:color="auto"/>
              </w:divBdr>
            </w:div>
          </w:divsChild>
        </w:div>
        <w:div w:id="981495764">
          <w:marLeft w:val="0"/>
          <w:marRight w:val="0"/>
          <w:marTop w:val="0"/>
          <w:marBottom w:val="0"/>
          <w:divBdr>
            <w:top w:val="none" w:sz="0" w:space="0" w:color="auto"/>
            <w:left w:val="none" w:sz="0" w:space="0" w:color="auto"/>
            <w:bottom w:val="none" w:sz="0" w:space="0" w:color="auto"/>
            <w:right w:val="none" w:sz="0" w:space="0" w:color="auto"/>
          </w:divBdr>
          <w:divsChild>
            <w:div w:id="495072118">
              <w:marLeft w:val="255"/>
              <w:marRight w:val="0"/>
              <w:marTop w:val="0"/>
              <w:marBottom w:val="0"/>
              <w:divBdr>
                <w:top w:val="none" w:sz="0" w:space="0" w:color="auto"/>
                <w:left w:val="none" w:sz="0" w:space="0" w:color="auto"/>
                <w:bottom w:val="none" w:sz="0" w:space="0" w:color="auto"/>
                <w:right w:val="none" w:sz="0" w:space="0" w:color="auto"/>
              </w:divBdr>
            </w:div>
          </w:divsChild>
        </w:div>
        <w:div w:id="62066870">
          <w:marLeft w:val="0"/>
          <w:marRight w:val="0"/>
          <w:marTop w:val="0"/>
          <w:marBottom w:val="0"/>
          <w:divBdr>
            <w:top w:val="none" w:sz="0" w:space="0" w:color="auto"/>
            <w:left w:val="none" w:sz="0" w:space="0" w:color="auto"/>
            <w:bottom w:val="none" w:sz="0" w:space="0" w:color="auto"/>
            <w:right w:val="none" w:sz="0" w:space="0" w:color="auto"/>
          </w:divBdr>
          <w:divsChild>
            <w:div w:id="1138378520">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832373523">
      <w:bodyDiv w:val="1"/>
      <w:marLeft w:val="0"/>
      <w:marRight w:val="0"/>
      <w:marTop w:val="0"/>
      <w:marBottom w:val="0"/>
      <w:divBdr>
        <w:top w:val="none" w:sz="0" w:space="0" w:color="auto"/>
        <w:left w:val="none" w:sz="0" w:space="0" w:color="auto"/>
        <w:bottom w:val="none" w:sz="0" w:space="0" w:color="auto"/>
        <w:right w:val="none" w:sz="0" w:space="0" w:color="auto"/>
      </w:divBdr>
    </w:div>
    <w:div w:id="852917564">
      <w:bodyDiv w:val="1"/>
      <w:marLeft w:val="0"/>
      <w:marRight w:val="0"/>
      <w:marTop w:val="0"/>
      <w:marBottom w:val="0"/>
      <w:divBdr>
        <w:top w:val="none" w:sz="0" w:space="0" w:color="auto"/>
        <w:left w:val="none" w:sz="0" w:space="0" w:color="auto"/>
        <w:bottom w:val="none" w:sz="0" w:space="0" w:color="auto"/>
        <w:right w:val="none" w:sz="0" w:space="0" w:color="auto"/>
      </w:divBdr>
    </w:div>
    <w:div w:id="873419986">
      <w:bodyDiv w:val="1"/>
      <w:marLeft w:val="0"/>
      <w:marRight w:val="0"/>
      <w:marTop w:val="0"/>
      <w:marBottom w:val="0"/>
      <w:divBdr>
        <w:top w:val="none" w:sz="0" w:space="0" w:color="auto"/>
        <w:left w:val="none" w:sz="0" w:space="0" w:color="auto"/>
        <w:bottom w:val="none" w:sz="0" w:space="0" w:color="auto"/>
        <w:right w:val="none" w:sz="0" w:space="0" w:color="auto"/>
      </w:divBdr>
    </w:div>
    <w:div w:id="920943461">
      <w:bodyDiv w:val="1"/>
      <w:marLeft w:val="0"/>
      <w:marRight w:val="0"/>
      <w:marTop w:val="0"/>
      <w:marBottom w:val="0"/>
      <w:divBdr>
        <w:top w:val="none" w:sz="0" w:space="0" w:color="auto"/>
        <w:left w:val="none" w:sz="0" w:space="0" w:color="auto"/>
        <w:bottom w:val="none" w:sz="0" w:space="0" w:color="auto"/>
        <w:right w:val="none" w:sz="0" w:space="0" w:color="auto"/>
      </w:divBdr>
    </w:div>
    <w:div w:id="921721748">
      <w:bodyDiv w:val="1"/>
      <w:marLeft w:val="0"/>
      <w:marRight w:val="0"/>
      <w:marTop w:val="0"/>
      <w:marBottom w:val="0"/>
      <w:divBdr>
        <w:top w:val="none" w:sz="0" w:space="0" w:color="auto"/>
        <w:left w:val="none" w:sz="0" w:space="0" w:color="auto"/>
        <w:bottom w:val="none" w:sz="0" w:space="0" w:color="auto"/>
        <w:right w:val="none" w:sz="0" w:space="0" w:color="auto"/>
      </w:divBdr>
      <w:divsChild>
        <w:div w:id="949973568">
          <w:marLeft w:val="300"/>
          <w:marRight w:val="0"/>
          <w:marTop w:val="0"/>
          <w:marBottom w:val="0"/>
          <w:divBdr>
            <w:top w:val="none" w:sz="0" w:space="0" w:color="auto"/>
            <w:left w:val="none" w:sz="0" w:space="0" w:color="auto"/>
            <w:bottom w:val="none" w:sz="0" w:space="0" w:color="auto"/>
            <w:right w:val="none" w:sz="0" w:space="0" w:color="auto"/>
          </w:divBdr>
        </w:div>
        <w:div w:id="800457816">
          <w:marLeft w:val="300"/>
          <w:marRight w:val="0"/>
          <w:marTop w:val="0"/>
          <w:marBottom w:val="0"/>
          <w:divBdr>
            <w:top w:val="none" w:sz="0" w:space="0" w:color="auto"/>
            <w:left w:val="none" w:sz="0" w:space="0" w:color="auto"/>
            <w:bottom w:val="none" w:sz="0" w:space="0" w:color="auto"/>
            <w:right w:val="none" w:sz="0" w:space="0" w:color="auto"/>
          </w:divBdr>
        </w:div>
      </w:divsChild>
    </w:div>
    <w:div w:id="921839799">
      <w:bodyDiv w:val="1"/>
      <w:marLeft w:val="0"/>
      <w:marRight w:val="0"/>
      <w:marTop w:val="0"/>
      <w:marBottom w:val="0"/>
      <w:divBdr>
        <w:top w:val="none" w:sz="0" w:space="0" w:color="auto"/>
        <w:left w:val="none" w:sz="0" w:space="0" w:color="auto"/>
        <w:bottom w:val="none" w:sz="0" w:space="0" w:color="auto"/>
        <w:right w:val="none" w:sz="0" w:space="0" w:color="auto"/>
      </w:divBdr>
    </w:div>
    <w:div w:id="944843862">
      <w:bodyDiv w:val="1"/>
      <w:marLeft w:val="0"/>
      <w:marRight w:val="0"/>
      <w:marTop w:val="0"/>
      <w:marBottom w:val="0"/>
      <w:divBdr>
        <w:top w:val="none" w:sz="0" w:space="0" w:color="auto"/>
        <w:left w:val="none" w:sz="0" w:space="0" w:color="auto"/>
        <w:bottom w:val="none" w:sz="0" w:space="0" w:color="auto"/>
        <w:right w:val="none" w:sz="0" w:space="0" w:color="auto"/>
      </w:divBdr>
    </w:div>
    <w:div w:id="971667179">
      <w:bodyDiv w:val="1"/>
      <w:marLeft w:val="0"/>
      <w:marRight w:val="0"/>
      <w:marTop w:val="0"/>
      <w:marBottom w:val="0"/>
      <w:divBdr>
        <w:top w:val="none" w:sz="0" w:space="0" w:color="auto"/>
        <w:left w:val="none" w:sz="0" w:space="0" w:color="auto"/>
        <w:bottom w:val="none" w:sz="0" w:space="0" w:color="auto"/>
        <w:right w:val="none" w:sz="0" w:space="0" w:color="auto"/>
      </w:divBdr>
    </w:div>
    <w:div w:id="999427075">
      <w:bodyDiv w:val="1"/>
      <w:marLeft w:val="0"/>
      <w:marRight w:val="0"/>
      <w:marTop w:val="0"/>
      <w:marBottom w:val="0"/>
      <w:divBdr>
        <w:top w:val="none" w:sz="0" w:space="0" w:color="auto"/>
        <w:left w:val="none" w:sz="0" w:space="0" w:color="auto"/>
        <w:bottom w:val="none" w:sz="0" w:space="0" w:color="auto"/>
        <w:right w:val="none" w:sz="0" w:space="0" w:color="auto"/>
      </w:divBdr>
    </w:div>
    <w:div w:id="1034842577">
      <w:bodyDiv w:val="1"/>
      <w:marLeft w:val="0"/>
      <w:marRight w:val="0"/>
      <w:marTop w:val="0"/>
      <w:marBottom w:val="0"/>
      <w:divBdr>
        <w:top w:val="none" w:sz="0" w:space="0" w:color="auto"/>
        <w:left w:val="none" w:sz="0" w:space="0" w:color="auto"/>
        <w:bottom w:val="none" w:sz="0" w:space="0" w:color="auto"/>
        <w:right w:val="none" w:sz="0" w:space="0" w:color="auto"/>
      </w:divBdr>
    </w:div>
    <w:div w:id="1046099262">
      <w:bodyDiv w:val="1"/>
      <w:marLeft w:val="0"/>
      <w:marRight w:val="0"/>
      <w:marTop w:val="0"/>
      <w:marBottom w:val="0"/>
      <w:divBdr>
        <w:top w:val="none" w:sz="0" w:space="0" w:color="auto"/>
        <w:left w:val="none" w:sz="0" w:space="0" w:color="auto"/>
        <w:bottom w:val="none" w:sz="0" w:space="0" w:color="auto"/>
        <w:right w:val="none" w:sz="0" w:space="0" w:color="auto"/>
      </w:divBdr>
    </w:div>
    <w:div w:id="1051734350">
      <w:bodyDiv w:val="1"/>
      <w:marLeft w:val="0"/>
      <w:marRight w:val="0"/>
      <w:marTop w:val="0"/>
      <w:marBottom w:val="0"/>
      <w:divBdr>
        <w:top w:val="none" w:sz="0" w:space="0" w:color="auto"/>
        <w:left w:val="none" w:sz="0" w:space="0" w:color="auto"/>
        <w:bottom w:val="none" w:sz="0" w:space="0" w:color="auto"/>
        <w:right w:val="none" w:sz="0" w:space="0" w:color="auto"/>
      </w:divBdr>
    </w:div>
    <w:div w:id="1074859187">
      <w:bodyDiv w:val="1"/>
      <w:marLeft w:val="0"/>
      <w:marRight w:val="0"/>
      <w:marTop w:val="0"/>
      <w:marBottom w:val="0"/>
      <w:divBdr>
        <w:top w:val="none" w:sz="0" w:space="0" w:color="auto"/>
        <w:left w:val="none" w:sz="0" w:space="0" w:color="auto"/>
        <w:bottom w:val="none" w:sz="0" w:space="0" w:color="auto"/>
        <w:right w:val="none" w:sz="0" w:space="0" w:color="auto"/>
      </w:divBdr>
    </w:div>
    <w:div w:id="1080178895">
      <w:bodyDiv w:val="1"/>
      <w:marLeft w:val="0"/>
      <w:marRight w:val="0"/>
      <w:marTop w:val="0"/>
      <w:marBottom w:val="0"/>
      <w:divBdr>
        <w:top w:val="none" w:sz="0" w:space="0" w:color="auto"/>
        <w:left w:val="none" w:sz="0" w:space="0" w:color="auto"/>
        <w:bottom w:val="none" w:sz="0" w:space="0" w:color="auto"/>
        <w:right w:val="none" w:sz="0" w:space="0" w:color="auto"/>
      </w:divBdr>
      <w:divsChild>
        <w:div w:id="921908716">
          <w:marLeft w:val="300"/>
          <w:marRight w:val="0"/>
          <w:marTop w:val="0"/>
          <w:marBottom w:val="0"/>
          <w:divBdr>
            <w:top w:val="none" w:sz="0" w:space="0" w:color="auto"/>
            <w:left w:val="none" w:sz="0" w:space="0" w:color="auto"/>
            <w:bottom w:val="none" w:sz="0" w:space="0" w:color="auto"/>
            <w:right w:val="none" w:sz="0" w:space="0" w:color="auto"/>
          </w:divBdr>
          <w:divsChild>
            <w:div w:id="1698969977">
              <w:marLeft w:val="300"/>
              <w:marRight w:val="0"/>
              <w:marTop w:val="0"/>
              <w:marBottom w:val="0"/>
              <w:divBdr>
                <w:top w:val="none" w:sz="0" w:space="0" w:color="auto"/>
                <w:left w:val="none" w:sz="0" w:space="0" w:color="auto"/>
                <w:bottom w:val="none" w:sz="0" w:space="0" w:color="auto"/>
                <w:right w:val="none" w:sz="0" w:space="0" w:color="auto"/>
              </w:divBdr>
            </w:div>
            <w:div w:id="209369328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086221453">
      <w:bodyDiv w:val="1"/>
      <w:marLeft w:val="0"/>
      <w:marRight w:val="0"/>
      <w:marTop w:val="0"/>
      <w:marBottom w:val="0"/>
      <w:divBdr>
        <w:top w:val="none" w:sz="0" w:space="0" w:color="auto"/>
        <w:left w:val="none" w:sz="0" w:space="0" w:color="auto"/>
        <w:bottom w:val="none" w:sz="0" w:space="0" w:color="auto"/>
        <w:right w:val="none" w:sz="0" w:space="0" w:color="auto"/>
      </w:divBdr>
    </w:div>
    <w:div w:id="1121993997">
      <w:bodyDiv w:val="1"/>
      <w:marLeft w:val="0"/>
      <w:marRight w:val="0"/>
      <w:marTop w:val="0"/>
      <w:marBottom w:val="0"/>
      <w:divBdr>
        <w:top w:val="none" w:sz="0" w:space="0" w:color="auto"/>
        <w:left w:val="none" w:sz="0" w:space="0" w:color="auto"/>
        <w:bottom w:val="none" w:sz="0" w:space="0" w:color="auto"/>
        <w:right w:val="none" w:sz="0" w:space="0" w:color="auto"/>
      </w:divBdr>
    </w:div>
    <w:div w:id="1144927752">
      <w:bodyDiv w:val="1"/>
      <w:marLeft w:val="0"/>
      <w:marRight w:val="0"/>
      <w:marTop w:val="0"/>
      <w:marBottom w:val="0"/>
      <w:divBdr>
        <w:top w:val="none" w:sz="0" w:space="0" w:color="auto"/>
        <w:left w:val="none" w:sz="0" w:space="0" w:color="auto"/>
        <w:bottom w:val="none" w:sz="0" w:space="0" w:color="auto"/>
        <w:right w:val="none" w:sz="0" w:space="0" w:color="auto"/>
      </w:divBdr>
    </w:div>
    <w:div w:id="1162816471">
      <w:bodyDiv w:val="1"/>
      <w:marLeft w:val="0"/>
      <w:marRight w:val="0"/>
      <w:marTop w:val="0"/>
      <w:marBottom w:val="0"/>
      <w:divBdr>
        <w:top w:val="none" w:sz="0" w:space="0" w:color="auto"/>
        <w:left w:val="none" w:sz="0" w:space="0" w:color="auto"/>
        <w:bottom w:val="none" w:sz="0" w:space="0" w:color="auto"/>
        <w:right w:val="none" w:sz="0" w:space="0" w:color="auto"/>
      </w:divBdr>
      <w:divsChild>
        <w:div w:id="596330205">
          <w:marLeft w:val="0"/>
          <w:marRight w:val="0"/>
          <w:marTop w:val="0"/>
          <w:marBottom w:val="0"/>
          <w:divBdr>
            <w:top w:val="none" w:sz="0" w:space="0" w:color="auto"/>
            <w:left w:val="none" w:sz="0" w:space="0" w:color="auto"/>
            <w:bottom w:val="none" w:sz="0" w:space="0" w:color="auto"/>
            <w:right w:val="none" w:sz="0" w:space="0" w:color="auto"/>
          </w:divBdr>
        </w:div>
        <w:div w:id="1680279831">
          <w:marLeft w:val="0"/>
          <w:marRight w:val="0"/>
          <w:marTop w:val="0"/>
          <w:marBottom w:val="0"/>
          <w:divBdr>
            <w:top w:val="none" w:sz="0" w:space="0" w:color="auto"/>
            <w:left w:val="none" w:sz="0" w:space="0" w:color="auto"/>
            <w:bottom w:val="none" w:sz="0" w:space="0" w:color="auto"/>
            <w:right w:val="none" w:sz="0" w:space="0" w:color="auto"/>
          </w:divBdr>
          <w:divsChild>
            <w:div w:id="635990677">
              <w:marLeft w:val="0"/>
              <w:marRight w:val="0"/>
              <w:marTop w:val="0"/>
              <w:marBottom w:val="0"/>
              <w:divBdr>
                <w:top w:val="none" w:sz="0" w:space="0" w:color="auto"/>
                <w:left w:val="none" w:sz="0" w:space="0" w:color="auto"/>
                <w:bottom w:val="none" w:sz="0" w:space="0" w:color="auto"/>
                <w:right w:val="none" w:sz="0" w:space="0" w:color="auto"/>
              </w:divBdr>
            </w:div>
          </w:divsChild>
        </w:div>
        <w:div w:id="1289701309">
          <w:marLeft w:val="0"/>
          <w:marRight w:val="0"/>
          <w:marTop w:val="0"/>
          <w:marBottom w:val="0"/>
          <w:divBdr>
            <w:top w:val="none" w:sz="0" w:space="0" w:color="auto"/>
            <w:left w:val="none" w:sz="0" w:space="0" w:color="auto"/>
            <w:bottom w:val="none" w:sz="0" w:space="0" w:color="auto"/>
            <w:right w:val="none" w:sz="0" w:space="0" w:color="auto"/>
          </w:divBdr>
          <w:divsChild>
            <w:div w:id="111143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838877">
      <w:bodyDiv w:val="1"/>
      <w:marLeft w:val="0"/>
      <w:marRight w:val="0"/>
      <w:marTop w:val="0"/>
      <w:marBottom w:val="0"/>
      <w:divBdr>
        <w:top w:val="none" w:sz="0" w:space="0" w:color="auto"/>
        <w:left w:val="none" w:sz="0" w:space="0" w:color="auto"/>
        <w:bottom w:val="none" w:sz="0" w:space="0" w:color="auto"/>
        <w:right w:val="none" w:sz="0" w:space="0" w:color="auto"/>
      </w:divBdr>
    </w:div>
    <w:div w:id="1192764171">
      <w:bodyDiv w:val="1"/>
      <w:marLeft w:val="0"/>
      <w:marRight w:val="0"/>
      <w:marTop w:val="0"/>
      <w:marBottom w:val="0"/>
      <w:divBdr>
        <w:top w:val="none" w:sz="0" w:space="0" w:color="auto"/>
        <w:left w:val="none" w:sz="0" w:space="0" w:color="auto"/>
        <w:bottom w:val="none" w:sz="0" w:space="0" w:color="auto"/>
        <w:right w:val="none" w:sz="0" w:space="0" w:color="auto"/>
      </w:divBdr>
    </w:div>
    <w:div w:id="1207570160">
      <w:bodyDiv w:val="1"/>
      <w:marLeft w:val="0"/>
      <w:marRight w:val="0"/>
      <w:marTop w:val="0"/>
      <w:marBottom w:val="0"/>
      <w:divBdr>
        <w:top w:val="none" w:sz="0" w:space="0" w:color="auto"/>
        <w:left w:val="none" w:sz="0" w:space="0" w:color="auto"/>
        <w:bottom w:val="none" w:sz="0" w:space="0" w:color="auto"/>
        <w:right w:val="none" w:sz="0" w:space="0" w:color="auto"/>
      </w:divBdr>
    </w:div>
    <w:div w:id="1218317770">
      <w:bodyDiv w:val="1"/>
      <w:marLeft w:val="0"/>
      <w:marRight w:val="0"/>
      <w:marTop w:val="0"/>
      <w:marBottom w:val="0"/>
      <w:divBdr>
        <w:top w:val="none" w:sz="0" w:space="0" w:color="auto"/>
        <w:left w:val="none" w:sz="0" w:space="0" w:color="auto"/>
        <w:bottom w:val="none" w:sz="0" w:space="0" w:color="auto"/>
        <w:right w:val="none" w:sz="0" w:space="0" w:color="auto"/>
      </w:divBdr>
    </w:div>
    <w:div w:id="1221089433">
      <w:bodyDiv w:val="1"/>
      <w:marLeft w:val="0"/>
      <w:marRight w:val="0"/>
      <w:marTop w:val="0"/>
      <w:marBottom w:val="0"/>
      <w:divBdr>
        <w:top w:val="none" w:sz="0" w:space="0" w:color="auto"/>
        <w:left w:val="none" w:sz="0" w:space="0" w:color="auto"/>
        <w:bottom w:val="none" w:sz="0" w:space="0" w:color="auto"/>
        <w:right w:val="none" w:sz="0" w:space="0" w:color="auto"/>
      </w:divBdr>
    </w:div>
    <w:div w:id="1237130720">
      <w:bodyDiv w:val="1"/>
      <w:marLeft w:val="0"/>
      <w:marRight w:val="0"/>
      <w:marTop w:val="0"/>
      <w:marBottom w:val="0"/>
      <w:divBdr>
        <w:top w:val="none" w:sz="0" w:space="0" w:color="auto"/>
        <w:left w:val="none" w:sz="0" w:space="0" w:color="auto"/>
        <w:bottom w:val="none" w:sz="0" w:space="0" w:color="auto"/>
        <w:right w:val="none" w:sz="0" w:space="0" w:color="auto"/>
      </w:divBdr>
    </w:div>
    <w:div w:id="1246692836">
      <w:bodyDiv w:val="1"/>
      <w:marLeft w:val="0"/>
      <w:marRight w:val="0"/>
      <w:marTop w:val="0"/>
      <w:marBottom w:val="0"/>
      <w:divBdr>
        <w:top w:val="none" w:sz="0" w:space="0" w:color="auto"/>
        <w:left w:val="none" w:sz="0" w:space="0" w:color="auto"/>
        <w:bottom w:val="none" w:sz="0" w:space="0" w:color="auto"/>
        <w:right w:val="none" w:sz="0" w:space="0" w:color="auto"/>
      </w:divBdr>
    </w:div>
    <w:div w:id="1279411190">
      <w:bodyDiv w:val="1"/>
      <w:marLeft w:val="0"/>
      <w:marRight w:val="0"/>
      <w:marTop w:val="0"/>
      <w:marBottom w:val="0"/>
      <w:divBdr>
        <w:top w:val="none" w:sz="0" w:space="0" w:color="auto"/>
        <w:left w:val="none" w:sz="0" w:space="0" w:color="auto"/>
        <w:bottom w:val="none" w:sz="0" w:space="0" w:color="auto"/>
        <w:right w:val="none" w:sz="0" w:space="0" w:color="auto"/>
      </w:divBdr>
      <w:divsChild>
        <w:div w:id="1063601082">
          <w:marLeft w:val="0"/>
          <w:marRight w:val="0"/>
          <w:marTop w:val="0"/>
          <w:marBottom w:val="0"/>
          <w:divBdr>
            <w:top w:val="none" w:sz="0" w:space="0" w:color="auto"/>
            <w:left w:val="none" w:sz="0" w:space="0" w:color="auto"/>
            <w:bottom w:val="none" w:sz="0" w:space="0" w:color="auto"/>
            <w:right w:val="none" w:sz="0" w:space="0" w:color="auto"/>
          </w:divBdr>
        </w:div>
      </w:divsChild>
    </w:div>
    <w:div w:id="1299338535">
      <w:bodyDiv w:val="1"/>
      <w:marLeft w:val="0"/>
      <w:marRight w:val="0"/>
      <w:marTop w:val="0"/>
      <w:marBottom w:val="0"/>
      <w:divBdr>
        <w:top w:val="none" w:sz="0" w:space="0" w:color="auto"/>
        <w:left w:val="none" w:sz="0" w:space="0" w:color="auto"/>
        <w:bottom w:val="none" w:sz="0" w:space="0" w:color="auto"/>
        <w:right w:val="none" w:sz="0" w:space="0" w:color="auto"/>
      </w:divBdr>
    </w:div>
    <w:div w:id="1304113552">
      <w:bodyDiv w:val="1"/>
      <w:marLeft w:val="0"/>
      <w:marRight w:val="0"/>
      <w:marTop w:val="0"/>
      <w:marBottom w:val="0"/>
      <w:divBdr>
        <w:top w:val="none" w:sz="0" w:space="0" w:color="auto"/>
        <w:left w:val="none" w:sz="0" w:space="0" w:color="auto"/>
        <w:bottom w:val="none" w:sz="0" w:space="0" w:color="auto"/>
        <w:right w:val="none" w:sz="0" w:space="0" w:color="auto"/>
      </w:divBdr>
      <w:divsChild>
        <w:div w:id="174807567">
          <w:marLeft w:val="0"/>
          <w:marRight w:val="0"/>
          <w:marTop w:val="0"/>
          <w:marBottom w:val="0"/>
          <w:divBdr>
            <w:top w:val="none" w:sz="0" w:space="0" w:color="auto"/>
            <w:left w:val="none" w:sz="0" w:space="0" w:color="auto"/>
            <w:bottom w:val="none" w:sz="0" w:space="0" w:color="auto"/>
            <w:right w:val="none" w:sz="0" w:space="0" w:color="auto"/>
          </w:divBdr>
          <w:divsChild>
            <w:div w:id="1731029262">
              <w:marLeft w:val="0"/>
              <w:marRight w:val="0"/>
              <w:marTop w:val="0"/>
              <w:marBottom w:val="0"/>
              <w:divBdr>
                <w:top w:val="none" w:sz="0" w:space="0" w:color="auto"/>
                <w:left w:val="none" w:sz="0" w:space="0" w:color="auto"/>
                <w:bottom w:val="none" w:sz="0" w:space="0" w:color="auto"/>
                <w:right w:val="none" w:sz="0" w:space="0" w:color="auto"/>
              </w:divBdr>
            </w:div>
            <w:div w:id="24908005">
              <w:marLeft w:val="0"/>
              <w:marRight w:val="0"/>
              <w:marTop w:val="0"/>
              <w:marBottom w:val="0"/>
              <w:divBdr>
                <w:top w:val="none" w:sz="0" w:space="0" w:color="auto"/>
                <w:left w:val="none" w:sz="0" w:space="0" w:color="auto"/>
                <w:bottom w:val="none" w:sz="0" w:space="0" w:color="auto"/>
                <w:right w:val="none" w:sz="0" w:space="0" w:color="auto"/>
              </w:divBdr>
              <w:divsChild>
                <w:div w:id="1794906117">
                  <w:marLeft w:val="0"/>
                  <w:marRight w:val="0"/>
                  <w:marTop w:val="0"/>
                  <w:marBottom w:val="0"/>
                  <w:divBdr>
                    <w:top w:val="none" w:sz="0" w:space="0" w:color="auto"/>
                    <w:left w:val="none" w:sz="0" w:space="0" w:color="auto"/>
                    <w:bottom w:val="none" w:sz="0" w:space="0" w:color="auto"/>
                    <w:right w:val="none" w:sz="0" w:space="0" w:color="auto"/>
                  </w:divBdr>
                </w:div>
              </w:divsChild>
            </w:div>
            <w:div w:id="440535344">
              <w:marLeft w:val="0"/>
              <w:marRight w:val="0"/>
              <w:marTop w:val="0"/>
              <w:marBottom w:val="0"/>
              <w:divBdr>
                <w:top w:val="none" w:sz="0" w:space="0" w:color="auto"/>
                <w:left w:val="none" w:sz="0" w:space="0" w:color="auto"/>
                <w:bottom w:val="none" w:sz="0" w:space="0" w:color="auto"/>
                <w:right w:val="none" w:sz="0" w:space="0" w:color="auto"/>
              </w:divBdr>
              <w:divsChild>
                <w:div w:id="1088623549">
                  <w:marLeft w:val="0"/>
                  <w:marRight w:val="0"/>
                  <w:marTop w:val="0"/>
                  <w:marBottom w:val="0"/>
                  <w:divBdr>
                    <w:top w:val="none" w:sz="0" w:space="0" w:color="auto"/>
                    <w:left w:val="none" w:sz="0" w:space="0" w:color="auto"/>
                    <w:bottom w:val="none" w:sz="0" w:space="0" w:color="auto"/>
                    <w:right w:val="none" w:sz="0" w:space="0" w:color="auto"/>
                  </w:divBdr>
                </w:div>
                <w:div w:id="538712528">
                  <w:marLeft w:val="0"/>
                  <w:marRight w:val="0"/>
                  <w:marTop w:val="0"/>
                  <w:marBottom w:val="0"/>
                  <w:divBdr>
                    <w:top w:val="none" w:sz="0" w:space="0" w:color="auto"/>
                    <w:left w:val="none" w:sz="0" w:space="0" w:color="auto"/>
                    <w:bottom w:val="none" w:sz="0" w:space="0" w:color="auto"/>
                    <w:right w:val="none" w:sz="0" w:space="0" w:color="auto"/>
                  </w:divBdr>
                  <w:divsChild>
                    <w:div w:id="1324578625">
                      <w:marLeft w:val="0"/>
                      <w:marRight w:val="0"/>
                      <w:marTop w:val="0"/>
                      <w:marBottom w:val="0"/>
                      <w:divBdr>
                        <w:top w:val="none" w:sz="0" w:space="0" w:color="auto"/>
                        <w:left w:val="none" w:sz="0" w:space="0" w:color="auto"/>
                        <w:bottom w:val="none" w:sz="0" w:space="0" w:color="auto"/>
                        <w:right w:val="none" w:sz="0" w:space="0" w:color="auto"/>
                      </w:divBdr>
                    </w:div>
                  </w:divsChild>
                </w:div>
                <w:div w:id="1834759817">
                  <w:marLeft w:val="0"/>
                  <w:marRight w:val="0"/>
                  <w:marTop w:val="0"/>
                  <w:marBottom w:val="0"/>
                  <w:divBdr>
                    <w:top w:val="none" w:sz="0" w:space="0" w:color="auto"/>
                    <w:left w:val="none" w:sz="0" w:space="0" w:color="auto"/>
                    <w:bottom w:val="none" w:sz="0" w:space="0" w:color="auto"/>
                    <w:right w:val="none" w:sz="0" w:space="0" w:color="auto"/>
                  </w:divBdr>
                  <w:divsChild>
                    <w:div w:id="1189877998">
                      <w:marLeft w:val="0"/>
                      <w:marRight w:val="0"/>
                      <w:marTop w:val="0"/>
                      <w:marBottom w:val="0"/>
                      <w:divBdr>
                        <w:top w:val="none" w:sz="0" w:space="0" w:color="auto"/>
                        <w:left w:val="none" w:sz="0" w:space="0" w:color="auto"/>
                        <w:bottom w:val="none" w:sz="0" w:space="0" w:color="auto"/>
                        <w:right w:val="none" w:sz="0" w:space="0" w:color="auto"/>
                      </w:divBdr>
                    </w:div>
                  </w:divsChild>
                </w:div>
                <w:div w:id="1974674906">
                  <w:marLeft w:val="0"/>
                  <w:marRight w:val="0"/>
                  <w:marTop w:val="0"/>
                  <w:marBottom w:val="0"/>
                  <w:divBdr>
                    <w:top w:val="none" w:sz="0" w:space="0" w:color="auto"/>
                    <w:left w:val="none" w:sz="0" w:space="0" w:color="auto"/>
                    <w:bottom w:val="none" w:sz="0" w:space="0" w:color="auto"/>
                    <w:right w:val="none" w:sz="0" w:space="0" w:color="auto"/>
                  </w:divBdr>
                  <w:divsChild>
                    <w:div w:id="1352103097">
                      <w:marLeft w:val="0"/>
                      <w:marRight w:val="0"/>
                      <w:marTop w:val="0"/>
                      <w:marBottom w:val="0"/>
                      <w:divBdr>
                        <w:top w:val="none" w:sz="0" w:space="0" w:color="auto"/>
                        <w:left w:val="none" w:sz="0" w:space="0" w:color="auto"/>
                        <w:bottom w:val="none" w:sz="0" w:space="0" w:color="auto"/>
                        <w:right w:val="none" w:sz="0" w:space="0" w:color="auto"/>
                      </w:divBdr>
                    </w:div>
                  </w:divsChild>
                </w:div>
                <w:div w:id="409011725">
                  <w:marLeft w:val="0"/>
                  <w:marRight w:val="0"/>
                  <w:marTop w:val="0"/>
                  <w:marBottom w:val="0"/>
                  <w:divBdr>
                    <w:top w:val="none" w:sz="0" w:space="0" w:color="auto"/>
                    <w:left w:val="none" w:sz="0" w:space="0" w:color="auto"/>
                    <w:bottom w:val="none" w:sz="0" w:space="0" w:color="auto"/>
                    <w:right w:val="none" w:sz="0" w:space="0" w:color="auto"/>
                  </w:divBdr>
                  <w:divsChild>
                    <w:div w:id="55732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061925">
          <w:marLeft w:val="0"/>
          <w:marRight w:val="0"/>
          <w:marTop w:val="0"/>
          <w:marBottom w:val="0"/>
          <w:divBdr>
            <w:top w:val="none" w:sz="0" w:space="0" w:color="auto"/>
            <w:left w:val="none" w:sz="0" w:space="0" w:color="auto"/>
            <w:bottom w:val="none" w:sz="0" w:space="0" w:color="auto"/>
            <w:right w:val="none" w:sz="0" w:space="0" w:color="auto"/>
          </w:divBdr>
          <w:divsChild>
            <w:div w:id="54277519">
              <w:marLeft w:val="0"/>
              <w:marRight w:val="0"/>
              <w:marTop w:val="0"/>
              <w:marBottom w:val="0"/>
              <w:divBdr>
                <w:top w:val="none" w:sz="0" w:space="0" w:color="auto"/>
                <w:left w:val="none" w:sz="0" w:space="0" w:color="auto"/>
                <w:bottom w:val="none" w:sz="0" w:space="0" w:color="auto"/>
                <w:right w:val="none" w:sz="0" w:space="0" w:color="auto"/>
              </w:divBdr>
            </w:div>
            <w:div w:id="876773030">
              <w:marLeft w:val="0"/>
              <w:marRight w:val="0"/>
              <w:marTop w:val="0"/>
              <w:marBottom w:val="0"/>
              <w:divBdr>
                <w:top w:val="none" w:sz="0" w:space="0" w:color="auto"/>
                <w:left w:val="none" w:sz="0" w:space="0" w:color="auto"/>
                <w:bottom w:val="none" w:sz="0" w:space="0" w:color="auto"/>
                <w:right w:val="none" w:sz="0" w:space="0" w:color="auto"/>
              </w:divBdr>
              <w:divsChild>
                <w:div w:id="1348829034">
                  <w:marLeft w:val="0"/>
                  <w:marRight w:val="0"/>
                  <w:marTop w:val="0"/>
                  <w:marBottom w:val="0"/>
                  <w:divBdr>
                    <w:top w:val="none" w:sz="0" w:space="0" w:color="auto"/>
                    <w:left w:val="none" w:sz="0" w:space="0" w:color="auto"/>
                    <w:bottom w:val="none" w:sz="0" w:space="0" w:color="auto"/>
                    <w:right w:val="none" w:sz="0" w:space="0" w:color="auto"/>
                  </w:divBdr>
                </w:div>
              </w:divsChild>
            </w:div>
            <w:div w:id="1812480545">
              <w:marLeft w:val="0"/>
              <w:marRight w:val="0"/>
              <w:marTop w:val="0"/>
              <w:marBottom w:val="0"/>
              <w:divBdr>
                <w:top w:val="none" w:sz="0" w:space="0" w:color="auto"/>
                <w:left w:val="none" w:sz="0" w:space="0" w:color="auto"/>
                <w:bottom w:val="none" w:sz="0" w:space="0" w:color="auto"/>
                <w:right w:val="none" w:sz="0" w:space="0" w:color="auto"/>
              </w:divBdr>
              <w:divsChild>
                <w:div w:id="145086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75344">
          <w:marLeft w:val="0"/>
          <w:marRight w:val="0"/>
          <w:marTop w:val="0"/>
          <w:marBottom w:val="0"/>
          <w:divBdr>
            <w:top w:val="none" w:sz="0" w:space="0" w:color="auto"/>
            <w:left w:val="none" w:sz="0" w:space="0" w:color="auto"/>
            <w:bottom w:val="none" w:sz="0" w:space="0" w:color="auto"/>
            <w:right w:val="none" w:sz="0" w:space="0" w:color="auto"/>
          </w:divBdr>
          <w:divsChild>
            <w:div w:id="1636906026">
              <w:marLeft w:val="0"/>
              <w:marRight w:val="0"/>
              <w:marTop w:val="0"/>
              <w:marBottom w:val="0"/>
              <w:divBdr>
                <w:top w:val="none" w:sz="0" w:space="0" w:color="auto"/>
                <w:left w:val="none" w:sz="0" w:space="0" w:color="auto"/>
                <w:bottom w:val="none" w:sz="0" w:space="0" w:color="auto"/>
                <w:right w:val="none" w:sz="0" w:space="0" w:color="auto"/>
              </w:divBdr>
            </w:div>
            <w:div w:id="1564028539">
              <w:marLeft w:val="0"/>
              <w:marRight w:val="0"/>
              <w:marTop w:val="0"/>
              <w:marBottom w:val="0"/>
              <w:divBdr>
                <w:top w:val="none" w:sz="0" w:space="0" w:color="auto"/>
                <w:left w:val="none" w:sz="0" w:space="0" w:color="auto"/>
                <w:bottom w:val="none" w:sz="0" w:space="0" w:color="auto"/>
                <w:right w:val="none" w:sz="0" w:space="0" w:color="auto"/>
              </w:divBdr>
              <w:divsChild>
                <w:div w:id="1319462248">
                  <w:marLeft w:val="0"/>
                  <w:marRight w:val="0"/>
                  <w:marTop w:val="0"/>
                  <w:marBottom w:val="0"/>
                  <w:divBdr>
                    <w:top w:val="none" w:sz="0" w:space="0" w:color="auto"/>
                    <w:left w:val="none" w:sz="0" w:space="0" w:color="auto"/>
                    <w:bottom w:val="none" w:sz="0" w:space="0" w:color="auto"/>
                    <w:right w:val="none" w:sz="0" w:space="0" w:color="auto"/>
                  </w:divBdr>
                </w:div>
              </w:divsChild>
            </w:div>
            <w:div w:id="923687177">
              <w:marLeft w:val="0"/>
              <w:marRight w:val="0"/>
              <w:marTop w:val="0"/>
              <w:marBottom w:val="0"/>
              <w:divBdr>
                <w:top w:val="none" w:sz="0" w:space="0" w:color="auto"/>
                <w:left w:val="none" w:sz="0" w:space="0" w:color="auto"/>
                <w:bottom w:val="none" w:sz="0" w:space="0" w:color="auto"/>
                <w:right w:val="none" w:sz="0" w:space="0" w:color="auto"/>
              </w:divBdr>
              <w:divsChild>
                <w:div w:id="1018041764">
                  <w:marLeft w:val="0"/>
                  <w:marRight w:val="0"/>
                  <w:marTop w:val="0"/>
                  <w:marBottom w:val="0"/>
                  <w:divBdr>
                    <w:top w:val="none" w:sz="0" w:space="0" w:color="auto"/>
                    <w:left w:val="none" w:sz="0" w:space="0" w:color="auto"/>
                    <w:bottom w:val="none" w:sz="0" w:space="0" w:color="auto"/>
                    <w:right w:val="none" w:sz="0" w:space="0" w:color="auto"/>
                  </w:divBdr>
                </w:div>
              </w:divsChild>
            </w:div>
            <w:div w:id="688920090">
              <w:marLeft w:val="0"/>
              <w:marRight w:val="0"/>
              <w:marTop w:val="0"/>
              <w:marBottom w:val="0"/>
              <w:divBdr>
                <w:top w:val="none" w:sz="0" w:space="0" w:color="auto"/>
                <w:left w:val="none" w:sz="0" w:space="0" w:color="auto"/>
                <w:bottom w:val="none" w:sz="0" w:space="0" w:color="auto"/>
                <w:right w:val="none" w:sz="0" w:space="0" w:color="auto"/>
              </w:divBdr>
              <w:divsChild>
                <w:div w:id="1207107888">
                  <w:marLeft w:val="0"/>
                  <w:marRight w:val="0"/>
                  <w:marTop w:val="0"/>
                  <w:marBottom w:val="0"/>
                  <w:divBdr>
                    <w:top w:val="none" w:sz="0" w:space="0" w:color="auto"/>
                    <w:left w:val="none" w:sz="0" w:space="0" w:color="auto"/>
                    <w:bottom w:val="none" w:sz="0" w:space="0" w:color="auto"/>
                    <w:right w:val="none" w:sz="0" w:space="0" w:color="auto"/>
                  </w:divBdr>
                </w:div>
              </w:divsChild>
            </w:div>
            <w:div w:id="1072897229">
              <w:marLeft w:val="0"/>
              <w:marRight w:val="0"/>
              <w:marTop w:val="0"/>
              <w:marBottom w:val="0"/>
              <w:divBdr>
                <w:top w:val="none" w:sz="0" w:space="0" w:color="auto"/>
                <w:left w:val="none" w:sz="0" w:space="0" w:color="auto"/>
                <w:bottom w:val="none" w:sz="0" w:space="0" w:color="auto"/>
                <w:right w:val="none" w:sz="0" w:space="0" w:color="auto"/>
              </w:divBdr>
              <w:divsChild>
                <w:div w:id="2375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13193">
          <w:marLeft w:val="0"/>
          <w:marRight w:val="0"/>
          <w:marTop w:val="0"/>
          <w:marBottom w:val="0"/>
          <w:divBdr>
            <w:top w:val="none" w:sz="0" w:space="0" w:color="auto"/>
            <w:left w:val="none" w:sz="0" w:space="0" w:color="auto"/>
            <w:bottom w:val="none" w:sz="0" w:space="0" w:color="auto"/>
            <w:right w:val="none" w:sz="0" w:space="0" w:color="auto"/>
          </w:divBdr>
          <w:divsChild>
            <w:div w:id="883173524">
              <w:marLeft w:val="0"/>
              <w:marRight w:val="0"/>
              <w:marTop w:val="0"/>
              <w:marBottom w:val="0"/>
              <w:divBdr>
                <w:top w:val="none" w:sz="0" w:space="0" w:color="auto"/>
                <w:left w:val="none" w:sz="0" w:space="0" w:color="auto"/>
                <w:bottom w:val="none" w:sz="0" w:space="0" w:color="auto"/>
                <w:right w:val="none" w:sz="0" w:space="0" w:color="auto"/>
              </w:divBdr>
            </w:div>
            <w:div w:id="1390037494">
              <w:marLeft w:val="0"/>
              <w:marRight w:val="0"/>
              <w:marTop w:val="0"/>
              <w:marBottom w:val="0"/>
              <w:divBdr>
                <w:top w:val="none" w:sz="0" w:space="0" w:color="auto"/>
                <w:left w:val="none" w:sz="0" w:space="0" w:color="auto"/>
                <w:bottom w:val="none" w:sz="0" w:space="0" w:color="auto"/>
                <w:right w:val="none" w:sz="0" w:space="0" w:color="auto"/>
              </w:divBdr>
              <w:divsChild>
                <w:div w:id="1081025294">
                  <w:marLeft w:val="0"/>
                  <w:marRight w:val="0"/>
                  <w:marTop w:val="0"/>
                  <w:marBottom w:val="0"/>
                  <w:divBdr>
                    <w:top w:val="none" w:sz="0" w:space="0" w:color="auto"/>
                    <w:left w:val="none" w:sz="0" w:space="0" w:color="auto"/>
                    <w:bottom w:val="none" w:sz="0" w:space="0" w:color="auto"/>
                    <w:right w:val="none" w:sz="0" w:space="0" w:color="auto"/>
                  </w:divBdr>
                </w:div>
              </w:divsChild>
            </w:div>
            <w:div w:id="324630641">
              <w:marLeft w:val="0"/>
              <w:marRight w:val="0"/>
              <w:marTop w:val="0"/>
              <w:marBottom w:val="0"/>
              <w:divBdr>
                <w:top w:val="none" w:sz="0" w:space="0" w:color="auto"/>
                <w:left w:val="none" w:sz="0" w:space="0" w:color="auto"/>
                <w:bottom w:val="none" w:sz="0" w:space="0" w:color="auto"/>
                <w:right w:val="none" w:sz="0" w:space="0" w:color="auto"/>
              </w:divBdr>
              <w:divsChild>
                <w:div w:id="2042396024">
                  <w:marLeft w:val="0"/>
                  <w:marRight w:val="0"/>
                  <w:marTop w:val="0"/>
                  <w:marBottom w:val="0"/>
                  <w:divBdr>
                    <w:top w:val="none" w:sz="0" w:space="0" w:color="auto"/>
                    <w:left w:val="none" w:sz="0" w:space="0" w:color="auto"/>
                    <w:bottom w:val="none" w:sz="0" w:space="0" w:color="auto"/>
                    <w:right w:val="none" w:sz="0" w:space="0" w:color="auto"/>
                  </w:divBdr>
                </w:div>
                <w:div w:id="773326199">
                  <w:marLeft w:val="0"/>
                  <w:marRight w:val="0"/>
                  <w:marTop w:val="0"/>
                  <w:marBottom w:val="0"/>
                  <w:divBdr>
                    <w:top w:val="none" w:sz="0" w:space="0" w:color="auto"/>
                    <w:left w:val="none" w:sz="0" w:space="0" w:color="auto"/>
                    <w:bottom w:val="none" w:sz="0" w:space="0" w:color="auto"/>
                    <w:right w:val="none" w:sz="0" w:space="0" w:color="auto"/>
                  </w:divBdr>
                  <w:divsChild>
                    <w:div w:id="265314962">
                      <w:marLeft w:val="0"/>
                      <w:marRight w:val="0"/>
                      <w:marTop w:val="0"/>
                      <w:marBottom w:val="0"/>
                      <w:divBdr>
                        <w:top w:val="none" w:sz="0" w:space="0" w:color="auto"/>
                        <w:left w:val="none" w:sz="0" w:space="0" w:color="auto"/>
                        <w:bottom w:val="none" w:sz="0" w:space="0" w:color="auto"/>
                        <w:right w:val="none" w:sz="0" w:space="0" w:color="auto"/>
                      </w:divBdr>
                    </w:div>
                  </w:divsChild>
                </w:div>
                <w:div w:id="414086489">
                  <w:marLeft w:val="0"/>
                  <w:marRight w:val="0"/>
                  <w:marTop w:val="0"/>
                  <w:marBottom w:val="0"/>
                  <w:divBdr>
                    <w:top w:val="none" w:sz="0" w:space="0" w:color="auto"/>
                    <w:left w:val="none" w:sz="0" w:space="0" w:color="auto"/>
                    <w:bottom w:val="none" w:sz="0" w:space="0" w:color="auto"/>
                    <w:right w:val="none" w:sz="0" w:space="0" w:color="auto"/>
                  </w:divBdr>
                  <w:divsChild>
                    <w:div w:id="1095595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706708">
              <w:marLeft w:val="0"/>
              <w:marRight w:val="0"/>
              <w:marTop w:val="0"/>
              <w:marBottom w:val="0"/>
              <w:divBdr>
                <w:top w:val="none" w:sz="0" w:space="0" w:color="auto"/>
                <w:left w:val="none" w:sz="0" w:space="0" w:color="auto"/>
                <w:bottom w:val="none" w:sz="0" w:space="0" w:color="auto"/>
                <w:right w:val="none" w:sz="0" w:space="0" w:color="auto"/>
              </w:divBdr>
              <w:divsChild>
                <w:div w:id="972103512">
                  <w:marLeft w:val="0"/>
                  <w:marRight w:val="0"/>
                  <w:marTop w:val="0"/>
                  <w:marBottom w:val="0"/>
                  <w:divBdr>
                    <w:top w:val="none" w:sz="0" w:space="0" w:color="auto"/>
                    <w:left w:val="none" w:sz="0" w:space="0" w:color="auto"/>
                    <w:bottom w:val="none" w:sz="0" w:space="0" w:color="auto"/>
                    <w:right w:val="none" w:sz="0" w:space="0" w:color="auto"/>
                  </w:divBdr>
                </w:div>
              </w:divsChild>
            </w:div>
            <w:div w:id="879125751">
              <w:marLeft w:val="0"/>
              <w:marRight w:val="0"/>
              <w:marTop w:val="0"/>
              <w:marBottom w:val="0"/>
              <w:divBdr>
                <w:top w:val="none" w:sz="0" w:space="0" w:color="auto"/>
                <w:left w:val="none" w:sz="0" w:space="0" w:color="auto"/>
                <w:bottom w:val="none" w:sz="0" w:space="0" w:color="auto"/>
                <w:right w:val="none" w:sz="0" w:space="0" w:color="auto"/>
              </w:divBdr>
              <w:divsChild>
                <w:div w:id="316345459">
                  <w:marLeft w:val="0"/>
                  <w:marRight w:val="0"/>
                  <w:marTop w:val="0"/>
                  <w:marBottom w:val="0"/>
                  <w:divBdr>
                    <w:top w:val="none" w:sz="0" w:space="0" w:color="auto"/>
                    <w:left w:val="none" w:sz="0" w:space="0" w:color="auto"/>
                    <w:bottom w:val="none" w:sz="0" w:space="0" w:color="auto"/>
                    <w:right w:val="none" w:sz="0" w:space="0" w:color="auto"/>
                  </w:divBdr>
                </w:div>
              </w:divsChild>
            </w:div>
            <w:div w:id="94904904">
              <w:marLeft w:val="0"/>
              <w:marRight w:val="0"/>
              <w:marTop w:val="0"/>
              <w:marBottom w:val="0"/>
              <w:divBdr>
                <w:top w:val="none" w:sz="0" w:space="0" w:color="auto"/>
                <w:left w:val="none" w:sz="0" w:space="0" w:color="auto"/>
                <w:bottom w:val="none" w:sz="0" w:space="0" w:color="auto"/>
                <w:right w:val="none" w:sz="0" w:space="0" w:color="auto"/>
              </w:divBdr>
              <w:divsChild>
                <w:div w:id="214403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550482">
          <w:marLeft w:val="0"/>
          <w:marRight w:val="0"/>
          <w:marTop w:val="0"/>
          <w:marBottom w:val="0"/>
          <w:divBdr>
            <w:top w:val="none" w:sz="0" w:space="0" w:color="auto"/>
            <w:left w:val="none" w:sz="0" w:space="0" w:color="auto"/>
            <w:bottom w:val="none" w:sz="0" w:space="0" w:color="auto"/>
            <w:right w:val="none" w:sz="0" w:space="0" w:color="auto"/>
          </w:divBdr>
          <w:divsChild>
            <w:div w:id="234556871">
              <w:marLeft w:val="0"/>
              <w:marRight w:val="0"/>
              <w:marTop w:val="0"/>
              <w:marBottom w:val="0"/>
              <w:divBdr>
                <w:top w:val="none" w:sz="0" w:space="0" w:color="auto"/>
                <w:left w:val="none" w:sz="0" w:space="0" w:color="auto"/>
                <w:bottom w:val="none" w:sz="0" w:space="0" w:color="auto"/>
                <w:right w:val="none" w:sz="0" w:space="0" w:color="auto"/>
              </w:divBdr>
            </w:div>
            <w:div w:id="913585943">
              <w:marLeft w:val="0"/>
              <w:marRight w:val="0"/>
              <w:marTop w:val="0"/>
              <w:marBottom w:val="0"/>
              <w:divBdr>
                <w:top w:val="none" w:sz="0" w:space="0" w:color="auto"/>
                <w:left w:val="none" w:sz="0" w:space="0" w:color="auto"/>
                <w:bottom w:val="none" w:sz="0" w:space="0" w:color="auto"/>
                <w:right w:val="none" w:sz="0" w:space="0" w:color="auto"/>
              </w:divBdr>
              <w:divsChild>
                <w:div w:id="415131883">
                  <w:marLeft w:val="0"/>
                  <w:marRight w:val="0"/>
                  <w:marTop w:val="0"/>
                  <w:marBottom w:val="0"/>
                  <w:divBdr>
                    <w:top w:val="none" w:sz="0" w:space="0" w:color="auto"/>
                    <w:left w:val="none" w:sz="0" w:space="0" w:color="auto"/>
                    <w:bottom w:val="none" w:sz="0" w:space="0" w:color="auto"/>
                    <w:right w:val="none" w:sz="0" w:space="0" w:color="auto"/>
                  </w:divBdr>
                </w:div>
              </w:divsChild>
            </w:div>
            <w:div w:id="1513180538">
              <w:marLeft w:val="0"/>
              <w:marRight w:val="0"/>
              <w:marTop w:val="0"/>
              <w:marBottom w:val="0"/>
              <w:divBdr>
                <w:top w:val="none" w:sz="0" w:space="0" w:color="auto"/>
                <w:left w:val="none" w:sz="0" w:space="0" w:color="auto"/>
                <w:bottom w:val="none" w:sz="0" w:space="0" w:color="auto"/>
                <w:right w:val="none" w:sz="0" w:space="0" w:color="auto"/>
              </w:divBdr>
              <w:divsChild>
                <w:div w:id="5435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114102">
      <w:bodyDiv w:val="1"/>
      <w:marLeft w:val="0"/>
      <w:marRight w:val="0"/>
      <w:marTop w:val="0"/>
      <w:marBottom w:val="0"/>
      <w:divBdr>
        <w:top w:val="none" w:sz="0" w:space="0" w:color="auto"/>
        <w:left w:val="none" w:sz="0" w:space="0" w:color="auto"/>
        <w:bottom w:val="none" w:sz="0" w:space="0" w:color="auto"/>
        <w:right w:val="none" w:sz="0" w:space="0" w:color="auto"/>
      </w:divBdr>
    </w:div>
    <w:div w:id="1330863936">
      <w:bodyDiv w:val="1"/>
      <w:marLeft w:val="0"/>
      <w:marRight w:val="0"/>
      <w:marTop w:val="0"/>
      <w:marBottom w:val="0"/>
      <w:divBdr>
        <w:top w:val="none" w:sz="0" w:space="0" w:color="auto"/>
        <w:left w:val="none" w:sz="0" w:space="0" w:color="auto"/>
        <w:bottom w:val="none" w:sz="0" w:space="0" w:color="auto"/>
        <w:right w:val="none" w:sz="0" w:space="0" w:color="auto"/>
      </w:divBdr>
      <w:divsChild>
        <w:div w:id="1307707445">
          <w:marLeft w:val="0"/>
          <w:marRight w:val="0"/>
          <w:marTop w:val="0"/>
          <w:marBottom w:val="0"/>
          <w:divBdr>
            <w:top w:val="none" w:sz="0" w:space="0" w:color="auto"/>
            <w:left w:val="none" w:sz="0" w:space="0" w:color="auto"/>
            <w:bottom w:val="none" w:sz="0" w:space="0" w:color="auto"/>
            <w:right w:val="none" w:sz="0" w:space="0" w:color="auto"/>
          </w:divBdr>
          <w:divsChild>
            <w:div w:id="946738857">
              <w:marLeft w:val="255"/>
              <w:marRight w:val="0"/>
              <w:marTop w:val="0"/>
              <w:marBottom w:val="0"/>
              <w:divBdr>
                <w:top w:val="none" w:sz="0" w:space="0" w:color="auto"/>
                <w:left w:val="none" w:sz="0" w:space="0" w:color="auto"/>
                <w:bottom w:val="none" w:sz="0" w:space="0" w:color="auto"/>
                <w:right w:val="none" w:sz="0" w:space="0" w:color="auto"/>
              </w:divBdr>
            </w:div>
          </w:divsChild>
        </w:div>
        <w:div w:id="1889410849">
          <w:marLeft w:val="0"/>
          <w:marRight w:val="0"/>
          <w:marTop w:val="0"/>
          <w:marBottom w:val="0"/>
          <w:divBdr>
            <w:top w:val="none" w:sz="0" w:space="0" w:color="auto"/>
            <w:left w:val="none" w:sz="0" w:space="0" w:color="auto"/>
            <w:bottom w:val="none" w:sz="0" w:space="0" w:color="auto"/>
            <w:right w:val="none" w:sz="0" w:space="0" w:color="auto"/>
          </w:divBdr>
          <w:divsChild>
            <w:div w:id="1477524147">
              <w:marLeft w:val="255"/>
              <w:marRight w:val="0"/>
              <w:marTop w:val="0"/>
              <w:marBottom w:val="0"/>
              <w:divBdr>
                <w:top w:val="none" w:sz="0" w:space="0" w:color="auto"/>
                <w:left w:val="none" w:sz="0" w:space="0" w:color="auto"/>
                <w:bottom w:val="none" w:sz="0" w:space="0" w:color="auto"/>
                <w:right w:val="none" w:sz="0" w:space="0" w:color="auto"/>
              </w:divBdr>
            </w:div>
          </w:divsChild>
        </w:div>
        <w:div w:id="1289894031">
          <w:marLeft w:val="0"/>
          <w:marRight w:val="0"/>
          <w:marTop w:val="0"/>
          <w:marBottom w:val="0"/>
          <w:divBdr>
            <w:top w:val="none" w:sz="0" w:space="0" w:color="auto"/>
            <w:left w:val="none" w:sz="0" w:space="0" w:color="auto"/>
            <w:bottom w:val="none" w:sz="0" w:space="0" w:color="auto"/>
            <w:right w:val="none" w:sz="0" w:space="0" w:color="auto"/>
          </w:divBdr>
          <w:divsChild>
            <w:div w:id="1414932538">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372420224">
      <w:bodyDiv w:val="1"/>
      <w:marLeft w:val="0"/>
      <w:marRight w:val="0"/>
      <w:marTop w:val="0"/>
      <w:marBottom w:val="0"/>
      <w:divBdr>
        <w:top w:val="none" w:sz="0" w:space="0" w:color="auto"/>
        <w:left w:val="none" w:sz="0" w:space="0" w:color="auto"/>
        <w:bottom w:val="none" w:sz="0" w:space="0" w:color="auto"/>
        <w:right w:val="none" w:sz="0" w:space="0" w:color="auto"/>
      </w:divBdr>
    </w:div>
    <w:div w:id="1466312911">
      <w:bodyDiv w:val="1"/>
      <w:marLeft w:val="0"/>
      <w:marRight w:val="0"/>
      <w:marTop w:val="0"/>
      <w:marBottom w:val="0"/>
      <w:divBdr>
        <w:top w:val="none" w:sz="0" w:space="0" w:color="auto"/>
        <w:left w:val="none" w:sz="0" w:space="0" w:color="auto"/>
        <w:bottom w:val="none" w:sz="0" w:space="0" w:color="auto"/>
        <w:right w:val="none" w:sz="0" w:space="0" w:color="auto"/>
      </w:divBdr>
    </w:div>
    <w:div w:id="1516192720">
      <w:bodyDiv w:val="1"/>
      <w:marLeft w:val="0"/>
      <w:marRight w:val="0"/>
      <w:marTop w:val="0"/>
      <w:marBottom w:val="0"/>
      <w:divBdr>
        <w:top w:val="none" w:sz="0" w:space="0" w:color="auto"/>
        <w:left w:val="none" w:sz="0" w:space="0" w:color="auto"/>
        <w:bottom w:val="none" w:sz="0" w:space="0" w:color="auto"/>
        <w:right w:val="none" w:sz="0" w:space="0" w:color="auto"/>
      </w:divBdr>
    </w:div>
    <w:div w:id="1529830403">
      <w:bodyDiv w:val="1"/>
      <w:marLeft w:val="0"/>
      <w:marRight w:val="0"/>
      <w:marTop w:val="0"/>
      <w:marBottom w:val="0"/>
      <w:divBdr>
        <w:top w:val="none" w:sz="0" w:space="0" w:color="auto"/>
        <w:left w:val="none" w:sz="0" w:space="0" w:color="auto"/>
        <w:bottom w:val="none" w:sz="0" w:space="0" w:color="auto"/>
        <w:right w:val="none" w:sz="0" w:space="0" w:color="auto"/>
      </w:divBdr>
    </w:div>
    <w:div w:id="1551306734">
      <w:bodyDiv w:val="1"/>
      <w:marLeft w:val="0"/>
      <w:marRight w:val="0"/>
      <w:marTop w:val="0"/>
      <w:marBottom w:val="0"/>
      <w:divBdr>
        <w:top w:val="none" w:sz="0" w:space="0" w:color="auto"/>
        <w:left w:val="none" w:sz="0" w:space="0" w:color="auto"/>
        <w:bottom w:val="none" w:sz="0" w:space="0" w:color="auto"/>
        <w:right w:val="none" w:sz="0" w:space="0" w:color="auto"/>
      </w:divBdr>
    </w:div>
    <w:div w:id="1557738164">
      <w:bodyDiv w:val="1"/>
      <w:marLeft w:val="0"/>
      <w:marRight w:val="0"/>
      <w:marTop w:val="0"/>
      <w:marBottom w:val="0"/>
      <w:divBdr>
        <w:top w:val="none" w:sz="0" w:space="0" w:color="auto"/>
        <w:left w:val="none" w:sz="0" w:space="0" w:color="auto"/>
        <w:bottom w:val="none" w:sz="0" w:space="0" w:color="auto"/>
        <w:right w:val="none" w:sz="0" w:space="0" w:color="auto"/>
      </w:divBdr>
    </w:div>
    <w:div w:id="1564900991">
      <w:bodyDiv w:val="1"/>
      <w:marLeft w:val="0"/>
      <w:marRight w:val="0"/>
      <w:marTop w:val="0"/>
      <w:marBottom w:val="0"/>
      <w:divBdr>
        <w:top w:val="none" w:sz="0" w:space="0" w:color="auto"/>
        <w:left w:val="none" w:sz="0" w:space="0" w:color="auto"/>
        <w:bottom w:val="none" w:sz="0" w:space="0" w:color="auto"/>
        <w:right w:val="none" w:sz="0" w:space="0" w:color="auto"/>
      </w:divBdr>
    </w:div>
    <w:div w:id="1619333174">
      <w:bodyDiv w:val="1"/>
      <w:marLeft w:val="0"/>
      <w:marRight w:val="0"/>
      <w:marTop w:val="0"/>
      <w:marBottom w:val="0"/>
      <w:divBdr>
        <w:top w:val="none" w:sz="0" w:space="0" w:color="auto"/>
        <w:left w:val="none" w:sz="0" w:space="0" w:color="auto"/>
        <w:bottom w:val="none" w:sz="0" w:space="0" w:color="auto"/>
        <w:right w:val="none" w:sz="0" w:space="0" w:color="auto"/>
      </w:divBdr>
      <w:divsChild>
        <w:div w:id="545025152">
          <w:marLeft w:val="0"/>
          <w:marRight w:val="0"/>
          <w:marTop w:val="0"/>
          <w:marBottom w:val="240"/>
          <w:divBdr>
            <w:top w:val="none" w:sz="0" w:space="0" w:color="auto"/>
            <w:left w:val="none" w:sz="0" w:space="0" w:color="auto"/>
            <w:bottom w:val="none" w:sz="0" w:space="0" w:color="auto"/>
            <w:right w:val="none" w:sz="0" w:space="0" w:color="auto"/>
          </w:divBdr>
          <w:divsChild>
            <w:div w:id="346100083">
              <w:marLeft w:val="0"/>
              <w:marRight w:val="0"/>
              <w:marTop w:val="72"/>
              <w:marBottom w:val="0"/>
              <w:divBdr>
                <w:top w:val="none" w:sz="0" w:space="0" w:color="auto"/>
                <w:left w:val="none" w:sz="0" w:space="0" w:color="auto"/>
                <w:bottom w:val="none" w:sz="0" w:space="0" w:color="auto"/>
                <w:right w:val="none" w:sz="0" w:space="0" w:color="auto"/>
              </w:divBdr>
              <w:divsChild>
                <w:div w:id="729424794">
                  <w:marLeft w:val="0"/>
                  <w:marRight w:val="0"/>
                  <w:marTop w:val="0"/>
                  <w:marBottom w:val="0"/>
                  <w:divBdr>
                    <w:top w:val="none" w:sz="0" w:space="0" w:color="auto"/>
                    <w:left w:val="none" w:sz="0" w:space="0" w:color="auto"/>
                    <w:bottom w:val="none" w:sz="0" w:space="0" w:color="auto"/>
                    <w:right w:val="none" w:sz="0" w:space="0" w:color="auto"/>
                  </w:divBdr>
                </w:div>
                <w:div w:id="782728648">
                  <w:marLeft w:val="360"/>
                  <w:marRight w:val="0"/>
                  <w:marTop w:val="72"/>
                  <w:marBottom w:val="72"/>
                  <w:divBdr>
                    <w:top w:val="none" w:sz="0" w:space="0" w:color="auto"/>
                    <w:left w:val="none" w:sz="0" w:space="0" w:color="auto"/>
                    <w:bottom w:val="none" w:sz="0" w:space="0" w:color="auto"/>
                    <w:right w:val="none" w:sz="0" w:space="0" w:color="auto"/>
                  </w:divBdr>
                  <w:divsChild>
                    <w:div w:id="1800370749">
                      <w:marLeft w:val="0"/>
                      <w:marRight w:val="0"/>
                      <w:marTop w:val="0"/>
                      <w:marBottom w:val="0"/>
                      <w:divBdr>
                        <w:top w:val="none" w:sz="0" w:space="0" w:color="auto"/>
                        <w:left w:val="none" w:sz="0" w:space="0" w:color="auto"/>
                        <w:bottom w:val="none" w:sz="0" w:space="0" w:color="auto"/>
                        <w:right w:val="none" w:sz="0" w:space="0" w:color="auto"/>
                      </w:divBdr>
                    </w:div>
                  </w:divsChild>
                </w:div>
                <w:div w:id="721945931">
                  <w:marLeft w:val="360"/>
                  <w:marRight w:val="0"/>
                  <w:marTop w:val="0"/>
                  <w:marBottom w:val="72"/>
                  <w:divBdr>
                    <w:top w:val="none" w:sz="0" w:space="0" w:color="auto"/>
                    <w:left w:val="none" w:sz="0" w:space="0" w:color="auto"/>
                    <w:bottom w:val="none" w:sz="0" w:space="0" w:color="auto"/>
                    <w:right w:val="none" w:sz="0" w:space="0" w:color="auto"/>
                  </w:divBdr>
                  <w:divsChild>
                    <w:div w:id="2139763857">
                      <w:marLeft w:val="0"/>
                      <w:marRight w:val="0"/>
                      <w:marTop w:val="0"/>
                      <w:marBottom w:val="0"/>
                      <w:divBdr>
                        <w:top w:val="none" w:sz="0" w:space="0" w:color="auto"/>
                        <w:left w:val="none" w:sz="0" w:space="0" w:color="auto"/>
                        <w:bottom w:val="none" w:sz="0" w:space="0" w:color="auto"/>
                        <w:right w:val="none" w:sz="0" w:space="0" w:color="auto"/>
                      </w:divBdr>
                    </w:div>
                    <w:div w:id="1380862861">
                      <w:marLeft w:val="360"/>
                      <w:marRight w:val="0"/>
                      <w:marTop w:val="0"/>
                      <w:marBottom w:val="0"/>
                      <w:divBdr>
                        <w:top w:val="none" w:sz="0" w:space="0" w:color="auto"/>
                        <w:left w:val="none" w:sz="0" w:space="0" w:color="auto"/>
                        <w:bottom w:val="none" w:sz="0" w:space="0" w:color="auto"/>
                        <w:right w:val="none" w:sz="0" w:space="0" w:color="auto"/>
                      </w:divBdr>
                      <w:divsChild>
                        <w:div w:id="1055542373">
                          <w:marLeft w:val="0"/>
                          <w:marRight w:val="0"/>
                          <w:marTop w:val="0"/>
                          <w:marBottom w:val="0"/>
                          <w:divBdr>
                            <w:top w:val="none" w:sz="0" w:space="0" w:color="auto"/>
                            <w:left w:val="none" w:sz="0" w:space="0" w:color="auto"/>
                            <w:bottom w:val="none" w:sz="0" w:space="0" w:color="auto"/>
                            <w:right w:val="none" w:sz="0" w:space="0" w:color="auto"/>
                          </w:divBdr>
                        </w:div>
                      </w:divsChild>
                    </w:div>
                    <w:div w:id="62990313">
                      <w:marLeft w:val="360"/>
                      <w:marRight w:val="0"/>
                      <w:marTop w:val="0"/>
                      <w:marBottom w:val="0"/>
                      <w:divBdr>
                        <w:top w:val="none" w:sz="0" w:space="0" w:color="auto"/>
                        <w:left w:val="none" w:sz="0" w:space="0" w:color="auto"/>
                        <w:bottom w:val="none" w:sz="0" w:space="0" w:color="auto"/>
                        <w:right w:val="none" w:sz="0" w:space="0" w:color="auto"/>
                      </w:divBdr>
                      <w:divsChild>
                        <w:div w:id="188864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595783">
              <w:marLeft w:val="0"/>
              <w:marRight w:val="0"/>
              <w:marTop w:val="72"/>
              <w:marBottom w:val="0"/>
              <w:divBdr>
                <w:top w:val="none" w:sz="0" w:space="0" w:color="auto"/>
                <w:left w:val="none" w:sz="0" w:space="0" w:color="auto"/>
                <w:bottom w:val="none" w:sz="0" w:space="0" w:color="auto"/>
                <w:right w:val="none" w:sz="0" w:space="0" w:color="auto"/>
              </w:divBdr>
              <w:divsChild>
                <w:div w:id="95293732">
                  <w:marLeft w:val="0"/>
                  <w:marRight w:val="0"/>
                  <w:marTop w:val="0"/>
                  <w:marBottom w:val="0"/>
                  <w:divBdr>
                    <w:top w:val="none" w:sz="0" w:space="0" w:color="auto"/>
                    <w:left w:val="none" w:sz="0" w:space="0" w:color="auto"/>
                    <w:bottom w:val="none" w:sz="0" w:space="0" w:color="auto"/>
                    <w:right w:val="none" w:sz="0" w:space="0" w:color="auto"/>
                  </w:divBdr>
                </w:div>
              </w:divsChild>
            </w:div>
            <w:div w:id="1390417812">
              <w:marLeft w:val="0"/>
              <w:marRight w:val="0"/>
              <w:marTop w:val="72"/>
              <w:marBottom w:val="0"/>
              <w:divBdr>
                <w:top w:val="none" w:sz="0" w:space="0" w:color="auto"/>
                <w:left w:val="none" w:sz="0" w:space="0" w:color="auto"/>
                <w:bottom w:val="none" w:sz="0" w:space="0" w:color="auto"/>
                <w:right w:val="none" w:sz="0" w:space="0" w:color="auto"/>
              </w:divBdr>
              <w:divsChild>
                <w:div w:id="29317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712885">
          <w:marLeft w:val="0"/>
          <w:marRight w:val="0"/>
          <w:marTop w:val="0"/>
          <w:marBottom w:val="240"/>
          <w:divBdr>
            <w:top w:val="none" w:sz="0" w:space="0" w:color="auto"/>
            <w:left w:val="none" w:sz="0" w:space="0" w:color="auto"/>
            <w:bottom w:val="none" w:sz="0" w:space="0" w:color="auto"/>
            <w:right w:val="none" w:sz="0" w:space="0" w:color="auto"/>
          </w:divBdr>
          <w:divsChild>
            <w:div w:id="565457757">
              <w:marLeft w:val="0"/>
              <w:marRight w:val="0"/>
              <w:marTop w:val="0"/>
              <w:marBottom w:val="0"/>
              <w:divBdr>
                <w:top w:val="none" w:sz="0" w:space="0" w:color="auto"/>
                <w:left w:val="none" w:sz="0" w:space="0" w:color="auto"/>
                <w:bottom w:val="none" w:sz="0" w:space="0" w:color="auto"/>
                <w:right w:val="none" w:sz="0" w:space="0" w:color="auto"/>
              </w:divBdr>
            </w:div>
            <w:div w:id="1255549383">
              <w:marLeft w:val="0"/>
              <w:marRight w:val="0"/>
              <w:marTop w:val="72"/>
              <w:marBottom w:val="0"/>
              <w:divBdr>
                <w:top w:val="none" w:sz="0" w:space="0" w:color="auto"/>
                <w:left w:val="none" w:sz="0" w:space="0" w:color="auto"/>
                <w:bottom w:val="none" w:sz="0" w:space="0" w:color="auto"/>
                <w:right w:val="none" w:sz="0" w:space="0" w:color="auto"/>
              </w:divBdr>
              <w:divsChild>
                <w:div w:id="114834728">
                  <w:marLeft w:val="0"/>
                  <w:marRight w:val="0"/>
                  <w:marTop w:val="0"/>
                  <w:marBottom w:val="0"/>
                  <w:divBdr>
                    <w:top w:val="none" w:sz="0" w:space="0" w:color="auto"/>
                    <w:left w:val="none" w:sz="0" w:space="0" w:color="auto"/>
                    <w:bottom w:val="none" w:sz="0" w:space="0" w:color="auto"/>
                    <w:right w:val="none" w:sz="0" w:space="0" w:color="auto"/>
                  </w:divBdr>
                </w:div>
              </w:divsChild>
            </w:div>
            <w:div w:id="1041171563">
              <w:marLeft w:val="0"/>
              <w:marRight w:val="0"/>
              <w:marTop w:val="72"/>
              <w:marBottom w:val="0"/>
              <w:divBdr>
                <w:top w:val="none" w:sz="0" w:space="0" w:color="auto"/>
                <w:left w:val="none" w:sz="0" w:space="0" w:color="auto"/>
                <w:bottom w:val="none" w:sz="0" w:space="0" w:color="auto"/>
                <w:right w:val="none" w:sz="0" w:space="0" w:color="auto"/>
              </w:divBdr>
              <w:divsChild>
                <w:div w:id="121781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940085">
      <w:bodyDiv w:val="1"/>
      <w:marLeft w:val="0"/>
      <w:marRight w:val="0"/>
      <w:marTop w:val="0"/>
      <w:marBottom w:val="0"/>
      <w:divBdr>
        <w:top w:val="none" w:sz="0" w:space="0" w:color="auto"/>
        <w:left w:val="none" w:sz="0" w:space="0" w:color="auto"/>
        <w:bottom w:val="none" w:sz="0" w:space="0" w:color="auto"/>
        <w:right w:val="none" w:sz="0" w:space="0" w:color="auto"/>
      </w:divBdr>
    </w:div>
    <w:div w:id="1636984242">
      <w:bodyDiv w:val="1"/>
      <w:marLeft w:val="0"/>
      <w:marRight w:val="0"/>
      <w:marTop w:val="0"/>
      <w:marBottom w:val="0"/>
      <w:divBdr>
        <w:top w:val="none" w:sz="0" w:space="0" w:color="auto"/>
        <w:left w:val="none" w:sz="0" w:space="0" w:color="auto"/>
        <w:bottom w:val="none" w:sz="0" w:space="0" w:color="auto"/>
        <w:right w:val="none" w:sz="0" w:space="0" w:color="auto"/>
      </w:divBdr>
    </w:div>
    <w:div w:id="1672832330">
      <w:bodyDiv w:val="1"/>
      <w:marLeft w:val="0"/>
      <w:marRight w:val="0"/>
      <w:marTop w:val="0"/>
      <w:marBottom w:val="0"/>
      <w:divBdr>
        <w:top w:val="none" w:sz="0" w:space="0" w:color="auto"/>
        <w:left w:val="none" w:sz="0" w:space="0" w:color="auto"/>
        <w:bottom w:val="none" w:sz="0" w:space="0" w:color="auto"/>
        <w:right w:val="none" w:sz="0" w:space="0" w:color="auto"/>
      </w:divBdr>
    </w:div>
    <w:div w:id="1679237681">
      <w:bodyDiv w:val="1"/>
      <w:marLeft w:val="0"/>
      <w:marRight w:val="0"/>
      <w:marTop w:val="0"/>
      <w:marBottom w:val="0"/>
      <w:divBdr>
        <w:top w:val="none" w:sz="0" w:space="0" w:color="auto"/>
        <w:left w:val="none" w:sz="0" w:space="0" w:color="auto"/>
        <w:bottom w:val="none" w:sz="0" w:space="0" w:color="auto"/>
        <w:right w:val="none" w:sz="0" w:space="0" w:color="auto"/>
      </w:divBdr>
      <w:divsChild>
        <w:div w:id="946808555">
          <w:marLeft w:val="0"/>
          <w:marRight w:val="0"/>
          <w:marTop w:val="0"/>
          <w:marBottom w:val="0"/>
          <w:divBdr>
            <w:top w:val="none" w:sz="0" w:space="0" w:color="auto"/>
            <w:left w:val="none" w:sz="0" w:space="0" w:color="auto"/>
            <w:bottom w:val="none" w:sz="0" w:space="0" w:color="auto"/>
            <w:right w:val="none" w:sz="0" w:space="0" w:color="auto"/>
          </w:divBdr>
        </w:div>
      </w:divsChild>
    </w:div>
    <w:div w:id="1681156506">
      <w:bodyDiv w:val="1"/>
      <w:marLeft w:val="0"/>
      <w:marRight w:val="0"/>
      <w:marTop w:val="0"/>
      <w:marBottom w:val="0"/>
      <w:divBdr>
        <w:top w:val="none" w:sz="0" w:space="0" w:color="auto"/>
        <w:left w:val="none" w:sz="0" w:space="0" w:color="auto"/>
        <w:bottom w:val="none" w:sz="0" w:space="0" w:color="auto"/>
        <w:right w:val="none" w:sz="0" w:space="0" w:color="auto"/>
      </w:divBdr>
    </w:div>
    <w:div w:id="1713531467">
      <w:bodyDiv w:val="1"/>
      <w:marLeft w:val="0"/>
      <w:marRight w:val="0"/>
      <w:marTop w:val="0"/>
      <w:marBottom w:val="0"/>
      <w:divBdr>
        <w:top w:val="none" w:sz="0" w:space="0" w:color="auto"/>
        <w:left w:val="none" w:sz="0" w:space="0" w:color="auto"/>
        <w:bottom w:val="none" w:sz="0" w:space="0" w:color="auto"/>
        <w:right w:val="none" w:sz="0" w:space="0" w:color="auto"/>
      </w:divBdr>
      <w:divsChild>
        <w:div w:id="2128423545">
          <w:marLeft w:val="0"/>
          <w:marRight w:val="0"/>
          <w:marTop w:val="0"/>
          <w:marBottom w:val="0"/>
          <w:divBdr>
            <w:top w:val="none" w:sz="0" w:space="0" w:color="auto"/>
            <w:left w:val="none" w:sz="0" w:space="0" w:color="auto"/>
            <w:bottom w:val="none" w:sz="0" w:space="0" w:color="auto"/>
            <w:right w:val="none" w:sz="0" w:space="0" w:color="auto"/>
          </w:divBdr>
        </w:div>
      </w:divsChild>
    </w:div>
    <w:div w:id="1725908286">
      <w:bodyDiv w:val="1"/>
      <w:marLeft w:val="0"/>
      <w:marRight w:val="0"/>
      <w:marTop w:val="0"/>
      <w:marBottom w:val="0"/>
      <w:divBdr>
        <w:top w:val="none" w:sz="0" w:space="0" w:color="auto"/>
        <w:left w:val="none" w:sz="0" w:space="0" w:color="auto"/>
        <w:bottom w:val="none" w:sz="0" w:space="0" w:color="auto"/>
        <w:right w:val="none" w:sz="0" w:space="0" w:color="auto"/>
      </w:divBdr>
    </w:div>
    <w:div w:id="1748453394">
      <w:bodyDiv w:val="1"/>
      <w:marLeft w:val="0"/>
      <w:marRight w:val="0"/>
      <w:marTop w:val="0"/>
      <w:marBottom w:val="0"/>
      <w:divBdr>
        <w:top w:val="none" w:sz="0" w:space="0" w:color="auto"/>
        <w:left w:val="none" w:sz="0" w:space="0" w:color="auto"/>
        <w:bottom w:val="none" w:sz="0" w:space="0" w:color="auto"/>
        <w:right w:val="none" w:sz="0" w:space="0" w:color="auto"/>
      </w:divBdr>
    </w:div>
    <w:div w:id="1756052285">
      <w:bodyDiv w:val="1"/>
      <w:marLeft w:val="0"/>
      <w:marRight w:val="0"/>
      <w:marTop w:val="0"/>
      <w:marBottom w:val="0"/>
      <w:divBdr>
        <w:top w:val="none" w:sz="0" w:space="0" w:color="auto"/>
        <w:left w:val="none" w:sz="0" w:space="0" w:color="auto"/>
        <w:bottom w:val="none" w:sz="0" w:space="0" w:color="auto"/>
        <w:right w:val="none" w:sz="0" w:space="0" w:color="auto"/>
      </w:divBdr>
    </w:div>
    <w:div w:id="1771779397">
      <w:bodyDiv w:val="1"/>
      <w:marLeft w:val="0"/>
      <w:marRight w:val="0"/>
      <w:marTop w:val="0"/>
      <w:marBottom w:val="0"/>
      <w:divBdr>
        <w:top w:val="none" w:sz="0" w:space="0" w:color="auto"/>
        <w:left w:val="none" w:sz="0" w:space="0" w:color="auto"/>
        <w:bottom w:val="none" w:sz="0" w:space="0" w:color="auto"/>
        <w:right w:val="none" w:sz="0" w:space="0" w:color="auto"/>
      </w:divBdr>
      <w:divsChild>
        <w:div w:id="105345997">
          <w:marLeft w:val="0"/>
          <w:marRight w:val="0"/>
          <w:marTop w:val="0"/>
          <w:marBottom w:val="0"/>
          <w:divBdr>
            <w:top w:val="none" w:sz="0" w:space="0" w:color="auto"/>
            <w:left w:val="none" w:sz="0" w:space="0" w:color="auto"/>
            <w:bottom w:val="none" w:sz="0" w:space="0" w:color="auto"/>
            <w:right w:val="none" w:sz="0" w:space="0" w:color="auto"/>
          </w:divBdr>
          <w:divsChild>
            <w:div w:id="926185384">
              <w:marLeft w:val="0"/>
              <w:marRight w:val="0"/>
              <w:marTop w:val="105"/>
              <w:marBottom w:val="0"/>
              <w:divBdr>
                <w:top w:val="none" w:sz="0" w:space="0" w:color="auto"/>
                <w:left w:val="none" w:sz="0" w:space="0" w:color="auto"/>
                <w:bottom w:val="none" w:sz="0" w:space="0" w:color="auto"/>
                <w:right w:val="none" w:sz="0" w:space="0" w:color="auto"/>
              </w:divBdr>
            </w:div>
          </w:divsChild>
        </w:div>
        <w:div w:id="1213031147">
          <w:marLeft w:val="0"/>
          <w:marRight w:val="0"/>
          <w:marTop w:val="0"/>
          <w:marBottom w:val="0"/>
          <w:divBdr>
            <w:top w:val="none" w:sz="0" w:space="0" w:color="auto"/>
            <w:left w:val="none" w:sz="0" w:space="0" w:color="auto"/>
            <w:bottom w:val="none" w:sz="0" w:space="0" w:color="auto"/>
            <w:right w:val="none" w:sz="0" w:space="0" w:color="auto"/>
          </w:divBdr>
          <w:divsChild>
            <w:div w:id="403798800">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1774940212">
      <w:bodyDiv w:val="1"/>
      <w:marLeft w:val="0"/>
      <w:marRight w:val="0"/>
      <w:marTop w:val="0"/>
      <w:marBottom w:val="0"/>
      <w:divBdr>
        <w:top w:val="none" w:sz="0" w:space="0" w:color="auto"/>
        <w:left w:val="none" w:sz="0" w:space="0" w:color="auto"/>
        <w:bottom w:val="none" w:sz="0" w:space="0" w:color="auto"/>
        <w:right w:val="none" w:sz="0" w:space="0" w:color="auto"/>
      </w:divBdr>
    </w:div>
    <w:div w:id="1795635939">
      <w:bodyDiv w:val="1"/>
      <w:marLeft w:val="0"/>
      <w:marRight w:val="0"/>
      <w:marTop w:val="0"/>
      <w:marBottom w:val="0"/>
      <w:divBdr>
        <w:top w:val="none" w:sz="0" w:space="0" w:color="auto"/>
        <w:left w:val="none" w:sz="0" w:space="0" w:color="auto"/>
        <w:bottom w:val="none" w:sz="0" w:space="0" w:color="auto"/>
        <w:right w:val="none" w:sz="0" w:space="0" w:color="auto"/>
      </w:divBdr>
    </w:div>
    <w:div w:id="1808235793">
      <w:bodyDiv w:val="1"/>
      <w:marLeft w:val="0"/>
      <w:marRight w:val="0"/>
      <w:marTop w:val="0"/>
      <w:marBottom w:val="0"/>
      <w:divBdr>
        <w:top w:val="none" w:sz="0" w:space="0" w:color="auto"/>
        <w:left w:val="none" w:sz="0" w:space="0" w:color="auto"/>
        <w:bottom w:val="none" w:sz="0" w:space="0" w:color="auto"/>
        <w:right w:val="none" w:sz="0" w:space="0" w:color="auto"/>
      </w:divBdr>
    </w:div>
    <w:div w:id="1841461271">
      <w:bodyDiv w:val="1"/>
      <w:marLeft w:val="0"/>
      <w:marRight w:val="0"/>
      <w:marTop w:val="0"/>
      <w:marBottom w:val="0"/>
      <w:divBdr>
        <w:top w:val="none" w:sz="0" w:space="0" w:color="auto"/>
        <w:left w:val="none" w:sz="0" w:space="0" w:color="auto"/>
        <w:bottom w:val="none" w:sz="0" w:space="0" w:color="auto"/>
        <w:right w:val="none" w:sz="0" w:space="0" w:color="auto"/>
      </w:divBdr>
    </w:div>
    <w:div w:id="1846356182">
      <w:bodyDiv w:val="1"/>
      <w:marLeft w:val="0"/>
      <w:marRight w:val="0"/>
      <w:marTop w:val="0"/>
      <w:marBottom w:val="0"/>
      <w:divBdr>
        <w:top w:val="none" w:sz="0" w:space="0" w:color="auto"/>
        <w:left w:val="none" w:sz="0" w:space="0" w:color="auto"/>
        <w:bottom w:val="none" w:sz="0" w:space="0" w:color="auto"/>
        <w:right w:val="none" w:sz="0" w:space="0" w:color="auto"/>
      </w:divBdr>
    </w:div>
    <w:div w:id="1873495813">
      <w:bodyDiv w:val="1"/>
      <w:marLeft w:val="0"/>
      <w:marRight w:val="0"/>
      <w:marTop w:val="0"/>
      <w:marBottom w:val="0"/>
      <w:divBdr>
        <w:top w:val="none" w:sz="0" w:space="0" w:color="auto"/>
        <w:left w:val="none" w:sz="0" w:space="0" w:color="auto"/>
        <w:bottom w:val="none" w:sz="0" w:space="0" w:color="auto"/>
        <w:right w:val="none" w:sz="0" w:space="0" w:color="auto"/>
      </w:divBdr>
    </w:div>
    <w:div w:id="1884636244">
      <w:bodyDiv w:val="1"/>
      <w:marLeft w:val="0"/>
      <w:marRight w:val="0"/>
      <w:marTop w:val="0"/>
      <w:marBottom w:val="0"/>
      <w:divBdr>
        <w:top w:val="none" w:sz="0" w:space="0" w:color="auto"/>
        <w:left w:val="none" w:sz="0" w:space="0" w:color="auto"/>
        <w:bottom w:val="none" w:sz="0" w:space="0" w:color="auto"/>
        <w:right w:val="none" w:sz="0" w:space="0" w:color="auto"/>
      </w:divBdr>
    </w:div>
    <w:div w:id="1885174189">
      <w:bodyDiv w:val="1"/>
      <w:marLeft w:val="0"/>
      <w:marRight w:val="0"/>
      <w:marTop w:val="0"/>
      <w:marBottom w:val="0"/>
      <w:divBdr>
        <w:top w:val="none" w:sz="0" w:space="0" w:color="auto"/>
        <w:left w:val="none" w:sz="0" w:space="0" w:color="auto"/>
        <w:bottom w:val="none" w:sz="0" w:space="0" w:color="auto"/>
        <w:right w:val="none" w:sz="0" w:space="0" w:color="auto"/>
      </w:divBdr>
      <w:divsChild>
        <w:div w:id="1329791799">
          <w:marLeft w:val="300"/>
          <w:marRight w:val="0"/>
          <w:marTop w:val="0"/>
          <w:marBottom w:val="0"/>
          <w:divBdr>
            <w:top w:val="none" w:sz="0" w:space="0" w:color="auto"/>
            <w:left w:val="none" w:sz="0" w:space="0" w:color="auto"/>
            <w:bottom w:val="none" w:sz="0" w:space="0" w:color="auto"/>
            <w:right w:val="none" w:sz="0" w:space="0" w:color="auto"/>
          </w:divBdr>
        </w:div>
        <w:div w:id="1341665403">
          <w:marLeft w:val="300"/>
          <w:marRight w:val="0"/>
          <w:marTop w:val="0"/>
          <w:marBottom w:val="0"/>
          <w:divBdr>
            <w:top w:val="none" w:sz="0" w:space="0" w:color="auto"/>
            <w:left w:val="none" w:sz="0" w:space="0" w:color="auto"/>
            <w:bottom w:val="none" w:sz="0" w:space="0" w:color="auto"/>
            <w:right w:val="none" w:sz="0" w:space="0" w:color="auto"/>
          </w:divBdr>
        </w:div>
        <w:div w:id="6101060">
          <w:marLeft w:val="300"/>
          <w:marRight w:val="0"/>
          <w:marTop w:val="0"/>
          <w:marBottom w:val="0"/>
          <w:divBdr>
            <w:top w:val="none" w:sz="0" w:space="0" w:color="auto"/>
            <w:left w:val="none" w:sz="0" w:space="0" w:color="auto"/>
            <w:bottom w:val="none" w:sz="0" w:space="0" w:color="auto"/>
            <w:right w:val="none" w:sz="0" w:space="0" w:color="auto"/>
          </w:divBdr>
        </w:div>
      </w:divsChild>
    </w:div>
    <w:div w:id="1910071356">
      <w:bodyDiv w:val="1"/>
      <w:marLeft w:val="0"/>
      <w:marRight w:val="0"/>
      <w:marTop w:val="0"/>
      <w:marBottom w:val="0"/>
      <w:divBdr>
        <w:top w:val="none" w:sz="0" w:space="0" w:color="auto"/>
        <w:left w:val="none" w:sz="0" w:space="0" w:color="auto"/>
        <w:bottom w:val="none" w:sz="0" w:space="0" w:color="auto"/>
        <w:right w:val="none" w:sz="0" w:space="0" w:color="auto"/>
      </w:divBdr>
    </w:div>
    <w:div w:id="1919170877">
      <w:bodyDiv w:val="1"/>
      <w:marLeft w:val="0"/>
      <w:marRight w:val="0"/>
      <w:marTop w:val="0"/>
      <w:marBottom w:val="0"/>
      <w:divBdr>
        <w:top w:val="none" w:sz="0" w:space="0" w:color="auto"/>
        <w:left w:val="none" w:sz="0" w:space="0" w:color="auto"/>
        <w:bottom w:val="none" w:sz="0" w:space="0" w:color="auto"/>
        <w:right w:val="none" w:sz="0" w:space="0" w:color="auto"/>
      </w:divBdr>
    </w:div>
    <w:div w:id="1925723557">
      <w:bodyDiv w:val="1"/>
      <w:marLeft w:val="0"/>
      <w:marRight w:val="0"/>
      <w:marTop w:val="0"/>
      <w:marBottom w:val="0"/>
      <w:divBdr>
        <w:top w:val="none" w:sz="0" w:space="0" w:color="auto"/>
        <w:left w:val="none" w:sz="0" w:space="0" w:color="auto"/>
        <w:bottom w:val="none" w:sz="0" w:space="0" w:color="auto"/>
        <w:right w:val="none" w:sz="0" w:space="0" w:color="auto"/>
      </w:divBdr>
    </w:div>
    <w:div w:id="1966156607">
      <w:bodyDiv w:val="1"/>
      <w:marLeft w:val="0"/>
      <w:marRight w:val="0"/>
      <w:marTop w:val="0"/>
      <w:marBottom w:val="0"/>
      <w:divBdr>
        <w:top w:val="none" w:sz="0" w:space="0" w:color="auto"/>
        <w:left w:val="none" w:sz="0" w:space="0" w:color="auto"/>
        <w:bottom w:val="none" w:sz="0" w:space="0" w:color="auto"/>
        <w:right w:val="none" w:sz="0" w:space="0" w:color="auto"/>
      </w:divBdr>
    </w:div>
    <w:div w:id="1969897901">
      <w:bodyDiv w:val="1"/>
      <w:marLeft w:val="0"/>
      <w:marRight w:val="0"/>
      <w:marTop w:val="0"/>
      <w:marBottom w:val="0"/>
      <w:divBdr>
        <w:top w:val="none" w:sz="0" w:space="0" w:color="auto"/>
        <w:left w:val="none" w:sz="0" w:space="0" w:color="auto"/>
        <w:bottom w:val="none" w:sz="0" w:space="0" w:color="auto"/>
        <w:right w:val="none" w:sz="0" w:space="0" w:color="auto"/>
      </w:divBdr>
    </w:div>
    <w:div w:id="1973094526">
      <w:bodyDiv w:val="1"/>
      <w:marLeft w:val="0"/>
      <w:marRight w:val="0"/>
      <w:marTop w:val="0"/>
      <w:marBottom w:val="0"/>
      <w:divBdr>
        <w:top w:val="none" w:sz="0" w:space="0" w:color="auto"/>
        <w:left w:val="none" w:sz="0" w:space="0" w:color="auto"/>
        <w:bottom w:val="none" w:sz="0" w:space="0" w:color="auto"/>
        <w:right w:val="none" w:sz="0" w:space="0" w:color="auto"/>
      </w:divBdr>
    </w:div>
    <w:div w:id="1998653538">
      <w:bodyDiv w:val="1"/>
      <w:marLeft w:val="0"/>
      <w:marRight w:val="0"/>
      <w:marTop w:val="0"/>
      <w:marBottom w:val="0"/>
      <w:divBdr>
        <w:top w:val="none" w:sz="0" w:space="0" w:color="auto"/>
        <w:left w:val="none" w:sz="0" w:space="0" w:color="auto"/>
        <w:bottom w:val="none" w:sz="0" w:space="0" w:color="auto"/>
        <w:right w:val="none" w:sz="0" w:space="0" w:color="auto"/>
      </w:divBdr>
      <w:divsChild>
        <w:div w:id="2077820928">
          <w:marLeft w:val="0"/>
          <w:marRight w:val="0"/>
          <w:marTop w:val="0"/>
          <w:marBottom w:val="0"/>
          <w:divBdr>
            <w:top w:val="none" w:sz="0" w:space="0" w:color="auto"/>
            <w:left w:val="none" w:sz="0" w:space="0" w:color="auto"/>
            <w:bottom w:val="none" w:sz="0" w:space="0" w:color="auto"/>
            <w:right w:val="none" w:sz="0" w:space="0" w:color="auto"/>
          </w:divBdr>
        </w:div>
        <w:div w:id="1809469629">
          <w:marLeft w:val="0"/>
          <w:marRight w:val="0"/>
          <w:marTop w:val="0"/>
          <w:marBottom w:val="0"/>
          <w:divBdr>
            <w:top w:val="none" w:sz="0" w:space="0" w:color="auto"/>
            <w:left w:val="none" w:sz="0" w:space="0" w:color="auto"/>
            <w:bottom w:val="none" w:sz="0" w:space="0" w:color="auto"/>
            <w:right w:val="none" w:sz="0" w:space="0" w:color="auto"/>
          </w:divBdr>
          <w:divsChild>
            <w:div w:id="1946837402">
              <w:marLeft w:val="0"/>
              <w:marRight w:val="0"/>
              <w:marTop w:val="0"/>
              <w:marBottom w:val="0"/>
              <w:divBdr>
                <w:top w:val="none" w:sz="0" w:space="0" w:color="auto"/>
                <w:left w:val="none" w:sz="0" w:space="0" w:color="auto"/>
                <w:bottom w:val="none" w:sz="0" w:space="0" w:color="auto"/>
                <w:right w:val="none" w:sz="0" w:space="0" w:color="auto"/>
              </w:divBdr>
            </w:div>
            <w:div w:id="710302796">
              <w:marLeft w:val="0"/>
              <w:marRight w:val="0"/>
              <w:marTop w:val="0"/>
              <w:marBottom w:val="0"/>
              <w:divBdr>
                <w:top w:val="none" w:sz="0" w:space="0" w:color="auto"/>
                <w:left w:val="none" w:sz="0" w:space="0" w:color="auto"/>
                <w:bottom w:val="none" w:sz="0" w:space="0" w:color="auto"/>
                <w:right w:val="none" w:sz="0" w:space="0" w:color="auto"/>
              </w:divBdr>
              <w:divsChild>
                <w:div w:id="848518318">
                  <w:marLeft w:val="0"/>
                  <w:marRight w:val="0"/>
                  <w:marTop w:val="0"/>
                  <w:marBottom w:val="0"/>
                  <w:divBdr>
                    <w:top w:val="none" w:sz="0" w:space="0" w:color="auto"/>
                    <w:left w:val="none" w:sz="0" w:space="0" w:color="auto"/>
                    <w:bottom w:val="none" w:sz="0" w:space="0" w:color="auto"/>
                    <w:right w:val="none" w:sz="0" w:space="0" w:color="auto"/>
                  </w:divBdr>
                  <w:divsChild>
                    <w:div w:id="183876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20916">
              <w:marLeft w:val="0"/>
              <w:marRight w:val="0"/>
              <w:marTop w:val="0"/>
              <w:marBottom w:val="0"/>
              <w:divBdr>
                <w:top w:val="none" w:sz="0" w:space="0" w:color="auto"/>
                <w:left w:val="none" w:sz="0" w:space="0" w:color="auto"/>
                <w:bottom w:val="none" w:sz="0" w:space="0" w:color="auto"/>
                <w:right w:val="none" w:sz="0" w:space="0" w:color="auto"/>
              </w:divBdr>
              <w:divsChild>
                <w:div w:id="398285303">
                  <w:marLeft w:val="0"/>
                  <w:marRight w:val="0"/>
                  <w:marTop w:val="0"/>
                  <w:marBottom w:val="0"/>
                  <w:divBdr>
                    <w:top w:val="none" w:sz="0" w:space="0" w:color="auto"/>
                    <w:left w:val="none" w:sz="0" w:space="0" w:color="auto"/>
                    <w:bottom w:val="none" w:sz="0" w:space="0" w:color="auto"/>
                    <w:right w:val="none" w:sz="0" w:space="0" w:color="auto"/>
                  </w:divBdr>
                  <w:divsChild>
                    <w:div w:id="4884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904486">
      <w:bodyDiv w:val="1"/>
      <w:marLeft w:val="0"/>
      <w:marRight w:val="0"/>
      <w:marTop w:val="0"/>
      <w:marBottom w:val="0"/>
      <w:divBdr>
        <w:top w:val="none" w:sz="0" w:space="0" w:color="auto"/>
        <w:left w:val="none" w:sz="0" w:space="0" w:color="auto"/>
        <w:bottom w:val="none" w:sz="0" w:space="0" w:color="auto"/>
        <w:right w:val="none" w:sz="0" w:space="0" w:color="auto"/>
      </w:divBdr>
    </w:div>
    <w:div w:id="2013141815">
      <w:bodyDiv w:val="1"/>
      <w:marLeft w:val="0"/>
      <w:marRight w:val="0"/>
      <w:marTop w:val="0"/>
      <w:marBottom w:val="0"/>
      <w:divBdr>
        <w:top w:val="none" w:sz="0" w:space="0" w:color="auto"/>
        <w:left w:val="none" w:sz="0" w:space="0" w:color="auto"/>
        <w:bottom w:val="none" w:sz="0" w:space="0" w:color="auto"/>
        <w:right w:val="none" w:sz="0" w:space="0" w:color="auto"/>
      </w:divBdr>
    </w:div>
    <w:div w:id="2013680185">
      <w:bodyDiv w:val="1"/>
      <w:marLeft w:val="0"/>
      <w:marRight w:val="0"/>
      <w:marTop w:val="0"/>
      <w:marBottom w:val="0"/>
      <w:divBdr>
        <w:top w:val="none" w:sz="0" w:space="0" w:color="auto"/>
        <w:left w:val="none" w:sz="0" w:space="0" w:color="auto"/>
        <w:bottom w:val="none" w:sz="0" w:space="0" w:color="auto"/>
        <w:right w:val="none" w:sz="0" w:space="0" w:color="auto"/>
      </w:divBdr>
    </w:div>
    <w:div w:id="2016692271">
      <w:bodyDiv w:val="1"/>
      <w:marLeft w:val="0"/>
      <w:marRight w:val="0"/>
      <w:marTop w:val="0"/>
      <w:marBottom w:val="0"/>
      <w:divBdr>
        <w:top w:val="none" w:sz="0" w:space="0" w:color="auto"/>
        <w:left w:val="none" w:sz="0" w:space="0" w:color="auto"/>
        <w:bottom w:val="none" w:sz="0" w:space="0" w:color="auto"/>
        <w:right w:val="none" w:sz="0" w:space="0" w:color="auto"/>
      </w:divBdr>
    </w:div>
    <w:div w:id="2035617497">
      <w:bodyDiv w:val="1"/>
      <w:marLeft w:val="0"/>
      <w:marRight w:val="0"/>
      <w:marTop w:val="0"/>
      <w:marBottom w:val="0"/>
      <w:divBdr>
        <w:top w:val="none" w:sz="0" w:space="0" w:color="auto"/>
        <w:left w:val="none" w:sz="0" w:space="0" w:color="auto"/>
        <w:bottom w:val="none" w:sz="0" w:space="0" w:color="auto"/>
        <w:right w:val="none" w:sz="0" w:space="0" w:color="auto"/>
      </w:divBdr>
    </w:div>
    <w:div w:id="2080209462">
      <w:bodyDiv w:val="1"/>
      <w:marLeft w:val="0"/>
      <w:marRight w:val="0"/>
      <w:marTop w:val="0"/>
      <w:marBottom w:val="0"/>
      <w:divBdr>
        <w:top w:val="none" w:sz="0" w:space="0" w:color="auto"/>
        <w:left w:val="none" w:sz="0" w:space="0" w:color="auto"/>
        <w:bottom w:val="none" w:sz="0" w:space="0" w:color="auto"/>
        <w:right w:val="none" w:sz="0" w:space="0" w:color="auto"/>
      </w:divBdr>
    </w:div>
    <w:div w:id="2087409382">
      <w:bodyDiv w:val="1"/>
      <w:marLeft w:val="0"/>
      <w:marRight w:val="0"/>
      <w:marTop w:val="0"/>
      <w:marBottom w:val="0"/>
      <w:divBdr>
        <w:top w:val="none" w:sz="0" w:space="0" w:color="auto"/>
        <w:left w:val="none" w:sz="0" w:space="0" w:color="auto"/>
        <w:bottom w:val="none" w:sz="0" w:space="0" w:color="auto"/>
        <w:right w:val="none" w:sz="0" w:space="0" w:color="auto"/>
      </w:divBdr>
    </w:div>
    <w:div w:id="2101096242">
      <w:bodyDiv w:val="1"/>
      <w:marLeft w:val="0"/>
      <w:marRight w:val="0"/>
      <w:marTop w:val="0"/>
      <w:marBottom w:val="0"/>
      <w:divBdr>
        <w:top w:val="none" w:sz="0" w:space="0" w:color="auto"/>
        <w:left w:val="none" w:sz="0" w:space="0" w:color="auto"/>
        <w:bottom w:val="none" w:sz="0" w:space="0" w:color="auto"/>
        <w:right w:val="none" w:sz="0" w:space="0" w:color="auto"/>
      </w:divBdr>
      <w:divsChild>
        <w:div w:id="1239242769">
          <w:marLeft w:val="0"/>
          <w:marRight w:val="0"/>
          <w:marTop w:val="0"/>
          <w:marBottom w:val="0"/>
          <w:divBdr>
            <w:top w:val="none" w:sz="0" w:space="0" w:color="auto"/>
            <w:left w:val="none" w:sz="0" w:space="0" w:color="auto"/>
            <w:bottom w:val="none" w:sz="0" w:space="0" w:color="auto"/>
            <w:right w:val="none" w:sz="0" w:space="0" w:color="auto"/>
          </w:divBdr>
        </w:div>
        <w:div w:id="1481801090">
          <w:marLeft w:val="0"/>
          <w:marRight w:val="0"/>
          <w:marTop w:val="0"/>
          <w:marBottom w:val="0"/>
          <w:divBdr>
            <w:top w:val="none" w:sz="0" w:space="0" w:color="auto"/>
            <w:left w:val="none" w:sz="0" w:space="0" w:color="auto"/>
            <w:bottom w:val="none" w:sz="0" w:space="0" w:color="auto"/>
            <w:right w:val="none" w:sz="0" w:space="0" w:color="auto"/>
          </w:divBdr>
          <w:divsChild>
            <w:div w:id="425351103">
              <w:marLeft w:val="0"/>
              <w:marRight w:val="0"/>
              <w:marTop w:val="0"/>
              <w:marBottom w:val="0"/>
              <w:divBdr>
                <w:top w:val="none" w:sz="0" w:space="0" w:color="auto"/>
                <w:left w:val="none" w:sz="0" w:space="0" w:color="auto"/>
                <w:bottom w:val="none" w:sz="0" w:space="0" w:color="auto"/>
                <w:right w:val="none" w:sz="0" w:space="0" w:color="auto"/>
              </w:divBdr>
            </w:div>
          </w:divsChild>
        </w:div>
        <w:div w:id="2027168730">
          <w:marLeft w:val="0"/>
          <w:marRight w:val="0"/>
          <w:marTop w:val="0"/>
          <w:marBottom w:val="0"/>
          <w:divBdr>
            <w:top w:val="none" w:sz="0" w:space="0" w:color="auto"/>
            <w:left w:val="none" w:sz="0" w:space="0" w:color="auto"/>
            <w:bottom w:val="none" w:sz="0" w:space="0" w:color="auto"/>
            <w:right w:val="none" w:sz="0" w:space="0" w:color="auto"/>
          </w:divBdr>
          <w:divsChild>
            <w:div w:id="37948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32506">
      <w:bodyDiv w:val="1"/>
      <w:marLeft w:val="0"/>
      <w:marRight w:val="0"/>
      <w:marTop w:val="0"/>
      <w:marBottom w:val="0"/>
      <w:divBdr>
        <w:top w:val="none" w:sz="0" w:space="0" w:color="auto"/>
        <w:left w:val="none" w:sz="0" w:space="0" w:color="auto"/>
        <w:bottom w:val="none" w:sz="0" w:space="0" w:color="auto"/>
        <w:right w:val="none" w:sz="0" w:space="0" w:color="auto"/>
      </w:divBdr>
    </w:div>
    <w:div w:id="2121097449">
      <w:bodyDiv w:val="1"/>
      <w:marLeft w:val="0"/>
      <w:marRight w:val="0"/>
      <w:marTop w:val="0"/>
      <w:marBottom w:val="0"/>
      <w:divBdr>
        <w:top w:val="none" w:sz="0" w:space="0" w:color="auto"/>
        <w:left w:val="none" w:sz="0" w:space="0" w:color="auto"/>
        <w:bottom w:val="none" w:sz="0" w:space="0" w:color="auto"/>
        <w:right w:val="none" w:sz="0" w:space="0" w:color="auto"/>
      </w:divBdr>
    </w:div>
    <w:div w:id="2133084744">
      <w:bodyDiv w:val="1"/>
      <w:marLeft w:val="0"/>
      <w:marRight w:val="0"/>
      <w:marTop w:val="0"/>
      <w:marBottom w:val="0"/>
      <w:divBdr>
        <w:top w:val="none" w:sz="0" w:space="0" w:color="auto"/>
        <w:left w:val="none" w:sz="0" w:space="0" w:color="auto"/>
        <w:bottom w:val="none" w:sz="0" w:space="0" w:color="auto"/>
        <w:right w:val="none" w:sz="0" w:space="0" w:color="auto"/>
      </w:divBdr>
    </w:div>
    <w:div w:id="2144737019">
      <w:bodyDiv w:val="1"/>
      <w:marLeft w:val="0"/>
      <w:marRight w:val="0"/>
      <w:marTop w:val="0"/>
      <w:marBottom w:val="0"/>
      <w:divBdr>
        <w:top w:val="none" w:sz="0" w:space="0" w:color="auto"/>
        <w:left w:val="none" w:sz="0" w:space="0" w:color="auto"/>
        <w:bottom w:val="none" w:sz="0" w:space="0" w:color="auto"/>
        <w:right w:val="none" w:sz="0" w:space="0" w:color="auto"/>
      </w:divBdr>
      <w:divsChild>
        <w:div w:id="1557551497">
          <w:marLeft w:val="0"/>
          <w:marRight w:val="0"/>
          <w:marTop w:val="0"/>
          <w:marBottom w:val="0"/>
          <w:divBdr>
            <w:top w:val="none" w:sz="0" w:space="0" w:color="auto"/>
            <w:left w:val="none" w:sz="0" w:space="0" w:color="auto"/>
            <w:bottom w:val="none" w:sz="0" w:space="0" w:color="auto"/>
            <w:right w:val="none" w:sz="0" w:space="0" w:color="auto"/>
          </w:divBdr>
        </w:div>
      </w:divsChild>
    </w:div>
    <w:div w:id="2146652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in_parnowski\AppData\Roaming\Microsoft\Templates\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5258FA9-911B-4823-8CCF-4F4B326F5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2</TotalTime>
  <Pages>88</Pages>
  <Words>27465</Words>
  <Characters>160210</Characters>
  <Application>Microsoft Office Word</Application>
  <DocSecurity>4</DocSecurity>
  <Lines>1335</Lines>
  <Paragraphs>374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187301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Marcin Parnowski</dc:creator>
  <cp:lastModifiedBy>Stępniewska-Sałata Aneta</cp:lastModifiedBy>
  <cp:revision>2</cp:revision>
  <cp:lastPrinted>2024-08-07T14:47:00Z</cp:lastPrinted>
  <dcterms:created xsi:type="dcterms:W3CDTF">2024-08-19T13:23:00Z</dcterms:created>
  <dcterms:modified xsi:type="dcterms:W3CDTF">2024-08-19T13:23:00Z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